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D3A5" w14:textId="77777777" w:rsidR="00F07CA1" w:rsidRDefault="00E030C1">
      <w:pPr>
        <w:pStyle w:val="Heading1"/>
      </w:pPr>
      <w:bookmarkStart w:id="0" w:name="f-13256"/>
      <w:bookmarkStart w:id="1" w:name="h-13256-1"/>
      <w:bookmarkStart w:id="2" w:name="f-13256-1"/>
      <w:bookmarkEnd w:id="0"/>
      <w:r>
        <w:t>0431p STRAMIT in cladding - combined</w:t>
      </w:r>
      <w:bookmarkEnd w:id="1"/>
    </w:p>
    <w:p w14:paraId="4EC124E7" w14:textId="77777777" w:rsidR="00F07CA1" w:rsidRDefault="00E030C1">
      <w:pPr>
        <w:pStyle w:val="InstructionsHeading4"/>
      </w:pPr>
      <w:bookmarkStart w:id="3" w:name="h-13256-13256.1"/>
      <w:bookmarkStart w:id="4" w:name="f-13256-13256.1"/>
      <w:bookmarkEnd w:id="2"/>
      <w:r>
        <w:t>Branded worksection</w:t>
      </w:r>
      <w:bookmarkEnd w:id="3"/>
    </w:p>
    <w:p w14:paraId="62B18217" w14:textId="77777777" w:rsidR="00F07CA1" w:rsidRDefault="00E030C1">
      <w:pPr>
        <w:pStyle w:val="Instructions"/>
      </w:pPr>
      <w:r>
        <w:t xml:space="preserve">This branded worksection </w:t>
      </w:r>
      <w:r>
        <w:rPr>
          <w:i/>
        </w:rPr>
        <w:t>Template</w:t>
      </w:r>
      <w:r>
        <w:t xml:space="preserve"> has been developed by NATSPEC in conjunction with </w:t>
      </w:r>
      <w:r>
        <w:rPr>
          <w:b/>
        </w:rPr>
        <w:t>STRAMIT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4ED893D5" w14:textId="77777777" w:rsidR="00F07CA1" w:rsidRDefault="00E030C1">
      <w:pPr>
        <w:pStyle w:val="InstructionsHeading4"/>
      </w:pPr>
      <w:bookmarkStart w:id="5" w:name="h-13256-t2-1"/>
      <w:bookmarkStart w:id="6" w:name="f-13256-t2-1"/>
      <w:bookmarkEnd w:id="4"/>
      <w:r>
        <w:t>Worksection abstract</w:t>
      </w:r>
      <w:bookmarkEnd w:id="5"/>
    </w:p>
    <w:p w14:paraId="65AC264C" w14:textId="77777777" w:rsidR="00F07CA1" w:rsidRDefault="00E030C1">
      <w:pPr>
        <w:pStyle w:val="Instructions"/>
      </w:pPr>
      <w:r>
        <w:t xml:space="preserve">This branded worksection </w:t>
      </w:r>
      <w:r>
        <w:rPr>
          <w:i/>
        </w:rPr>
        <w:t>Template</w:t>
      </w:r>
      <w:r>
        <w:t xml:space="preserve"> is applicable to lightweight external wall cladding, including STRAMIT profiled sheet metal products.</w:t>
      </w:r>
    </w:p>
    <w:p w14:paraId="18461C3C" w14:textId="77777777" w:rsidR="00F07CA1" w:rsidRDefault="00E030C1">
      <w:pPr>
        <w:pStyle w:val="InstructionsHeading4"/>
      </w:pPr>
      <w:bookmarkStart w:id="7" w:name="h-8831-99906-2"/>
      <w:bookmarkStart w:id="8" w:name="f-8831-99906-2"/>
      <w:bookmarkStart w:id="9" w:name="f-8831"/>
      <w:bookmarkStart w:id="10" w:name="f-13256-t3"/>
      <w:bookmarkEnd w:id="6"/>
      <w:r>
        <w:t>How to use this worksection</w:t>
      </w:r>
      <w:bookmarkEnd w:id="7"/>
    </w:p>
    <w:p w14:paraId="54B5EF7B" w14:textId="77777777" w:rsidR="00F07CA1" w:rsidRDefault="00E030C1">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62B118AC" w14:textId="77777777" w:rsidR="00F07CA1" w:rsidRDefault="00E030C1">
      <w:pPr>
        <w:pStyle w:val="InstructionsHeading4"/>
      </w:pPr>
      <w:bookmarkStart w:id="11" w:name="h-13256-t3-1"/>
      <w:bookmarkStart w:id="12" w:name="f-13256-t3-1"/>
      <w:bookmarkEnd w:id="8"/>
      <w:bookmarkEnd w:id="9"/>
      <w:bookmarkEnd w:id="10"/>
      <w:r>
        <w:t>Related material located elsewhere in NATSPEC</w:t>
      </w:r>
      <w:bookmarkEnd w:id="11"/>
    </w:p>
    <w:p w14:paraId="3F0C7A44" w14:textId="77777777" w:rsidR="00F07CA1" w:rsidRDefault="00E030C1">
      <w:pPr>
        <w:pStyle w:val="Instructions"/>
      </w:pPr>
      <w:r>
        <w:t>If a listed worksection is not part of your subscription package and you wish to purchase it, contact NATSPEC.</w:t>
      </w:r>
    </w:p>
    <w:p w14:paraId="5CBB5F3D" w14:textId="77777777" w:rsidR="00F07CA1" w:rsidRDefault="00E030C1">
      <w:pPr>
        <w:pStyle w:val="Instructions"/>
      </w:pPr>
      <w:r>
        <w:t>Related material may be found in other worksections. See for example:</w:t>
      </w:r>
    </w:p>
    <w:p w14:paraId="1B418D84" w14:textId="77777777" w:rsidR="00F07CA1" w:rsidRDefault="00E030C1">
      <w:pPr>
        <w:pStyle w:val="Instructionsindent"/>
      </w:pPr>
      <w:r>
        <w:rPr>
          <w:i/>
        </w:rPr>
        <w:t>0182 Fire-stopping</w:t>
      </w:r>
      <w:r>
        <w:t>.</w:t>
      </w:r>
    </w:p>
    <w:p w14:paraId="3CDEB913" w14:textId="77777777" w:rsidR="00F07CA1" w:rsidRDefault="00E030C1">
      <w:pPr>
        <w:pStyle w:val="Instructionsindent"/>
      </w:pPr>
      <w:r>
        <w:rPr>
          <w:i/>
        </w:rPr>
        <w:t>0331 Brick and block construction</w:t>
      </w:r>
      <w:r>
        <w:t xml:space="preserve"> for brick veneer.</w:t>
      </w:r>
    </w:p>
    <w:p w14:paraId="476EE99D" w14:textId="77777777" w:rsidR="00F07CA1" w:rsidRDefault="00E030C1">
      <w:pPr>
        <w:pStyle w:val="Instructionsindent"/>
      </w:pPr>
      <w:r>
        <w:rPr>
          <w:i/>
        </w:rPr>
        <w:t>0342 Light steel framing</w:t>
      </w:r>
      <w:r>
        <w:t xml:space="preserve"> for subframing.</w:t>
      </w:r>
    </w:p>
    <w:p w14:paraId="05051277" w14:textId="77777777" w:rsidR="00F07CA1" w:rsidRDefault="00E030C1">
      <w:pPr>
        <w:pStyle w:val="Instructionsindent"/>
      </w:pPr>
      <w:r>
        <w:rPr>
          <w:i/>
        </w:rPr>
        <w:t>0382 Light timber framing</w:t>
      </w:r>
      <w:r>
        <w:t xml:space="preserve"> for subframing.</w:t>
      </w:r>
    </w:p>
    <w:p w14:paraId="2EA21E52" w14:textId="77777777" w:rsidR="00F07CA1" w:rsidRDefault="00E030C1">
      <w:pPr>
        <w:pStyle w:val="Instructionsindent"/>
      </w:pPr>
      <w:r>
        <w:rPr>
          <w:i/>
        </w:rPr>
        <w:t>0471 Thermal insulation and pliable membranes</w:t>
      </w:r>
      <w:r>
        <w:t xml:space="preserve"> for wall insulation, thermal break strips and vapour permeable membranes.</w:t>
      </w:r>
    </w:p>
    <w:p w14:paraId="1C720762" w14:textId="77777777" w:rsidR="00F07CA1" w:rsidRDefault="00E030C1">
      <w:pPr>
        <w:pStyle w:val="Instructionsindent"/>
      </w:pPr>
      <w:r>
        <w:rPr>
          <w:i/>
        </w:rPr>
        <w:t>0511 Lining</w:t>
      </w:r>
      <w:r>
        <w:t xml:space="preserve"> for internal lightweight linings.</w:t>
      </w:r>
    </w:p>
    <w:p w14:paraId="5D91FB0A" w14:textId="77777777" w:rsidR="00F07CA1" w:rsidRDefault="00E030C1">
      <w:pPr>
        <w:pStyle w:val="Instructionsindent"/>
      </w:pPr>
      <w:r>
        <w:rPr>
          <w:i/>
        </w:rPr>
        <w:t>0531 Suspended ceilings - combined</w:t>
      </w:r>
      <w:r>
        <w:t xml:space="preserve"> for suspended soffits.</w:t>
      </w:r>
    </w:p>
    <w:p w14:paraId="44589090" w14:textId="77777777" w:rsidR="00F07CA1" w:rsidRDefault="00E030C1">
      <w:pPr>
        <w:pStyle w:val="Instructionsindent"/>
      </w:pPr>
      <w:r>
        <w:rPr>
          <w:i/>
        </w:rPr>
        <w:t>0671 Painting</w:t>
      </w:r>
      <w:r>
        <w:t xml:space="preserve"> for in situ paint finishes.</w:t>
      </w:r>
    </w:p>
    <w:p w14:paraId="14AECDAA" w14:textId="77777777" w:rsidR="00F07CA1" w:rsidRDefault="00E030C1">
      <w:pPr>
        <w:pStyle w:val="Instructionsindent"/>
      </w:pPr>
      <w:r>
        <w:rPr>
          <w:i/>
        </w:rPr>
        <w:t>0672 Textured and membrane coatings</w:t>
      </w:r>
      <w:r>
        <w:t xml:space="preserve"> for in situ application of membrane and surface coatings.</w:t>
      </w:r>
    </w:p>
    <w:p w14:paraId="1114B513" w14:textId="77777777" w:rsidR="00F07CA1" w:rsidRDefault="00E030C1">
      <w:pPr>
        <w:pStyle w:val="Instructions"/>
      </w:pPr>
      <w:r>
        <w:t>Each of the following worksections contains a single cladding system and may be used if appropriate in addition to editing this worksection:</w:t>
      </w:r>
    </w:p>
    <w:p w14:paraId="627343DC" w14:textId="77777777" w:rsidR="00F07CA1" w:rsidRDefault="00E030C1">
      <w:pPr>
        <w:pStyle w:val="Instructionsindent"/>
      </w:pPr>
      <w:r>
        <w:rPr>
          <w:i/>
        </w:rPr>
        <w:t>0432 Curtain walls</w:t>
      </w:r>
      <w:r>
        <w:t>.</w:t>
      </w:r>
    </w:p>
    <w:p w14:paraId="7AFF4455" w14:textId="77777777" w:rsidR="00F07CA1" w:rsidRDefault="00E030C1">
      <w:pPr>
        <w:pStyle w:val="Instructionsindent"/>
      </w:pPr>
      <w:r>
        <w:rPr>
          <w:i/>
        </w:rPr>
        <w:t>0433 Stone cladding</w:t>
      </w:r>
      <w:r>
        <w:t>.</w:t>
      </w:r>
    </w:p>
    <w:p w14:paraId="2DED62EC" w14:textId="77777777" w:rsidR="00F07CA1" w:rsidRDefault="00E030C1">
      <w:pPr>
        <w:pStyle w:val="Instructionsindent"/>
      </w:pPr>
      <w:r>
        <w:rPr>
          <w:i/>
        </w:rPr>
        <w:t>0434 Cladding - flat sheets and panels</w:t>
      </w:r>
      <w:r>
        <w:t>.</w:t>
      </w:r>
    </w:p>
    <w:p w14:paraId="06F8BCE6" w14:textId="77777777" w:rsidR="00F07CA1" w:rsidRDefault="00E030C1">
      <w:pPr>
        <w:pStyle w:val="Instructionsindent"/>
      </w:pPr>
      <w:r>
        <w:rPr>
          <w:i/>
        </w:rPr>
        <w:t>0435 Cladding - planks and weatherboards</w:t>
      </w:r>
      <w:r>
        <w:t>.</w:t>
      </w:r>
    </w:p>
    <w:p w14:paraId="0F7369C5" w14:textId="77777777" w:rsidR="00F07CA1" w:rsidRDefault="00E030C1">
      <w:pPr>
        <w:pStyle w:val="Instructionsindent"/>
      </w:pPr>
      <w:r>
        <w:rPr>
          <w:i/>
        </w:rPr>
        <w:t>0436 Cladding - profiled and seamed sheet metal</w:t>
      </w:r>
      <w:r>
        <w:t>.</w:t>
      </w:r>
    </w:p>
    <w:p w14:paraId="59AD7678" w14:textId="77777777" w:rsidR="00F07CA1" w:rsidRDefault="00E030C1">
      <w:pPr>
        <w:pStyle w:val="Instructionsindent"/>
      </w:pPr>
      <w:r>
        <w:rPr>
          <w:i/>
        </w:rPr>
        <w:t>0437 Cladding - insulated panel systems</w:t>
      </w:r>
      <w:r>
        <w:t>.</w:t>
      </w:r>
    </w:p>
    <w:p w14:paraId="6EA6B381" w14:textId="77777777" w:rsidR="00F07CA1" w:rsidRDefault="00E030C1">
      <w:pPr>
        <w:pStyle w:val="Instructions"/>
      </w:pPr>
      <w:r>
        <w:t>Related branded worksections include:</w:t>
      </w:r>
    </w:p>
    <w:p w14:paraId="0C415ADF" w14:textId="77777777" w:rsidR="00F07CA1" w:rsidRDefault="00E030C1">
      <w:pPr>
        <w:pStyle w:val="Instructionsindent"/>
      </w:pPr>
      <w:r>
        <w:rPr>
          <w:i/>
        </w:rPr>
        <w:t>0311p STRAMIT Condeck in concrete formwork</w:t>
      </w:r>
      <w:r>
        <w:t>.</w:t>
      </w:r>
    </w:p>
    <w:p w14:paraId="4247CBFE" w14:textId="77777777" w:rsidR="00F07CA1" w:rsidRDefault="00E030C1">
      <w:pPr>
        <w:pStyle w:val="Instructionsindent"/>
      </w:pPr>
      <w:r>
        <w:rPr>
          <w:i/>
        </w:rPr>
        <w:t>0341p STRAMIT purlins and girts in structural steelwork</w:t>
      </w:r>
      <w:r>
        <w:t>.</w:t>
      </w:r>
    </w:p>
    <w:p w14:paraId="5769A4D7" w14:textId="77777777" w:rsidR="00F07CA1" w:rsidRDefault="00E030C1">
      <w:pPr>
        <w:pStyle w:val="Instructionsindent"/>
      </w:pPr>
      <w:r>
        <w:rPr>
          <w:i/>
        </w:rPr>
        <w:t>0423p STRAMIT roofing - profiled sheet metal</w:t>
      </w:r>
      <w:r>
        <w:t>.</w:t>
      </w:r>
    </w:p>
    <w:p w14:paraId="0AE5B695" w14:textId="77777777" w:rsidR="00F07CA1" w:rsidRDefault="00E030C1">
      <w:pPr>
        <w:pStyle w:val="InstructionsHeading4"/>
      </w:pPr>
      <w:bookmarkStart w:id="13" w:name="h-13256-13256.2"/>
      <w:bookmarkStart w:id="14" w:name="f-13256-13256.2"/>
      <w:bookmarkEnd w:id="12"/>
      <w:r>
        <w:t>Material not provided by STRAMIT</w:t>
      </w:r>
      <w:bookmarkEnd w:id="13"/>
    </w:p>
    <w:p w14:paraId="299A29E1" w14:textId="77777777" w:rsidR="00F07CA1" w:rsidRDefault="00E030C1">
      <w:pPr>
        <w:pStyle w:val="Instructions"/>
      </w:pPr>
      <w:r>
        <w:t>This branded worksection includes generic material which may not be provided by the Product Partner including:</w:t>
      </w:r>
    </w:p>
    <w:p w14:paraId="1A45559D" w14:textId="77777777" w:rsidR="00F07CA1" w:rsidRDefault="00E030C1">
      <w:pPr>
        <w:pStyle w:val="Instructionsindent"/>
      </w:pPr>
      <w:r>
        <w:t>Autoclaved aerated concrete (AAC) panels, aluminium weatherboards, composite, compressed fibre cement (CFC), exterior insulation and finish system (EIFS), fibre cement (FC) planks, hardboard planks, insulated panel systems, plastic sheets, plywood sheets, seamed sheet metal cladding, terracotta panels and tiles, and timber weatherboards</w:t>
      </w:r>
    </w:p>
    <w:p w14:paraId="70F21657" w14:textId="77777777" w:rsidR="00F07CA1" w:rsidRDefault="00E030C1">
      <w:pPr>
        <w:pStyle w:val="InstructionsHeading4"/>
      </w:pPr>
      <w:bookmarkStart w:id="15" w:name="h-13256-t6-1"/>
      <w:bookmarkStart w:id="16" w:name="f-13256-t6-1"/>
      <w:bookmarkEnd w:id="14"/>
      <w:r>
        <w:t>Documenting this and related work</w:t>
      </w:r>
      <w:bookmarkEnd w:id="15"/>
    </w:p>
    <w:p w14:paraId="124FEB30" w14:textId="77777777" w:rsidR="00F07CA1" w:rsidRDefault="00E030C1">
      <w:pPr>
        <w:pStyle w:val="Instructions"/>
      </w:pPr>
      <w:r>
        <w:t>You may document this and related work as follows:</w:t>
      </w:r>
    </w:p>
    <w:p w14:paraId="1EFE535A" w14:textId="77777777" w:rsidR="00F07CA1" w:rsidRDefault="00E030C1">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fldChar w:fldCharType="begin"/>
      </w:r>
      <w:r>
        <w:instrText xml:space="preserve">REF h-13252-11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1DD05F0A" w14:textId="77777777" w:rsidR="00F07CA1" w:rsidRDefault="00E030C1">
      <w:pPr>
        <w:pStyle w:val="Instructionsindent"/>
      </w:pPr>
      <w:r>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5DDAD713" w14:textId="77777777" w:rsidR="00F07CA1" w:rsidRDefault="00E030C1">
      <w:pPr>
        <w:pStyle w:val="Instructionsindent"/>
      </w:pPr>
      <w:r>
        <w:lastRenderedPageBreak/>
        <w:t>Document the structural support system to your office documentation policy.</w:t>
      </w:r>
    </w:p>
    <w:p w14:paraId="2F79E8F1" w14:textId="77777777" w:rsidR="00F07CA1" w:rsidRDefault="00E030C1">
      <w:pPr>
        <w:pStyle w:val="Instructionsindent"/>
      </w:pPr>
      <w:r>
        <w:t>Locate the extent of cladding types, accessories and finishes on drawings to your office documentation policy.</w:t>
      </w:r>
    </w:p>
    <w:p w14:paraId="72EA34BF" w14:textId="77777777" w:rsidR="00F07CA1" w:rsidRDefault="00E030C1">
      <w:pPr>
        <w:pStyle w:val="Instructionsindent"/>
      </w:pPr>
      <w:r>
        <w:t>Penetrations: Show on the drawings the location and extent of penetrations for services and structural elements including flashing details.</w:t>
      </w:r>
    </w:p>
    <w:p w14:paraId="1DF6835E" w14:textId="77777777" w:rsidR="00F07CA1" w:rsidRDefault="00E030C1">
      <w:pPr>
        <w:pStyle w:val="Instructionsindent"/>
      </w:pPr>
      <w:r>
        <w:t>Document the location of openings and penetrations to avoid waste and panel handling times.</w:t>
      </w:r>
    </w:p>
    <w:p w14:paraId="151A69EB" w14:textId="77777777" w:rsidR="00F07CA1" w:rsidRDefault="00E030C1">
      <w:pPr>
        <w:pStyle w:val="Instructionsindent"/>
      </w:pPr>
      <w:r>
        <w:t xml:space="preserve">For flush jointed fibre cement soffit lining import the relevant material from </w:t>
      </w:r>
      <w:r>
        <w:rPr>
          <w:i/>
        </w:rPr>
        <w:t>0511 Lining</w:t>
      </w:r>
      <w:r>
        <w:t>.</w:t>
      </w:r>
    </w:p>
    <w:p w14:paraId="315E1BC3" w14:textId="77777777" w:rsidR="00F07CA1" w:rsidRDefault="00E030C1">
      <w:pPr>
        <w:pStyle w:val="Instructionsindent"/>
      </w:pPr>
      <w:r>
        <w:t>If required, state the minimum thermal resistance (R-Value) (m</w:t>
      </w:r>
      <w:r>
        <w:rPr>
          <w:vertAlign w:val="superscript"/>
        </w:rPr>
        <w:t>2</w:t>
      </w:r>
      <w:r>
        <w:t>.K/W). See NATSPEC TECHnote DES 031 for information on specifying R-Values.</w:t>
      </w:r>
    </w:p>
    <w:p w14:paraId="025BD4F2" w14:textId="77777777" w:rsidR="00F07CA1" w:rsidRDefault="00E030C1">
      <w:pPr>
        <w:pStyle w:val="Instructionsindent"/>
      </w:pPr>
      <w:r>
        <w:t>In bushfire-prone areas, document bushfire protection requirements to AS 3959 (2018) and the NCC. See NATSPEC TECHnote DES 018 for information on bushfire protection.</w:t>
      </w:r>
    </w:p>
    <w:p w14:paraId="1804F7DF" w14:textId="77777777" w:rsidR="00F07CA1" w:rsidRDefault="00E030C1">
      <w:pPr>
        <w:pStyle w:val="Instructionsindent"/>
      </w:pPr>
      <w:r>
        <w:t xml:space="preserve">Check lead time for imported selections and consider adding a requirement, in </w:t>
      </w:r>
      <w:r>
        <w:rPr>
          <w:b/>
        </w:rPr>
        <w:t>SUBMISSIONS</w:t>
      </w:r>
      <w:r>
        <w:t>, for the builder to confirm availability.</w:t>
      </w:r>
    </w:p>
    <w:p w14:paraId="11A5E315" w14:textId="77777777" w:rsidR="00F07CA1" w:rsidRDefault="00E030C1">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bookmarkEnd w:id="17"/>
    <w:bookmarkEnd w:id="18"/>
    <w:p w14:paraId="24056889" w14:textId="77777777" w:rsidR="00F07CA1" w:rsidRDefault="00E030C1">
      <w:pPr>
        <w:pStyle w:val="Instructions"/>
      </w:pPr>
      <w:r>
        <w:t>For example:</w:t>
      </w:r>
    </w:p>
    <w:p w14:paraId="7E880351" w14:textId="77777777" w:rsidR="00F07CA1" w:rsidRDefault="00E030C1">
      <w:pPr>
        <w:pStyle w:val="Instructionsindent"/>
      </w:pPr>
      <w:r>
        <w:t>Location of control joints.</w:t>
      </w:r>
    </w:p>
    <w:p w14:paraId="42F4396E" w14:textId="77777777" w:rsidR="00F07CA1" w:rsidRDefault="00E030C1">
      <w:pPr>
        <w:pStyle w:val="Instructions"/>
      </w:pPr>
      <w:bookmarkStart w:id="19" w:name="f-6972-1"/>
      <w:bookmarkStart w:id="20" w:name="f-6972"/>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2E4C064E" w14:textId="77777777" w:rsidR="00F07CA1" w:rsidRDefault="00E030C1">
      <w:pPr>
        <w:pStyle w:val="Instructionsindent"/>
      </w:pPr>
      <w:r>
        <w:t>Guarantees and warranties.</w:t>
      </w:r>
    </w:p>
    <w:p w14:paraId="359AB3E8" w14:textId="77777777" w:rsidR="00F07CA1" w:rsidRDefault="00E030C1">
      <w:pPr>
        <w:pStyle w:val="Instructionsindent"/>
      </w:pPr>
      <w:r>
        <w:t>Site planning and design for bushfire.</w:t>
      </w:r>
    </w:p>
    <w:p w14:paraId="0AF48F65" w14:textId="77777777" w:rsidR="00F07CA1" w:rsidRDefault="00E030C1">
      <w:pPr>
        <w:pStyle w:val="InstructionsHeading4"/>
      </w:pPr>
      <w:bookmarkStart w:id="21" w:name="h-13256-t7-1"/>
      <w:bookmarkStart w:id="22" w:name="f-13256-t7-1"/>
      <w:bookmarkEnd w:id="16"/>
      <w:r>
        <w:t>Specifying ESD</w:t>
      </w:r>
      <w:bookmarkEnd w:id="21"/>
    </w:p>
    <w:p w14:paraId="632DCD70" w14:textId="77777777" w:rsidR="00F07CA1" w:rsidRDefault="00E030C1">
      <w:pPr>
        <w:pStyle w:val="Instructions"/>
      </w:pPr>
      <w:r>
        <w:t>The following may be specified by retaining default text:</w:t>
      </w:r>
    </w:p>
    <w:p w14:paraId="6F2F20EB" w14:textId="77777777" w:rsidR="00F07CA1" w:rsidRDefault="00E030C1">
      <w:pPr>
        <w:pStyle w:val="Instructionsindent"/>
      </w:pPr>
      <w:r>
        <w:t>Renewable materials with low embodied energy such as timber weatherboards and plywood cladding.</w:t>
      </w:r>
    </w:p>
    <w:p w14:paraId="7E0ED266" w14:textId="77777777" w:rsidR="00F07CA1" w:rsidRDefault="00E030C1">
      <w:pPr>
        <w:pStyle w:val="Instructions"/>
      </w:pPr>
      <w:r>
        <w:t>The following may be specified by including additional text:</w:t>
      </w:r>
    </w:p>
    <w:p w14:paraId="19AA9D26" w14:textId="77777777" w:rsidR="00F07CA1" w:rsidRDefault="00E030C1">
      <w:pPr>
        <w:pStyle w:val="Instructionsindent"/>
      </w:pPr>
      <w:r>
        <w:t>Maximising life cycle of materials, e.g. by selecting naturally durable hardwood.</w:t>
      </w:r>
    </w:p>
    <w:p w14:paraId="415B8BA7" w14:textId="77777777" w:rsidR="00F07CA1" w:rsidRDefault="00E030C1">
      <w:pPr>
        <w:pStyle w:val="Instructionsindent"/>
      </w:pPr>
      <w:r>
        <w:t>Timber species with natural resistance to termites.</w:t>
      </w:r>
    </w:p>
    <w:p w14:paraId="70095F21" w14:textId="77777777" w:rsidR="00F07CA1" w:rsidRDefault="00E030C1">
      <w:pPr>
        <w:pStyle w:val="Instructionsindent"/>
      </w:pPr>
      <w:r>
        <w:t>Timber from a sustainable source.</w:t>
      </w:r>
    </w:p>
    <w:p w14:paraId="3293708C" w14:textId="77777777" w:rsidR="00F07CA1" w:rsidRDefault="00E030C1">
      <w:pPr>
        <w:pStyle w:val="Instructionsindent"/>
      </w:pPr>
      <w:r>
        <w:t>Metal cladding manufactured from recycled metal and/or is recyclable.</w:t>
      </w:r>
    </w:p>
    <w:p w14:paraId="5D517290" w14:textId="77777777" w:rsidR="00F07CA1" w:rsidRDefault="00E030C1">
      <w:pPr>
        <w:pStyle w:val="Instructionsindent"/>
      </w:pPr>
      <w:r>
        <w:t>Metal cladding finished with low VOC or non-VOC finish.</w:t>
      </w:r>
    </w:p>
    <w:p w14:paraId="18A4F800" w14:textId="77777777" w:rsidR="00F07CA1" w:rsidRDefault="00E030C1">
      <w:pPr>
        <w:pStyle w:val="Instructionsindent"/>
      </w:pPr>
      <w:r>
        <w:t>Anti-bacterial finish that inhibits growth of bacteria.</w:t>
      </w:r>
    </w:p>
    <w:p w14:paraId="0BCACAE1" w14:textId="77777777" w:rsidR="00F07CA1" w:rsidRDefault="00E030C1">
      <w:pPr>
        <w:pStyle w:val="Instructionsindent"/>
      </w:pPr>
      <w:r>
        <w:t>Polycarbonate, which is recyclable.</w:t>
      </w:r>
    </w:p>
    <w:p w14:paraId="7DD5DA06" w14:textId="77777777" w:rsidR="00F07CA1" w:rsidRDefault="00E030C1">
      <w:pPr>
        <w:pStyle w:val="Instructions"/>
      </w:pPr>
      <w:r>
        <w:t>Refer to NATSPEC TECHreport TR 01 on specifying ESD.</w:t>
      </w:r>
    </w:p>
    <w:p w14:paraId="101A128A" w14:textId="77777777" w:rsidR="00F07CA1" w:rsidRDefault="00E030C1">
      <w:pPr>
        <w:pStyle w:val="Heading2"/>
      </w:pPr>
      <w:bookmarkStart w:id="23" w:name="h-13252-1"/>
      <w:bookmarkStart w:id="24" w:name="f-13252-1"/>
      <w:bookmarkStart w:id="25" w:name="f-13252"/>
      <w:bookmarkStart w:id="26" w:name="f-13256-2"/>
      <w:bookmarkEnd w:id="22"/>
      <w:r>
        <w:t>General</w:t>
      </w:r>
      <w:bookmarkEnd w:id="23"/>
    </w:p>
    <w:p w14:paraId="5346036F" w14:textId="77777777" w:rsidR="00F07CA1" w:rsidRDefault="00E030C1">
      <w:pPr>
        <w:pStyle w:val="Instructions"/>
      </w:pPr>
      <w:bookmarkStart w:id="27" w:name="f-13252-13252.1"/>
      <w:bookmarkEnd w:id="24"/>
      <w:r>
        <w:t xml:space="preserve">We’re one of Australia’s leading manufacturers and suppliers of roll-formed steel building products – and for good reason. For everything steel roofing, rainwater or structural, you can count on Stramit. We work with clients from specification stages to installation. With our national network, the backing of Fletcher Building, our national network, state-of-the-art R&amp;D facility and rigorous product testing, you can kick off your next project with confidence. When you work with Stramit, you can consider the </w:t>
      </w:r>
      <w:r>
        <w:t>job done.</w:t>
      </w:r>
    </w:p>
    <w:p w14:paraId="3FFEA838" w14:textId="77777777" w:rsidR="00F07CA1" w:rsidRDefault="00E030C1">
      <w:pPr>
        <w:pStyle w:val="Heading3"/>
      </w:pPr>
      <w:bookmarkStart w:id="28" w:name="h-13252-2"/>
      <w:bookmarkStart w:id="29" w:name="f-13252-2"/>
      <w:bookmarkEnd w:id="27"/>
      <w:r>
        <w:t>Responsibilities</w:t>
      </w:r>
      <w:bookmarkEnd w:id="28"/>
    </w:p>
    <w:p w14:paraId="27883F97" w14:textId="77777777" w:rsidR="00F07CA1" w:rsidRDefault="00E030C1">
      <w:pPr>
        <w:pStyle w:val="Heading4"/>
      </w:pPr>
      <w:bookmarkStart w:id="30" w:name="h-13252-3"/>
      <w:bookmarkStart w:id="31" w:name="f-13252-3"/>
      <w:bookmarkEnd w:id="29"/>
      <w:r>
        <w:t>General</w:t>
      </w:r>
      <w:bookmarkEnd w:id="30"/>
    </w:p>
    <w:p w14:paraId="30FC5621" w14:textId="77777777" w:rsidR="00F07CA1" w:rsidRDefault="00E030C1">
      <w:r>
        <w:t>Requirement: Provide STRAMIT external wall cladding and associated work, as documented.</w:t>
      </w:r>
    </w:p>
    <w:p w14:paraId="5B80F465" w14:textId="77777777" w:rsidR="00F07CA1" w:rsidRDefault="00E030C1">
      <w:pPr>
        <w:pStyle w:val="Instructions"/>
      </w:pPr>
      <w:r>
        <w:rPr>
          <w:i/>
        </w:rPr>
        <w:t>Documented</w:t>
      </w:r>
      <w:r>
        <w:t xml:space="preserve"> is defined in </w:t>
      </w:r>
      <w:r>
        <w:rPr>
          <w:i/>
        </w:rPr>
        <w:t>0171 General requirements</w:t>
      </w:r>
      <w:r>
        <w:t xml:space="preserve"> as meaning contained in the contract documents.</w:t>
      </w:r>
    </w:p>
    <w:p w14:paraId="7D2CC0AC" w14:textId="77777777" w:rsidR="00F07CA1" w:rsidRDefault="00E030C1">
      <w:pPr>
        <w:pStyle w:val="Heading4"/>
      </w:pPr>
      <w:bookmarkStart w:id="32" w:name="h-13252-4"/>
      <w:bookmarkStart w:id="33" w:name="f-13252-4"/>
      <w:bookmarkEnd w:id="31"/>
      <w:r>
        <w:t>Corrosion resistance</w:t>
      </w:r>
      <w:bookmarkEnd w:id="32"/>
    </w:p>
    <w:p w14:paraId="38E87B99" w14:textId="77777777" w:rsidR="00F07CA1" w:rsidRDefault="00E030C1">
      <w:r>
        <w:t>Material: To the manufacturer's recommendations for distance from marine influence.</w:t>
      </w:r>
    </w:p>
    <w:p w14:paraId="49DA72D3" w14:textId="77777777" w:rsidR="00F07CA1" w:rsidRDefault="00E030C1">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5C73E51D" w14:textId="77777777" w:rsidR="00F07CA1" w:rsidRDefault="00E030C1">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xml:space="preserve">, for the project corrosivity categories to AS 4312 (2019). Refer also to BlueScope Technical bulletins BlueScope TB-01A (2023) and BlueScope TB-01B (2022), which discuss the </w:t>
      </w:r>
      <w:r>
        <w:lastRenderedPageBreak/>
        <w:t>selection of steel roofing and walling products, and the correlation of distance to marine influence to the corrosion categories defined in AS 4312 (2019).</w:t>
      </w:r>
    </w:p>
    <w:p w14:paraId="652968EB" w14:textId="77777777" w:rsidR="00F07CA1" w:rsidRDefault="00E030C1">
      <w:pPr>
        <w:pStyle w:val="Heading3"/>
      </w:pPr>
      <w:bookmarkStart w:id="34" w:name="h-13252-13252.2"/>
      <w:bookmarkStart w:id="35" w:name="f-13252-13252.2"/>
      <w:bookmarkEnd w:id="33"/>
      <w:r>
        <w:t>Company contacts</w:t>
      </w:r>
      <w:bookmarkEnd w:id="34"/>
    </w:p>
    <w:p w14:paraId="00AAE1FB" w14:textId="77777777" w:rsidR="00F07CA1" w:rsidRDefault="00E030C1">
      <w:pPr>
        <w:pStyle w:val="Heading4"/>
      </w:pPr>
      <w:bookmarkStart w:id="36" w:name="h-13252-13252.3"/>
      <w:bookmarkStart w:id="37" w:name="f-13252-13252.3"/>
      <w:bookmarkEnd w:id="35"/>
      <w:r>
        <w:t>STRAMIT technical contacts</w:t>
      </w:r>
      <w:bookmarkEnd w:id="36"/>
    </w:p>
    <w:p w14:paraId="36AC0F29" w14:textId="77777777" w:rsidR="00F07CA1" w:rsidRDefault="00E030C1">
      <w:r>
        <w:t xml:space="preserve">Website: </w:t>
      </w:r>
      <w:hyperlink r:id="rId14" w:history="1">
        <w:r>
          <w:t>www.stramit.com.au/resources/technical-services</w:t>
        </w:r>
      </w:hyperlink>
      <w:r>
        <w:t>.</w:t>
      </w:r>
    </w:p>
    <w:p w14:paraId="01CE5B7C" w14:textId="77777777" w:rsidR="00F07CA1" w:rsidRDefault="00E030C1">
      <w:pPr>
        <w:pStyle w:val="Heading3"/>
      </w:pPr>
      <w:bookmarkStart w:id="38" w:name="h-13252-5"/>
      <w:bookmarkStart w:id="39" w:name="f-13252-5"/>
      <w:bookmarkEnd w:id="37"/>
      <w:r>
        <w:t>Cross references</w:t>
      </w:r>
      <w:bookmarkEnd w:id="38"/>
    </w:p>
    <w:p w14:paraId="64985CD7" w14:textId="77777777" w:rsidR="00F07CA1" w:rsidRDefault="00E030C1">
      <w:pPr>
        <w:pStyle w:val="Heading4"/>
      </w:pPr>
      <w:bookmarkStart w:id="40" w:name="h-7977-1"/>
      <w:bookmarkStart w:id="41" w:name="f-7977-1"/>
      <w:bookmarkStart w:id="42" w:name="f-7977"/>
      <w:bookmarkStart w:id="43" w:name="f-13252-6"/>
      <w:bookmarkEnd w:id="39"/>
      <w:r>
        <w:t>General</w:t>
      </w:r>
      <w:bookmarkEnd w:id="40"/>
    </w:p>
    <w:p w14:paraId="442E982C" w14:textId="77777777" w:rsidR="00F07CA1" w:rsidRDefault="00E030C1">
      <w:r>
        <w:t>Requirement: Conform to the following:</w:t>
      </w:r>
    </w:p>
    <w:p w14:paraId="4A90A853" w14:textId="77777777" w:rsidR="00F07CA1" w:rsidRDefault="00E030C1">
      <w:pPr>
        <w:pStyle w:val="NormalIndent"/>
      </w:pPr>
      <w:r>
        <w:rPr>
          <w:i/>
        </w:rPr>
        <w:t>0171 General requirements</w:t>
      </w:r>
      <w:r>
        <w:t>.</w:t>
      </w:r>
    </w:p>
    <w:p w14:paraId="2A9657EA" w14:textId="77777777" w:rsidR="00F07CA1" w:rsidRDefault="00E030C1">
      <w:pPr>
        <w:pStyle w:val="Instructions"/>
      </w:pPr>
      <w:r>
        <w:rPr>
          <w:i/>
        </w:rPr>
        <w:t>0171 General requirements</w:t>
      </w:r>
      <w:r>
        <w:t xml:space="preserve"> contains umbrella requirements for all building and services worksections.</w:t>
      </w:r>
    </w:p>
    <w:p w14:paraId="64B764BA" w14:textId="77777777" w:rsidR="00F07CA1" w:rsidRDefault="00E030C1">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6AA020AA" w14:textId="77777777" w:rsidR="00F07CA1" w:rsidRDefault="00E030C1">
      <w:pPr>
        <w:pStyle w:val="Instructions"/>
      </w:pPr>
      <w:r>
        <w:t>NATSPEC uses generic worksection titles, whether or not there are branded equivalents. If you use a branded worksection, change the cross reference here.</w:t>
      </w:r>
    </w:p>
    <w:p w14:paraId="1C120595" w14:textId="77777777" w:rsidR="00F07CA1" w:rsidRDefault="00E030C1">
      <w:pPr>
        <w:pStyle w:val="Heading3"/>
      </w:pPr>
      <w:bookmarkStart w:id="44" w:name="h-13252-13252.4"/>
      <w:bookmarkStart w:id="45" w:name="f-13252-13252.4"/>
      <w:bookmarkEnd w:id="41"/>
      <w:bookmarkEnd w:id="42"/>
      <w:bookmarkEnd w:id="43"/>
      <w:r>
        <w:t>Manufacturer’s documents</w:t>
      </w:r>
      <w:bookmarkEnd w:id="44"/>
    </w:p>
    <w:p w14:paraId="7A6CE736" w14:textId="77777777" w:rsidR="00F07CA1" w:rsidRDefault="00E030C1">
      <w:pPr>
        <w:pStyle w:val="Heading4"/>
      </w:pPr>
      <w:bookmarkStart w:id="46" w:name="h-13252-13252.5"/>
      <w:bookmarkStart w:id="47" w:name="f-13252-13252.5"/>
      <w:bookmarkEnd w:id="45"/>
      <w:r>
        <w:t>Technical manuals</w:t>
      </w:r>
      <w:bookmarkEnd w:id="46"/>
    </w:p>
    <w:p w14:paraId="3EEF0AC3" w14:textId="77777777" w:rsidR="00F07CA1" w:rsidRDefault="00E030C1">
      <w:r>
        <w:t xml:space="preserve">Website: </w:t>
      </w:r>
      <w:hyperlink r:id="rId15" w:history="1">
        <w:r>
          <w:t>www.stramit.com.au/products/roofing-and-wall-cladding/</w:t>
        </w:r>
      </w:hyperlink>
      <w:r>
        <w:t>.</w:t>
      </w:r>
    </w:p>
    <w:p w14:paraId="737CB653" w14:textId="77777777" w:rsidR="00F07CA1" w:rsidRDefault="00E030C1">
      <w:pPr>
        <w:pStyle w:val="Heading3"/>
      </w:pPr>
      <w:bookmarkStart w:id="48" w:name="h-13252-7"/>
      <w:bookmarkStart w:id="49" w:name="f-13252-7"/>
      <w:bookmarkEnd w:id="47"/>
      <w:r>
        <w:t>Interpretation</w:t>
      </w:r>
      <w:bookmarkEnd w:id="48"/>
    </w:p>
    <w:p w14:paraId="126B860A" w14:textId="77777777" w:rsidR="00F07CA1" w:rsidRDefault="00E030C1">
      <w:pPr>
        <w:pStyle w:val="Heading4"/>
      </w:pPr>
      <w:bookmarkStart w:id="50" w:name="h-13252-8"/>
      <w:bookmarkStart w:id="51" w:name="f-13252-8"/>
      <w:bookmarkEnd w:id="49"/>
      <w:r>
        <w:t>Abbreviations</w:t>
      </w:r>
      <w:bookmarkEnd w:id="50"/>
    </w:p>
    <w:p w14:paraId="4201F916" w14:textId="77777777" w:rsidR="00F07CA1" w:rsidRDefault="00E030C1">
      <w:r>
        <w:t>General: For the purposes of this worksection, the following abbreviations apply:</w:t>
      </w:r>
    </w:p>
    <w:p w14:paraId="60BD9775" w14:textId="77777777" w:rsidR="00F07CA1" w:rsidRDefault="00E030C1">
      <w:pPr>
        <w:pStyle w:val="NormalIndent"/>
      </w:pPr>
      <w:r>
        <w:t>AAC: Autoclaved aerated concrete.</w:t>
      </w:r>
    </w:p>
    <w:p w14:paraId="646854DE" w14:textId="77777777" w:rsidR="00F07CA1" w:rsidRDefault="00E030C1">
      <w:pPr>
        <w:pStyle w:val="NormalIndent"/>
      </w:pPr>
      <w:r>
        <w:t>ACP: Aluminium composite panel.</w:t>
      </w:r>
    </w:p>
    <w:p w14:paraId="118CC209" w14:textId="77777777" w:rsidR="00F07CA1" w:rsidRDefault="00E030C1">
      <w:pPr>
        <w:pStyle w:val="NormalIndent"/>
      </w:pPr>
      <w:r>
        <w:t>CCA: Copper chrome arsenate.</w:t>
      </w:r>
    </w:p>
    <w:p w14:paraId="5FFC90A2" w14:textId="77777777" w:rsidR="00F07CA1" w:rsidRDefault="00E030C1">
      <w:pPr>
        <w:pStyle w:val="NormalIndent"/>
      </w:pPr>
      <w:r>
        <w:t>CFC: Compressed fibre cement.</w:t>
      </w:r>
    </w:p>
    <w:p w14:paraId="77458DFC" w14:textId="77777777" w:rsidR="00F07CA1" w:rsidRDefault="00E030C1">
      <w:pPr>
        <w:pStyle w:val="NormalIndent"/>
      </w:pPr>
      <w:r>
        <w:t>EIFS: Exterior insulation and finish system.</w:t>
      </w:r>
    </w:p>
    <w:p w14:paraId="4264F568" w14:textId="77777777" w:rsidR="00F07CA1" w:rsidRDefault="00E030C1">
      <w:pPr>
        <w:pStyle w:val="NormalIndent"/>
      </w:pPr>
      <w:r>
        <w:t>EPS: Expanded polystyrene.</w:t>
      </w:r>
    </w:p>
    <w:p w14:paraId="3627702C" w14:textId="77777777" w:rsidR="00F07CA1" w:rsidRDefault="00E030C1">
      <w:pPr>
        <w:pStyle w:val="NormalIndent"/>
      </w:pPr>
      <w:r>
        <w:t>EPS-FR: Expanded polystyrene-fire retardant.</w:t>
      </w:r>
    </w:p>
    <w:p w14:paraId="22071636" w14:textId="77777777" w:rsidR="00F07CA1" w:rsidRDefault="00E030C1">
      <w:pPr>
        <w:pStyle w:val="NormalIndent"/>
      </w:pPr>
      <w:r>
        <w:t>FC: Fibre cement.</w:t>
      </w:r>
    </w:p>
    <w:p w14:paraId="04EBE160" w14:textId="77777777" w:rsidR="00F07CA1" w:rsidRDefault="00E030C1">
      <w:pPr>
        <w:pStyle w:val="NormalIndent"/>
      </w:pPr>
      <w:r>
        <w:t>GRP: Glass fibre reinforced polyester.</w:t>
      </w:r>
    </w:p>
    <w:p w14:paraId="6831C57D" w14:textId="77777777" w:rsidR="00F07CA1" w:rsidRDefault="00E030C1">
      <w:pPr>
        <w:pStyle w:val="NormalIndent"/>
      </w:pPr>
      <w:r>
        <w:t>LOSP: Light organic solvent preservative.</w:t>
      </w:r>
    </w:p>
    <w:p w14:paraId="58722D4B" w14:textId="77777777" w:rsidR="00F07CA1" w:rsidRDefault="00E030C1">
      <w:pPr>
        <w:pStyle w:val="NormalIndent"/>
      </w:pPr>
      <w:r>
        <w:t>MRF: Mineral fibre.</w:t>
      </w:r>
    </w:p>
    <w:p w14:paraId="2F406AC4" w14:textId="77777777" w:rsidR="00F07CA1" w:rsidRDefault="00E030C1">
      <w:pPr>
        <w:pStyle w:val="NormalIndent"/>
      </w:pPr>
      <w:r>
        <w:t>PF: Phenolic foam.</w:t>
      </w:r>
    </w:p>
    <w:p w14:paraId="554CB6D8" w14:textId="77777777" w:rsidR="00F07CA1" w:rsidRDefault="00E030C1">
      <w:pPr>
        <w:pStyle w:val="NormalIndent"/>
      </w:pPr>
      <w:r>
        <w:t>PIR: Rigid polyisocyanurate foam.</w:t>
      </w:r>
    </w:p>
    <w:p w14:paraId="7B0F6DE8" w14:textId="77777777" w:rsidR="00F07CA1" w:rsidRDefault="00E030C1">
      <w:pPr>
        <w:pStyle w:val="NormalIndent"/>
      </w:pPr>
      <w:r>
        <w:t>PUR: Rigid polyurethane foam.</w:t>
      </w:r>
    </w:p>
    <w:p w14:paraId="19F85DA3" w14:textId="77777777" w:rsidR="00F07CA1" w:rsidRDefault="00E030C1">
      <w:pPr>
        <w:pStyle w:val="NormalIndent"/>
      </w:pPr>
      <w:r>
        <w:t>XPS: Extruded polystyrene.</w:t>
      </w:r>
    </w:p>
    <w:p w14:paraId="682CEF88" w14:textId="77777777" w:rsidR="00F07CA1" w:rsidRDefault="00E030C1">
      <w:pPr>
        <w:pStyle w:val="Instructions"/>
      </w:pPr>
      <w:r>
        <w:t xml:space="preserve">Edit the </w:t>
      </w:r>
      <w:r>
        <w:rPr>
          <w:b/>
        </w:rPr>
        <w:t>Abbreviations</w:t>
      </w:r>
      <w:r>
        <w:t xml:space="preserve"> subclause to suit the project or delete if not required. List alphabetically.</w:t>
      </w:r>
    </w:p>
    <w:p w14:paraId="1EEE32E3" w14:textId="77777777" w:rsidR="00F07CA1" w:rsidRDefault="00E030C1">
      <w:pPr>
        <w:pStyle w:val="Heading3"/>
      </w:pPr>
      <w:bookmarkStart w:id="52" w:name="h-13252-9"/>
      <w:bookmarkStart w:id="53" w:name="f-13252-9"/>
      <w:bookmarkEnd w:id="51"/>
      <w:r>
        <w:t>Tolerances</w:t>
      </w:r>
      <w:bookmarkEnd w:id="52"/>
    </w:p>
    <w:p w14:paraId="3322F952" w14:textId="77777777" w:rsidR="00F07CA1" w:rsidRDefault="00E030C1">
      <w:pPr>
        <w:pStyle w:val="Heading4"/>
      </w:pPr>
      <w:bookmarkStart w:id="54" w:name="h-13252-10"/>
      <w:bookmarkStart w:id="55" w:name="f-13252-10"/>
      <w:bookmarkEnd w:id="53"/>
      <w:r>
        <w:t>Permitted deviations</w:t>
      </w:r>
      <w:bookmarkEnd w:id="54"/>
    </w:p>
    <w:p w14:paraId="5FC383DF" w14:textId="77777777" w:rsidR="00F07CA1" w:rsidRDefault="00E030C1">
      <w:r>
        <w:t>Flat sheet and panel cladding: To the manufacturer's recommendations.</w:t>
      </w:r>
    </w:p>
    <w:p w14:paraId="6AA6EDFB" w14:textId="77777777" w:rsidR="00F07CA1" w:rsidRDefault="00E030C1">
      <w:r>
        <w:t>Insulated panel systems: To the manufacturer's recommendations.</w:t>
      </w:r>
    </w:p>
    <w:p w14:paraId="2104AC93" w14:textId="77777777" w:rsidR="00F07CA1" w:rsidRDefault="00E030C1">
      <w:r>
        <w:t>Plank and weatherboard cladding: 5 mm from a 1.8 m straightedge or to manufacturer's recommendations.</w:t>
      </w:r>
    </w:p>
    <w:p w14:paraId="4B5D3694" w14:textId="77777777" w:rsidR="00F07CA1" w:rsidRDefault="00E030C1">
      <w:r>
        <w:t>Profiled metal sheet cladding: To AS 1562.1 (2018) clause 4.2.3.</w:t>
      </w:r>
    </w:p>
    <w:p w14:paraId="5203A7ED" w14:textId="77777777" w:rsidR="00F07CA1" w:rsidRDefault="00E030C1">
      <w:r>
        <w:t>Structural steelwork for wall cladding: ±5 mm between bearing planes of adjacent supports.</w:t>
      </w:r>
    </w:p>
    <w:p w14:paraId="714E18F8" w14:textId="77777777" w:rsidR="00F07CA1" w:rsidRDefault="00E030C1">
      <w:pPr>
        <w:pStyle w:val="Heading3"/>
      </w:pPr>
      <w:bookmarkStart w:id="56" w:name="h-13252-11"/>
      <w:bookmarkStart w:id="57" w:name="f-13252-11"/>
      <w:bookmarkEnd w:id="55"/>
      <w:r>
        <w:lastRenderedPageBreak/>
        <w:t>SUBMISSIONS</w:t>
      </w:r>
      <w:bookmarkEnd w:id="56"/>
    </w:p>
    <w:p w14:paraId="5C20D52F" w14:textId="77777777" w:rsidR="00F07CA1" w:rsidRDefault="00E030C1">
      <w:pPr>
        <w:pStyle w:val="Heading4"/>
      </w:pPr>
      <w:bookmarkStart w:id="58" w:name="h-13252-12"/>
      <w:bookmarkStart w:id="59" w:name="f-13252-12"/>
      <w:bookmarkEnd w:id="57"/>
      <w:r>
        <w:t>Fire performance</w:t>
      </w:r>
      <w:bookmarkEnd w:id="58"/>
    </w:p>
    <w:p w14:paraId="729F45E9" w14:textId="77777777" w:rsidR="00F07CA1" w:rsidRDefault="00E030C1">
      <w:r>
        <w:t xml:space="preserve">Combustibility: Submit evidence of conformity to PRODUCTS, </w:t>
      </w:r>
      <w:r>
        <w:fldChar w:fldCharType="begin"/>
      </w:r>
      <w:r>
        <w:instrText xml:space="preserve">REF h-13251-5 \h  \* MERGEFORMAT </w:instrText>
      </w:r>
      <w:r>
        <w:fldChar w:fldCharType="separate"/>
      </w:r>
      <w:r>
        <w:rPr>
          <w:b/>
        </w:rPr>
        <w:t>FIRE PERFORMANCE</w:t>
      </w:r>
      <w:r>
        <w:fldChar w:fldCharType="end"/>
      </w:r>
      <w:r>
        <w:t xml:space="preserve">, </w:t>
      </w:r>
      <w:r>
        <w:fldChar w:fldCharType="begin"/>
      </w:r>
      <w:r>
        <w:instrText xml:space="preserve">REF h-13251-6 \h  \* MERGEFORMAT </w:instrText>
      </w:r>
      <w:r>
        <w:fldChar w:fldCharType="separate"/>
      </w:r>
      <w:r>
        <w:rPr>
          <w:b/>
        </w:rPr>
        <w:t>Combustibility</w:t>
      </w:r>
      <w:r>
        <w:fldChar w:fldCharType="end"/>
      </w:r>
      <w:r>
        <w:t>.</w:t>
      </w:r>
    </w:p>
    <w:p w14:paraId="6349F3AE" w14:textId="77777777" w:rsidR="00F07CA1" w:rsidRDefault="00E030C1">
      <w:r>
        <w:t xml:space="preserve">Fire hazard properties: Submit evidence of conformity to PRODUCTS, </w:t>
      </w:r>
      <w:r>
        <w:fldChar w:fldCharType="begin"/>
      </w:r>
      <w:r>
        <w:instrText xml:space="preserve">REF h-13251-5 \h  \* MERGEFORMAT </w:instrText>
      </w:r>
      <w:r>
        <w:fldChar w:fldCharType="separate"/>
      </w:r>
      <w:r>
        <w:rPr>
          <w:b/>
        </w:rPr>
        <w:t>FIRE PERFORMANCE</w:t>
      </w:r>
      <w:r>
        <w:fldChar w:fldCharType="end"/>
      </w:r>
      <w:r>
        <w:t xml:space="preserve">, </w:t>
      </w:r>
      <w:r>
        <w:fldChar w:fldCharType="begin"/>
      </w:r>
      <w:r>
        <w:instrText xml:space="preserve">REF h-13251-7 \h  \* MERGEFORMAT </w:instrText>
      </w:r>
      <w:r>
        <w:fldChar w:fldCharType="separate"/>
      </w:r>
      <w:r>
        <w:rPr>
          <w:b/>
        </w:rPr>
        <w:t>Fire hazard properties</w:t>
      </w:r>
      <w:r>
        <w:fldChar w:fldCharType="end"/>
      </w:r>
      <w:r>
        <w:t>.</w:t>
      </w:r>
    </w:p>
    <w:p w14:paraId="271633C1" w14:textId="77777777" w:rsidR="00F07CA1" w:rsidRDefault="00E030C1">
      <w:r>
        <w:t xml:space="preserve">Fire-resistance level: Submit evidence of conformity to PRODUCTS, </w:t>
      </w:r>
      <w:r>
        <w:fldChar w:fldCharType="begin"/>
      </w:r>
      <w:r>
        <w:instrText xml:space="preserve">REF h-13251-5 \h  \* MERGEFORMAT </w:instrText>
      </w:r>
      <w:r>
        <w:fldChar w:fldCharType="separate"/>
      </w:r>
      <w:r>
        <w:rPr>
          <w:b/>
        </w:rPr>
        <w:t>FIRE PERFORMANCE</w:t>
      </w:r>
      <w:r>
        <w:fldChar w:fldCharType="end"/>
      </w:r>
      <w:r>
        <w:t xml:space="preserve">, </w:t>
      </w:r>
      <w:r>
        <w:fldChar w:fldCharType="begin"/>
      </w:r>
      <w:r>
        <w:instrText xml:space="preserve">REF h-13251-8 \h  \* MERGEFORMAT </w:instrText>
      </w:r>
      <w:r>
        <w:fldChar w:fldCharType="separate"/>
      </w:r>
      <w:r>
        <w:rPr>
          <w:b/>
        </w:rPr>
        <w:t>Fire-resistance of building elements</w:t>
      </w:r>
      <w:r>
        <w:fldChar w:fldCharType="end"/>
      </w:r>
      <w:r>
        <w:t>.</w:t>
      </w:r>
    </w:p>
    <w:p w14:paraId="19CC28EA" w14:textId="77777777" w:rsidR="00F07CA1" w:rsidRDefault="00E030C1">
      <w:pPr>
        <w:pStyle w:val="Heading4"/>
      </w:pPr>
      <w:bookmarkStart w:id="60" w:name="h-6950-1"/>
      <w:bookmarkStart w:id="61" w:name="f-6950-1"/>
      <w:bookmarkStart w:id="62" w:name="f-6950"/>
      <w:bookmarkStart w:id="63" w:name="f-13252-13"/>
      <w:bookmarkEnd w:id="59"/>
      <w:r>
        <w:t>Operation and maintenance manuals</w:t>
      </w:r>
      <w:bookmarkEnd w:id="60"/>
    </w:p>
    <w:p w14:paraId="484A5C85" w14:textId="77777777" w:rsidR="00F07CA1" w:rsidRDefault="00E030C1">
      <w:r>
        <w:t xml:space="preserve">Requirement: Submit manual to </w:t>
      </w:r>
      <w:r>
        <w:rPr>
          <w:b/>
        </w:rPr>
        <w:t>COMPLETION</w:t>
      </w:r>
      <w:r>
        <w:t xml:space="preserve">, </w:t>
      </w:r>
      <w:r>
        <w:rPr>
          <w:b/>
        </w:rPr>
        <w:t>Operation and maintenance manuals</w:t>
      </w:r>
      <w:r>
        <w:t>.</w:t>
      </w:r>
    </w:p>
    <w:p w14:paraId="67CC270A" w14:textId="77777777" w:rsidR="00F07CA1" w:rsidRDefault="00E030C1">
      <w:pPr>
        <w:pStyle w:val="Heading4"/>
      </w:pPr>
      <w:bookmarkStart w:id="64" w:name="h-13252-14"/>
      <w:bookmarkStart w:id="65" w:name="f-13252-14"/>
      <w:bookmarkEnd w:id="61"/>
      <w:bookmarkEnd w:id="62"/>
      <w:bookmarkEnd w:id="63"/>
      <w:r>
        <w:t>Products and materials</w:t>
      </w:r>
      <w:bookmarkEnd w:id="64"/>
    </w:p>
    <w:p w14:paraId="1E02AAD6" w14:textId="77777777" w:rsidR="00F07CA1" w:rsidRDefault="00E030C1">
      <w:r>
        <w:t>Thermal insulation performance: Submit evidence of performance to AS/NZS 4859.1 (2018) and AS/NZS 4859.2 (2018).</w:t>
      </w:r>
    </w:p>
    <w:p w14:paraId="6760A569" w14:textId="77777777" w:rsidR="00F07CA1" w:rsidRDefault="00E030C1">
      <w:pPr>
        <w:pStyle w:val="Instructions"/>
      </w:pPr>
      <w:r>
        <w:t>This is primarily to verify claimed R-Values for NCC compliance.</w:t>
      </w:r>
    </w:p>
    <w:p w14:paraId="01B6ACE7" w14:textId="77777777" w:rsidR="00F07CA1" w:rsidRDefault="00E030C1">
      <w:r>
        <w:t>Type tests: As appropriate for the project, submit results of facade testing as follows:</w:t>
      </w:r>
    </w:p>
    <w:p w14:paraId="5813C1C7" w14:textId="77777777" w:rsidR="00F07CA1" w:rsidRDefault="00E030C1">
      <w:pPr>
        <w:pStyle w:val="NormalIndent"/>
      </w:pPr>
      <w:r>
        <w:t>Water penetration to AS/NZS 4284 (2008).</w:t>
      </w:r>
    </w:p>
    <w:p w14:paraId="08FDE16A" w14:textId="77777777" w:rsidR="00F07CA1" w:rsidRDefault="00E030C1">
      <w:pPr>
        <w:pStyle w:val="NormalIndent"/>
      </w:pPr>
      <w:r>
        <w:t>Structural testing to AS/NZS 4284 (2008).</w:t>
      </w:r>
    </w:p>
    <w:p w14:paraId="0EBD5C21" w14:textId="77777777" w:rsidR="00F07CA1" w:rsidRDefault="00E030C1">
      <w:pPr>
        <w:pStyle w:val="NormalIndent"/>
      </w:pPr>
      <w:r>
        <w:t xml:space="preserve">Resistance to wind pressure: </w:t>
      </w:r>
    </w:p>
    <w:p w14:paraId="11840F72" w14:textId="77777777" w:rsidR="00F07CA1" w:rsidRDefault="00E030C1">
      <w:pPr>
        <w:pStyle w:val="NormalIndent2"/>
      </w:pPr>
      <w:r>
        <w:t>For non-cyclone regions to AS 4040.2 (1992).</w:t>
      </w:r>
    </w:p>
    <w:p w14:paraId="12513766" w14:textId="77777777" w:rsidR="00F07CA1" w:rsidRDefault="00E030C1">
      <w:pPr>
        <w:pStyle w:val="NormalIndent2"/>
      </w:pPr>
      <w:r>
        <w:t>For cyclone regions to AS 4040.3 (2018).</w:t>
      </w:r>
    </w:p>
    <w:p w14:paraId="50C6F342" w14:textId="77777777" w:rsidR="00F07CA1" w:rsidRDefault="00E030C1">
      <w:pPr>
        <w:pStyle w:val="NormalIndent"/>
      </w:pPr>
      <w:r>
        <w:t>Resistance to impact to AS/NZS 4040.5 (1996).</w:t>
      </w:r>
    </w:p>
    <w:p w14:paraId="7B6F1572" w14:textId="77777777" w:rsidR="00F07CA1" w:rsidRDefault="00E030C1">
      <w:pPr>
        <w:pStyle w:val="Instructions"/>
      </w:pPr>
      <w:r>
        <w:t>BCA (2022) F3P1 requires that external walls prevent the penetration of water so that internal conditions do not become unhealthy or dangerous.</w:t>
      </w:r>
    </w:p>
    <w:p w14:paraId="6F96BAE2" w14:textId="77777777" w:rsidR="00F07CA1" w:rsidRDefault="00E030C1">
      <w:pPr>
        <w:pStyle w:val="Instructions"/>
      </w:pPr>
      <w:r>
        <w:t>Refer to AS 1562.3 (2006) clause 5.3 for resistance of plastic cladding to wind pressure for cyclone regions.</w:t>
      </w:r>
    </w:p>
    <w:p w14:paraId="048C75B4" w14:textId="77777777" w:rsidR="00F07CA1" w:rsidRDefault="00E030C1">
      <w:pPr>
        <w:pStyle w:val="Instructions"/>
      </w:pPr>
      <w:bookmarkStart w:id="66" w:name="f-8391-1"/>
      <w:bookmarkStart w:id="67" w:name="f-8391"/>
      <w:r>
        <w:t>Type tests are carried out off-site. However, submission of evidence of a successful type test may be called up here for requirements specified in SELECTIONS or PRODUCTS, when there are no SELECTIONS.</w:t>
      </w:r>
    </w:p>
    <w:p w14:paraId="1B8C28C6" w14:textId="77777777" w:rsidR="00F07CA1" w:rsidRDefault="00E030C1">
      <w:pPr>
        <w:pStyle w:val="OptionalNormal"/>
      </w:pPr>
      <w:bookmarkStart w:id="68" w:name="f-9369-1"/>
      <w:bookmarkStart w:id="69" w:name="f-9369"/>
      <w:bookmarkEnd w:id="66"/>
      <w:bookmarkEnd w:id="67"/>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6B04F81D" w14:textId="77777777" w:rsidR="00F07CA1" w:rsidRDefault="00E030C1">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38AF559D" w14:textId="77777777" w:rsidR="00F07CA1" w:rsidRDefault="00E030C1">
      <w:pPr>
        <w:pStyle w:val="OptionalHeading4"/>
      </w:pPr>
      <w:bookmarkStart w:id="70" w:name="h-18090-2"/>
      <w:bookmarkStart w:id="71" w:name="f-18090-2"/>
      <w:bookmarkStart w:id="72" w:name="f-18090"/>
      <w:bookmarkStart w:id="73" w:name="f-13252-15"/>
      <w:bookmarkEnd w:id="68"/>
      <w:bookmarkEnd w:id="69"/>
      <w:bookmarkEnd w:id="65"/>
      <w:r>
        <w:t>Prototypes</w:t>
      </w:r>
      <w:bookmarkEnd w:id="70"/>
    </w:p>
    <w:p w14:paraId="39744339" w14:textId="77777777" w:rsidR="00F07CA1" w:rsidRDefault="00E030C1">
      <w:pPr>
        <w:pStyle w:val="OptionalNormal"/>
      </w:pPr>
      <w:r>
        <w:t xml:space="preserve">Requirement: Submit prototypes to EXECUTION, </w:t>
      </w:r>
      <w:r>
        <w:rPr>
          <w:b/>
        </w:rPr>
        <w:t>GENERAL</w:t>
      </w:r>
      <w:r>
        <w:t xml:space="preserve">, </w:t>
      </w:r>
      <w:r>
        <w:rPr>
          <w:b/>
        </w:rPr>
        <w:t>Prototypes</w:t>
      </w:r>
      <w:r>
        <w:t>.</w:t>
      </w:r>
    </w:p>
    <w:p w14:paraId="3C43BDB8" w14:textId="77777777" w:rsidR="00F07CA1" w:rsidRDefault="00E030C1">
      <w:pPr>
        <w:pStyle w:val="Instructions"/>
      </w:pPr>
      <w:r>
        <w:t xml:space="preserve">Include this </w:t>
      </w:r>
      <w:r>
        <w:rPr>
          <w:i/>
        </w:rPr>
        <w:t>Optional</w:t>
      </w:r>
      <w:r>
        <w:t xml:space="preserve"> style subclause by changing to </w:t>
      </w:r>
      <w:r>
        <w:rPr>
          <w:i/>
        </w:rPr>
        <w:t>Normal</w:t>
      </w:r>
      <w:r>
        <w:t xml:space="preserve"> style text if the </w:t>
      </w:r>
      <w:r>
        <w:rPr>
          <w:i/>
        </w:rPr>
        <w:t>Optional</w:t>
      </w:r>
      <w:r>
        <w:t xml:space="preserve"> EXECUTION, </w:t>
      </w:r>
      <w:r>
        <w:rPr>
          <w:b/>
        </w:rPr>
        <w:t>GENERAL</w:t>
      </w:r>
      <w:r>
        <w:t xml:space="preserve">, </w:t>
      </w:r>
      <w:r>
        <w:rPr>
          <w:b/>
        </w:rPr>
        <w:t>Prototypes</w:t>
      </w:r>
      <w:r>
        <w:t xml:space="preserve"> subclause is included.</w:t>
      </w:r>
    </w:p>
    <w:p w14:paraId="0DD217C9" w14:textId="77777777" w:rsidR="00F07CA1" w:rsidRDefault="00E030C1">
      <w:pPr>
        <w:pStyle w:val="Heading4"/>
      </w:pPr>
      <w:bookmarkStart w:id="74" w:name="h-18073-1"/>
      <w:bookmarkStart w:id="75" w:name="f-18073-1"/>
      <w:bookmarkStart w:id="76" w:name="f-18073"/>
      <w:bookmarkStart w:id="77" w:name="f-13252-16"/>
      <w:bookmarkEnd w:id="71"/>
      <w:bookmarkEnd w:id="72"/>
      <w:bookmarkEnd w:id="73"/>
      <w:r>
        <w:t>Samples</w:t>
      </w:r>
      <w:bookmarkEnd w:id="74"/>
    </w:p>
    <w:p w14:paraId="4FE728A0" w14:textId="77777777" w:rsidR="00F07CA1" w:rsidRDefault="00E030C1">
      <w:r>
        <w:t xml:space="preserve">Requirement: Submit samples to PRODUCTS, </w:t>
      </w:r>
      <w:r>
        <w:rPr>
          <w:b/>
        </w:rPr>
        <w:t>GENERAL</w:t>
      </w:r>
      <w:r>
        <w:t xml:space="preserve">, </w:t>
      </w:r>
      <w:r>
        <w:rPr>
          <w:b/>
        </w:rPr>
        <w:t>Samples</w:t>
      </w:r>
      <w:r>
        <w:t>.</w:t>
      </w:r>
    </w:p>
    <w:p w14:paraId="720E5B36" w14:textId="77777777" w:rsidR="00F07CA1" w:rsidRDefault="00E030C1">
      <w:pPr>
        <w:pStyle w:val="Heading4"/>
      </w:pPr>
      <w:bookmarkStart w:id="78" w:name="h-13252-17"/>
      <w:bookmarkStart w:id="79" w:name="f-13252-17"/>
      <w:bookmarkEnd w:id="75"/>
      <w:bookmarkEnd w:id="76"/>
      <w:bookmarkEnd w:id="77"/>
      <w:r>
        <w:t>Shop drawings</w:t>
      </w:r>
      <w:bookmarkEnd w:id="78"/>
    </w:p>
    <w:p w14:paraId="2BCE25B2" w14:textId="77777777" w:rsidR="00F07CA1" w:rsidRDefault="00E030C1">
      <w:r>
        <w:t>General: Submit shop drawings to a scale that best describes the detail, showing the following:</w:t>
      </w:r>
    </w:p>
    <w:p w14:paraId="1E88F9E7" w14:textId="77777777" w:rsidR="00F07CA1" w:rsidRDefault="00E030C1">
      <w:pPr>
        <w:pStyle w:val="NormalIndent"/>
      </w:pPr>
      <w:r>
        <w:t>Dimensioned elevations of all elements.</w:t>
      </w:r>
    </w:p>
    <w:p w14:paraId="07E7DD67" w14:textId="77777777" w:rsidR="00F07CA1" w:rsidRDefault="00E030C1">
      <w:pPr>
        <w:pStyle w:val="NormalIndent"/>
      </w:pPr>
      <w:r>
        <w:t>Details of construction, connections and all support systems.</w:t>
      </w:r>
    </w:p>
    <w:p w14:paraId="65255AA9" w14:textId="77777777" w:rsidR="00F07CA1" w:rsidRDefault="00E030C1">
      <w:pPr>
        <w:pStyle w:val="NormalIndent"/>
      </w:pPr>
      <w:r>
        <w:t>Dimensions of all typical elements and of any special sizes and shapes.</w:t>
      </w:r>
    </w:p>
    <w:p w14:paraId="6513DF9B" w14:textId="77777777" w:rsidR="00F07CA1" w:rsidRDefault="00E030C1">
      <w:pPr>
        <w:pStyle w:val="NormalIndent"/>
      </w:pPr>
      <w:r>
        <w:t>Provision for the exclusion and/or drainage of moisture.</w:t>
      </w:r>
    </w:p>
    <w:p w14:paraId="467631D2" w14:textId="77777777" w:rsidR="00F07CA1" w:rsidRDefault="00E030C1">
      <w:pPr>
        <w:pStyle w:val="NormalIndent"/>
      </w:pPr>
      <w:r>
        <w:t>Jointing details and method of fixing between individual elements and between this installation and adjacent work, including adjustment.</w:t>
      </w:r>
    </w:p>
    <w:p w14:paraId="3F623070" w14:textId="77777777" w:rsidR="00F07CA1" w:rsidRDefault="00E030C1">
      <w:pPr>
        <w:pStyle w:val="NormalIndent"/>
      </w:pPr>
      <w:r>
        <w:t>Sealant types and full size sections of all sealant-filled joints and backing rods.</w:t>
      </w:r>
    </w:p>
    <w:p w14:paraId="34E908C9" w14:textId="77777777" w:rsidR="00F07CA1" w:rsidRDefault="00E030C1">
      <w:pPr>
        <w:pStyle w:val="NormalIndent"/>
      </w:pPr>
      <w:r>
        <w:t>Provision for thermal movement.</w:t>
      </w:r>
    </w:p>
    <w:p w14:paraId="6B02E786" w14:textId="77777777" w:rsidR="00F07CA1" w:rsidRDefault="00E030C1">
      <w:pPr>
        <w:pStyle w:val="NormalIndent"/>
      </w:pPr>
      <w:r>
        <w:t>Provision for movement under seismic and wind loads.</w:t>
      </w:r>
    </w:p>
    <w:p w14:paraId="6978FE15" w14:textId="77777777" w:rsidR="00F07CA1" w:rsidRDefault="00E030C1">
      <w:pPr>
        <w:pStyle w:val="NormalIndent"/>
      </w:pPr>
      <w:r>
        <w:t>Sequence of installation.</w:t>
      </w:r>
    </w:p>
    <w:p w14:paraId="61B855F3" w14:textId="77777777" w:rsidR="00F07CA1" w:rsidRDefault="00E030C1">
      <w:pPr>
        <w:pStyle w:val="NormalIndent"/>
      </w:pPr>
      <w:r>
        <w:t>Coordination requirements with other work.</w:t>
      </w:r>
    </w:p>
    <w:p w14:paraId="77C641D0" w14:textId="77777777" w:rsidR="00F07CA1" w:rsidRDefault="00E030C1">
      <w:pPr>
        <w:pStyle w:val="NormalIndent"/>
      </w:pPr>
      <w:r>
        <w:t>Schedule of materials, finishes, componentry, hardware and fittings.</w:t>
      </w:r>
    </w:p>
    <w:p w14:paraId="0BD7B00B" w14:textId="77777777" w:rsidR="00F07CA1" w:rsidRDefault="00E030C1">
      <w:pPr>
        <w:pStyle w:val="Heading4"/>
      </w:pPr>
      <w:bookmarkStart w:id="80" w:name="h-13252-18"/>
      <w:bookmarkStart w:id="81" w:name="f-13252-18"/>
      <w:bookmarkEnd w:id="79"/>
      <w:r>
        <w:lastRenderedPageBreak/>
        <w:t>Subcontractors</w:t>
      </w:r>
      <w:bookmarkEnd w:id="80"/>
    </w:p>
    <w:p w14:paraId="6C8943A0" w14:textId="77777777" w:rsidR="00F07CA1" w:rsidRDefault="00E030C1">
      <w:r>
        <w:t>General: Submit names and contact details of proposed suppliers and installers.</w:t>
      </w:r>
    </w:p>
    <w:p w14:paraId="68F442B7" w14:textId="77777777" w:rsidR="00F07CA1" w:rsidRDefault="00E030C1">
      <w:pPr>
        <w:pStyle w:val="Prompt"/>
      </w:pPr>
      <w:r>
        <w:t xml:space="preserve">Evidence of experience: </w:t>
      </w:r>
      <w:r>
        <w:fldChar w:fldCharType="begin"/>
      </w:r>
      <w:r>
        <w:instrText xml:space="preserve"> MACROBUTTON  ac_OnHelp [complete/delete]</w:instrText>
      </w:r>
      <w:r>
        <w:fldChar w:fldCharType="separate"/>
      </w:r>
      <w:r>
        <w:t> </w:t>
      </w:r>
      <w:r>
        <w:fldChar w:fldCharType="end"/>
      </w:r>
    </w:p>
    <w:p w14:paraId="7DB04E67" w14:textId="77777777" w:rsidR="00F07CA1" w:rsidRDefault="00E030C1">
      <w:pPr>
        <w:pStyle w:val="Instructions"/>
      </w:pPr>
      <w:r>
        <w:t>e.g. Check conditions of warranty for panels selected. Delete if supplier/installer details are not required.</w:t>
      </w:r>
    </w:p>
    <w:p w14:paraId="6FBCC325" w14:textId="77777777" w:rsidR="00F07CA1" w:rsidRDefault="00E030C1">
      <w:pPr>
        <w:pStyle w:val="Heading4"/>
      </w:pPr>
      <w:bookmarkStart w:id="82" w:name="h-9452-1"/>
      <w:bookmarkStart w:id="83" w:name="f-9452-1"/>
      <w:bookmarkStart w:id="84" w:name="f-9452"/>
      <w:bookmarkStart w:id="85" w:name="f-13252-19"/>
      <w:bookmarkEnd w:id="81"/>
      <w:r>
        <w:t>Warranties</w:t>
      </w:r>
      <w:bookmarkEnd w:id="82"/>
    </w:p>
    <w:p w14:paraId="37975ADA" w14:textId="77777777" w:rsidR="00F07CA1" w:rsidRDefault="00E030C1">
      <w:r>
        <w:t xml:space="preserve">Requirement: Submit warranties to </w:t>
      </w:r>
      <w:r>
        <w:rPr>
          <w:b/>
        </w:rPr>
        <w:t>COMPLETION</w:t>
      </w:r>
      <w:r>
        <w:t xml:space="preserve">, </w:t>
      </w:r>
      <w:r>
        <w:rPr>
          <w:b/>
        </w:rPr>
        <w:t>Warranties</w:t>
      </w:r>
      <w:r>
        <w:t>.</w:t>
      </w:r>
    </w:p>
    <w:p w14:paraId="44853323" w14:textId="77777777" w:rsidR="00F07CA1" w:rsidRDefault="00E030C1">
      <w:pPr>
        <w:pStyle w:val="Heading3"/>
      </w:pPr>
      <w:bookmarkStart w:id="86" w:name="h-13252-20"/>
      <w:bookmarkStart w:id="87" w:name="f-13252-20"/>
      <w:bookmarkEnd w:id="83"/>
      <w:bookmarkEnd w:id="84"/>
      <w:bookmarkEnd w:id="85"/>
      <w:r>
        <w:t>Inspection</w:t>
      </w:r>
      <w:bookmarkEnd w:id="86"/>
    </w:p>
    <w:p w14:paraId="4507ACAB" w14:textId="77777777" w:rsidR="00F07CA1" w:rsidRDefault="00E030C1">
      <w:pPr>
        <w:pStyle w:val="Heading4"/>
      </w:pPr>
      <w:bookmarkStart w:id="88" w:name="h-13252-21"/>
      <w:bookmarkStart w:id="89" w:name="f-13252-21"/>
      <w:bookmarkEnd w:id="87"/>
      <w:r>
        <w:t>Notice</w:t>
      </w:r>
      <w:bookmarkEnd w:id="88"/>
    </w:p>
    <w:p w14:paraId="5277E5A0" w14:textId="77777777" w:rsidR="00F07CA1" w:rsidRDefault="00E030C1">
      <w:r>
        <w:t>Inspection: Give notice so that inspection may be made of the following:</w:t>
      </w:r>
    </w:p>
    <w:p w14:paraId="5CB10C3B" w14:textId="77777777" w:rsidR="00F07CA1" w:rsidRDefault="00E030C1">
      <w:pPr>
        <w:pStyle w:val="NormalIndent"/>
      </w:pPr>
      <w:r>
        <w:t>Wall supports before covering up or concealing.</w:t>
      </w:r>
    </w:p>
    <w:p w14:paraId="0F2F1CDC" w14:textId="77777777" w:rsidR="00F07CA1" w:rsidRDefault="00E030C1">
      <w:pPr>
        <w:pStyle w:val="NormalIndent"/>
      </w:pPr>
      <w:r>
        <w:t>Framing, pliable membranes and insulation before covering up or concealing.</w:t>
      </w:r>
    </w:p>
    <w:p w14:paraId="1D72ED34" w14:textId="77777777" w:rsidR="00F07CA1" w:rsidRDefault="00E030C1">
      <w:pPr>
        <w:pStyle w:val="Instructions"/>
      </w:pPr>
      <w:r>
        <w:t>Wall supports typically include structural steel and wall girts, which require sign off from a professional structural engineer before cladding of the wall structure.</w:t>
      </w:r>
    </w:p>
    <w:p w14:paraId="5D02B017" w14:textId="77777777" w:rsidR="00F07CA1" w:rsidRDefault="00E030C1">
      <w:pPr>
        <w:pStyle w:val="Instructions"/>
      </w:pPr>
      <w:r>
        <w:t>Edit to suit the project, adding critical stage inspections required.</w:t>
      </w:r>
    </w:p>
    <w:p w14:paraId="4B2A5824" w14:textId="77777777" w:rsidR="00F07CA1" w:rsidRDefault="00E030C1">
      <w:pPr>
        <w:pStyle w:val="Instructions"/>
      </w:pPr>
      <w:r>
        <w:rPr>
          <w:b/>
        </w:rPr>
        <w:t>Hold points</w:t>
      </w:r>
      <w:r>
        <w:t>, if required, should be inserted here.</w:t>
      </w:r>
    </w:p>
    <w:p w14:paraId="32844B99" w14:textId="77777777" w:rsidR="00F07CA1" w:rsidRDefault="00E030C1">
      <w:pPr>
        <w:pStyle w:val="Instructions"/>
      </w:pPr>
      <w:r>
        <w:t>Coordinate with requirements for prototypes or delete.</w:t>
      </w:r>
    </w:p>
    <w:p w14:paraId="1855035A" w14:textId="77777777" w:rsidR="00F07CA1" w:rsidRDefault="00E030C1">
      <w:pPr>
        <w:pStyle w:val="Heading2"/>
      </w:pPr>
      <w:bookmarkStart w:id="90" w:name="h-13251-1"/>
      <w:bookmarkStart w:id="91" w:name="f-13251-1"/>
      <w:bookmarkStart w:id="92" w:name="f-13251"/>
      <w:bookmarkEnd w:id="89"/>
      <w:bookmarkEnd w:id="25"/>
      <w:r>
        <w:t>Products</w:t>
      </w:r>
      <w:bookmarkEnd w:id="90"/>
    </w:p>
    <w:p w14:paraId="106E5436" w14:textId="77777777" w:rsidR="00F07CA1" w:rsidRDefault="00E030C1">
      <w:pPr>
        <w:pStyle w:val="Heading3"/>
      </w:pPr>
      <w:bookmarkStart w:id="93" w:name="h-13251-2"/>
      <w:bookmarkStart w:id="94" w:name="f-13251-2"/>
      <w:bookmarkEnd w:id="91"/>
      <w:r>
        <w:t>General</w:t>
      </w:r>
      <w:bookmarkEnd w:id="93"/>
    </w:p>
    <w:p w14:paraId="73A15E27" w14:textId="77777777" w:rsidR="00F07CA1" w:rsidRDefault="00E030C1">
      <w:pPr>
        <w:pStyle w:val="Heading4"/>
      </w:pPr>
      <w:bookmarkStart w:id="95" w:name="h-8385-2"/>
      <w:bookmarkStart w:id="96" w:name="f-8385-2"/>
      <w:bookmarkStart w:id="97" w:name="f-8385"/>
      <w:bookmarkStart w:id="98" w:name="f-13251-13251.1"/>
      <w:bookmarkEnd w:id="94"/>
      <w:r>
        <w:t>Product substitution</w:t>
      </w:r>
      <w:bookmarkEnd w:id="95"/>
    </w:p>
    <w:p w14:paraId="10A5E366" w14:textId="77777777" w:rsidR="00F07CA1" w:rsidRDefault="00E030C1">
      <w:r>
        <w:t xml:space="preserve">Other products: Conform to </w:t>
      </w:r>
      <w:r>
        <w:rPr>
          <w:b/>
        </w:rPr>
        <w:t>SUBSTITUTIONS</w:t>
      </w:r>
      <w:r>
        <w:t xml:space="preserve"> in </w:t>
      </w:r>
      <w:r>
        <w:rPr>
          <w:i/>
        </w:rPr>
        <w:t>0171 General requirements</w:t>
      </w:r>
      <w:r>
        <w:t>.</w:t>
      </w:r>
    </w:p>
    <w:p w14:paraId="471182D1" w14:textId="77777777" w:rsidR="00F07CA1" w:rsidRDefault="00E030C1">
      <w:pPr>
        <w:pStyle w:val="Instructions"/>
      </w:pPr>
      <w:bookmarkStart w:id="99" w:name="f-8385-3"/>
      <w:bookmarkEnd w:id="96"/>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05D45FB3" w14:textId="77777777" w:rsidR="00F07CA1" w:rsidRDefault="00E030C1">
      <w:pPr>
        <w:pStyle w:val="Heading4"/>
      </w:pPr>
      <w:bookmarkStart w:id="100" w:name="h-13251-13251.4"/>
      <w:bookmarkStart w:id="101" w:name="f-13251-13251.4"/>
      <w:bookmarkEnd w:id="99"/>
      <w:bookmarkEnd w:id="97"/>
      <w:bookmarkEnd w:id="98"/>
      <w:r>
        <w:t>Samples</w:t>
      </w:r>
      <w:bookmarkEnd w:id="100"/>
    </w:p>
    <w:p w14:paraId="3F680C5A" w14:textId="77777777" w:rsidR="00F07CA1" w:rsidRDefault="00E030C1">
      <w:pPr>
        <w:pStyle w:val="Instructions"/>
      </w:pPr>
      <w:r>
        <w:t>Approved samples that define the acceptable limits of colour and texture variations are retained on site. If particular or additional samples are required, list them here.</w:t>
      </w:r>
    </w:p>
    <w:p w14:paraId="15AEA6A0" w14:textId="77777777" w:rsidR="00F07CA1" w:rsidRDefault="00E030C1">
      <w:r>
        <w:t>Requirement: Provide samples of the cladding material showing the range of variation available.</w:t>
      </w:r>
    </w:p>
    <w:p w14:paraId="683AF801" w14:textId="77777777" w:rsidR="00F07CA1" w:rsidRDefault="00E030C1">
      <w:pPr>
        <w:pStyle w:val="Prompt"/>
      </w:pPr>
      <w:r>
        <w:t xml:space="preserve">Sample size: </w:t>
      </w:r>
      <w:r>
        <w:fldChar w:fldCharType="begin"/>
      </w:r>
      <w:r>
        <w:instrText xml:space="preserve"> MACROBUTTON  ac_OnHelp [complete/delete]</w:instrText>
      </w:r>
      <w:r>
        <w:fldChar w:fldCharType="separate"/>
      </w:r>
      <w:r>
        <w:t> </w:t>
      </w:r>
      <w:r>
        <w:fldChar w:fldCharType="end"/>
      </w:r>
    </w:p>
    <w:p w14:paraId="39491AD3" w14:textId="77777777" w:rsidR="00F07CA1" w:rsidRDefault="00E030C1">
      <w:pPr>
        <w:pStyle w:val="Instructions"/>
      </w:pPr>
      <w:r>
        <w:t>Sample sizes are generally 300 x 300 mm or 600 x 600 mm.</w:t>
      </w:r>
    </w:p>
    <w:p w14:paraId="4496F009" w14:textId="77777777" w:rsidR="00F07CA1" w:rsidRDefault="00E030C1">
      <w:pPr>
        <w:pStyle w:val="Heading4"/>
      </w:pPr>
      <w:bookmarkStart w:id="102" w:name="h-13078-3"/>
      <w:bookmarkStart w:id="103" w:name="f-13078-3"/>
      <w:bookmarkStart w:id="104" w:name="f-13251-3"/>
      <w:bookmarkEnd w:id="101"/>
      <w:r>
        <w:t>Storage and handling</w:t>
      </w:r>
      <w:bookmarkEnd w:id="102"/>
    </w:p>
    <w:p w14:paraId="6D836BDF" w14:textId="77777777" w:rsidR="00F07CA1" w:rsidRDefault="00E030C1">
      <w:r>
        <w:t>Requirement: Store and handle materials to the manufacturer’s recommendations and the following:</w:t>
      </w:r>
    </w:p>
    <w:p w14:paraId="65CE4BB6" w14:textId="77777777" w:rsidR="00F07CA1" w:rsidRDefault="00E030C1">
      <w:pPr>
        <w:pStyle w:val="NormalIndent"/>
      </w:pPr>
      <w:r>
        <w:t>Protect materials including edges and surfaces from damage.</w:t>
      </w:r>
    </w:p>
    <w:p w14:paraId="363B6F24" w14:textId="77777777" w:rsidR="00F07CA1" w:rsidRDefault="00E030C1">
      <w:pPr>
        <w:pStyle w:val="NormalIndent"/>
      </w:pPr>
      <w:r>
        <w:t>Keep dry and unexposed to weather.</w:t>
      </w:r>
    </w:p>
    <w:p w14:paraId="212392BE" w14:textId="77777777" w:rsidR="00F07CA1" w:rsidRDefault="00E030C1">
      <w:pPr>
        <w:pStyle w:val="NormalIndent"/>
      </w:pPr>
      <w:r>
        <w:t>Do not drag sheets or panels across each other or over other materials.</w:t>
      </w:r>
    </w:p>
    <w:p w14:paraId="6CC1549E" w14:textId="77777777" w:rsidR="00F07CA1" w:rsidRDefault="00E030C1">
      <w:pPr>
        <w:pStyle w:val="NormalIndent"/>
      </w:pPr>
      <w:r>
        <w:t>AAC panels: Stack on edge, support off the ground and level to avoid sagging and damage to ends, edges and surfaces.</w:t>
      </w:r>
    </w:p>
    <w:p w14:paraId="4FD82A2F" w14:textId="77777777" w:rsidR="00F07CA1" w:rsidRDefault="00E030C1">
      <w:pPr>
        <w:pStyle w:val="NormalIndent"/>
      </w:pPr>
      <w:r>
        <w:t>Composite panels: Store unpacked panels by size in racks and protect from scratching, warping or bending.</w:t>
      </w:r>
    </w:p>
    <w:p w14:paraId="32D71F6C" w14:textId="77777777" w:rsidR="00F07CA1" w:rsidRDefault="00E030C1">
      <w:pPr>
        <w:pStyle w:val="NormalIndent"/>
      </w:pPr>
      <w:r>
        <w:t>Sheeting: Stack flat and off the ground on at least 3 evenly placed bearers.</w:t>
      </w:r>
    </w:p>
    <w:p w14:paraId="01DD3D9E" w14:textId="77777777" w:rsidR="00F07CA1" w:rsidRDefault="00E030C1">
      <w:pPr>
        <w:pStyle w:val="NormalIndent"/>
      </w:pPr>
      <w:r>
        <w:t>Store metal materials away from uncured concrete and masonry on a level base.</w:t>
      </w:r>
    </w:p>
    <w:p w14:paraId="1F917F89" w14:textId="77777777" w:rsidR="00F07CA1" w:rsidRDefault="00E030C1">
      <w:pPr>
        <w:pStyle w:val="NormalIndent"/>
      </w:pPr>
      <w:r>
        <w:t>Do not store metal materials in contact with other materials that may cause staining, denting or other surface damage.</w:t>
      </w:r>
    </w:p>
    <w:p w14:paraId="2BD679E6" w14:textId="77777777" w:rsidR="00F07CA1" w:rsidRDefault="00E030C1">
      <w:pPr>
        <w:pStyle w:val="NormalIndent"/>
      </w:pPr>
      <w:r>
        <w:t>Use gloves when handling precoated metal cladding material.</w:t>
      </w:r>
    </w:p>
    <w:bookmarkEnd w:id="103"/>
    <w:p w14:paraId="5E0F2FD7" w14:textId="77777777" w:rsidR="00F07CA1" w:rsidRDefault="00E030C1">
      <w:pPr>
        <w:pStyle w:val="Instructions"/>
      </w:pPr>
      <w:r>
        <w:t>Stramit recommends that cladding sheets should be laid flat or on girts spaced no more than 600 mm apart, to prevent warping and bowing. If stored outside cover with waterproof tarps or plastic sheeting to prevent water pooling.</w:t>
      </w:r>
    </w:p>
    <w:p w14:paraId="07AB294B" w14:textId="77777777" w:rsidR="00F07CA1" w:rsidRDefault="00E030C1">
      <w:pPr>
        <w:pStyle w:val="Heading4"/>
      </w:pPr>
      <w:bookmarkStart w:id="105" w:name="h-13182-1"/>
      <w:bookmarkStart w:id="106" w:name="f-13182-1"/>
      <w:bookmarkStart w:id="107" w:name="f-13182"/>
      <w:bookmarkStart w:id="108" w:name="f-13251-13251.2"/>
      <w:bookmarkEnd w:id="104"/>
      <w:r>
        <w:t>Product identification</w:t>
      </w:r>
      <w:bookmarkEnd w:id="105"/>
    </w:p>
    <w:p w14:paraId="4C5BE216" w14:textId="77777777" w:rsidR="00F07CA1" w:rsidRDefault="00E030C1">
      <w:r>
        <w:t>General: Marked to show the following:</w:t>
      </w:r>
    </w:p>
    <w:p w14:paraId="7BFD3689" w14:textId="77777777" w:rsidR="00F07CA1" w:rsidRDefault="00E030C1">
      <w:pPr>
        <w:pStyle w:val="NormalIndent"/>
      </w:pPr>
      <w:r>
        <w:t>Manufacturer’s identification.</w:t>
      </w:r>
    </w:p>
    <w:p w14:paraId="3C223016" w14:textId="77777777" w:rsidR="00F07CA1" w:rsidRDefault="00E030C1">
      <w:pPr>
        <w:pStyle w:val="NormalIndent"/>
      </w:pPr>
      <w:r>
        <w:t>Product brand name.</w:t>
      </w:r>
    </w:p>
    <w:p w14:paraId="069BA1D3" w14:textId="77777777" w:rsidR="00F07CA1" w:rsidRDefault="00E030C1">
      <w:pPr>
        <w:pStyle w:val="NormalIndent"/>
      </w:pPr>
      <w:r>
        <w:lastRenderedPageBreak/>
        <w:t>Product type.</w:t>
      </w:r>
    </w:p>
    <w:p w14:paraId="1B9BC95C" w14:textId="77777777" w:rsidR="00F07CA1" w:rsidRDefault="00E030C1">
      <w:pPr>
        <w:pStyle w:val="NormalIndent"/>
      </w:pPr>
      <w:r>
        <w:t>Quantity.</w:t>
      </w:r>
    </w:p>
    <w:p w14:paraId="4288A09E" w14:textId="77777777" w:rsidR="00F07CA1" w:rsidRDefault="00E030C1">
      <w:pPr>
        <w:pStyle w:val="NormalIndent"/>
      </w:pPr>
      <w:r>
        <w:t>Product reference code and batch number.</w:t>
      </w:r>
    </w:p>
    <w:p w14:paraId="0E86B135" w14:textId="77777777" w:rsidR="00F07CA1" w:rsidRDefault="00E030C1">
      <w:pPr>
        <w:pStyle w:val="NormalIndent"/>
      </w:pPr>
      <w:r>
        <w:t>Date of manufacture.</w:t>
      </w:r>
    </w:p>
    <w:p w14:paraId="6048EFA1" w14:textId="77777777" w:rsidR="00F07CA1" w:rsidRDefault="00E030C1">
      <w:pPr>
        <w:pStyle w:val="Instructions"/>
      </w:pPr>
      <w:r>
        <w:t>Edit the list to suit the project or delete if not required.</w:t>
      </w:r>
    </w:p>
    <w:p w14:paraId="691DE839" w14:textId="77777777" w:rsidR="00F07CA1" w:rsidRDefault="00E030C1">
      <w:pPr>
        <w:pStyle w:val="Heading4"/>
      </w:pPr>
      <w:bookmarkStart w:id="109" w:name="h-13061-4"/>
      <w:bookmarkStart w:id="110" w:name="f-13061-4"/>
      <w:bookmarkStart w:id="111" w:name="f-13251-4"/>
      <w:bookmarkEnd w:id="106"/>
      <w:bookmarkEnd w:id="107"/>
      <w:bookmarkEnd w:id="108"/>
      <w:r>
        <w:t>Components</w:t>
      </w:r>
      <w:bookmarkEnd w:id="109"/>
    </w:p>
    <w:p w14:paraId="3B62D2C3" w14:textId="77777777" w:rsidR="00F07CA1" w:rsidRDefault="00E030C1">
      <w:r>
        <w:t>Cladding support: Provide components, as documented.</w:t>
      </w:r>
    </w:p>
    <w:p w14:paraId="593C4693" w14:textId="77777777" w:rsidR="00F07CA1" w:rsidRDefault="00E030C1">
      <w:pPr>
        <w:pStyle w:val="Instructions"/>
      </w:pPr>
      <w:r>
        <w:t xml:space="preserve">Document in the </w:t>
      </w:r>
      <w:r>
        <w:rPr>
          <w:b/>
        </w:rPr>
        <w:t>Cladding support schedule</w:t>
      </w:r>
      <w:r>
        <w:t xml:space="preserve">. If using anchors or attachments cast in the concrete structure, refer to information on embedded anchors in </w:t>
      </w:r>
      <w:r>
        <w:rPr>
          <w:i/>
        </w:rPr>
        <w:t>0432 Curtain walls</w:t>
      </w:r>
      <w:r>
        <w:t xml:space="preserve"> and document requirements in the selected concrete worksections.</w:t>
      </w:r>
    </w:p>
    <w:p w14:paraId="786C5708" w14:textId="77777777" w:rsidR="00F07CA1" w:rsidRDefault="00E030C1">
      <w:bookmarkStart w:id="112" w:name="f-2_13061-5"/>
      <w:bookmarkEnd w:id="110"/>
      <w:r>
        <w:t>Fasteners and ties: Type, size, corrosion resistance class and spacing to the cladding manufacturer's recommendations.</w:t>
      </w:r>
    </w:p>
    <w:p w14:paraId="6F53C1BE" w14:textId="77777777" w:rsidR="00F07CA1" w:rsidRDefault="00E030C1">
      <w:r>
        <w:t>Flashings: To AS/NZS 2904 (1995).</w:t>
      </w:r>
    </w:p>
    <w:p w14:paraId="7B3C8F54" w14:textId="77777777" w:rsidR="00F07CA1" w:rsidRDefault="00E030C1">
      <w:pPr>
        <w:pStyle w:val="Instructions"/>
      </w:pPr>
      <w:r>
        <w:t xml:space="preserve">Coordinate with </w:t>
      </w:r>
      <w:r>
        <w:rPr>
          <w:i/>
        </w:rPr>
        <w:t>042 Roofing</w:t>
      </w:r>
      <w:r>
        <w:t xml:space="preserve"> worksections.</w:t>
      </w:r>
    </w:p>
    <w:p w14:paraId="5D538CB7" w14:textId="77777777" w:rsidR="00F07CA1" w:rsidRDefault="00E030C1">
      <w:pPr>
        <w:pStyle w:val="Heading3"/>
      </w:pPr>
      <w:bookmarkStart w:id="113" w:name="h-13251-5"/>
      <w:bookmarkStart w:id="114" w:name="f-13251-5"/>
      <w:bookmarkEnd w:id="112"/>
      <w:bookmarkEnd w:id="111"/>
      <w:r>
        <w:t>FIRE PERFORMANCE</w:t>
      </w:r>
      <w:bookmarkEnd w:id="113"/>
    </w:p>
    <w:p w14:paraId="694A246A" w14:textId="77777777" w:rsidR="00F07CA1" w:rsidRDefault="00E030C1">
      <w:pPr>
        <w:pStyle w:val="Heading4"/>
      </w:pPr>
      <w:bookmarkStart w:id="115" w:name="h-3_13061-6"/>
      <w:bookmarkStart w:id="116" w:name="f-3_13061-6"/>
      <w:bookmarkStart w:id="117" w:name="f-13251-6"/>
      <w:bookmarkEnd w:id="114"/>
      <w:r>
        <w:t>Combustibility</w:t>
      </w:r>
      <w:bookmarkEnd w:id="115"/>
    </w:p>
    <w:p w14:paraId="5C63F1D7" w14:textId="77777777" w:rsidR="00F07CA1" w:rsidRDefault="00E030C1">
      <w:r>
        <w:t>Cladding: Tested to AS 1530.1 (1994).</w:t>
      </w:r>
    </w:p>
    <w:p w14:paraId="01419E33" w14:textId="77777777" w:rsidR="00F07CA1" w:rsidRDefault="00E030C1">
      <w:pPr>
        <w:pStyle w:val="Instructions"/>
      </w:pPr>
      <w:r>
        <w:t xml:space="preserve">Check if your cladding is required to be non-combustible, refer to BCA (2022) Section C and the </w:t>
      </w:r>
      <w:r>
        <w:rPr>
          <w:i/>
        </w:rPr>
        <w:t>ABCB Fire performance of external walls and cladding advisory note (2020)</w:t>
      </w:r>
      <w:r>
        <w:t>.</w:t>
      </w:r>
    </w:p>
    <w:p w14:paraId="4D5EBCE1" w14:textId="77777777" w:rsidR="00F07CA1" w:rsidRDefault="00E030C1">
      <w:pPr>
        <w:pStyle w:val="Instructions"/>
      </w:pPr>
      <w:r>
        <w:t>If using a performance solution for facade cladding, type testing to AS 5113 (2016) may be used as the verification method for external walls. Refer to BCA (2022) C1V3 for compliance with BCA (2022) C1P2 for the spread of fire via the external wall.</w:t>
      </w:r>
    </w:p>
    <w:p w14:paraId="4680DFFA" w14:textId="77777777" w:rsidR="00F07CA1" w:rsidRDefault="00E030C1">
      <w:pPr>
        <w:pStyle w:val="Heading4"/>
      </w:pPr>
      <w:bookmarkStart w:id="118" w:name="h-4_13061-7"/>
      <w:bookmarkStart w:id="119" w:name="f-4_13061-7"/>
      <w:bookmarkStart w:id="120" w:name="f-13251-7"/>
      <w:bookmarkEnd w:id="116"/>
      <w:bookmarkEnd w:id="117"/>
      <w:r>
        <w:t>Fire hazard properties</w:t>
      </w:r>
      <w:bookmarkEnd w:id="118"/>
    </w:p>
    <w:p w14:paraId="591D4FC3" w14:textId="77777777" w:rsidR="00F07CA1" w:rsidRDefault="00E030C1">
      <w:pPr>
        <w:pStyle w:val="Instructions"/>
      </w:pPr>
      <w:r>
        <w:t>See NATSPEC TECHnote DES 003 for more information on the fire hazard properties of insulation materials and NATSPEC TECHnote DES 020 on fire behaviour of building materials and assemblies.</w:t>
      </w:r>
    </w:p>
    <w:p w14:paraId="5489D2CA" w14:textId="77777777" w:rsidR="00F07CA1" w:rsidRDefault="00E030C1">
      <w:r>
        <w:t>Group number: To AS 5637.1 (2015).</w:t>
      </w:r>
    </w:p>
    <w:p w14:paraId="46687F40" w14:textId="77777777" w:rsidR="00F07CA1" w:rsidRDefault="00E030C1">
      <w:pPr>
        <w:pStyle w:val="Instructions"/>
      </w:pPr>
      <w:r>
        <w:t>Non-sprinklered buildings: Wall and ceiling linings must either have an average specific extinction area less than 250 m</w:t>
      </w:r>
      <w:r>
        <w:rPr>
          <w:vertAlign w:val="superscript"/>
        </w:rPr>
        <w:t>2</w:t>
      </w:r>
      <w:r>
        <w:t>/kg or a smoke growth rate index not more than 100 as determined by AS 5637.1 (2015).</w:t>
      </w:r>
    </w:p>
    <w:p w14:paraId="31E69B5C" w14:textId="77777777" w:rsidR="00F07CA1" w:rsidRDefault="00E030C1">
      <w:r>
        <w:t>Bonded laminated materials: Tested to AS/NZS 1530.3 (1999). Fire hazard indices, as follows:</w:t>
      </w:r>
    </w:p>
    <w:p w14:paraId="76E2DB7B" w14:textId="77777777" w:rsidR="00F07CA1" w:rsidRDefault="00E030C1">
      <w:pPr>
        <w:pStyle w:val="NormalIndent"/>
      </w:pPr>
      <w:r>
        <w:t>Spread-of-Flame Index: 0.</w:t>
      </w:r>
    </w:p>
    <w:p w14:paraId="780AED53" w14:textId="77777777" w:rsidR="00F07CA1" w:rsidRDefault="00E030C1">
      <w:pPr>
        <w:pStyle w:val="NormalIndent"/>
      </w:pPr>
      <w:r>
        <w:t>Smoke-Developed Index: ≤ 3.</w:t>
      </w:r>
    </w:p>
    <w:p w14:paraId="563F7BDE" w14:textId="77777777" w:rsidR="00F07CA1" w:rsidRDefault="00E030C1">
      <w:pPr>
        <w:pStyle w:val="Instructions"/>
      </w:pPr>
      <w:r>
        <w:t>Include if bonded laminated material is being used where a non-combustible material is required. See BCA (2022) C2D10(6). Refer to NATSPEC TECHnote DES 020 for information on fire-resistance levels.</w:t>
      </w:r>
    </w:p>
    <w:p w14:paraId="5C7FD115" w14:textId="77777777" w:rsidR="00F07CA1" w:rsidRDefault="00E030C1">
      <w:r>
        <w:t>Insulation materials: Tested to AS/NZS 1530.3 (1999). Fire hazard indices as follows:</w:t>
      </w:r>
    </w:p>
    <w:p w14:paraId="2E84FFE0" w14:textId="77777777" w:rsidR="00F07CA1" w:rsidRDefault="00E030C1">
      <w:pPr>
        <w:pStyle w:val="NormalIndent"/>
      </w:pPr>
      <w:r>
        <w:t>Spread-of-Flame Index: ≤ 9.</w:t>
      </w:r>
    </w:p>
    <w:p w14:paraId="3F5907C5" w14:textId="77777777" w:rsidR="00F07CA1" w:rsidRDefault="00E030C1">
      <w:pPr>
        <w:pStyle w:val="NormalIndent"/>
      </w:pPr>
      <w:r>
        <w:t>Smoke-Developed Index: ≤ 8 if Spread-of-Flame Index &gt; 5.</w:t>
      </w:r>
    </w:p>
    <w:p w14:paraId="558BF0C6" w14:textId="77777777" w:rsidR="00F07CA1" w:rsidRDefault="00E030C1">
      <w:pPr>
        <w:pStyle w:val="Instructions"/>
      </w:pPr>
      <w:r>
        <w:t>See also BCA (2022) Table S7C7.</w:t>
      </w:r>
    </w:p>
    <w:p w14:paraId="74A0BE75" w14:textId="77777777" w:rsidR="00F07CA1" w:rsidRDefault="00E030C1">
      <w:pPr>
        <w:pStyle w:val="Heading4"/>
      </w:pPr>
      <w:bookmarkStart w:id="121" w:name="h-5_13061-8"/>
      <w:bookmarkStart w:id="122" w:name="f-5_13061-8"/>
      <w:bookmarkStart w:id="123" w:name="f-13251-8"/>
      <w:bookmarkEnd w:id="119"/>
      <w:bookmarkEnd w:id="120"/>
      <w:r>
        <w:t>Fire-resistance of building elements</w:t>
      </w:r>
      <w:bookmarkEnd w:id="121"/>
    </w:p>
    <w:p w14:paraId="55B7893C" w14:textId="77777777" w:rsidR="00F07CA1" w:rsidRDefault="00E030C1">
      <w:r>
        <w:t>Fire-resistance level: Tested to AS 1530.4 (2014).</w:t>
      </w:r>
    </w:p>
    <w:p w14:paraId="7D18B103" w14:textId="77777777" w:rsidR="00F07CA1" w:rsidRDefault="00E030C1">
      <w:pPr>
        <w:pStyle w:val="Instructions"/>
      </w:pPr>
      <w:r>
        <w:t>Refer to NATSPEC TECHnote DES 020 for information on fire-resistance levels.</w:t>
      </w:r>
    </w:p>
    <w:p w14:paraId="374BC7B6" w14:textId="77777777" w:rsidR="00F07CA1" w:rsidRDefault="00E030C1">
      <w:pPr>
        <w:pStyle w:val="Heading4"/>
      </w:pPr>
      <w:bookmarkStart w:id="124" w:name="h-6_13061-9"/>
      <w:bookmarkStart w:id="125" w:name="f-6_13061-9"/>
      <w:bookmarkStart w:id="126" w:name="f-13251-9"/>
      <w:bookmarkEnd w:id="122"/>
      <w:bookmarkEnd w:id="123"/>
      <w:r>
        <w:t>Fire-stops</w:t>
      </w:r>
      <w:bookmarkEnd w:id="124"/>
    </w:p>
    <w:p w14:paraId="71396243" w14:textId="77777777" w:rsidR="00F07CA1" w:rsidRDefault="00E030C1">
      <w:r>
        <w:t>Requirement: If fire-stops and smoke flashings are placed between inner faces of the cladding and building elements (such as beam, slab or column faces), install and seal to meet fire test requirements.</w:t>
      </w:r>
    </w:p>
    <w:p w14:paraId="417B99AE" w14:textId="77777777" w:rsidR="00F07CA1" w:rsidRDefault="00E030C1">
      <w:pPr>
        <w:pStyle w:val="Prompt"/>
      </w:pPr>
      <w:r>
        <w:t xml:space="preserve">Product: </w:t>
      </w:r>
      <w:r>
        <w:fldChar w:fldCharType="begin"/>
      </w:r>
      <w:r>
        <w:instrText xml:space="preserve"> MACROBUTTON  ac_OnHelp [complete/delete]</w:instrText>
      </w:r>
      <w:r>
        <w:fldChar w:fldCharType="separate"/>
      </w:r>
      <w:r>
        <w:t> </w:t>
      </w:r>
      <w:r>
        <w:fldChar w:fldCharType="end"/>
      </w:r>
    </w:p>
    <w:p w14:paraId="3DC36D12" w14:textId="77777777" w:rsidR="00F07CA1" w:rsidRDefault="00E030C1">
      <w:pPr>
        <w:pStyle w:val="Instructions"/>
      </w:pPr>
      <w:r>
        <w:t>Nominate the product here. Delete if the selection of the proprietary products is the responsibility of the contractor.</w:t>
      </w:r>
    </w:p>
    <w:p w14:paraId="0D3C229C" w14:textId="77777777" w:rsidR="00F07CA1" w:rsidRDefault="00E030C1">
      <w:pPr>
        <w:pStyle w:val="Heading3"/>
      </w:pPr>
      <w:bookmarkStart w:id="127" w:name="h-13251-10"/>
      <w:bookmarkStart w:id="128" w:name="f-13251-10"/>
      <w:bookmarkEnd w:id="125"/>
      <w:bookmarkEnd w:id="126"/>
      <w:r>
        <w:t>Autoclaved aerated concrete (AAC) panels</w:t>
      </w:r>
      <w:bookmarkEnd w:id="127"/>
    </w:p>
    <w:p w14:paraId="570870B2" w14:textId="77777777" w:rsidR="00F07CA1" w:rsidRDefault="00E030C1">
      <w:pPr>
        <w:pStyle w:val="Heading4"/>
      </w:pPr>
      <w:bookmarkStart w:id="129" w:name="h-2_13078-5"/>
      <w:bookmarkStart w:id="130" w:name="f-2_13078-5"/>
      <w:bookmarkStart w:id="131" w:name="f-13251-11"/>
      <w:bookmarkEnd w:id="128"/>
      <w:r>
        <w:t>General</w:t>
      </w:r>
      <w:bookmarkEnd w:id="129"/>
    </w:p>
    <w:p w14:paraId="79D83514" w14:textId="77777777" w:rsidR="00F07CA1" w:rsidRDefault="00E030C1">
      <w:r>
        <w:t>Requirement: Proprietary AAC panels.</w:t>
      </w:r>
    </w:p>
    <w:p w14:paraId="767926FD" w14:textId="77777777" w:rsidR="00F07CA1" w:rsidRDefault="00E030C1">
      <w:r>
        <w:t>Standard: To AS 5146.1 (2015).</w:t>
      </w:r>
    </w:p>
    <w:p w14:paraId="20D9B950" w14:textId="77777777" w:rsidR="00F07CA1" w:rsidRDefault="00E030C1">
      <w:r>
        <w:lastRenderedPageBreak/>
        <w:t>Joint adhesive: Proprietary adhesive to the manufacturer’s recommendations.</w:t>
      </w:r>
    </w:p>
    <w:p w14:paraId="5BA70036" w14:textId="77777777" w:rsidR="00F07CA1" w:rsidRDefault="00E030C1">
      <w:r>
        <w:t>Sealant: Flexible sealant to the manufacturer’s recommendations.</w:t>
      </w:r>
    </w:p>
    <w:p w14:paraId="30C002C4" w14:textId="77777777" w:rsidR="00F07CA1" w:rsidRDefault="00E030C1">
      <w:pPr>
        <w:pStyle w:val="Instructions"/>
      </w:pPr>
      <w:r>
        <w:t>Make sure sealants are compatible with the coating system.</w:t>
      </w:r>
    </w:p>
    <w:p w14:paraId="5136E94D" w14:textId="77777777" w:rsidR="00F07CA1" w:rsidRDefault="00E030C1">
      <w:pPr>
        <w:pStyle w:val="Heading3"/>
      </w:pPr>
      <w:bookmarkStart w:id="132" w:name="h-13251-12"/>
      <w:bookmarkStart w:id="133" w:name="f-13251-12"/>
      <w:bookmarkEnd w:id="130"/>
      <w:bookmarkEnd w:id="131"/>
      <w:r>
        <w:t>Aluminium weatherboards</w:t>
      </w:r>
      <w:bookmarkEnd w:id="132"/>
    </w:p>
    <w:p w14:paraId="42A10F7B" w14:textId="77777777" w:rsidR="00F07CA1" w:rsidRDefault="00E030C1">
      <w:pPr>
        <w:pStyle w:val="Heading4"/>
      </w:pPr>
      <w:bookmarkStart w:id="134" w:name="h-13079-3"/>
      <w:bookmarkStart w:id="135" w:name="f-13079-3"/>
      <w:bookmarkStart w:id="136" w:name="f-13251-13"/>
      <w:bookmarkEnd w:id="133"/>
      <w:r>
        <w:t>General</w:t>
      </w:r>
      <w:bookmarkEnd w:id="134"/>
    </w:p>
    <w:p w14:paraId="37DBB9BA" w14:textId="77777777" w:rsidR="00F07CA1" w:rsidRDefault="00E030C1">
      <w:r>
        <w:t>Requirement: Proprietary prefinished aluminium weatherboards.</w:t>
      </w:r>
    </w:p>
    <w:p w14:paraId="0370D876" w14:textId="77777777" w:rsidR="00F07CA1" w:rsidRDefault="00E030C1">
      <w:pPr>
        <w:pStyle w:val="Instructions"/>
      </w:pPr>
      <w:r>
        <w:t>Select a finish appropriate to the location and durability requirements.</w:t>
      </w:r>
    </w:p>
    <w:p w14:paraId="1B2CC9B6" w14:textId="77777777" w:rsidR="00F07CA1" w:rsidRDefault="00E030C1">
      <w:r>
        <w:t>Standard: To AS/NZS 1734 (1997).</w:t>
      </w:r>
    </w:p>
    <w:p w14:paraId="2043105A" w14:textId="77777777" w:rsidR="00F07CA1" w:rsidRDefault="00E030C1">
      <w:pPr>
        <w:pStyle w:val="Heading4"/>
      </w:pPr>
      <w:bookmarkStart w:id="137" w:name="h-2_13079-4"/>
      <w:bookmarkStart w:id="138" w:name="f-2_13079-4"/>
      <w:bookmarkStart w:id="139" w:name="f-13251-14"/>
      <w:bookmarkEnd w:id="135"/>
      <w:bookmarkEnd w:id="136"/>
      <w:r>
        <w:t>Finishes</w:t>
      </w:r>
      <w:bookmarkEnd w:id="137"/>
    </w:p>
    <w:p w14:paraId="47D7203D" w14:textId="77777777" w:rsidR="00F07CA1" w:rsidRDefault="00E030C1">
      <w:r>
        <w:t>Anodising: To AS 1231 (2000).</w:t>
      </w:r>
    </w:p>
    <w:p w14:paraId="22FCB24F" w14:textId="77777777" w:rsidR="00F07CA1" w:rsidRDefault="00E030C1">
      <w:pPr>
        <w:pStyle w:val="NormalIndent"/>
      </w:pPr>
      <w:r>
        <w:t>Thickness: 15 to 20 μm.</w:t>
      </w:r>
    </w:p>
    <w:p w14:paraId="535134A0" w14:textId="77777777" w:rsidR="00F07CA1" w:rsidRDefault="00E030C1">
      <w:pPr>
        <w:pStyle w:val="Instructions"/>
      </w:pPr>
      <w:r>
        <w:t>25 μm thick anodising is recommended for severe conditions.</w:t>
      </w:r>
    </w:p>
    <w:p w14:paraId="6D5CB33E" w14:textId="77777777" w:rsidR="00F07CA1" w:rsidRDefault="00E030C1">
      <w:pPr>
        <w:pStyle w:val="Heading3"/>
      </w:pPr>
      <w:bookmarkStart w:id="140" w:name="h-13251-15"/>
      <w:bookmarkStart w:id="141" w:name="f-13251-15"/>
      <w:bookmarkEnd w:id="138"/>
      <w:bookmarkEnd w:id="139"/>
      <w:r>
        <w:t>Composite panels</w:t>
      </w:r>
      <w:bookmarkEnd w:id="140"/>
    </w:p>
    <w:p w14:paraId="1855388D" w14:textId="77777777" w:rsidR="00F07CA1" w:rsidRDefault="00E030C1">
      <w:pPr>
        <w:pStyle w:val="Heading4"/>
      </w:pPr>
      <w:bookmarkStart w:id="142" w:name="h-3_13078-7"/>
      <w:bookmarkStart w:id="143" w:name="f-3_13078-7"/>
      <w:bookmarkStart w:id="144" w:name="f-13251-16"/>
      <w:bookmarkEnd w:id="141"/>
      <w:r>
        <w:t>General</w:t>
      </w:r>
      <w:bookmarkEnd w:id="142"/>
    </w:p>
    <w:p w14:paraId="186749C6" w14:textId="77777777" w:rsidR="00F07CA1" w:rsidRDefault="00E030C1">
      <w:r>
        <w:t>Requirement: Proprietary panels comprising prefinished skins continuously laminated over a panel core, as documented.</w:t>
      </w:r>
    </w:p>
    <w:p w14:paraId="4D85EE85" w14:textId="77777777" w:rsidR="00F07CA1" w:rsidRDefault="00E030C1">
      <w:pPr>
        <w:pStyle w:val="Instructions"/>
      </w:pPr>
      <w:r>
        <w:t>Edit to suit the panel skin and core material or schedule in SELECTIONS.</w:t>
      </w:r>
    </w:p>
    <w:p w14:paraId="261C49FF" w14:textId="77777777" w:rsidR="00F07CA1" w:rsidRDefault="00E030C1">
      <w:r>
        <w:t>Panel joints and control joints: Integral.</w:t>
      </w:r>
    </w:p>
    <w:p w14:paraId="264F81C6" w14:textId="77777777" w:rsidR="00F07CA1" w:rsidRDefault="00E030C1">
      <w:r>
        <w:t>Flexible sealant: Non-staining to the manufacturer’s recommendations.</w:t>
      </w:r>
    </w:p>
    <w:p w14:paraId="53323D01" w14:textId="77777777" w:rsidR="00F07CA1" w:rsidRDefault="00E030C1">
      <w:pPr>
        <w:pStyle w:val="Heading4"/>
      </w:pPr>
      <w:bookmarkStart w:id="145" w:name="h-4_13078-8"/>
      <w:bookmarkStart w:id="146" w:name="f-4_13078-8"/>
      <w:bookmarkStart w:id="147" w:name="f-13251-17"/>
      <w:bookmarkEnd w:id="143"/>
      <w:bookmarkEnd w:id="144"/>
      <w:r>
        <w:t>Aluminium composite panels (ACPs)</w:t>
      </w:r>
      <w:bookmarkEnd w:id="145"/>
    </w:p>
    <w:p w14:paraId="495B326B" w14:textId="77777777" w:rsidR="00F07CA1" w:rsidRDefault="00E030C1">
      <w:r>
        <w:t>Product identification: Permanent labelling to SA TS 5344 (2019).</w:t>
      </w:r>
    </w:p>
    <w:p w14:paraId="4AAA11A8" w14:textId="77777777" w:rsidR="00F07CA1" w:rsidRDefault="00E030C1">
      <w:pPr>
        <w:pStyle w:val="Instructions"/>
      </w:pPr>
      <w:r>
        <w:t>SA TS 5344 (2019) sets out requirements for information to be marked on the product, including location, format and durability of the markings.</w:t>
      </w:r>
    </w:p>
    <w:p w14:paraId="79742B40" w14:textId="77777777" w:rsidR="00F07CA1" w:rsidRDefault="00E030C1">
      <w:pPr>
        <w:pStyle w:val="Heading3"/>
      </w:pPr>
      <w:bookmarkStart w:id="148" w:name="h-13251-18"/>
      <w:bookmarkStart w:id="149" w:name="f-13251-18"/>
      <w:bookmarkEnd w:id="146"/>
      <w:bookmarkEnd w:id="147"/>
      <w:r>
        <w:t>Compressed fibre cement (CFC) cladding</w:t>
      </w:r>
      <w:bookmarkEnd w:id="148"/>
    </w:p>
    <w:p w14:paraId="78AC328E" w14:textId="77777777" w:rsidR="00F07CA1" w:rsidRDefault="00E030C1">
      <w:pPr>
        <w:pStyle w:val="Heading4"/>
      </w:pPr>
      <w:bookmarkStart w:id="150" w:name="h-5_13078-10"/>
      <w:bookmarkStart w:id="151" w:name="f-5_13078-10"/>
      <w:bookmarkStart w:id="152" w:name="f-13251-19"/>
      <w:bookmarkEnd w:id="149"/>
      <w:r>
        <w:t>General</w:t>
      </w:r>
      <w:bookmarkEnd w:id="150"/>
    </w:p>
    <w:p w14:paraId="011C589E" w14:textId="77777777" w:rsidR="00F07CA1" w:rsidRDefault="00E030C1">
      <w:r>
        <w:t>Requirement: Proprietary compressed fibre cement sheets.</w:t>
      </w:r>
    </w:p>
    <w:p w14:paraId="37804F95" w14:textId="77777777" w:rsidR="00F07CA1" w:rsidRDefault="00E030C1">
      <w:r>
        <w:t>Standard: To AS/NZS 2908.2 (2000) and the following:</w:t>
      </w:r>
    </w:p>
    <w:p w14:paraId="5079EB15" w14:textId="77777777" w:rsidR="00F07CA1" w:rsidRDefault="00E030C1">
      <w:pPr>
        <w:pStyle w:val="NormalIndent"/>
      </w:pPr>
      <w:r>
        <w:t>Type A Category 5.</w:t>
      </w:r>
    </w:p>
    <w:p w14:paraId="703C75C5" w14:textId="77777777" w:rsidR="00F07CA1" w:rsidRDefault="00E030C1">
      <w:pPr>
        <w:pStyle w:val="Instructions"/>
      </w:pPr>
      <w:r>
        <w:t>Document the cladding by type and category to AS/NZS 2908.2 (2000) or delete and select by product name in SELECTIONS.</w:t>
      </w:r>
    </w:p>
    <w:p w14:paraId="5A7EEB0B" w14:textId="77777777" w:rsidR="00F07CA1" w:rsidRDefault="00E030C1">
      <w:r>
        <w:t>Finish: Smooth and even with factory sealed edges, free of imperfections such as chips.</w:t>
      </w:r>
    </w:p>
    <w:p w14:paraId="520BF52A" w14:textId="77777777" w:rsidR="00F07CA1" w:rsidRDefault="00E030C1">
      <w:r>
        <w:t>Edge profile: Square.</w:t>
      </w:r>
    </w:p>
    <w:p w14:paraId="2FC922E0" w14:textId="77777777" w:rsidR="00F07CA1" w:rsidRDefault="00E030C1">
      <w:r>
        <w:t>Sealant and bond breaking tape: To the manufacturer’s recommendations.</w:t>
      </w:r>
    </w:p>
    <w:p w14:paraId="524BC450" w14:textId="77777777" w:rsidR="00F07CA1" w:rsidRDefault="00E030C1">
      <w:pPr>
        <w:pStyle w:val="Heading3"/>
      </w:pPr>
      <w:bookmarkStart w:id="153" w:name="h-13251-20"/>
      <w:bookmarkStart w:id="154" w:name="f-13251-20"/>
      <w:bookmarkEnd w:id="151"/>
      <w:bookmarkEnd w:id="152"/>
      <w:r>
        <w:t xml:space="preserve">Exterior insulation and finish system (EIFS) </w:t>
      </w:r>
      <w:bookmarkEnd w:id="153"/>
    </w:p>
    <w:p w14:paraId="3FB72234" w14:textId="77777777" w:rsidR="00F07CA1" w:rsidRDefault="00E030C1">
      <w:pPr>
        <w:pStyle w:val="Heading4"/>
      </w:pPr>
      <w:bookmarkStart w:id="155" w:name="h-6_13078-12"/>
      <w:bookmarkStart w:id="156" w:name="f-6_13078-12"/>
      <w:bookmarkStart w:id="157" w:name="f-13251-21"/>
      <w:bookmarkEnd w:id="154"/>
      <w:r>
        <w:t>General</w:t>
      </w:r>
      <w:bookmarkEnd w:id="155"/>
    </w:p>
    <w:p w14:paraId="6FA8095E" w14:textId="77777777" w:rsidR="00F07CA1" w:rsidRDefault="00E030C1">
      <w:r>
        <w:t>Requirement: Proprietary system comprising rigid insulation panels, fixed to a subframe and finished on one or both sides with a cementitious base coat and finish coat.</w:t>
      </w:r>
    </w:p>
    <w:p w14:paraId="1C7C4B3E" w14:textId="77777777" w:rsidR="00F07CA1" w:rsidRDefault="00E030C1">
      <w:pPr>
        <w:pStyle w:val="Instructions"/>
      </w:pPr>
      <w:r>
        <w:t>See AS 5346 (2023) for EIFS used for Class 1 buildings and Class 10a buildings that are associated with Class 1 buildings.</w:t>
      </w:r>
    </w:p>
    <w:p w14:paraId="675F592C" w14:textId="77777777" w:rsidR="00F07CA1" w:rsidRDefault="00E030C1">
      <w:pPr>
        <w:pStyle w:val="Heading3"/>
      </w:pPr>
      <w:bookmarkStart w:id="158" w:name="h-13251-24"/>
      <w:bookmarkStart w:id="159" w:name="f-13251-24"/>
      <w:bookmarkEnd w:id="156"/>
      <w:bookmarkEnd w:id="157"/>
      <w:r>
        <w:t>Fibre cement (FC) planks</w:t>
      </w:r>
      <w:bookmarkEnd w:id="158"/>
    </w:p>
    <w:p w14:paraId="4FECCA0B" w14:textId="77777777" w:rsidR="00F07CA1" w:rsidRDefault="00E030C1">
      <w:pPr>
        <w:pStyle w:val="Heading4"/>
      </w:pPr>
      <w:bookmarkStart w:id="160" w:name="h-3_13079-6"/>
      <w:bookmarkStart w:id="161" w:name="f-3_13079-6"/>
      <w:bookmarkStart w:id="162" w:name="f-13251-25"/>
      <w:bookmarkEnd w:id="159"/>
      <w:r>
        <w:t>General</w:t>
      </w:r>
      <w:bookmarkEnd w:id="160"/>
    </w:p>
    <w:p w14:paraId="4A0FF8C3" w14:textId="77777777" w:rsidR="00F07CA1" w:rsidRDefault="00E030C1">
      <w:pPr>
        <w:pStyle w:val="Instructions"/>
      </w:pPr>
      <w:r>
        <w:t>The NCC allows fibre cement sheeting to be used as a non-combustible material and 12 mm sheet to AS/NZS 2908.2 (2000) as a fire-protective covering under NCC (2022) Schedule 1.</w:t>
      </w:r>
    </w:p>
    <w:p w14:paraId="61C738D7" w14:textId="77777777" w:rsidR="00F07CA1" w:rsidRDefault="00E030C1">
      <w:r>
        <w:t>Requirement: Proprietary single faced fibre cement building planks.</w:t>
      </w:r>
    </w:p>
    <w:p w14:paraId="32DC6E71" w14:textId="77777777" w:rsidR="00F07CA1" w:rsidRDefault="00E030C1">
      <w:r>
        <w:t>Standard: To AS/NZS 2908.2 (2000) and the following:</w:t>
      </w:r>
    </w:p>
    <w:p w14:paraId="4D85B2D3" w14:textId="77777777" w:rsidR="00F07CA1" w:rsidRDefault="00E030C1">
      <w:pPr>
        <w:pStyle w:val="NormalIndent"/>
      </w:pPr>
      <w:r>
        <w:t>Type A Category 3.</w:t>
      </w:r>
    </w:p>
    <w:p w14:paraId="1D2A3753" w14:textId="77777777" w:rsidR="00F07CA1" w:rsidRDefault="00E030C1">
      <w:pPr>
        <w:pStyle w:val="Instructions"/>
      </w:pPr>
      <w:r>
        <w:t>Document the cladding by type and category to AS/NZS 2908.2 (2000) or delete and select by product name in SELECTIONS.</w:t>
      </w:r>
    </w:p>
    <w:p w14:paraId="7799297D" w14:textId="77777777" w:rsidR="00F07CA1" w:rsidRDefault="00E030C1">
      <w:r>
        <w:t>Corners: Preformed metal joining pieces.</w:t>
      </w:r>
    </w:p>
    <w:p w14:paraId="49D9A568" w14:textId="77777777" w:rsidR="00F07CA1" w:rsidRDefault="00E030C1">
      <w:pPr>
        <w:pStyle w:val="Heading3"/>
      </w:pPr>
      <w:bookmarkStart w:id="163" w:name="h-13251-26"/>
      <w:bookmarkStart w:id="164" w:name="f-13251-26"/>
      <w:bookmarkEnd w:id="161"/>
      <w:bookmarkEnd w:id="162"/>
      <w:r>
        <w:lastRenderedPageBreak/>
        <w:t>Fibre cement (FC) sheets</w:t>
      </w:r>
      <w:bookmarkEnd w:id="163"/>
    </w:p>
    <w:p w14:paraId="3DAB7081" w14:textId="77777777" w:rsidR="00F07CA1" w:rsidRDefault="00E030C1">
      <w:pPr>
        <w:pStyle w:val="Heading4"/>
      </w:pPr>
      <w:bookmarkStart w:id="165" w:name="h-7_13078-16"/>
      <w:bookmarkStart w:id="166" w:name="f-7_13078-16"/>
      <w:bookmarkStart w:id="167" w:name="f-13251-27"/>
      <w:bookmarkEnd w:id="164"/>
      <w:r>
        <w:t>General</w:t>
      </w:r>
      <w:bookmarkEnd w:id="165"/>
    </w:p>
    <w:p w14:paraId="7507EA03" w14:textId="77777777" w:rsidR="00F07CA1" w:rsidRDefault="00E030C1">
      <w:r>
        <w:t>Requirement: Proprietary single faced fibre cement sheets.</w:t>
      </w:r>
    </w:p>
    <w:p w14:paraId="4BA97D89" w14:textId="77777777" w:rsidR="00F07CA1" w:rsidRDefault="00E030C1">
      <w:pPr>
        <w:pStyle w:val="Instructions"/>
      </w:pPr>
      <w:r>
        <w:t>Includes systems with flush set joints finished with a textured coating to give a jointless appearance.</w:t>
      </w:r>
    </w:p>
    <w:p w14:paraId="4041C1C4" w14:textId="77777777" w:rsidR="00F07CA1" w:rsidRDefault="00E030C1">
      <w:r>
        <w:t>Standard: To AS/NZS 2908.2 (2000) and the following:</w:t>
      </w:r>
    </w:p>
    <w:p w14:paraId="35B3639B" w14:textId="77777777" w:rsidR="00F07CA1" w:rsidRDefault="00E030C1">
      <w:pPr>
        <w:pStyle w:val="NormalIndent"/>
      </w:pPr>
      <w:r>
        <w:t>Type A Category 3.</w:t>
      </w:r>
    </w:p>
    <w:p w14:paraId="3E00FE43" w14:textId="77777777" w:rsidR="00F07CA1" w:rsidRDefault="00E030C1">
      <w:pPr>
        <w:pStyle w:val="Instructions"/>
      </w:pPr>
      <w:r>
        <w:t>Document the cladding by type and category to AS/NZS 2908.2 (2000) or delete and select by product name in SELECTIONS.</w:t>
      </w:r>
    </w:p>
    <w:p w14:paraId="472718B8" w14:textId="77777777" w:rsidR="00F07CA1" w:rsidRDefault="00E030C1">
      <w:r>
        <w:t>Finish: Smooth and even, free of imperfections such as chips.</w:t>
      </w:r>
    </w:p>
    <w:p w14:paraId="41EC3684" w14:textId="77777777" w:rsidR="00F07CA1" w:rsidRDefault="00E030C1">
      <w:r>
        <w:t>Sealant and bond breaking tape: To the manufacturer’s recommendations.</w:t>
      </w:r>
    </w:p>
    <w:p w14:paraId="1DF44078" w14:textId="77777777" w:rsidR="00F07CA1" w:rsidRDefault="00E030C1">
      <w:pPr>
        <w:pStyle w:val="Heading3"/>
      </w:pPr>
      <w:bookmarkStart w:id="168" w:name="h-13251-28"/>
      <w:bookmarkStart w:id="169" w:name="f-13251-28"/>
      <w:bookmarkEnd w:id="166"/>
      <w:bookmarkEnd w:id="167"/>
      <w:r>
        <w:t>Hardboard planks</w:t>
      </w:r>
      <w:bookmarkEnd w:id="168"/>
    </w:p>
    <w:p w14:paraId="3E59FF41" w14:textId="77777777" w:rsidR="00F07CA1" w:rsidRDefault="00E030C1">
      <w:pPr>
        <w:pStyle w:val="Heading4"/>
      </w:pPr>
      <w:bookmarkStart w:id="170" w:name="h-4_13079-8"/>
      <w:bookmarkStart w:id="171" w:name="f-4_13079-8"/>
      <w:bookmarkStart w:id="172" w:name="f-13251-29"/>
      <w:bookmarkEnd w:id="169"/>
      <w:r>
        <w:t>General</w:t>
      </w:r>
      <w:bookmarkEnd w:id="170"/>
    </w:p>
    <w:p w14:paraId="1DA23B47" w14:textId="77777777" w:rsidR="00F07CA1" w:rsidRDefault="00E030C1">
      <w:pPr>
        <w:pStyle w:val="Instructions"/>
      </w:pPr>
      <w:r>
        <w:t>AS/NZS 1859.4 (2018) defines wet-process fibreboard (including hardboard) as panel material with a nominal thickness of 1.5 mm or greater, manufactured from lignocellulosic fibres (derived from hardwood or other materials) with application of heat and/or pressure, the bond of which is derived from the felting of the fibres and the panels are manufactured with a forming moisture content greater than 20%.</w:t>
      </w:r>
    </w:p>
    <w:p w14:paraId="73C8E463" w14:textId="77777777" w:rsidR="00F07CA1" w:rsidRDefault="00E030C1">
      <w:r>
        <w:t>Requirement: Proprietary wet process fibreboard planks.</w:t>
      </w:r>
    </w:p>
    <w:p w14:paraId="7CEEA2BF" w14:textId="77777777" w:rsidR="00F07CA1" w:rsidRDefault="00E030C1">
      <w:r>
        <w:t>Standard: To AS/NZS 1859.4 (2018).</w:t>
      </w:r>
    </w:p>
    <w:p w14:paraId="69E67218" w14:textId="77777777" w:rsidR="00F07CA1" w:rsidRDefault="00E030C1">
      <w:r>
        <w:t>Classification: Exterior.</w:t>
      </w:r>
    </w:p>
    <w:p w14:paraId="48B3F489" w14:textId="77777777" w:rsidR="00F07CA1" w:rsidRDefault="00E030C1">
      <w:r>
        <w:t>Plank thickness: 9.5 mm.</w:t>
      </w:r>
    </w:p>
    <w:p w14:paraId="3AB9023D" w14:textId="77777777" w:rsidR="00F07CA1" w:rsidRDefault="00E030C1">
      <w:r>
        <w:t>External corners: Preformed metal joining pieces.</w:t>
      </w:r>
    </w:p>
    <w:p w14:paraId="6697A929" w14:textId="77777777" w:rsidR="00F07CA1" w:rsidRDefault="00E030C1">
      <w:r>
        <w:t>Internal corners: Scribed.</w:t>
      </w:r>
    </w:p>
    <w:p w14:paraId="63418347" w14:textId="77777777" w:rsidR="00F07CA1" w:rsidRDefault="00E030C1">
      <w:pPr>
        <w:pStyle w:val="Heading3"/>
      </w:pPr>
      <w:bookmarkStart w:id="173" w:name="h-13251-30"/>
      <w:bookmarkStart w:id="174" w:name="f-13251-30"/>
      <w:bookmarkEnd w:id="171"/>
      <w:bookmarkEnd w:id="172"/>
      <w:r>
        <w:t>Insulated panel systems</w:t>
      </w:r>
      <w:bookmarkEnd w:id="173"/>
    </w:p>
    <w:p w14:paraId="63561E85" w14:textId="77777777" w:rsidR="00F07CA1" w:rsidRDefault="00E030C1">
      <w:pPr>
        <w:pStyle w:val="Heading4"/>
      </w:pPr>
      <w:bookmarkStart w:id="175" w:name="h-13080-3"/>
      <w:bookmarkStart w:id="176" w:name="f-13080-3"/>
      <w:bookmarkStart w:id="177" w:name="f-13251-31"/>
      <w:bookmarkEnd w:id="174"/>
      <w:r>
        <w:t>General</w:t>
      </w:r>
      <w:bookmarkEnd w:id="175"/>
    </w:p>
    <w:p w14:paraId="79DDCB73" w14:textId="77777777" w:rsidR="00F07CA1" w:rsidRDefault="00E030C1">
      <w:r>
        <w:t>Description: Proprietary panels comprising prefinished metal skin factory-bonded to both faces of an insulating core, as documented.</w:t>
      </w:r>
    </w:p>
    <w:p w14:paraId="4CD2F3A3" w14:textId="77777777" w:rsidR="00F07CA1" w:rsidRDefault="00E030C1">
      <w:pPr>
        <w:pStyle w:val="Instructions"/>
      </w:pPr>
      <w:r>
        <w:t>Edit to suit the panel skin and core material or schedule in SELECTIONS.</w:t>
      </w:r>
    </w:p>
    <w:p w14:paraId="53D98D9A" w14:textId="77777777" w:rsidR="00F07CA1" w:rsidRDefault="00E030C1">
      <w:r>
        <w:t>Panel joints and control joints: Integral.</w:t>
      </w:r>
    </w:p>
    <w:p w14:paraId="5C1A4188" w14:textId="77777777" w:rsidR="00F07CA1" w:rsidRDefault="00E030C1">
      <w:pPr>
        <w:pStyle w:val="Heading4"/>
      </w:pPr>
      <w:bookmarkStart w:id="178" w:name="h-2_13080-4"/>
      <w:bookmarkStart w:id="179" w:name="f-2_13080-4"/>
      <w:bookmarkStart w:id="180" w:name="f-13251-32"/>
      <w:bookmarkEnd w:id="176"/>
      <w:bookmarkEnd w:id="177"/>
      <w:r>
        <w:t>Insulation core</w:t>
      </w:r>
      <w:bookmarkEnd w:id="178"/>
    </w:p>
    <w:p w14:paraId="7650F085" w14:textId="77777777" w:rsidR="00F07CA1" w:rsidRDefault="00E030C1">
      <w:pPr>
        <w:pStyle w:val="Instructions"/>
      </w:pPr>
      <w:r>
        <w:t>The most common cores used in insulated sandwich panel construction are expanded polystyrene-fire retardant (EPS-FR), rigid polyurethane foam (PUR), rigid polyisocyanurate foam (PIR), extruded polystyrene (XPS) and polystyrene phenolic hybrid syntactic (SPS), and mineral fibre (MRF) or rock fibre.</w:t>
      </w:r>
    </w:p>
    <w:p w14:paraId="1A2810A9" w14:textId="77777777" w:rsidR="00F07CA1" w:rsidRDefault="00E030C1">
      <w:r>
        <w:t>Standard: To AS/NZS 4859.1 (2018):</w:t>
      </w:r>
    </w:p>
    <w:p w14:paraId="0E13DE11" w14:textId="77777777" w:rsidR="00F07CA1" w:rsidRDefault="00E030C1">
      <w:pPr>
        <w:pStyle w:val="NormalIndent"/>
      </w:pPr>
      <w:r>
        <w:t>Rigid cellular foam insulation (EPS, PF, PIR, PUR and XPS): To AS/NZS 4859.1 (2018) Section 8.</w:t>
      </w:r>
    </w:p>
    <w:p w14:paraId="2B3AEE45" w14:textId="77777777" w:rsidR="00F07CA1" w:rsidRDefault="00E030C1">
      <w:pPr>
        <w:pStyle w:val="Instructions"/>
      </w:pPr>
      <w:r>
        <w:t>AS/NZS 4859.1 (2018) categorises insulation as follows: Formed shapes, Formed in situ, Compressible, Loose fill, IR reflective and Vacuum panels.</w:t>
      </w:r>
    </w:p>
    <w:p w14:paraId="0ED39A78" w14:textId="77777777" w:rsidR="00F07CA1" w:rsidRDefault="00E030C1">
      <w:pPr>
        <w:pStyle w:val="Heading4"/>
      </w:pPr>
      <w:bookmarkStart w:id="181" w:name="h-3_13080-5"/>
      <w:bookmarkStart w:id="182" w:name="f-3_13080-5"/>
      <w:bookmarkStart w:id="183" w:name="f-13251-33"/>
      <w:bookmarkEnd w:id="179"/>
      <w:bookmarkEnd w:id="180"/>
      <w:r>
        <w:t>Insulation blowing agents</w:t>
      </w:r>
      <w:bookmarkEnd w:id="181"/>
    </w:p>
    <w:p w14:paraId="66D9B96B" w14:textId="77777777" w:rsidR="00F07CA1" w:rsidRDefault="00E030C1">
      <w:r>
        <w:t xml:space="preserve">Restricted agents: Conform to PRODUCTS AND MATERIALS, </w:t>
      </w:r>
      <w:r>
        <w:rPr>
          <w:b/>
        </w:rPr>
        <w:t>GENERAL</w:t>
      </w:r>
      <w:r>
        <w:t xml:space="preserve">, </w:t>
      </w:r>
      <w:r>
        <w:rPr>
          <w:b/>
        </w:rPr>
        <w:t>Prohibited materials</w:t>
      </w:r>
      <w:r>
        <w:t xml:space="preserve"> in </w:t>
      </w:r>
      <w:r>
        <w:rPr>
          <w:i/>
        </w:rPr>
        <w:t>0171 General requirements</w:t>
      </w:r>
      <w:r>
        <w:t>.</w:t>
      </w:r>
    </w:p>
    <w:p w14:paraId="49AB372E" w14:textId="77777777" w:rsidR="00F07CA1" w:rsidRDefault="00E030C1">
      <w:pPr>
        <w:pStyle w:val="Heading4"/>
      </w:pPr>
      <w:bookmarkStart w:id="184" w:name="h-4_13080-6"/>
      <w:bookmarkStart w:id="185" w:name="f-4_13080-6"/>
      <w:bookmarkStart w:id="186" w:name="f-13251-34"/>
      <w:bookmarkEnd w:id="182"/>
      <w:bookmarkEnd w:id="183"/>
      <w:r>
        <w:t>Internal and external skins</w:t>
      </w:r>
      <w:bookmarkEnd w:id="184"/>
    </w:p>
    <w:p w14:paraId="4870BC79" w14:textId="77777777" w:rsidR="00F07CA1" w:rsidRDefault="00E030C1">
      <w:r>
        <w:t>Factory pre-coating: Polyester to a dry film thickness of 25 μm.</w:t>
      </w:r>
    </w:p>
    <w:p w14:paraId="27FB42DA" w14:textId="77777777" w:rsidR="00F07CA1" w:rsidRDefault="00E030C1">
      <w:pPr>
        <w:pStyle w:val="Instructions"/>
      </w:pPr>
      <w:r>
        <w:t>25 μm may not be suitable for marine or aggressive environments (including internal environments such as swimming pools or processing plants). Consult manufacturers for alternative coatings.</w:t>
      </w:r>
    </w:p>
    <w:p w14:paraId="6D407750" w14:textId="77777777" w:rsidR="00F07CA1" w:rsidRDefault="00E030C1">
      <w:r>
        <w:t>Profile: Internal and external panel profiles as documented.</w:t>
      </w:r>
    </w:p>
    <w:p w14:paraId="5D2E3B43" w14:textId="77777777" w:rsidR="00F07CA1" w:rsidRDefault="00E030C1">
      <w:pPr>
        <w:pStyle w:val="Heading4"/>
      </w:pPr>
      <w:bookmarkStart w:id="187" w:name="h-5_13080-7"/>
      <w:bookmarkStart w:id="188" w:name="f-5_13080-7"/>
      <w:bookmarkStart w:id="189" w:name="f-13251-35"/>
      <w:bookmarkEnd w:id="185"/>
      <w:bookmarkEnd w:id="186"/>
      <w:r>
        <w:t>System accessories</w:t>
      </w:r>
      <w:bookmarkEnd w:id="187"/>
    </w:p>
    <w:p w14:paraId="51A45547" w14:textId="77777777" w:rsidR="00F07CA1" w:rsidRDefault="00E030C1">
      <w:r>
        <w:t>Requirement: Proprietary insulated cladding system accessories colour matched to panels, as documented.</w:t>
      </w:r>
    </w:p>
    <w:p w14:paraId="286859C3" w14:textId="77777777" w:rsidR="00F07CA1" w:rsidRDefault="00E030C1">
      <w:pPr>
        <w:pStyle w:val="Heading4"/>
      </w:pPr>
      <w:bookmarkStart w:id="190" w:name="h-6_13080-8"/>
      <w:bookmarkStart w:id="191" w:name="f-6_13080-8"/>
      <w:bookmarkStart w:id="192" w:name="f-13251-36"/>
      <w:bookmarkEnd w:id="188"/>
      <w:bookmarkEnd w:id="189"/>
      <w:r>
        <w:t>Sealants</w:t>
      </w:r>
      <w:bookmarkEnd w:id="190"/>
    </w:p>
    <w:p w14:paraId="464866EE" w14:textId="77777777" w:rsidR="00F07CA1" w:rsidRDefault="00E030C1">
      <w:r>
        <w:t>Materials: Non-staining and to the manufacturer’s recommendations.</w:t>
      </w:r>
    </w:p>
    <w:p w14:paraId="62A1912D" w14:textId="77777777" w:rsidR="00F07CA1" w:rsidRDefault="00E030C1">
      <w:pPr>
        <w:pStyle w:val="Heading3"/>
      </w:pPr>
      <w:bookmarkStart w:id="193" w:name="h-13251-37"/>
      <w:bookmarkStart w:id="194" w:name="f-13251-37"/>
      <w:bookmarkEnd w:id="191"/>
      <w:bookmarkEnd w:id="192"/>
      <w:r>
        <w:lastRenderedPageBreak/>
        <w:t>Plastic sheets</w:t>
      </w:r>
      <w:bookmarkEnd w:id="193"/>
    </w:p>
    <w:p w14:paraId="6B4B4795" w14:textId="77777777" w:rsidR="00F07CA1" w:rsidRDefault="00E030C1">
      <w:pPr>
        <w:pStyle w:val="Heading4"/>
      </w:pPr>
      <w:bookmarkStart w:id="195" w:name="h-8_13078-18"/>
      <w:bookmarkStart w:id="196" w:name="f-8_13078-18"/>
      <w:bookmarkStart w:id="197" w:name="f-13251-38"/>
      <w:bookmarkEnd w:id="194"/>
      <w:r>
        <w:t>General</w:t>
      </w:r>
      <w:bookmarkEnd w:id="195"/>
    </w:p>
    <w:p w14:paraId="42060FF9" w14:textId="77777777" w:rsidR="00F07CA1" w:rsidRDefault="00E030C1">
      <w:pPr>
        <w:pStyle w:val="Instructions"/>
      </w:pPr>
      <w:r>
        <w:t>If a product is nominated edit the material descriptions below.</w:t>
      </w:r>
    </w:p>
    <w:p w14:paraId="7D9F8C35" w14:textId="77777777" w:rsidR="00F07CA1" w:rsidRDefault="00E030C1">
      <w:r>
        <w:t>Requirement: Proprietary plastic sheets.</w:t>
      </w:r>
    </w:p>
    <w:p w14:paraId="6CD2DBC4" w14:textId="77777777" w:rsidR="00F07CA1" w:rsidRDefault="00E030C1">
      <w:r>
        <w:t>Unplasticised polyvinyl chloride (PVC-U) sheet: To AS 4256.4 (2006).</w:t>
      </w:r>
    </w:p>
    <w:p w14:paraId="7045DA9F" w14:textId="77777777" w:rsidR="00F07CA1" w:rsidRDefault="00E030C1">
      <w:r>
        <w:t>Glass fibre reinforced polyester (GRP) sheet: To AS 4256.3 (2006).</w:t>
      </w:r>
    </w:p>
    <w:p w14:paraId="42E0FFAC" w14:textId="77777777" w:rsidR="00F07CA1" w:rsidRDefault="00E030C1">
      <w:r>
        <w:t>Polycarbonate: To AS 4256.5 (2006).</w:t>
      </w:r>
    </w:p>
    <w:p w14:paraId="4CBD3157" w14:textId="77777777" w:rsidR="00F07CA1" w:rsidRDefault="00E030C1">
      <w:pPr>
        <w:pStyle w:val="Instructions"/>
      </w:pPr>
      <w:r>
        <w:t>Select extruded PVC-U, GRP or polycarbonate. Delete references not required.</w:t>
      </w:r>
    </w:p>
    <w:p w14:paraId="111AB7DE" w14:textId="77777777" w:rsidR="00F07CA1" w:rsidRDefault="00E030C1">
      <w:pPr>
        <w:pStyle w:val="Heading3"/>
      </w:pPr>
      <w:bookmarkStart w:id="198" w:name="h-13251-39"/>
      <w:bookmarkStart w:id="199" w:name="f-13251-39"/>
      <w:bookmarkEnd w:id="196"/>
      <w:bookmarkEnd w:id="197"/>
      <w:r>
        <w:t>Plywood sheets</w:t>
      </w:r>
      <w:bookmarkEnd w:id="198"/>
    </w:p>
    <w:p w14:paraId="490C6A48" w14:textId="77777777" w:rsidR="00F07CA1" w:rsidRDefault="00E030C1">
      <w:pPr>
        <w:pStyle w:val="Heading4"/>
      </w:pPr>
      <w:bookmarkStart w:id="200" w:name="h-9_13078-20"/>
      <w:bookmarkStart w:id="201" w:name="f-9_13078-20"/>
      <w:bookmarkStart w:id="202" w:name="f-13251-40"/>
      <w:bookmarkEnd w:id="199"/>
      <w:r>
        <w:t>General</w:t>
      </w:r>
      <w:bookmarkEnd w:id="200"/>
    </w:p>
    <w:p w14:paraId="7C56338E" w14:textId="77777777" w:rsidR="00F07CA1" w:rsidRDefault="00E030C1">
      <w:r>
        <w:t>Requirement: Proprietary plywood sheets.</w:t>
      </w:r>
    </w:p>
    <w:p w14:paraId="1204C1E7" w14:textId="77777777" w:rsidR="00F07CA1" w:rsidRDefault="00E030C1">
      <w:r>
        <w:t>Standard: To AS/NZS 2271 (2004).</w:t>
      </w:r>
    </w:p>
    <w:p w14:paraId="5B8F835F" w14:textId="77777777" w:rsidR="00F07CA1" w:rsidRDefault="00E030C1">
      <w:pPr>
        <w:pStyle w:val="Instructions"/>
      </w:pPr>
      <w:r>
        <w:t>AS/NZS 2271 (2004) cites AS/NZS 2754.1 (2016) for adhesive Bond Type.</w:t>
      </w:r>
    </w:p>
    <w:p w14:paraId="2BAFC627" w14:textId="77777777" w:rsidR="00F07CA1" w:rsidRDefault="00E030C1">
      <w:pPr>
        <w:pStyle w:val="Instructions"/>
      </w:pPr>
      <w:r>
        <w:t>Marine plywood to AS/NZS 2272 (2006) has the internal veneers laid up without gaps or knots, and is bonded with the same grade of adhesive as waterproof ply for external use. The cost difference is substantial but could be justified for extreme applications.</w:t>
      </w:r>
    </w:p>
    <w:p w14:paraId="11519C90" w14:textId="77777777" w:rsidR="00F07CA1" w:rsidRDefault="00E030C1">
      <w:r>
        <w:t>Bond: Type A.</w:t>
      </w:r>
    </w:p>
    <w:p w14:paraId="02F0045A" w14:textId="77777777" w:rsidR="00F07CA1" w:rsidRDefault="00E030C1">
      <w:r>
        <w:t>Presealed plywood: Sides and edges presealed with a machine applied sealer.</w:t>
      </w:r>
    </w:p>
    <w:p w14:paraId="4CE3A179" w14:textId="77777777" w:rsidR="00F07CA1" w:rsidRDefault="00E030C1">
      <w:r>
        <w:t>Visible surfaces with a clear finish: Veneer quality A.</w:t>
      </w:r>
    </w:p>
    <w:p w14:paraId="53B68250" w14:textId="77777777" w:rsidR="00F07CA1" w:rsidRDefault="00E030C1">
      <w:r>
        <w:t>Other visible surfaces: Veneer quality B.</w:t>
      </w:r>
    </w:p>
    <w:p w14:paraId="1BB2225D" w14:textId="77777777" w:rsidR="00F07CA1" w:rsidRDefault="00E030C1">
      <w:r>
        <w:t>Hidden surfaces: Veneer quality C or D.</w:t>
      </w:r>
    </w:p>
    <w:p w14:paraId="1BDD0176" w14:textId="77777777" w:rsidR="00F07CA1" w:rsidRDefault="00E030C1">
      <w:pPr>
        <w:pStyle w:val="Prompt"/>
      </w:pPr>
      <w:r>
        <w:t xml:space="preserve">Formaldehyde emission class: </w:t>
      </w:r>
      <w:r>
        <w:fldChar w:fldCharType="begin"/>
      </w:r>
      <w:r>
        <w:instrText xml:space="preserve"> MACROBUTTON  ac_OnHelp [complete/delete]</w:instrText>
      </w:r>
      <w:r>
        <w:fldChar w:fldCharType="separate"/>
      </w:r>
      <w:r>
        <w:t> </w:t>
      </w:r>
      <w:r>
        <w:fldChar w:fldCharType="end"/>
      </w:r>
    </w:p>
    <w:p w14:paraId="088DBDC6" w14:textId="77777777" w:rsidR="00F07CA1" w:rsidRDefault="00E030C1">
      <w:pPr>
        <w:pStyle w:val="Instructions"/>
      </w:pPr>
      <w:r>
        <w:t>Select from E</w:t>
      </w:r>
      <w:r>
        <w:rPr>
          <w:vertAlign w:val="subscript"/>
        </w:rPr>
        <w:t>0</w:t>
      </w:r>
      <w:r>
        <w:t xml:space="preserve"> to E</w:t>
      </w:r>
      <w:r>
        <w:rPr>
          <w:vertAlign w:val="subscript"/>
        </w:rPr>
        <w:t>3</w:t>
      </w:r>
      <w:r>
        <w:t>. See AS/NZS 2271 (2004) clause 1.11.</w:t>
      </w:r>
    </w:p>
    <w:p w14:paraId="40B6075B" w14:textId="77777777" w:rsidR="00F07CA1" w:rsidRDefault="00E030C1">
      <w:pPr>
        <w:pStyle w:val="Instructions"/>
      </w:pPr>
      <w:r>
        <w:t>Compliance with this subclause targets the Engineered Wood Products requirement for structural plywood within the Minimum Expectation level of the Exposure to Toxins credit in Green Star Buildings (2021):</w:t>
      </w:r>
    </w:p>
    <w:p w14:paraId="22451144" w14:textId="77777777" w:rsidR="00F07CA1" w:rsidRDefault="00E030C1">
      <w:pPr>
        <w:pStyle w:val="Instructionsindent"/>
      </w:pPr>
      <w:r>
        <w:t>Structural plywood: 1.0 mg/L, (E</w:t>
      </w:r>
      <w:r>
        <w:rPr>
          <w:vertAlign w:val="subscript"/>
        </w:rPr>
        <w:t>1</w:t>
      </w:r>
      <w:r>
        <w:t>).</w:t>
      </w:r>
    </w:p>
    <w:p w14:paraId="4EB4240F" w14:textId="77777777" w:rsidR="00F07CA1" w:rsidRDefault="00E030C1">
      <w:r>
        <w:t xml:space="preserve">Identification: Sheets labelled under the authority of a recognised certification scheme to </w:t>
      </w:r>
      <w:r>
        <w:rPr>
          <w:i/>
        </w:rPr>
        <w:t>0185 Timber products, finishes and treatment</w:t>
      </w:r>
      <w:r>
        <w:t>.</w:t>
      </w:r>
    </w:p>
    <w:p w14:paraId="6FD842CA" w14:textId="77777777" w:rsidR="00F07CA1" w:rsidRDefault="00E030C1">
      <w:pPr>
        <w:pStyle w:val="Instructions"/>
      </w:pPr>
      <w:r>
        <w:t xml:space="preserve">Nominate relevant certification schemes in </w:t>
      </w:r>
      <w:r>
        <w:rPr>
          <w:i/>
        </w:rPr>
        <w:t>0185 Timber products, finishes and treatment</w:t>
      </w:r>
      <w:r>
        <w:t>.</w:t>
      </w:r>
    </w:p>
    <w:p w14:paraId="56873C70" w14:textId="77777777" w:rsidR="00F07CA1" w:rsidRDefault="00E030C1">
      <w:pPr>
        <w:pStyle w:val="Heading4"/>
      </w:pPr>
      <w:bookmarkStart w:id="203" w:name="h-10_13078-21"/>
      <w:bookmarkStart w:id="204" w:name="f-10_13078-21"/>
      <w:bookmarkStart w:id="205" w:name="f-13251-41"/>
      <w:bookmarkEnd w:id="201"/>
      <w:bookmarkEnd w:id="202"/>
      <w:r>
        <w:t>Fasteners</w:t>
      </w:r>
      <w:bookmarkEnd w:id="203"/>
    </w:p>
    <w:p w14:paraId="1D2674AC" w14:textId="77777777" w:rsidR="00F07CA1" w:rsidRDefault="00E030C1">
      <w:r>
        <w:t>LOSP treated timber and non-corrosive timber cladding: Hot-dip galvanized steel.</w:t>
      </w:r>
    </w:p>
    <w:p w14:paraId="6756B81C" w14:textId="77777777" w:rsidR="00F07CA1" w:rsidRDefault="00E030C1">
      <w:r>
        <w:t>CCA treated timber and corrosive timber cladding (including western red cedar or redwood): Stainless steel Type 316 or silicon bronze.</w:t>
      </w:r>
    </w:p>
    <w:p w14:paraId="04E1EAE9" w14:textId="77777777" w:rsidR="00F07CA1" w:rsidRDefault="00E030C1">
      <w:pPr>
        <w:pStyle w:val="Heading3"/>
      </w:pPr>
      <w:bookmarkStart w:id="206" w:name="h-13251-42"/>
      <w:bookmarkStart w:id="207" w:name="f-13251-42"/>
      <w:bookmarkEnd w:id="204"/>
      <w:bookmarkEnd w:id="205"/>
      <w:r>
        <w:t>STRAMIT profiled sheet metal</w:t>
      </w:r>
      <w:bookmarkEnd w:id="206"/>
    </w:p>
    <w:p w14:paraId="69FD8CDD" w14:textId="77777777" w:rsidR="00F07CA1" w:rsidRDefault="00E030C1">
      <w:pPr>
        <w:pStyle w:val="Heading4"/>
      </w:pPr>
      <w:bookmarkStart w:id="208" w:name="h-13251-43"/>
      <w:bookmarkStart w:id="209" w:name="f-13251-43"/>
      <w:bookmarkEnd w:id="207"/>
      <w:r>
        <w:t>General</w:t>
      </w:r>
      <w:bookmarkEnd w:id="208"/>
    </w:p>
    <w:p w14:paraId="3F11D82C" w14:textId="77777777" w:rsidR="00F07CA1" w:rsidRDefault="00E030C1">
      <w:r>
        <w:t xml:space="preserve">Requirement: To the </w:t>
      </w:r>
      <w:r>
        <w:rPr>
          <w:b/>
        </w:rPr>
        <w:t>STRAMIT profiled sheet metal cladding schedule</w:t>
      </w:r>
      <w:r>
        <w:t>.</w:t>
      </w:r>
    </w:p>
    <w:p w14:paraId="2A9EDA51" w14:textId="77777777" w:rsidR="00F07CA1" w:rsidRDefault="00E030C1">
      <w:r>
        <w:t>Design and installation: To AS 1562.1 (2018).</w:t>
      </w:r>
    </w:p>
    <w:p w14:paraId="2B2A1019" w14:textId="77777777" w:rsidR="00F07CA1" w:rsidRDefault="00E030C1">
      <w:pPr>
        <w:pStyle w:val="Instructions"/>
      </w:pPr>
      <w:r>
        <w:t>AS 1562.1 (2018) requires materials to conform to the following standards:</w:t>
      </w:r>
    </w:p>
    <w:p w14:paraId="07B84B2E" w14:textId="77777777" w:rsidR="00F07CA1" w:rsidRDefault="00E030C1">
      <w:pPr>
        <w:pStyle w:val="Instructionsindent"/>
      </w:pPr>
      <w:r>
        <w:t>Steel: AS 1397 (2021) for continuously hot-dip metallic-coated sheet and strip or AS/NZS 2728 (2013) for prepainted and organic film/metal laminate products.</w:t>
      </w:r>
    </w:p>
    <w:p w14:paraId="4428CAC0" w14:textId="77777777" w:rsidR="00F07CA1" w:rsidRDefault="00E030C1">
      <w:pPr>
        <w:pStyle w:val="Heading4"/>
      </w:pPr>
      <w:bookmarkStart w:id="210" w:name="h-13251-13251.3"/>
      <w:bookmarkStart w:id="211" w:name="f-13251-13251.3"/>
      <w:bookmarkEnd w:id="209"/>
      <w:r>
        <w:t>Fasteners</w:t>
      </w:r>
      <w:bookmarkEnd w:id="210"/>
    </w:p>
    <w:p w14:paraId="6BF6F393" w14:textId="77777777" w:rsidR="00F07CA1" w:rsidRDefault="00E030C1">
      <w:r>
        <w:t>General: Type, size, corrosion resistance class and spacing to the cladding manufacturer’s recommendations.</w:t>
      </w:r>
    </w:p>
    <w:p w14:paraId="7BEB47B5" w14:textId="77777777" w:rsidR="00F07CA1" w:rsidRDefault="00E030C1">
      <w:r>
        <w:t>Finish for exposed fasteners on coloured cladding: Prefinish exposed fasteners with an oven baked polymer coating to match the cladding material.</w:t>
      </w:r>
    </w:p>
    <w:p w14:paraId="0C2AEDF5" w14:textId="77777777" w:rsidR="00F07CA1" w:rsidRDefault="00E030C1">
      <w:r>
        <w:t>Fasteners to timber battens</w:t>
      </w:r>
      <w:r>
        <w:rPr>
          <w:b/>
        </w:rPr>
        <w:t>:</w:t>
      </w:r>
      <w:r>
        <w:t xml:space="preserve"> Provide fasteners long enough to penetrate the thickness of the batten without piercing the underside.</w:t>
      </w:r>
    </w:p>
    <w:p w14:paraId="65F78593" w14:textId="77777777" w:rsidR="00F07CA1" w:rsidRDefault="00E030C1">
      <w:pPr>
        <w:pStyle w:val="Heading3"/>
      </w:pPr>
      <w:bookmarkStart w:id="212" w:name="h-13251-44"/>
      <w:bookmarkStart w:id="213" w:name="f-13251-44"/>
      <w:bookmarkEnd w:id="211"/>
      <w:r>
        <w:lastRenderedPageBreak/>
        <w:t>Seamed sheet metal</w:t>
      </w:r>
      <w:bookmarkEnd w:id="212"/>
    </w:p>
    <w:p w14:paraId="63CC53BC" w14:textId="77777777" w:rsidR="00F07CA1" w:rsidRDefault="00E030C1">
      <w:pPr>
        <w:pStyle w:val="Heading4"/>
      </w:pPr>
      <w:bookmarkStart w:id="214" w:name="h-13081-5"/>
      <w:bookmarkStart w:id="215" w:name="f-13081-5"/>
      <w:bookmarkStart w:id="216" w:name="f-13251-45"/>
      <w:bookmarkEnd w:id="213"/>
      <w:r>
        <w:t>General</w:t>
      </w:r>
      <w:bookmarkEnd w:id="214"/>
    </w:p>
    <w:p w14:paraId="30B52C63" w14:textId="77777777" w:rsidR="00F07CA1" w:rsidRDefault="00E030C1">
      <w:r>
        <w:t>Description: Sheet metal roll formed into pan profiles, laid with seamed joints on a breathable waterproof membrane on flush finished, continuous plywood sheeting or to manufacturer's recommendations.</w:t>
      </w:r>
    </w:p>
    <w:p w14:paraId="3174AAAE" w14:textId="77777777" w:rsidR="00F07CA1" w:rsidRDefault="00E030C1">
      <w:pPr>
        <w:pStyle w:val="Instructions"/>
      </w:pPr>
      <w:r>
        <w:t xml:space="preserve">Check if your cladding is required to be non-combustible, refer to BCA (2022) Section C and </w:t>
      </w:r>
      <w:r>
        <w:rPr>
          <w:i/>
        </w:rPr>
        <w:t>ABCB Fire performance of external walls and cladding advisory note (2020)</w:t>
      </w:r>
      <w:r>
        <w:t>.</w:t>
      </w:r>
    </w:p>
    <w:p w14:paraId="63C4B172" w14:textId="77777777" w:rsidR="00F07CA1" w:rsidRDefault="00E030C1">
      <w:pPr>
        <w:pStyle w:val="Heading4"/>
      </w:pPr>
      <w:bookmarkStart w:id="217" w:name="h-2_13081-6"/>
      <w:bookmarkStart w:id="218" w:name="f-2_13081-6"/>
      <w:bookmarkStart w:id="219" w:name="f-13251-46"/>
      <w:bookmarkEnd w:id="215"/>
      <w:bookmarkEnd w:id="216"/>
      <w:r>
        <w:t>Plywood sheeting</w:t>
      </w:r>
      <w:bookmarkEnd w:id="217"/>
    </w:p>
    <w:p w14:paraId="0BD85342" w14:textId="77777777" w:rsidR="00F07CA1" w:rsidRDefault="00E030C1">
      <w:r>
        <w:t>Standard: To AS/NZS 2269.0 (2012):</w:t>
      </w:r>
    </w:p>
    <w:p w14:paraId="04FED396" w14:textId="77777777" w:rsidR="00F07CA1" w:rsidRDefault="00E030C1">
      <w:pPr>
        <w:pStyle w:val="NormalIndent"/>
      </w:pPr>
      <w:r>
        <w:t>Surface grade: D.</w:t>
      </w:r>
    </w:p>
    <w:p w14:paraId="3F07D558" w14:textId="77777777" w:rsidR="00F07CA1" w:rsidRDefault="00E030C1">
      <w:pPr>
        <w:pStyle w:val="Instructions"/>
      </w:pPr>
      <w:r>
        <w:t>AS/NZS 2269.0 (2012) defines five veneer qualities A, S, B, C and D, the lowest grade.</w:t>
      </w:r>
    </w:p>
    <w:p w14:paraId="2A905F1F" w14:textId="77777777" w:rsidR="00F07CA1" w:rsidRDefault="00E030C1">
      <w:pPr>
        <w:pStyle w:val="NormalIndent"/>
      </w:pPr>
      <w:r>
        <w:t>Bond: Type A.</w:t>
      </w:r>
    </w:p>
    <w:p w14:paraId="7F9DED0B" w14:textId="77777777" w:rsidR="00F07CA1" w:rsidRDefault="00E030C1">
      <w:pPr>
        <w:pStyle w:val="NormalIndent"/>
      </w:pPr>
      <w:r>
        <w:t>Formaldehyde emission class: E</w:t>
      </w:r>
      <w:r>
        <w:rPr>
          <w:vertAlign w:val="subscript"/>
        </w:rPr>
        <w:t>1</w:t>
      </w:r>
      <w:r>
        <w:t>.</w:t>
      </w:r>
    </w:p>
    <w:p w14:paraId="689BB575" w14:textId="77777777" w:rsidR="00F07CA1" w:rsidRDefault="00E030C1">
      <w:pPr>
        <w:pStyle w:val="Instructions"/>
      </w:pPr>
      <w:r>
        <w:t>Super E</w:t>
      </w:r>
      <w:r>
        <w:rPr>
          <w:vertAlign w:val="subscript"/>
        </w:rPr>
        <w:t>0</w:t>
      </w:r>
      <w:r>
        <w:t xml:space="preserve"> and E</w:t>
      </w:r>
      <w:r>
        <w:rPr>
          <w:vertAlign w:val="subscript"/>
        </w:rPr>
        <w:t>0</w:t>
      </w:r>
      <w:r>
        <w:t xml:space="preserve"> class may be available at additional cost and lead time. A formaldehyde emission class E</w:t>
      </w:r>
      <w:r>
        <w:rPr>
          <w:vertAlign w:val="subscript"/>
        </w:rPr>
        <w:t>1</w:t>
      </w:r>
      <w:r>
        <w:t xml:space="preserve"> or less can improve indoor air quality.</w:t>
      </w:r>
    </w:p>
    <w:p w14:paraId="388D2A16" w14:textId="77777777" w:rsidR="00F07CA1" w:rsidRDefault="00E030C1">
      <w:pPr>
        <w:pStyle w:val="Instructions"/>
      </w:pPr>
      <w:r>
        <w:t>Compliance with this subclause targets the Engineered Wood Products requirement for structural plywood within the Minimum Expectation level of the Exposure to Toxins credit in Green Star Buildings (2021):</w:t>
      </w:r>
    </w:p>
    <w:p w14:paraId="1A946D01" w14:textId="77777777" w:rsidR="00F07CA1" w:rsidRDefault="00E030C1">
      <w:pPr>
        <w:pStyle w:val="Instructionsindent"/>
      </w:pPr>
      <w:r>
        <w:t>Structural plywood: 1.0 mg/L, (E</w:t>
      </w:r>
      <w:r>
        <w:rPr>
          <w:vertAlign w:val="subscript"/>
        </w:rPr>
        <w:t>1</w:t>
      </w:r>
      <w:r>
        <w:t>).</w:t>
      </w:r>
    </w:p>
    <w:p w14:paraId="4B267F20" w14:textId="77777777" w:rsidR="00F07CA1" w:rsidRDefault="00E030C1">
      <w:r>
        <w:t>Thickness: 15 mm.</w:t>
      </w:r>
    </w:p>
    <w:p w14:paraId="1EE7DE92" w14:textId="77777777" w:rsidR="00F07CA1" w:rsidRDefault="00E030C1">
      <w:r>
        <w:t xml:space="preserve">Identification: Sheets labelled under the authority of a recognised certification scheme to </w:t>
      </w:r>
      <w:r>
        <w:rPr>
          <w:i/>
        </w:rPr>
        <w:t>0185 Timber products, finishes and treatment.</w:t>
      </w:r>
    </w:p>
    <w:p w14:paraId="405248C0" w14:textId="77777777" w:rsidR="00F07CA1" w:rsidRDefault="00E030C1">
      <w:pPr>
        <w:pStyle w:val="Instructions"/>
      </w:pPr>
      <w:r>
        <w:t xml:space="preserve">Nominate the relevant certification schemes in </w:t>
      </w:r>
      <w:r>
        <w:rPr>
          <w:i/>
        </w:rPr>
        <w:t>0185 Timber products, finishes and treatment</w:t>
      </w:r>
      <w:r>
        <w:t>.</w:t>
      </w:r>
    </w:p>
    <w:p w14:paraId="2FBDD30E" w14:textId="77777777" w:rsidR="00F07CA1" w:rsidRDefault="00E030C1">
      <w:pPr>
        <w:pStyle w:val="Heading4"/>
      </w:pPr>
      <w:bookmarkStart w:id="220" w:name="h-3_13081-7"/>
      <w:bookmarkStart w:id="221" w:name="f-3_13081-7"/>
      <w:bookmarkStart w:id="222" w:name="f-13251-47"/>
      <w:bookmarkEnd w:id="218"/>
      <w:bookmarkEnd w:id="219"/>
      <w:r>
        <w:t>Underlayer</w:t>
      </w:r>
      <w:bookmarkEnd w:id="220"/>
    </w:p>
    <w:p w14:paraId="205689BE" w14:textId="77777777" w:rsidR="00F07CA1" w:rsidRDefault="00E030C1">
      <w:r>
        <w:t>Requirement: Breathable waterproof membrane to internal face of cavity when cladding including a plywood or FC substrate, is installed as a vented cavity or rainscreen system. Minimum 40 mm ventilation gap between substrate and framing.</w:t>
      </w:r>
    </w:p>
    <w:p w14:paraId="32EF06B4" w14:textId="77777777" w:rsidR="00F07CA1" w:rsidRDefault="00E030C1">
      <w:pPr>
        <w:pStyle w:val="Heading4"/>
      </w:pPr>
      <w:bookmarkStart w:id="223" w:name="h-4_13081-8"/>
      <w:bookmarkStart w:id="224" w:name="f-4_13081-8"/>
      <w:bookmarkStart w:id="225" w:name="f-13251-48"/>
      <w:bookmarkEnd w:id="221"/>
      <w:bookmarkEnd w:id="222"/>
      <w:r>
        <w:t>Separation layer</w:t>
      </w:r>
      <w:bookmarkEnd w:id="223"/>
    </w:p>
    <w:p w14:paraId="16E10893" w14:textId="77777777" w:rsidR="00F07CA1" w:rsidRDefault="00E030C1">
      <w:r>
        <w:t>Requirement: Breathable waterproof membrane between cladding material and substrate.</w:t>
      </w:r>
    </w:p>
    <w:p w14:paraId="5212B96E" w14:textId="77777777" w:rsidR="00F07CA1" w:rsidRDefault="00E030C1">
      <w:pPr>
        <w:pStyle w:val="Heading4"/>
      </w:pPr>
      <w:bookmarkStart w:id="226" w:name="h-5_13081-9"/>
      <w:bookmarkStart w:id="227" w:name="f-5_13081-9"/>
      <w:bookmarkStart w:id="228" w:name="f-13251-49"/>
      <w:bookmarkEnd w:id="224"/>
      <w:bookmarkEnd w:id="225"/>
      <w:r>
        <w:t>Accessories</w:t>
      </w:r>
      <w:bookmarkEnd w:id="226"/>
    </w:p>
    <w:p w14:paraId="33609C7C" w14:textId="77777777" w:rsidR="00F07CA1" w:rsidRDefault="00E030C1">
      <w:r>
        <w:t>Solder (tin/lead): 40/60 soft solder.</w:t>
      </w:r>
    </w:p>
    <w:p w14:paraId="1C600DA0" w14:textId="77777777" w:rsidR="00F07CA1" w:rsidRDefault="00E030C1">
      <w:r>
        <w:t>Flux: Z-04-S.</w:t>
      </w:r>
    </w:p>
    <w:p w14:paraId="2BF77F07" w14:textId="77777777" w:rsidR="00F07CA1" w:rsidRDefault="00E030C1">
      <w:r>
        <w:t>Sealant: 100% neutral cure non-acid based silicone rubber to match cladding.</w:t>
      </w:r>
    </w:p>
    <w:p w14:paraId="50D10975" w14:textId="77777777" w:rsidR="00F07CA1" w:rsidRDefault="00E030C1">
      <w:r>
        <w:t>Fasteners: Provide starter clips, fixing clips and fastenings as recommended by the cladding system supplier.</w:t>
      </w:r>
    </w:p>
    <w:p w14:paraId="7E64A624" w14:textId="77777777" w:rsidR="00F07CA1" w:rsidRDefault="00E030C1">
      <w:pPr>
        <w:pStyle w:val="Heading3"/>
      </w:pPr>
      <w:bookmarkStart w:id="229" w:name="h-13251-50"/>
      <w:bookmarkStart w:id="230" w:name="f-13251-50"/>
      <w:bookmarkEnd w:id="227"/>
      <w:bookmarkEnd w:id="228"/>
      <w:r>
        <w:t>Terracotta panels and tiles</w:t>
      </w:r>
      <w:bookmarkEnd w:id="229"/>
    </w:p>
    <w:p w14:paraId="7646AEB5" w14:textId="77777777" w:rsidR="00F07CA1" w:rsidRDefault="00E030C1">
      <w:pPr>
        <w:pStyle w:val="Heading4"/>
      </w:pPr>
      <w:bookmarkStart w:id="231" w:name="h-11_13078-23"/>
      <w:bookmarkStart w:id="232" w:name="f-11_13078-23"/>
      <w:bookmarkStart w:id="233" w:name="f-13251-51"/>
      <w:bookmarkEnd w:id="230"/>
      <w:r>
        <w:t>General</w:t>
      </w:r>
      <w:bookmarkEnd w:id="231"/>
    </w:p>
    <w:p w14:paraId="10A94ADF" w14:textId="77777777" w:rsidR="00F07CA1" w:rsidRDefault="00E030C1">
      <w:r>
        <w:t>Requirement: Proprietary cladding system comprising prefinished, fired, extruded clay panels and mechanical fixing system.</w:t>
      </w:r>
    </w:p>
    <w:p w14:paraId="49A9FCE4" w14:textId="77777777" w:rsidR="00F07CA1" w:rsidRDefault="00E030C1">
      <w:r>
        <w:t>Finish: Smooth or profiled factory finish, free of imperfections such as chips.</w:t>
      </w:r>
    </w:p>
    <w:p w14:paraId="1957934B" w14:textId="77777777" w:rsidR="00F07CA1" w:rsidRDefault="00E030C1">
      <w:r>
        <w:t>Edge profile:</w:t>
      </w:r>
    </w:p>
    <w:p w14:paraId="4FBA5D44" w14:textId="77777777" w:rsidR="00F07CA1" w:rsidRDefault="00E030C1">
      <w:pPr>
        <w:pStyle w:val="NormalIndent"/>
      </w:pPr>
      <w:r>
        <w:t>Vertical: square.</w:t>
      </w:r>
    </w:p>
    <w:p w14:paraId="3B98DC4F" w14:textId="77777777" w:rsidR="00F07CA1" w:rsidRDefault="00E030C1">
      <w:pPr>
        <w:pStyle w:val="NormalIndent"/>
      </w:pPr>
      <w:r>
        <w:t>Horizontal: tongue and groove.</w:t>
      </w:r>
    </w:p>
    <w:p w14:paraId="72489E09" w14:textId="77777777" w:rsidR="00F07CA1" w:rsidRDefault="00E030C1">
      <w:r>
        <w:t>Suspension rails: Proprietary aluminium, galvanized steel or stainless steel extrusions.</w:t>
      </w:r>
    </w:p>
    <w:p w14:paraId="66E3A937" w14:textId="77777777" w:rsidR="00F07CA1" w:rsidRDefault="00E030C1">
      <w:r>
        <w:t>Accessories: Proprietary powder coated aluminium profiles to the manufacturer’s recommendations.</w:t>
      </w:r>
    </w:p>
    <w:p w14:paraId="46DF9D30" w14:textId="77777777" w:rsidR="00F07CA1" w:rsidRDefault="00E030C1">
      <w:pPr>
        <w:pStyle w:val="Heading3"/>
      </w:pPr>
      <w:bookmarkStart w:id="234" w:name="h-13251-52"/>
      <w:bookmarkStart w:id="235" w:name="f-13251-52"/>
      <w:bookmarkEnd w:id="232"/>
      <w:bookmarkEnd w:id="233"/>
      <w:r>
        <w:t>Timber weatherboards</w:t>
      </w:r>
      <w:bookmarkEnd w:id="234"/>
    </w:p>
    <w:p w14:paraId="0B9E1E18" w14:textId="77777777" w:rsidR="00F07CA1" w:rsidRDefault="00E030C1">
      <w:pPr>
        <w:pStyle w:val="Heading4"/>
      </w:pPr>
      <w:bookmarkStart w:id="236" w:name="h-5_13079-10"/>
      <w:bookmarkStart w:id="237" w:name="f-5_13079-10"/>
      <w:bookmarkStart w:id="238" w:name="f-13251-53"/>
      <w:bookmarkEnd w:id="235"/>
      <w:r>
        <w:t>General</w:t>
      </w:r>
      <w:bookmarkEnd w:id="236"/>
    </w:p>
    <w:p w14:paraId="4BF54886" w14:textId="77777777" w:rsidR="00F07CA1" w:rsidRDefault="00E030C1">
      <w:r>
        <w:t>Hardwood: To AS 2796.1 (1999).</w:t>
      </w:r>
    </w:p>
    <w:p w14:paraId="1BEC134D" w14:textId="77777777" w:rsidR="00F07CA1" w:rsidRDefault="00E030C1">
      <w:pPr>
        <w:pStyle w:val="NormalIndent"/>
      </w:pPr>
      <w:r>
        <w:t>Grade: To AS 2796.2 (2006).</w:t>
      </w:r>
    </w:p>
    <w:p w14:paraId="4AAD238D" w14:textId="77777777" w:rsidR="00F07CA1" w:rsidRDefault="00E030C1">
      <w:r>
        <w:t>Seasoned cypress pine: To AS 1810 (1995).</w:t>
      </w:r>
    </w:p>
    <w:p w14:paraId="6F39A300" w14:textId="77777777" w:rsidR="00F07CA1" w:rsidRDefault="00E030C1">
      <w:r>
        <w:t>Softwood: To AS 4785.1 (2002).</w:t>
      </w:r>
    </w:p>
    <w:p w14:paraId="112F1B7B" w14:textId="77777777" w:rsidR="00F07CA1" w:rsidRDefault="00E030C1">
      <w:pPr>
        <w:pStyle w:val="NormalIndent"/>
      </w:pPr>
      <w:r>
        <w:lastRenderedPageBreak/>
        <w:t>Grade: To AS 4785.2 (2002).</w:t>
      </w:r>
    </w:p>
    <w:p w14:paraId="573E077D" w14:textId="77777777" w:rsidR="00F07CA1" w:rsidRDefault="00E030C1">
      <w:pPr>
        <w:pStyle w:val="Heading4"/>
      </w:pPr>
      <w:bookmarkStart w:id="239" w:name="h-6_13079-11"/>
      <w:bookmarkStart w:id="240" w:name="f-6_13079-11"/>
      <w:bookmarkStart w:id="241" w:name="f-13251-54"/>
      <w:bookmarkEnd w:id="237"/>
      <w:bookmarkEnd w:id="238"/>
      <w:r>
        <w:t>Fasteners</w:t>
      </w:r>
      <w:bookmarkEnd w:id="239"/>
    </w:p>
    <w:p w14:paraId="01B21D08" w14:textId="77777777" w:rsidR="00F07CA1" w:rsidRDefault="00E030C1">
      <w:r>
        <w:t>LOSP treated timber and non-corrosive timber cladding: Hot-dip galvanized steel.</w:t>
      </w:r>
    </w:p>
    <w:p w14:paraId="29106E7C" w14:textId="77777777" w:rsidR="00F07CA1" w:rsidRDefault="00E030C1">
      <w:r>
        <w:t>CCA treated timber and corrosive timber cladding (including western red cedar or redwood): Stainless steel Type 316 or silicon bronze.</w:t>
      </w:r>
    </w:p>
    <w:p w14:paraId="766B55D3" w14:textId="77777777" w:rsidR="00F07CA1" w:rsidRDefault="00E030C1">
      <w:r>
        <w:t>Hardwood cladding: Bullet head and plain shank nails, if the cladding is painted and nails are punched and stopped.</w:t>
      </w:r>
    </w:p>
    <w:p w14:paraId="0EC87B23" w14:textId="77777777" w:rsidR="00F07CA1" w:rsidRDefault="00E030C1">
      <w:r>
        <w:t>Softwood cladding: Flat head and plain shank nails, if cladding is painted.</w:t>
      </w:r>
    </w:p>
    <w:p w14:paraId="3C28AE61" w14:textId="77777777" w:rsidR="00F07CA1" w:rsidRDefault="00E030C1">
      <w:r>
        <w:t>CCA treated softwood cladding: Deformed shank (ring or annular) flat head nails.</w:t>
      </w:r>
    </w:p>
    <w:p w14:paraId="7FB68FB5" w14:textId="77777777" w:rsidR="00F07CA1" w:rsidRDefault="00E030C1">
      <w:r>
        <w:t>Unpainted cladding/framing joints: Do not use machine driven T head nails.</w:t>
      </w:r>
    </w:p>
    <w:p w14:paraId="19B4161B" w14:textId="77777777" w:rsidR="00F07CA1" w:rsidRDefault="00E030C1">
      <w:pPr>
        <w:pStyle w:val="Instructions"/>
      </w:pPr>
      <w:r>
        <w:t>T head nails will work loose.</w:t>
      </w:r>
    </w:p>
    <w:p w14:paraId="2CC0CD52" w14:textId="77777777" w:rsidR="00F07CA1" w:rsidRDefault="00E030C1">
      <w:pPr>
        <w:pStyle w:val="Heading2"/>
      </w:pPr>
      <w:bookmarkStart w:id="242" w:name="h-13255-1"/>
      <w:bookmarkStart w:id="243" w:name="f-13255-1"/>
      <w:bookmarkStart w:id="244" w:name="f-13255"/>
      <w:bookmarkEnd w:id="240"/>
      <w:bookmarkEnd w:id="241"/>
      <w:bookmarkEnd w:id="92"/>
      <w:r>
        <w:t>Execution</w:t>
      </w:r>
      <w:bookmarkEnd w:id="242"/>
    </w:p>
    <w:p w14:paraId="7B918F83" w14:textId="77777777" w:rsidR="00F07CA1" w:rsidRDefault="00E030C1">
      <w:pPr>
        <w:pStyle w:val="Heading3"/>
      </w:pPr>
      <w:bookmarkStart w:id="245" w:name="h-13255-2"/>
      <w:bookmarkStart w:id="246" w:name="f-13255-2"/>
      <w:bookmarkEnd w:id="243"/>
      <w:r>
        <w:t>General</w:t>
      </w:r>
      <w:bookmarkEnd w:id="245"/>
    </w:p>
    <w:p w14:paraId="1A3B94CB" w14:textId="77777777" w:rsidR="00F07CA1" w:rsidRDefault="00E030C1">
      <w:pPr>
        <w:pStyle w:val="Heading4"/>
      </w:pPr>
      <w:bookmarkStart w:id="247" w:name="h-7_13061-57"/>
      <w:bookmarkStart w:id="248" w:name="f-7_13061-57"/>
      <w:bookmarkStart w:id="249" w:name="f-13255-3"/>
      <w:bookmarkEnd w:id="246"/>
      <w:r>
        <w:t>Preparation</w:t>
      </w:r>
      <w:bookmarkEnd w:id="247"/>
    </w:p>
    <w:p w14:paraId="7AC8017D" w14:textId="77777777" w:rsidR="00F07CA1" w:rsidRDefault="00E030C1">
      <w:r>
        <w:t>Substrates or framing: Before fixing cladding, check the alignment of substrates or framing and adjust if required.</w:t>
      </w:r>
    </w:p>
    <w:p w14:paraId="65EE1F21" w14:textId="77777777" w:rsidR="00F07CA1" w:rsidRDefault="00E030C1">
      <w:r>
        <w:t>Flexible underlay: Check that the underlay or insulation is restrained.</w:t>
      </w:r>
    </w:p>
    <w:p w14:paraId="7B2D259A" w14:textId="77777777" w:rsidR="00F07CA1" w:rsidRDefault="00E030C1">
      <w:r>
        <w:t>Cladding: Make sure the cladding is clean and free of dust and loose particles.</w:t>
      </w:r>
    </w:p>
    <w:p w14:paraId="0E088560" w14:textId="77777777" w:rsidR="00F07CA1" w:rsidRDefault="00E030C1">
      <w:pPr>
        <w:pStyle w:val="OptionalHeading4"/>
      </w:pPr>
      <w:bookmarkStart w:id="250" w:name="h-13255-13255.1"/>
      <w:bookmarkStart w:id="251" w:name="f-13255-13255.1"/>
      <w:bookmarkEnd w:id="248"/>
      <w:bookmarkEnd w:id="249"/>
      <w:r>
        <w:t>Prototypes</w:t>
      </w:r>
      <w:bookmarkEnd w:id="250"/>
    </w:p>
    <w:p w14:paraId="77F1743C" w14:textId="77777777" w:rsidR="00F07CA1" w:rsidRDefault="00E030C1">
      <w:pPr>
        <w:pStyle w:val="OptionalNormal"/>
      </w:pPr>
      <w:r>
        <w:t>Requirement: Provide a prototype of each panel type, including at least one example of each component in the system to verify selections submitted as samples, to demonstrate aesthetic effects, to set quality standards for materials and execution, and to verify performance, including wind loading.</w:t>
      </w:r>
    </w:p>
    <w:p w14:paraId="05052321" w14:textId="77777777" w:rsidR="00F07CA1" w:rsidRDefault="00E030C1">
      <w:pPr>
        <w:pStyle w:val="OptionalNormal"/>
      </w:pPr>
      <w:r>
        <w:t>Inclusions:</w:t>
      </w:r>
    </w:p>
    <w:p w14:paraId="312149E2" w14:textId="77777777" w:rsidR="00F07CA1" w:rsidRDefault="00E030C1">
      <w:pPr>
        <w:pStyle w:val="OptionalNormalIndent"/>
      </w:pPr>
      <w:r>
        <w:t>Typical components, attachments to building structure and methods of installation.</w:t>
      </w:r>
    </w:p>
    <w:p w14:paraId="651C32F9" w14:textId="77777777" w:rsidR="00F07CA1" w:rsidRDefault="00E030C1">
      <w:pPr>
        <w:pStyle w:val="OptionalNormalIndent"/>
      </w:pPr>
      <w:r>
        <w:t>Window opening with cladding panel, trim and returns.</w:t>
      </w:r>
    </w:p>
    <w:p w14:paraId="05DC6C6D" w14:textId="77777777" w:rsidR="00F07CA1" w:rsidRDefault="00E030C1">
      <w:pPr>
        <w:pStyle w:val="OptionalNormalIndent"/>
      </w:pPr>
      <w:r>
        <w:t>Sealant filled joint.</w:t>
      </w:r>
    </w:p>
    <w:p w14:paraId="74384FA3" w14:textId="77777777" w:rsidR="00F07CA1" w:rsidRDefault="00E030C1">
      <w:pPr>
        <w:pStyle w:val="OptionalNormal"/>
      </w:pPr>
      <w:r>
        <w:t xml:space="preserve">Type: </w:t>
      </w:r>
      <w:r>
        <w:fldChar w:fldCharType="begin"/>
      </w:r>
      <w:r>
        <w:instrText xml:space="preserve"> MACROBUTTON  ac_OnHelp [complete/delete]</w:instrText>
      </w:r>
      <w:r>
        <w:fldChar w:fldCharType="separate"/>
      </w:r>
      <w:r>
        <w:t> </w:t>
      </w:r>
      <w:r>
        <w:fldChar w:fldCharType="end"/>
      </w:r>
    </w:p>
    <w:p w14:paraId="2F540957" w14:textId="77777777" w:rsidR="00F07CA1" w:rsidRDefault="00E030C1">
      <w:pPr>
        <w:pStyle w:val="OptionalNormal"/>
      </w:pPr>
      <w:r>
        <w:t xml:space="preserve">Extent: </w:t>
      </w:r>
      <w:r>
        <w:fldChar w:fldCharType="begin"/>
      </w:r>
      <w:r>
        <w:instrText xml:space="preserve"> MACROBUTTON  ac_OnHelp [complete/delete]</w:instrText>
      </w:r>
      <w:r>
        <w:fldChar w:fldCharType="separate"/>
      </w:r>
      <w:r>
        <w:t> </w:t>
      </w:r>
      <w:r>
        <w:fldChar w:fldCharType="end"/>
      </w:r>
    </w:p>
    <w:p w14:paraId="45F72273" w14:textId="77777777" w:rsidR="00F07CA1" w:rsidRDefault="00E030C1">
      <w:pPr>
        <w:pStyle w:val="Instructions"/>
      </w:pPr>
      <w:r>
        <w:t>Not less than 1800 mm long x 1200 mm high or Not less than 4500 mm long x 3000 mm high.</w:t>
      </w:r>
    </w:p>
    <w:p w14:paraId="34F1796F" w14:textId="77777777" w:rsidR="00F07CA1" w:rsidRDefault="00E030C1">
      <w:pPr>
        <w:pStyle w:val="OptionalNormal"/>
      </w:pPr>
      <w:r>
        <w:t xml:space="preserve">Location: </w:t>
      </w:r>
      <w:r>
        <w:fldChar w:fldCharType="begin"/>
      </w:r>
      <w:r>
        <w:instrText xml:space="preserve"> MACROBUTTON  ac_OnHelp [complete/delete]</w:instrText>
      </w:r>
      <w:r>
        <w:fldChar w:fldCharType="separate"/>
      </w:r>
      <w:r>
        <w:t> </w:t>
      </w:r>
      <w:r>
        <w:fldChar w:fldCharType="end"/>
      </w:r>
    </w:p>
    <w:p w14:paraId="2ECC6121" w14:textId="77777777" w:rsidR="00F07CA1" w:rsidRDefault="00E030C1">
      <w:pPr>
        <w:pStyle w:val="Instructions"/>
      </w:pPr>
      <w:r>
        <w:t>Preferably show on the drawings the location and extent of the prototype and the number and type of components to be included. Delete if the size of the project does not justify a prototype.</w:t>
      </w:r>
    </w:p>
    <w:p w14:paraId="71B7059A" w14:textId="77777777" w:rsidR="00F07CA1" w:rsidRDefault="00E030C1">
      <w:pPr>
        <w:pStyle w:val="OptionalNormal"/>
      </w:pPr>
      <w:r>
        <w:t>Incorporation: Subject to approval, incorporate the prototype in the completed works.</w:t>
      </w:r>
    </w:p>
    <w:p w14:paraId="155EE440" w14:textId="77777777" w:rsidR="00F07CA1" w:rsidRDefault="00E030C1">
      <w:pPr>
        <w:pStyle w:val="Instructions"/>
      </w:pPr>
      <w:r>
        <w:t>If a prototype is a project requirement, consider including this Optional style text by changing to Normal style text and completing the prompts. </w:t>
      </w:r>
    </w:p>
    <w:p w14:paraId="7467361A" w14:textId="77777777" w:rsidR="00F07CA1" w:rsidRDefault="00E030C1">
      <w:pPr>
        <w:pStyle w:val="Heading4"/>
      </w:pPr>
      <w:bookmarkStart w:id="252" w:name="h-13255-4"/>
      <w:bookmarkStart w:id="253" w:name="f-13255-4"/>
      <w:bookmarkEnd w:id="251"/>
      <w:r>
        <w:t>Installation</w:t>
      </w:r>
      <w:bookmarkEnd w:id="252"/>
    </w:p>
    <w:p w14:paraId="36936EE5" w14:textId="77777777" w:rsidR="00F07CA1" w:rsidRDefault="00E030C1">
      <w:bookmarkStart w:id="254" w:name="f-8_13061-59"/>
      <w:r>
        <w:t>Requirement: Install cladding as follows:</w:t>
      </w:r>
    </w:p>
    <w:p w14:paraId="51120CF3" w14:textId="77777777" w:rsidR="00F07CA1" w:rsidRDefault="00E030C1">
      <w:pPr>
        <w:pStyle w:val="NormalIndent"/>
      </w:pPr>
      <w:r>
        <w:t>Fix sheeting firmly against framing to the manufacturer’s recommendations.</w:t>
      </w:r>
    </w:p>
    <w:p w14:paraId="3C87A43D" w14:textId="77777777" w:rsidR="00F07CA1" w:rsidRDefault="00E030C1">
      <w:pPr>
        <w:pStyle w:val="Instructions"/>
      </w:pPr>
      <w:r>
        <w:t>Select either direct fixed cladding or a ventilated cavity/rainscreen construction to conform to the manufacturer’s recommendations. Document a certified system or a project based performance solution.</w:t>
      </w:r>
    </w:p>
    <w:p w14:paraId="3AB48975" w14:textId="77777777" w:rsidR="00F07CA1" w:rsidRDefault="00E030C1">
      <w:pPr>
        <w:pStyle w:val="NormalIndent"/>
      </w:pPr>
      <w:r>
        <w:t>Plumb, level, straight and to documented tolerances.</w:t>
      </w:r>
    </w:p>
    <w:p w14:paraId="3B0A2A6A" w14:textId="77777777" w:rsidR="00F07CA1" w:rsidRDefault="00E030C1">
      <w:pPr>
        <w:pStyle w:val="NormalIndent"/>
      </w:pPr>
      <w:r>
        <w:t>Fixed or anchored to the building structure in conformance with the wind action loading recommendations.</w:t>
      </w:r>
    </w:p>
    <w:p w14:paraId="100A0757" w14:textId="77777777" w:rsidR="00F07CA1" w:rsidRDefault="00E030C1">
      <w:pPr>
        <w:pStyle w:val="NormalIndent"/>
      </w:pPr>
      <w:r>
        <w:t>Isolated from any building loads, including loads caused by structural deflection or shortening.</w:t>
      </w:r>
    </w:p>
    <w:p w14:paraId="6BC85E7B" w14:textId="77777777" w:rsidR="00F07CA1" w:rsidRDefault="00E030C1">
      <w:pPr>
        <w:pStyle w:val="NormalIndent"/>
      </w:pPr>
      <w:r>
        <w:t>Allow for thermal movement.</w:t>
      </w:r>
    </w:p>
    <w:p w14:paraId="00DD98A3" w14:textId="77777777" w:rsidR="00F07CA1" w:rsidRDefault="00E030C1">
      <w:pPr>
        <w:pStyle w:val="Instructions"/>
      </w:pPr>
      <w:r>
        <w:t>Expansion and contraction of the components needs to be provided for. Temperature change due to climatic conditions must not cause harmful buckling, opening of joints, undue stress on fastening and anchors, noise of any kind or other defects.</w:t>
      </w:r>
    </w:p>
    <w:p w14:paraId="503553BF" w14:textId="77777777" w:rsidR="00F07CA1" w:rsidRDefault="00E030C1">
      <w:r>
        <w:t>Cladding layout: Cut/fabricate and install cladding to suit the layout as documented.</w:t>
      </w:r>
    </w:p>
    <w:p w14:paraId="28DA9883" w14:textId="77777777" w:rsidR="00F07CA1" w:rsidRDefault="00E030C1">
      <w:pPr>
        <w:pStyle w:val="Instructions"/>
      </w:pPr>
      <w:r>
        <w:lastRenderedPageBreak/>
        <w:t>Document the location of openings and penetrations to avoid waste and panel handling times.</w:t>
      </w:r>
    </w:p>
    <w:p w14:paraId="65199B86" w14:textId="77777777" w:rsidR="00F07CA1" w:rsidRDefault="00E030C1">
      <w:r>
        <w:t>Protection: Protect surfaces and finishes, including the retention of protective coatings during installation.</w:t>
      </w:r>
    </w:p>
    <w:p w14:paraId="22705DE4" w14:textId="77777777" w:rsidR="00F07CA1" w:rsidRDefault="00E030C1">
      <w:pPr>
        <w:pStyle w:val="Heading4"/>
      </w:pPr>
      <w:bookmarkStart w:id="255" w:name="h-13255-6"/>
      <w:bookmarkStart w:id="256" w:name="f-13255-6"/>
      <w:bookmarkEnd w:id="254"/>
      <w:bookmarkEnd w:id="253"/>
      <w:r>
        <w:t>Accessories and trim</w:t>
      </w:r>
      <w:bookmarkEnd w:id="255"/>
    </w:p>
    <w:p w14:paraId="4BCEB11E" w14:textId="77777777" w:rsidR="00F07CA1" w:rsidRDefault="00E030C1">
      <w:r>
        <w:t>Requirement: Provide accessories and trim required to complete the installation, or as documented.</w:t>
      </w:r>
    </w:p>
    <w:p w14:paraId="536DBC11" w14:textId="77777777" w:rsidR="00F07CA1" w:rsidRDefault="00E030C1">
      <w:r>
        <w:t>Corner flashing for profiled and seamed metal sheets: Finish off at corners with purpose-made folded flashing strips.</w:t>
      </w:r>
    </w:p>
    <w:p w14:paraId="33D4AECB" w14:textId="77777777" w:rsidR="00F07CA1" w:rsidRDefault="00E030C1">
      <w:pPr>
        <w:pStyle w:val="Heading4"/>
      </w:pPr>
      <w:bookmarkStart w:id="257" w:name="h-9_13061-61"/>
      <w:bookmarkStart w:id="258" w:name="f-9_13061-61"/>
      <w:bookmarkStart w:id="259" w:name="f-13255-7"/>
      <w:bookmarkEnd w:id="256"/>
      <w:r>
        <w:t>Metal separation</w:t>
      </w:r>
      <w:bookmarkEnd w:id="257"/>
    </w:p>
    <w:p w14:paraId="01427AB1" w14:textId="77777777" w:rsidR="00F07CA1" w:rsidRDefault="00E030C1">
      <w:pPr>
        <w:pStyle w:val="Instructions"/>
      </w:pPr>
      <w:r>
        <w:t>Make sure of compatibility or detail separation.</w:t>
      </w:r>
    </w:p>
    <w:p w14:paraId="6E697CB7" w14:textId="77777777" w:rsidR="00F07CA1" w:rsidRDefault="00E030C1">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5FE25CF5" w14:textId="77777777" w:rsidR="00F07CA1" w:rsidRDefault="00E030C1">
      <w:pPr>
        <w:pStyle w:val="Instructions"/>
      </w:pPr>
      <w:r>
        <w:t>Corrosion can result from water run-off between incompatible surfaces. See AS 1562.1 (2018) clause 3.4.3 and AS 1562.1 (2018) Appendix C Table C4. There are four conditions to be avoided:</w:t>
      </w:r>
    </w:p>
    <w:p w14:paraId="0A151EB7" w14:textId="77777777" w:rsidR="00F07CA1" w:rsidRDefault="00E030C1">
      <w:pPr>
        <w:pStyle w:val="Instructionsindent"/>
      </w:pPr>
      <w:r>
        <w:t>Run-off from copper and copper alloys onto aluminium, zinc, galvanized, or aluminium/zinc-coated surfaces.</w:t>
      </w:r>
    </w:p>
    <w:p w14:paraId="674801AF" w14:textId="77777777" w:rsidR="00F07CA1" w:rsidRDefault="00E030C1">
      <w:pPr>
        <w:pStyle w:val="Instructionsindent"/>
      </w:pPr>
      <w:r>
        <w:t>Run-off from glass onto stainless steel, zinc or galvanized surfaces.</w:t>
      </w:r>
    </w:p>
    <w:p w14:paraId="5075810C" w14:textId="77777777" w:rsidR="00F07CA1" w:rsidRDefault="00E030C1">
      <w:pPr>
        <w:pStyle w:val="Instructionsindent"/>
      </w:pPr>
      <w:r>
        <w:t>Run-off from plastic onto zinc or galvanized surfaces.</w:t>
      </w:r>
    </w:p>
    <w:p w14:paraId="46E48778" w14:textId="77777777" w:rsidR="00F07CA1" w:rsidRDefault="00E030C1">
      <w:pPr>
        <w:pStyle w:val="Instructionsindent"/>
      </w:pPr>
      <w:r>
        <w:t>Run-off from inert catchment surfaces such as glazed terracotta, prepainted steel, aluminium and aluminium/zinc onto zinc or galvanized surfaces.</w:t>
      </w:r>
    </w:p>
    <w:p w14:paraId="482DE5D4" w14:textId="77777777" w:rsidR="00F07CA1" w:rsidRDefault="00E030C1">
      <w:pPr>
        <w:pStyle w:val="Instructions"/>
      </w:pPr>
      <w:r>
        <w:t>In marine or high humidity environments, separate green hardwood from aluminium and coated steel.</w:t>
      </w:r>
    </w:p>
    <w:p w14:paraId="23D6CAB0" w14:textId="77777777" w:rsidR="00F07CA1" w:rsidRDefault="00E030C1">
      <w:pPr>
        <w:pStyle w:val="Instructions"/>
      </w:pPr>
      <w:r>
        <w:t>Typical methods for metal separation include:</w:t>
      </w:r>
    </w:p>
    <w:p w14:paraId="022A7F28" w14:textId="77777777" w:rsidR="00F07CA1" w:rsidRDefault="00E030C1">
      <w:pPr>
        <w:pStyle w:val="Instructionsindent"/>
      </w:pPr>
      <w:r>
        <w:t>Applying an anti-corrosion, low moisture transmission coating such as zinc or barium chromate primer or aluminium pigmented bituminous paint to contact surfaces.</w:t>
      </w:r>
    </w:p>
    <w:p w14:paraId="335CE45E" w14:textId="77777777" w:rsidR="00F07CA1" w:rsidRDefault="00E030C1">
      <w:pPr>
        <w:pStyle w:val="Instructionsindent"/>
      </w:pPr>
      <w:r>
        <w:t>Inserting a separation layer such as polyethylene film, adhesive tape or bituminous felt.</w:t>
      </w:r>
    </w:p>
    <w:p w14:paraId="0DB1C4E4" w14:textId="77777777" w:rsidR="00F07CA1" w:rsidRDefault="00E030C1">
      <w:r>
        <w:t>Requirement: Prevent direct contact between incompatible metals, and between green hardwood or chemically treated timber and aluminium or coated steel, by either of the following methods:</w:t>
      </w:r>
    </w:p>
    <w:p w14:paraId="77DB2808" w14:textId="77777777" w:rsidR="00F07CA1" w:rsidRDefault="00E030C1">
      <w:pPr>
        <w:pStyle w:val="NormalIndent"/>
      </w:pPr>
      <w:r>
        <w:t>Apply an anti-corrosion, low moisture transmission coating to contact surfaces.</w:t>
      </w:r>
    </w:p>
    <w:p w14:paraId="2D9BA681" w14:textId="77777777" w:rsidR="00F07CA1" w:rsidRDefault="00E030C1">
      <w:pPr>
        <w:pStyle w:val="NormalIndent"/>
      </w:pPr>
      <w:r>
        <w:t>Insert a separation layer.</w:t>
      </w:r>
    </w:p>
    <w:p w14:paraId="474F7669" w14:textId="77777777" w:rsidR="00F07CA1" w:rsidRDefault="00E030C1">
      <w:r>
        <w:t>Incompatible metal fixings: Do not use.</w:t>
      </w:r>
    </w:p>
    <w:p w14:paraId="4E7E61ED" w14:textId="77777777" w:rsidR="00F07CA1" w:rsidRDefault="00E030C1">
      <w:pPr>
        <w:pStyle w:val="Heading4"/>
      </w:pPr>
      <w:bookmarkStart w:id="260" w:name="h-10_13061-62"/>
      <w:bookmarkStart w:id="261" w:name="f-10_13061-62"/>
      <w:bookmarkStart w:id="262" w:name="f-13255-8"/>
      <w:bookmarkEnd w:id="258"/>
      <w:bookmarkEnd w:id="259"/>
      <w:r>
        <w:t>Horizontal cladding</w:t>
      </w:r>
      <w:bookmarkEnd w:id="260"/>
    </w:p>
    <w:p w14:paraId="617F9B62" w14:textId="77777777" w:rsidR="00F07CA1" w:rsidRDefault="00E030C1">
      <w:r>
        <w:t>Horizontal cladding surface:</w:t>
      </w:r>
    </w:p>
    <w:p w14:paraId="7778FA15" w14:textId="77777777" w:rsidR="00F07CA1" w:rsidRDefault="00E030C1">
      <w:pPr>
        <w:pStyle w:val="NormalIndent"/>
      </w:pPr>
      <w:r>
        <w:t>Minimum slope: 1:15.</w:t>
      </w:r>
    </w:p>
    <w:p w14:paraId="771EDEA7" w14:textId="77777777" w:rsidR="00F07CA1" w:rsidRDefault="00E030C1">
      <w:pPr>
        <w:pStyle w:val="NormalIndent"/>
      </w:pPr>
      <w:r>
        <w:t>Staining: Slope away from visible vertical facade areas to prevent staining.</w:t>
      </w:r>
    </w:p>
    <w:p w14:paraId="7650A394" w14:textId="77777777" w:rsidR="00F07CA1" w:rsidRDefault="00E030C1">
      <w:pPr>
        <w:pStyle w:val="Heading4"/>
      </w:pPr>
      <w:bookmarkStart w:id="263" w:name="h-11_13061-63"/>
      <w:bookmarkStart w:id="264" w:name="f-11_13061-63"/>
      <w:bookmarkStart w:id="265" w:name="f-13255-9"/>
      <w:bookmarkEnd w:id="261"/>
      <w:bookmarkEnd w:id="262"/>
      <w:r>
        <w:t>Defective and damaged parts</w:t>
      </w:r>
      <w:bookmarkEnd w:id="263"/>
    </w:p>
    <w:p w14:paraId="0EA048CC" w14:textId="77777777" w:rsidR="00F07CA1" w:rsidRDefault="00E030C1">
      <w:r>
        <w:t>Defective components: Do not install component parts that are defective, including warped, bowed, dented, chipped, scratched, abraded or broken members.</w:t>
      </w:r>
    </w:p>
    <w:p w14:paraId="36158078" w14:textId="77777777" w:rsidR="00F07CA1" w:rsidRDefault="00E030C1">
      <w:r>
        <w:t>Damaged parts: Remove and replace damaged parts during installation.</w:t>
      </w:r>
    </w:p>
    <w:p w14:paraId="71EE4492" w14:textId="77777777" w:rsidR="00F07CA1" w:rsidRDefault="00E030C1">
      <w:pPr>
        <w:pStyle w:val="Heading3"/>
      </w:pPr>
      <w:bookmarkStart w:id="266" w:name="h-13255-10"/>
      <w:bookmarkStart w:id="267" w:name="f-13255-10"/>
      <w:bookmarkEnd w:id="264"/>
      <w:bookmarkEnd w:id="265"/>
      <w:r>
        <w:t>AAC panel cladding</w:t>
      </w:r>
      <w:bookmarkEnd w:id="266"/>
    </w:p>
    <w:p w14:paraId="5CC99218" w14:textId="77777777" w:rsidR="00F07CA1" w:rsidRDefault="00E030C1">
      <w:pPr>
        <w:pStyle w:val="Heading4"/>
      </w:pPr>
      <w:bookmarkStart w:id="268" w:name="h-12_13078-25"/>
      <w:bookmarkStart w:id="269" w:name="f-12_13078-25"/>
      <w:bookmarkStart w:id="270" w:name="f-13255-11"/>
      <w:bookmarkEnd w:id="267"/>
      <w:r>
        <w:t>Installation</w:t>
      </w:r>
      <w:bookmarkEnd w:id="268"/>
    </w:p>
    <w:p w14:paraId="3BF682B4" w14:textId="77777777" w:rsidR="00F07CA1" w:rsidRDefault="00E030C1">
      <w:r>
        <w:t>Standard: To AS 5146.3 (2018).</w:t>
      </w:r>
    </w:p>
    <w:p w14:paraId="7B010103" w14:textId="77777777" w:rsidR="00F07CA1" w:rsidRDefault="00E030C1">
      <w:r>
        <w:t>Joint adhesive: Apply to vertical and horizontal joints. Remove excess adhesive from the face after panels are butted together.</w:t>
      </w:r>
    </w:p>
    <w:p w14:paraId="7090D72F" w14:textId="77777777" w:rsidR="00F07CA1" w:rsidRDefault="00E030C1">
      <w:r>
        <w:t>Sealant: Caulk control joints, gaps between panels and infill or penetration framing with flexible sealant.</w:t>
      </w:r>
    </w:p>
    <w:p w14:paraId="7F9C1317" w14:textId="77777777" w:rsidR="00F07CA1" w:rsidRDefault="00E030C1">
      <w:pPr>
        <w:pStyle w:val="Instructions"/>
      </w:pPr>
      <w:r>
        <w:t>Typically a backing rod is used to control the depth of sealant and the sealant is bonded on two sides only. Panels may require some preparation and/or priming depending on the type of sealant.</w:t>
      </w:r>
    </w:p>
    <w:p w14:paraId="219564A6" w14:textId="77777777" w:rsidR="00F07CA1" w:rsidRDefault="00E030C1">
      <w:r>
        <w:t>Vertical joints: Finish flush.</w:t>
      </w:r>
    </w:p>
    <w:p w14:paraId="7B43018D" w14:textId="77777777" w:rsidR="00F07CA1" w:rsidRDefault="00E030C1">
      <w:r>
        <w:t>Cracking: For render finishes, minimise cracking at joints to the manufacturer’s recommendations.</w:t>
      </w:r>
    </w:p>
    <w:p w14:paraId="549F88D7" w14:textId="77777777" w:rsidR="00F07CA1" w:rsidRDefault="00E030C1">
      <w:pPr>
        <w:pStyle w:val="Instructions"/>
      </w:pPr>
      <w:r>
        <w:t>When the coating system is sand/ cement render and paint finish, use mesh at external corners, corners of splays and joints other than control joints.</w:t>
      </w:r>
    </w:p>
    <w:p w14:paraId="07517B72" w14:textId="77777777" w:rsidR="00F07CA1" w:rsidRDefault="00E030C1">
      <w:pPr>
        <w:pStyle w:val="Heading3"/>
      </w:pPr>
      <w:bookmarkStart w:id="271" w:name="h-13255-12"/>
      <w:bookmarkStart w:id="272" w:name="f-13255-12"/>
      <w:bookmarkEnd w:id="269"/>
      <w:bookmarkEnd w:id="270"/>
      <w:r>
        <w:lastRenderedPageBreak/>
        <w:t>Composite panel cladding</w:t>
      </w:r>
      <w:bookmarkEnd w:id="271"/>
    </w:p>
    <w:p w14:paraId="5BF987FF" w14:textId="77777777" w:rsidR="00F07CA1" w:rsidRDefault="00E030C1">
      <w:pPr>
        <w:pStyle w:val="Heading4"/>
      </w:pPr>
      <w:bookmarkStart w:id="273" w:name="h-13_13078-27"/>
      <w:bookmarkStart w:id="274" w:name="f-13_13078-27"/>
      <w:bookmarkStart w:id="275" w:name="f-13255-13"/>
      <w:bookmarkEnd w:id="272"/>
      <w:r>
        <w:t>General</w:t>
      </w:r>
      <w:bookmarkEnd w:id="273"/>
    </w:p>
    <w:p w14:paraId="0EE33BB3" w14:textId="77777777" w:rsidR="00F07CA1" w:rsidRDefault="00E030C1">
      <w:r>
        <w:t>Fabrication: Factory fabricate panels and elements wherever possible.</w:t>
      </w:r>
    </w:p>
    <w:p w14:paraId="3E75F162" w14:textId="77777777" w:rsidR="00F07CA1" w:rsidRDefault="00E030C1">
      <w:r>
        <w:t>Installation: To the manufacturer's recommendations.</w:t>
      </w:r>
    </w:p>
    <w:p w14:paraId="4DBA0EA6" w14:textId="77777777" w:rsidR="00F07CA1" w:rsidRDefault="00E030C1">
      <w:pPr>
        <w:pStyle w:val="Instructions"/>
      </w:pPr>
      <w:r>
        <w:t>Document panel layout or approve shop drawings.</w:t>
      </w:r>
    </w:p>
    <w:p w14:paraId="75D0CC2B" w14:textId="77777777" w:rsidR="00F07CA1" w:rsidRDefault="00E030C1">
      <w:pPr>
        <w:pStyle w:val="Heading4"/>
      </w:pPr>
      <w:bookmarkStart w:id="276" w:name="h-14_13078-28"/>
      <w:bookmarkStart w:id="277" w:name="f-14_13078-28"/>
      <w:bookmarkStart w:id="278" w:name="f-13255-14"/>
      <w:bookmarkEnd w:id="274"/>
      <w:bookmarkEnd w:id="275"/>
      <w:r>
        <w:t>Joints</w:t>
      </w:r>
      <w:bookmarkEnd w:id="276"/>
    </w:p>
    <w:p w14:paraId="663593F7" w14:textId="77777777" w:rsidR="00F07CA1" w:rsidRDefault="00E030C1">
      <w:r>
        <w:t>Requirement: Rigidly secure joints other than movement joints. Fabricate joints to the manufacturer's recommendations or as documented.</w:t>
      </w:r>
    </w:p>
    <w:p w14:paraId="307A5ECC" w14:textId="77777777" w:rsidR="00F07CA1" w:rsidRDefault="00E030C1">
      <w:r>
        <w:t>Arrangement: Set out in even panels with joints coinciding with framing or as documented.</w:t>
      </w:r>
    </w:p>
    <w:p w14:paraId="61937972" w14:textId="77777777" w:rsidR="00F07CA1" w:rsidRDefault="00E030C1">
      <w:r>
        <w:t>Control joints: To coincide with structural movement joints and as documented.</w:t>
      </w:r>
    </w:p>
    <w:p w14:paraId="71A6F33C" w14:textId="77777777" w:rsidR="00F07CA1" w:rsidRDefault="00E030C1">
      <w:pPr>
        <w:pStyle w:val="Heading4"/>
      </w:pPr>
      <w:bookmarkStart w:id="279" w:name="h-15_13078-29"/>
      <w:bookmarkStart w:id="280" w:name="f-15_13078-29"/>
      <w:bookmarkStart w:id="281" w:name="f-13255-15"/>
      <w:bookmarkEnd w:id="277"/>
      <w:bookmarkEnd w:id="278"/>
      <w:r>
        <w:t>Fixing</w:t>
      </w:r>
      <w:bookmarkEnd w:id="279"/>
    </w:p>
    <w:p w14:paraId="2CCE496C" w14:textId="77777777" w:rsidR="00F07CA1" w:rsidRDefault="00E030C1">
      <w:r>
        <w:t>Requirement: Mechanically fix panels to supporting frame and to the manufacturer’s recommendations.</w:t>
      </w:r>
    </w:p>
    <w:p w14:paraId="00E37B32" w14:textId="77777777" w:rsidR="00F07CA1" w:rsidRDefault="00E030C1">
      <w:pPr>
        <w:pStyle w:val="Instructions"/>
      </w:pPr>
      <w:r>
        <w:t>See BCA (2022) C2D15 for fixing of bonded laminated cladding panels.</w:t>
      </w:r>
    </w:p>
    <w:p w14:paraId="31F9E12A" w14:textId="77777777" w:rsidR="00F07CA1" w:rsidRDefault="00E030C1">
      <w:pPr>
        <w:pStyle w:val="Heading3"/>
      </w:pPr>
      <w:bookmarkStart w:id="282" w:name="h-13255-16"/>
      <w:bookmarkStart w:id="283" w:name="f-13255-16"/>
      <w:bookmarkEnd w:id="280"/>
      <w:bookmarkEnd w:id="281"/>
      <w:r>
        <w:t>CFC sheet cladding</w:t>
      </w:r>
      <w:bookmarkEnd w:id="282"/>
    </w:p>
    <w:p w14:paraId="5A3FE458" w14:textId="77777777" w:rsidR="00F07CA1" w:rsidRDefault="00E030C1">
      <w:pPr>
        <w:pStyle w:val="Heading4"/>
      </w:pPr>
      <w:bookmarkStart w:id="284" w:name="h-16_13078-31"/>
      <w:bookmarkStart w:id="285" w:name="f-16_13078-31"/>
      <w:bookmarkStart w:id="286" w:name="f-13255-17"/>
      <w:bookmarkEnd w:id="283"/>
      <w:r>
        <w:t>Joints</w:t>
      </w:r>
      <w:bookmarkEnd w:id="284"/>
    </w:p>
    <w:p w14:paraId="6027F260" w14:textId="77777777" w:rsidR="00F07CA1" w:rsidRDefault="00E030C1">
      <w:r>
        <w:t>Control joint:</w:t>
      </w:r>
    </w:p>
    <w:p w14:paraId="778A2C55" w14:textId="77777777" w:rsidR="00F07CA1" w:rsidRDefault="00E030C1">
      <w:pPr>
        <w:pStyle w:val="NormalIndent"/>
      </w:pPr>
      <w:r>
        <w:t>Locate between the panel and fixing system and the supporting structure, as documented.</w:t>
      </w:r>
    </w:p>
    <w:p w14:paraId="0AD3A275" w14:textId="77777777" w:rsidR="00F07CA1" w:rsidRDefault="00E030C1">
      <w:pPr>
        <w:pStyle w:val="NormalIndent"/>
      </w:pPr>
      <w:r>
        <w:t>Sheet edges: Square cut.</w:t>
      </w:r>
    </w:p>
    <w:p w14:paraId="740C136E" w14:textId="77777777" w:rsidR="00F07CA1" w:rsidRDefault="00E030C1">
      <w:pPr>
        <w:pStyle w:val="NormalIndent"/>
      </w:pPr>
      <w:r>
        <w:t>Sealant: Do not apply finish coating over joint sealants.</w:t>
      </w:r>
    </w:p>
    <w:p w14:paraId="0E525442" w14:textId="77777777" w:rsidR="00F07CA1" w:rsidRDefault="00E030C1">
      <w:r>
        <w:t>Prefinished metal backing/jointing strip: Fix proprietary backing strip to the rear face of the panel with proprietary closed cell self-adhering foam and horizontal gasket.</w:t>
      </w:r>
    </w:p>
    <w:p w14:paraId="07770DAB" w14:textId="77777777" w:rsidR="00F07CA1" w:rsidRDefault="00E030C1">
      <w:pPr>
        <w:pStyle w:val="NormalIndent"/>
      </w:pPr>
      <w:r>
        <w:t>Seal the joint with a 3 mm epoxy fillet.</w:t>
      </w:r>
    </w:p>
    <w:p w14:paraId="7D541A9B" w14:textId="77777777" w:rsidR="00F07CA1" w:rsidRDefault="00E030C1">
      <w:r>
        <w:t>Vertical joints: Vertical gasket or prefinished jointing strip to framing member.</w:t>
      </w:r>
    </w:p>
    <w:p w14:paraId="1E8DA313" w14:textId="77777777" w:rsidR="00F07CA1" w:rsidRDefault="00E030C1">
      <w:r>
        <w:t>Arrangement: Set out in even panels with joints coinciding with framing or as documented.</w:t>
      </w:r>
    </w:p>
    <w:p w14:paraId="3AB5BFA2" w14:textId="77777777" w:rsidR="00F07CA1" w:rsidRDefault="00E030C1">
      <w:pPr>
        <w:pStyle w:val="Heading4"/>
      </w:pPr>
      <w:bookmarkStart w:id="287" w:name="h-17_13078-32"/>
      <w:bookmarkStart w:id="288" w:name="f-17_13078-32"/>
      <w:bookmarkStart w:id="289" w:name="f-13255-18"/>
      <w:bookmarkEnd w:id="285"/>
      <w:bookmarkEnd w:id="286"/>
      <w:r>
        <w:t>Fixing</w:t>
      </w:r>
      <w:bookmarkEnd w:id="287"/>
    </w:p>
    <w:p w14:paraId="69857860" w14:textId="77777777" w:rsidR="00F07CA1" w:rsidRDefault="00E030C1">
      <w:r>
        <w:t>General: Screw fix to proprietary framing supports at centres to the manufacturer’s recommendations.</w:t>
      </w:r>
    </w:p>
    <w:p w14:paraId="4067E280" w14:textId="77777777" w:rsidR="00F07CA1" w:rsidRDefault="00E030C1">
      <w:r>
        <w:t>Concealed fixings:</w:t>
      </w:r>
    </w:p>
    <w:p w14:paraId="6C692A5B" w14:textId="77777777" w:rsidR="00F07CA1" w:rsidRDefault="00E030C1">
      <w:pPr>
        <w:pStyle w:val="NormalIndent"/>
      </w:pPr>
      <w:r>
        <w:t>Predrill oversized holes.</w:t>
      </w:r>
    </w:p>
    <w:p w14:paraId="198AC771" w14:textId="77777777" w:rsidR="00F07CA1" w:rsidRDefault="00E030C1">
      <w:pPr>
        <w:pStyle w:val="NormalIndent"/>
      </w:pPr>
      <w:r>
        <w:t>Countersink so that the top of the screw is 2 to 3 mm below the surface.</w:t>
      </w:r>
    </w:p>
    <w:p w14:paraId="7C12008E" w14:textId="77777777" w:rsidR="00F07CA1" w:rsidRDefault="00E030C1">
      <w:pPr>
        <w:pStyle w:val="NormalIndent"/>
      </w:pPr>
      <w:r>
        <w:t>Finish: Stop screw heads with epoxy filler. Smooth and level upon application and sand flush after curing.</w:t>
      </w:r>
    </w:p>
    <w:p w14:paraId="59AC44DD" w14:textId="77777777" w:rsidR="00F07CA1" w:rsidRDefault="00E030C1">
      <w:pPr>
        <w:pStyle w:val="Heading3"/>
      </w:pPr>
      <w:bookmarkStart w:id="290" w:name="h-13255-19"/>
      <w:bookmarkStart w:id="291" w:name="f-13255-19"/>
      <w:bookmarkEnd w:id="288"/>
      <w:bookmarkEnd w:id="289"/>
      <w:r>
        <w:t>EIFS cladding</w:t>
      </w:r>
      <w:bookmarkEnd w:id="290"/>
    </w:p>
    <w:p w14:paraId="40DAC719" w14:textId="77777777" w:rsidR="00F07CA1" w:rsidRDefault="00E030C1">
      <w:pPr>
        <w:pStyle w:val="Heading4"/>
      </w:pPr>
      <w:bookmarkStart w:id="292" w:name="h-18_13078-34"/>
      <w:bookmarkStart w:id="293" w:name="f-18_13078-34"/>
      <w:bookmarkStart w:id="294" w:name="f-13255-20"/>
      <w:bookmarkEnd w:id="291"/>
      <w:r>
        <w:t>Joints</w:t>
      </w:r>
      <w:bookmarkEnd w:id="292"/>
    </w:p>
    <w:p w14:paraId="2414EABE" w14:textId="77777777" w:rsidR="00F07CA1" w:rsidRDefault="00E030C1">
      <w:r>
        <w:t>Requirement: Close butt. Make sure joints are supported and finished level.</w:t>
      </w:r>
    </w:p>
    <w:p w14:paraId="517E3AA3" w14:textId="77777777" w:rsidR="00F07CA1" w:rsidRDefault="00E030C1">
      <w:r>
        <w:t>Control joint: To coincide with structural movement joints and as documented.</w:t>
      </w:r>
    </w:p>
    <w:p w14:paraId="729C6138" w14:textId="77777777" w:rsidR="00F07CA1" w:rsidRDefault="00E030C1">
      <w:pPr>
        <w:pStyle w:val="NormalIndent"/>
      </w:pPr>
      <w:r>
        <w:t>Sealant: Do not apply finish coating over joint sealants.</w:t>
      </w:r>
    </w:p>
    <w:p w14:paraId="744A91A9" w14:textId="77777777" w:rsidR="00F07CA1" w:rsidRDefault="00E030C1">
      <w:pPr>
        <w:pStyle w:val="Heading4"/>
      </w:pPr>
      <w:bookmarkStart w:id="295" w:name="h-19_13078-35"/>
      <w:bookmarkStart w:id="296" w:name="f-19_13078-35"/>
      <w:bookmarkStart w:id="297" w:name="f-13255-21"/>
      <w:bookmarkEnd w:id="293"/>
      <w:bookmarkEnd w:id="294"/>
      <w:r>
        <w:t>Installation</w:t>
      </w:r>
      <w:bookmarkEnd w:id="295"/>
    </w:p>
    <w:p w14:paraId="6BC2E505" w14:textId="77777777" w:rsidR="00F07CA1" w:rsidRDefault="00E030C1">
      <w:r>
        <w:t>Trim: Install PVC-U around windows, along bottom of walls and at external corners.</w:t>
      </w:r>
    </w:p>
    <w:p w14:paraId="2ED8EEEC" w14:textId="77777777" w:rsidR="00F07CA1" w:rsidRDefault="00E030C1">
      <w:r>
        <w:t>Junctions: Make sure junctions are effectively sealed when installing PVC-U or other rigid window flashings.</w:t>
      </w:r>
    </w:p>
    <w:p w14:paraId="5352A22F" w14:textId="77777777" w:rsidR="00F07CA1" w:rsidRDefault="00E030C1">
      <w:r>
        <w:t>Saddle and back flashings: Install before fixing the panels.</w:t>
      </w:r>
    </w:p>
    <w:p w14:paraId="2424C5BC" w14:textId="77777777" w:rsidR="00F07CA1" w:rsidRDefault="00E030C1">
      <w:r>
        <w:t>Parapet and cap flashings: Complete as soon as practicable after finishing the system.</w:t>
      </w:r>
    </w:p>
    <w:p w14:paraId="31C27CEA" w14:textId="77777777" w:rsidR="00F07CA1" w:rsidRDefault="00E030C1">
      <w:pPr>
        <w:pStyle w:val="Heading4"/>
      </w:pPr>
      <w:bookmarkStart w:id="298" w:name="h-20_13078-36"/>
      <w:bookmarkStart w:id="299" w:name="f-20_13078-36"/>
      <w:bookmarkStart w:id="300" w:name="f-13255-22"/>
      <w:bookmarkEnd w:id="296"/>
      <w:bookmarkEnd w:id="297"/>
      <w:r>
        <w:t>Finishing</w:t>
      </w:r>
      <w:bookmarkEnd w:id="298"/>
    </w:p>
    <w:p w14:paraId="0D3ED8A7" w14:textId="77777777" w:rsidR="00F07CA1" w:rsidRDefault="00E030C1">
      <w:r>
        <w:t>Preparation: Remove any oxidisation from polystyrene before plastering.</w:t>
      </w:r>
    </w:p>
    <w:p w14:paraId="3F0A489F" w14:textId="77777777" w:rsidR="00F07CA1" w:rsidRDefault="00E030C1">
      <w:r>
        <w:t>Base coat reinforcement: Embed alkali resistant fibreglass reinforcing mesh into the wet base coat.</w:t>
      </w:r>
    </w:p>
    <w:p w14:paraId="0890E052" w14:textId="77777777" w:rsidR="00F07CA1" w:rsidRDefault="00E030C1">
      <w:r>
        <w:t>Render and texture finish: Apply render and texture finish coats to the manufacturer’s recommendations.</w:t>
      </w:r>
    </w:p>
    <w:p w14:paraId="38FA5420" w14:textId="77777777" w:rsidR="00F07CA1" w:rsidRDefault="00E030C1">
      <w:pPr>
        <w:pStyle w:val="Heading3"/>
      </w:pPr>
      <w:bookmarkStart w:id="301" w:name="h-13255-23"/>
      <w:bookmarkStart w:id="302" w:name="f-13255-23"/>
      <w:bookmarkEnd w:id="299"/>
      <w:bookmarkEnd w:id="300"/>
      <w:r>
        <w:lastRenderedPageBreak/>
        <w:t>FC sheet cladding</w:t>
      </w:r>
      <w:bookmarkEnd w:id="301"/>
    </w:p>
    <w:p w14:paraId="767A1B26" w14:textId="77777777" w:rsidR="00F07CA1" w:rsidRDefault="00E030C1">
      <w:pPr>
        <w:pStyle w:val="Heading4"/>
      </w:pPr>
      <w:bookmarkStart w:id="303" w:name="h-21_13078-38"/>
      <w:bookmarkStart w:id="304" w:name="f-21_13078-38"/>
      <w:bookmarkStart w:id="305" w:name="f-13255-24"/>
      <w:bookmarkEnd w:id="302"/>
      <w:r>
        <w:t>Joints</w:t>
      </w:r>
      <w:bookmarkEnd w:id="303"/>
    </w:p>
    <w:p w14:paraId="4570849B" w14:textId="77777777" w:rsidR="00F07CA1" w:rsidRDefault="00E030C1">
      <w:r>
        <w:t>Control joints:</w:t>
      </w:r>
    </w:p>
    <w:p w14:paraId="089BF545" w14:textId="77777777" w:rsidR="00F07CA1" w:rsidRDefault="00E030C1">
      <w:pPr>
        <w:pStyle w:val="NormalIndent"/>
      </w:pPr>
      <w:r>
        <w:t>Locate between the panel and fixing system and the supporting structure, as documented.</w:t>
      </w:r>
    </w:p>
    <w:p w14:paraId="621D0C11" w14:textId="77777777" w:rsidR="00F07CA1" w:rsidRDefault="00E030C1">
      <w:pPr>
        <w:pStyle w:val="NormalIndent"/>
      </w:pPr>
      <w:r>
        <w:t>Sheet edges: Square cut.</w:t>
      </w:r>
    </w:p>
    <w:p w14:paraId="0F64C444" w14:textId="77777777" w:rsidR="00F07CA1" w:rsidRDefault="00E030C1">
      <w:pPr>
        <w:pStyle w:val="NormalIndent"/>
      </w:pPr>
      <w:r>
        <w:t>Sealant: Do not apply finish coating over joint sealants.</w:t>
      </w:r>
    </w:p>
    <w:p w14:paraId="27CA213F" w14:textId="77777777" w:rsidR="00F07CA1" w:rsidRDefault="00E030C1">
      <w:r>
        <w:t>Arrangement: Set out in even panels with joints coinciding with framing or as documented.</w:t>
      </w:r>
    </w:p>
    <w:p w14:paraId="106A3EBD" w14:textId="77777777" w:rsidR="00F07CA1" w:rsidRDefault="00E030C1">
      <w:pPr>
        <w:pStyle w:val="Heading4"/>
      </w:pPr>
      <w:bookmarkStart w:id="306" w:name="h-22_13078-39"/>
      <w:bookmarkStart w:id="307" w:name="f-22_13078-39"/>
      <w:bookmarkStart w:id="308" w:name="f-13255-25"/>
      <w:bookmarkEnd w:id="304"/>
      <w:bookmarkEnd w:id="305"/>
      <w:r>
        <w:t>Fixing</w:t>
      </w:r>
      <w:bookmarkEnd w:id="306"/>
    </w:p>
    <w:p w14:paraId="56F58BC3" w14:textId="77777777" w:rsidR="00F07CA1" w:rsidRDefault="00E030C1">
      <w:r>
        <w:t>General: Corrosion-resistant nails or screws to the manufacturer’s recommendations.</w:t>
      </w:r>
    </w:p>
    <w:p w14:paraId="24FF8D09" w14:textId="77777777" w:rsidR="00F07CA1" w:rsidRDefault="00E030C1">
      <w:r>
        <w:t>Eaves and soffit lining: Fix at 150 mm centres to soffit bearers at a maximum of 450 mm centres.</w:t>
      </w:r>
    </w:p>
    <w:p w14:paraId="7AD259E6" w14:textId="77777777" w:rsidR="00F07CA1" w:rsidRDefault="00E030C1">
      <w:pPr>
        <w:pStyle w:val="Heading3"/>
      </w:pPr>
      <w:bookmarkStart w:id="309" w:name="h-13255-26"/>
      <w:bookmarkStart w:id="310" w:name="f-13255-26"/>
      <w:bookmarkEnd w:id="307"/>
      <w:bookmarkEnd w:id="308"/>
      <w:r>
        <w:t>Insulated panel systems</w:t>
      </w:r>
      <w:bookmarkEnd w:id="309"/>
    </w:p>
    <w:p w14:paraId="72CFBF44" w14:textId="77777777" w:rsidR="00F07CA1" w:rsidRDefault="00E030C1">
      <w:pPr>
        <w:pStyle w:val="Heading4"/>
      </w:pPr>
      <w:bookmarkStart w:id="311" w:name="h-7_13080-10"/>
      <w:bookmarkStart w:id="312" w:name="f-7_13080-10"/>
      <w:bookmarkStart w:id="313" w:name="f-13255-27"/>
      <w:bookmarkEnd w:id="310"/>
      <w:r>
        <w:t>Site cut panels</w:t>
      </w:r>
      <w:bookmarkEnd w:id="311"/>
    </w:p>
    <w:p w14:paraId="26E99781" w14:textId="77777777" w:rsidR="00F07CA1" w:rsidRDefault="00E030C1">
      <w:r>
        <w:t>Site cut panels:</w:t>
      </w:r>
    </w:p>
    <w:p w14:paraId="6A65F6D1" w14:textId="77777777" w:rsidR="00F07CA1" w:rsidRDefault="00E030C1">
      <w:pPr>
        <w:pStyle w:val="NormalIndent"/>
      </w:pPr>
      <w:r>
        <w:t>Provide accurate, true lines with no distortion.</w:t>
      </w:r>
    </w:p>
    <w:p w14:paraId="64BAB0A7" w14:textId="77777777" w:rsidR="00F07CA1" w:rsidRDefault="00E030C1">
      <w:pPr>
        <w:pStyle w:val="NormalIndent"/>
      </w:pPr>
      <w:r>
        <w:t>Cut with a suitable metal cutting circular type saw and treat exposed edges with a proprietary edge protection lacquer.</w:t>
      </w:r>
    </w:p>
    <w:p w14:paraId="6917D2C1" w14:textId="77777777" w:rsidR="00F07CA1" w:rsidRDefault="00E030C1">
      <w:pPr>
        <w:pStyle w:val="NormalIndent"/>
      </w:pPr>
      <w:r>
        <w:t>Cut openings to the minimum size necessary.</w:t>
      </w:r>
    </w:p>
    <w:p w14:paraId="51FD1905" w14:textId="77777777" w:rsidR="00F07CA1" w:rsidRDefault="00E030C1">
      <w:r>
        <w:t>Penetrations larger than 300 x 300 mm: Provide additional structural support.</w:t>
      </w:r>
    </w:p>
    <w:p w14:paraId="75B5A5A9" w14:textId="77777777" w:rsidR="00F07CA1" w:rsidRDefault="00E030C1">
      <w:r>
        <w:t>Swarf: Remove swarf and any foreign matter immediately from the external surface of panels.</w:t>
      </w:r>
    </w:p>
    <w:p w14:paraId="54A14439" w14:textId="77777777" w:rsidR="00F07CA1" w:rsidRDefault="00E030C1">
      <w:pPr>
        <w:pStyle w:val="Heading4"/>
      </w:pPr>
      <w:bookmarkStart w:id="314" w:name="h-13255-28"/>
      <w:bookmarkStart w:id="315" w:name="f-13255-28"/>
      <w:bookmarkEnd w:id="312"/>
      <w:bookmarkEnd w:id="313"/>
      <w:r>
        <w:t>Joints</w:t>
      </w:r>
      <w:bookmarkEnd w:id="314"/>
    </w:p>
    <w:p w14:paraId="49C3140D" w14:textId="77777777" w:rsidR="00F07CA1" w:rsidRDefault="00E030C1">
      <w:r>
        <w:t>Control joints: To coincide with structural movement joints and as documented.</w:t>
      </w:r>
    </w:p>
    <w:p w14:paraId="5BE50C4A" w14:textId="77777777" w:rsidR="00F07CA1" w:rsidRDefault="00E030C1">
      <w:pPr>
        <w:pStyle w:val="Heading4"/>
      </w:pPr>
      <w:bookmarkStart w:id="316" w:name="h-8_13080-11"/>
      <w:bookmarkStart w:id="317" w:name="f-8_13080-11"/>
      <w:bookmarkStart w:id="318" w:name="f-13255-29"/>
      <w:bookmarkEnd w:id="315"/>
      <w:r>
        <w:t>Fixing</w:t>
      </w:r>
      <w:bookmarkEnd w:id="316"/>
    </w:p>
    <w:p w14:paraId="7D155D5A" w14:textId="77777777" w:rsidR="00F07CA1" w:rsidRDefault="00E030C1">
      <w:r>
        <w:t>Requirement: Mechanically fix panels to supporting frame and to the manufacturer’s recommendations.</w:t>
      </w:r>
    </w:p>
    <w:p w14:paraId="37AB4A2B" w14:textId="77777777" w:rsidR="00F07CA1" w:rsidRDefault="00E030C1">
      <w:pPr>
        <w:pStyle w:val="Instructions"/>
      </w:pPr>
      <w:r>
        <w:t>See BCA (2022) C2D15 for fixing of bonded laminated cladding panels.</w:t>
      </w:r>
    </w:p>
    <w:p w14:paraId="414932DB" w14:textId="77777777" w:rsidR="00F07CA1" w:rsidRDefault="00E030C1">
      <w:pPr>
        <w:pStyle w:val="Heading3"/>
      </w:pPr>
      <w:bookmarkStart w:id="319" w:name="h-13255-30"/>
      <w:bookmarkStart w:id="320" w:name="f-13255-30"/>
      <w:bookmarkEnd w:id="317"/>
      <w:bookmarkEnd w:id="318"/>
      <w:r>
        <w:t>Plastic sheet cladding</w:t>
      </w:r>
      <w:bookmarkEnd w:id="319"/>
    </w:p>
    <w:p w14:paraId="3030D03B" w14:textId="77777777" w:rsidR="00F07CA1" w:rsidRDefault="00E030C1">
      <w:pPr>
        <w:pStyle w:val="Heading4"/>
      </w:pPr>
      <w:bookmarkStart w:id="321" w:name="h-23_13078-41"/>
      <w:bookmarkStart w:id="322" w:name="f-23_13078-41"/>
      <w:bookmarkStart w:id="323" w:name="f-13255-31"/>
      <w:bookmarkEnd w:id="320"/>
      <w:r>
        <w:t>Installation</w:t>
      </w:r>
      <w:bookmarkEnd w:id="321"/>
    </w:p>
    <w:p w14:paraId="5BB124A6" w14:textId="77777777" w:rsidR="00F07CA1" w:rsidRDefault="00E030C1">
      <w:r>
        <w:t>Standard: To AS 1562.3 (2006).</w:t>
      </w:r>
    </w:p>
    <w:p w14:paraId="35D7DD81" w14:textId="77777777" w:rsidR="00F07CA1" w:rsidRDefault="00E030C1">
      <w:pPr>
        <w:pStyle w:val="Heading3"/>
      </w:pPr>
      <w:bookmarkStart w:id="324" w:name="h-13255-32"/>
      <w:bookmarkStart w:id="325" w:name="f-13255-32"/>
      <w:bookmarkEnd w:id="322"/>
      <w:bookmarkEnd w:id="323"/>
      <w:r>
        <w:t>Plywood sheet cladding</w:t>
      </w:r>
      <w:bookmarkEnd w:id="324"/>
    </w:p>
    <w:p w14:paraId="3559789A" w14:textId="77777777" w:rsidR="00F07CA1" w:rsidRDefault="00E030C1">
      <w:pPr>
        <w:pStyle w:val="Heading4"/>
      </w:pPr>
      <w:bookmarkStart w:id="326" w:name="h-24_13078-43"/>
      <w:bookmarkStart w:id="327" w:name="f-24_13078-43"/>
      <w:bookmarkStart w:id="328" w:name="f-13255-33"/>
      <w:bookmarkEnd w:id="325"/>
      <w:r>
        <w:t>Preparation</w:t>
      </w:r>
      <w:bookmarkEnd w:id="326"/>
    </w:p>
    <w:p w14:paraId="44748483" w14:textId="77777777" w:rsidR="00F07CA1" w:rsidRDefault="00E030C1">
      <w:r>
        <w:t>Requirement: Cut sheets to suit the layout, as documented.</w:t>
      </w:r>
    </w:p>
    <w:p w14:paraId="450C63E4" w14:textId="77777777" w:rsidR="00F07CA1" w:rsidRDefault="00E030C1">
      <w:r>
        <w:t>Cut edges: Seal before fixing and install facing upwards.</w:t>
      </w:r>
    </w:p>
    <w:p w14:paraId="0760F48E" w14:textId="77777777" w:rsidR="00F07CA1" w:rsidRDefault="00E030C1">
      <w:pPr>
        <w:pStyle w:val="Instructions"/>
      </w:pPr>
      <w:r>
        <w:t>If working with CCA or LOSP treated plywood, reseal cuts with brush-on remedial treatments.</w:t>
      </w:r>
    </w:p>
    <w:p w14:paraId="2D928D15" w14:textId="77777777" w:rsidR="00F07CA1" w:rsidRDefault="00E030C1">
      <w:r>
        <w:t>Bottom edges: Prime or pre-coat before fixing.</w:t>
      </w:r>
    </w:p>
    <w:p w14:paraId="6A3B1985" w14:textId="77777777" w:rsidR="00F07CA1" w:rsidRDefault="00E030C1">
      <w:pPr>
        <w:pStyle w:val="Heading4"/>
      </w:pPr>
      <w:bookmarkStart w:id="329" w:name="h-25_13078-44"/>
      <w:bookmarkStart w:id="330" w:name="f-25_13078-44"/>
      <w:bookmarkStart w:id="331" w:name="f-13255-34"/>
      <w:bookmarkEnd w:id="327"/>
      <w:bookmarkEnd w:id="328"/>
      <w:r>
        <w:t>Installation</w:t>
      </w:r>
      <w:bookmarkEnd w:id="329"/>
    </w:p>
    <w:p w14:paraId="784EFAAD" w14:textId="77777777" w:rsidR="00F07CA1" w:rsidRDefault="00E030C1">
      <w:r>
        <w:t>Layout for sheets with shiplap joints: Start at a corner and install shiplap joints facing away from the prevailing weather.</w:t>
      </w:r>
    </w:p>
    <w:p w14:paraId="08F3A641" w14:textId="77777777" w:rsidR="00F07CA1" w:rsidRDefault="00E030C1">
      <w:r>
        <w:t>Labels: Install panels so that any certification scheme labels are concealed.</w:t>
      </w:r>
    </w:p>
    <w:p w14:paraId="063DB235" w14:textId="77777777" w:rsidR="00F07CA1" w:rsidRDefault="00E030C1">
      <w:pPr>
        <w:pStyle w:val="Heading4"/>
      </w:pPr>
      <w:bookmarkStart w:id="332" w:name="h-26_13078-45"/>
      <w:bookmarkStart w:id="333" w:name="f-26_13078-45"/>
      <w:bookmarkStart w:id="334" w:name="f-13255-35"/>
      <w:bookmarkEnd w:id="330"/>
      <w:bookmarkEnd w:id="331"/>
      <w:r>
        <w:t>Joints</w:t>
      </w:r>
      <w:bookmarkEnd w:id="332"/>
    </w:p>
    <w:p w14:paraId="07EA3D46" w14:textId="77777777" w:rsidR="00F07CA1" w:rsidRDefault="00E030C1">
      <w:r>
        <w:t>Movement allowances:</w:t>
      </w:r>
    </w:p>
    <w:p w14:paraId="403D6BBD" w14:textId="77777777" w:rsidR="00F07CA1" w:rsidRDefault="00E030C1">
      <w:pPr>
        <w:pStyle w:val="NormalIndent"/>
      </w:pPr>
      <w:r>
        <w:t>Between sheets: 2 mm minimum gap. Apply elastomeric sealant.</w:t>
      </w:r>
    </w:p>
    <w:p w14:paraId="0F5B0C2D" w14:textId="77777777" w:rsidR="00F07CA1" w:rsidRDefault="00E030C1">
      <w:pPr>
        <w:pStyle w:val="NormalIndent"/>
      </w:pPr>
      <w:r>
        <w:t>Between the bottom of sheets and flashings: 5 mm gap.</w:t>
      </w:r>
    </w:p>
    <w:p w14:paraId="32EEDE02" w14:textId="77777777" w:rsidR="00F07CA1" w:rsidRDefault="00E030C1">
      <w:r>
        <w:t>Control joints: To coincide with structural movement joints and as documented.</w:t>
      </w:r>
    </w:p>
    <w:p w14:paraId="10C7CD65" w14:textId="77777777" w:rsidR="00F07CA1" w:rsidRDefault="00E030C1">
      <w:pPr>
        <w:pStyle w:val="Heading4"/>
      </w:pPr>
      <w:bookmarkStart w:id="335" w:name="h-27_13078-46"/>
      <w:bookmarkStart w:id="336" w:name="f-27_13078-46"/>
      <w:bookmarkStart w:id="337" w:name="f-13255-36"/>
      <w:bookmarkEnd w:id="333"/>
      <w:bookmarkEnd w:id="334"/>
      <w:r>
        <w:t>Fixing</w:t>
      </w:r>
      <w:bookmarkEnd w:id="335"/>
    </w:p>
    <w:p w14:paraId="5C1F46EC" w14:textId="77777777" w:rsidR="00F07CA1" w:rsidRDefault="00E030C1">
      <w:r>
        <w:t>Timber frames: 12 mm thick sheets:</w:t>
      </w:r>
    </w:p>
    <w:p w14:paraId="36F0C485" w14:textId="77777777" w:rsidR="00F07CA1" w:rsidRDefault="00E030C1">
      <w:pPr>
        <w:pStyle w:val="NormalIndent"/>
      </w:pPr>
      <w:r>
        <w:t>Nails: 40 x 2.5 mm.</w:t>
      </w:r>
    </w:p>
    <w:p w14:paraId="4DAFF4A9" w14:textId="77777777" w:rsidR="00F07CA1" w:rsidRDefault="00E030C1">
      <w:pPr>
        <w:pStyle w:val="NormalIndent"/>
      </w:pPr>
      <w:r>
        <w:t>Screws: No. 8 x 40 mm.</w:t>
      </w:r>
    </w:p>
    <w:p w14:paraId="7249E922" w14:textId="77777777" w:rsidR="00F07CA1" w:rsidRDefault="00E030C1">
      <w:r>
        <w:t>Steel frames: 12 mm thick sheets:</w:t>
      </w:r>
    </w:p>
    <w:p w14:paraId="1881B337" w14:textId="77777777" w:rsidR="00F07CA1" w:rsidRDefault="00E030C1">
      <w:pPr>
        <w:pStyle w:val="NormalIndent"/>
      </w:pPr>
      <w:r>
        <w:lastRenderedPageBreak/>
        <w:t>1.5 mm steel: 10 gauge to 16 thread pitch x 45 mm screws.</w:t>
      </w:r>
    </w:p>
    <w:p w14:paraId="42C5142E" w14:textId="77777777" w:rsidR="00F07CA1" w:rsidRDefault="00E030C1">
      <w:pPr>
        <w:pStyle w:val="NormalIndent"/>
      </w:pPr>
      <w:r>
        <w:t>2.8 mm steel: 10 gauge to 16 thread pitch x 45 mm screws.</w:t>
      </w:r>
    </w:p>
    <w:p w14:paraId="1DA40254" w14:textId="77777777" w:rsidR="00F07CA1" w:rsidRDefault="00E030C1">
      <w:r>
        <w:t>Nail fixing centres:</w:t>
      </w:r>
    </w:p>
    <w:p w14:paraId="37FA0D49" w14:textId="77777777" w:rsidR="00F07CA1" w:rsidRDefault="00E030C1">
      <w:pPr>
        <w:pStyle w:val="NormalIndent"/>
      </w:pPr>
      <w:r>
        <w:t>Edges: At 150 mm centres and not less than 9 mm from sheet edge.</w:t>
      </w:r>
    </w:p>
    <w:p w14:paraId="0EDC68EA" w14:textId="77777777" w:rsidR="00F07CA1" w:rsidRDefault="00E030C1">
      <w:pPr>
        <w:pStyle w:val="NormalIndent"/>
      </w:pPr>
      <w:r>
        <w:t>Intermediate framing: At 300 mm centres.</w:t>
      </w:r>
    </w:p>
    <w:p w14:paraId="38B17FBF" w14:textId="77777777" w:rsidR="00F07CA1" w:rsidRDefault="00E030C1">
      <w:pPr>
        <w:pStyle w:val="NormalIndent"/>
      </w:pPr>
      <w:r>
        <w:t>Sheet corners: Not less than 50 mm from corner on vertical edges.</w:t>
      </w:r>
    </w:p>
    <w:p w14:paraId="0C7E98B5" w14:textId="77777777" w:rsidR="00F07CA1" w:rsidRDefault="00E030C1">
      <w:r>
        <w:t>Finish: Flush with surface. Do not punch.</w:t>
      </w:r>
    </w:p>
    <w:p w14:paraId="6FB514D1" w14:textId="77777777" w:rsidR="00F07CA1" w:rsidRDefault="00E030C1">
      <w:r>
        <w:t>Shiplap joint top lap: Do not nail.</w:t>
      </w:r>
    </w:p>
    <w:p w14:paraId="10EC978E" w14:textId="77777777" w:rsidR="00F07CA1" w:rsidRDefault="00E030C1">
      <w:pPr>
        <w:pStyle w:val="Heading3"/>
      </w:pPr>
      <w:bookmarkStart w:id="338" w:name="h-13255-37"/>
      <w:bookmarkStart w:id="339" w:name="f-13255-37"/>
      <w:bookmarkEnd w:id="336"/>
      <w:bookmarkEnd w:id="337"/>
      <w:r>
        <w:t>STRAMIT profiled sheet metal</w:t>
      </w:r>
      <w:bookmarkEnd w:id="338"/>
    </w:p>
    <w:p w14:paraId="5F7EDF5A" w14:textId="77777777" w:rsidR="00F07CA1" w:rsidRDefault="00E030C1">
      <w:pPr>
        <w:pStyle w:val="Heading4"/>
      </w:pPr>
      <w:bookmarkStart w:id="340" w:name="h-6_13081-11"/>
      <w:bookmarkStart w:id="341" w:name="f-6_13081-11"/>
      <w:bookmarkStart w:id="342" w:name="f-13255-38"/>
      <w:bookmarkEnd w:id="339"/>
      <w:r>
        <w:t>General</w:t>
      </w:r>
      <w:bookmarkEnd w:id="340"/>
    </w:p>
    <w:p w14:paraId="214B6573" w14:textId="77777777" w:rsidR="00F07CA1" w:rsidRDefault="00E030C1">
      <w:r>
        <w:t>Installation: To AS 1562.1 (2018).</w:t>
      </w:r>
    </w:p>
    <w:p w14:paraId="647FB9E0" w14:textId="77777777" w:rsidR="00F07CA1" w:rsidRDefault="00E030C1">
      <w:r>
        <w:t>Ground clearance: Maintain documented clearance.</w:t>
      </w:r>
    </w:p>
    <w:p w14:paraId="130AC30F" w14:textId="77777777" w:rsidR="00F07CA1" w:rsidRDefault="00E030C1">
      <w:r>
        <w:t>Cutting sheets: Wherever possible, factory cut to length. Do not use an abrasion disc.</w:t>
      </w:r>
    </w:p>
    <w:p w14:paraId="1EE9D385" w14:textId="77777777" w:rsidR="00F07CA1" w:rsidRDefault="00E030C1">
      <w:r>
        <w:t>Accessories: Provide material with the same finish as cladding sheets.</w:t>
      </w:r>
    </w:p>
    <w:p w14:paraId="0B644A38" w14:textId="77777777" w:rsidR="00F07CA1" w:rsidRDefault="00E030C1">
      <w:r>
        <w:t>Swarf: Remove swarf and other debris as soon as it is deposited.</w:t>
      </w:r>
    </w:p>
    <w:p w14:paraId="218002F7" w14:textId="77777777" w:rsidR="00F07CA1" w:rsidRDefault="00E030C1">
      <w:pPr>
        <w:pStyle w:val="Heading4"/>
      </w:pPr>
      <w:bookmarkStart w:id="343" w:name="h-13255-39"/>
      <w:bookmarkStart w:id="344" w:name="f-13255-39"/>
      <w:bookmarkEnd w:id="341"/>
      <w:bookmarkEnd w:id="342"/>
      <w:r>
        <w:t>Fixing</w:t>
      </w:r>
      <w:bookmarkEnd w:id="343"/>
    </w:p>
    <w:p w14:paraId="46FE6F2F" w14:textId="77777777" w:rsidR="00F07CA1" w:rsidRDefault="00E030C1">
      <w:r>
        <w:t>Fixing method: Proprietary concealed clips and fasteners, as recommended by the manufacturer.</w:t>
      </w:r>
    </w:p>
    <w:p w14:paraId="29FC336B" w14:textId="77777777" w:rsidR="00F07CA1" w:rsidRDefault="00E030C1">
      <w:pPr>
        <w:pStyle w:val="Prompt"/>
      </w:pPr>
      <w:r>
        <w:t xml:space="preserve">Fixing start location: </w:t>
      </w:r>
      <w:r>
        <w:fldChar w:fldCharType="begin"/>
      </w:r>
      <w:r>
        <w:instrText xml:space="preserve"> MACROBUTTON  ac_OnHelp [complete/delete]</w:instrText>
      </w:r>
      <w:r>
        <w:fldChar w:fldCharType="separate"/>
      </w:r>
      <w:r>
        <w:t> </w:t>
      </w:r>
      <w:r>
        <w:fldChar w:fldCharType="end"/>
      </w:r>
    </w:p>
    <w:p w14:paraId="4B4D6570" w14:textId="77777777" w:rsidR="00F07CA1" w:rsidRDefault="00E030C1">
      <w:pPr>
        <w:pStyle w:val="Instructions"/>
      </w:pPr>
      <w:r>
        <w:t>Note the elevation that will allow fixing to proceed from leeward to the windward of prevailing wind.</w:t>
      </w:r>
    </w:p>
    <w:p w14:paraId="73396428" w14:textId="77777777" w:rsidR="00F07CA1" w:rsidRDefault="00E030C1">
      <w:pPr>
        <w:pStyle w:val="Heading4"/>
      </w:pPr>
      <w:bookmarkStart w:id="345" w:name="h-7_13081-13"/>
      <w:bookmarkStart w:id="346" w:name="f-7_13081-13"/>
      <w:bookmarkStart w:id="347" w:name="f-13255-40"/>
      <w:bookmarkEnd w:id="344"/>
      <w:r>
        <w:t>Joints</w:t>
      </w:r>
      <w:bookmarkEnd w:id="345"/>
    </w:p>
    <w:p w14:paraId="7BC45700" w14:textId="77777777" w:rsidR="00F07CA1" w:rsidRDefault="00E030C1">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364AA099" w14:textId="77777777" w:rsidR="00F07CA1" w:rsidRDefault="00E030C1">
      <w:pPr>
        <w:pStyle w:val="Instructions"/>
      </w:pPr>
      <w:r>
        <w:t>As a minimum, expansion joints should be provided every 35 m in sheet length for walls with concealed fixings and 24 m in sheet length for walls with exposed fixings. Refer to manufacturer's recommendation.</w:t>
      </w:r>
    </w:p>
    <w:p w14:paraId="67FFE253" w14:textId="77777777" w:rsidR="00F07CA1" w:rsidRDefault="00E030C1">
      <w:pPr>
        <w:pStyle w:val="Heading3"/>
      </w:pPr>
      <w:bookmarkStart w:id="348" w:name="h-13255-41"/>
      <w:bookmarkStart w:id="349" w:name="f-13255-41"/>
      <w:bookmarkEnd w:id="346"/>
      <w:bookmarkEnd w:id="347"/>
      <w:r>
        <w:t>Seamed sheet metal cladding</w:t>
      </w:r>
      <w:bookmarkEnd w:id="348"/>
    </w:p>
    <w:p w14:paraId="5E9A74B3" w14:textId="77777777" w:rsidR="00F07CA1" w:rsidRDefault="00E030C1">
      <w:pPr>
        <w:pStyle w:val="Heading4"/>
      </w:pPr>
      <w:bookmarkStart w:id="350" w:name="h-8_13081-15"/>
      <w:bookmarkStart w:id="351" w:name="f-8_13081-15"/>
      <w:bookmarkStart w:id="352" w:name="f-13255-42"/>
      <w:bookmarkEnd w:id="349"/>
      <w:r>
        <w:t>Plywood sheeting</w:t>
      </w:r>
      <w:bookmarkEnd w:id="350"/>
    </w:p>
    <w:p w14:paraId="667BDC1B" w14:textId="77777777" w:rsidR="00F07CA1" w:rsidRDefault="00E030C1">
      <w:r>
        <w:t>Installation: Lay the length of the sheets at right angles to the supports.</w:t>
      </w:r>
    </w:p>
    <w:p w14:paraId="38B7D2EC" w14:textId="77777777" w:rsidR="00F07CA1" w:rsidRDefault="00E030C1">
      <w:r>
        <w:t>End joints: Stagger the end joints and locate centrally over framing members.</w:t>
      </w:r>
    </w:p>
    <w:p w14:paraId="7F237CC6" w14:textId="77777777" w:rsidR="00F07CA1" w:rsidRDefault="00E030C1">
      <w:r>
        <w:t>Edge support: If panels are not tongue and grooved, provide noggings or trimmer joists to support the edges.</w:t>
      </w:r>
    </w:p>
    <w:p w14:paraId="0F76BE5B" w14:textId="77777777" w:rsidR="00F07CA1" w:rsidRDefault="00E030C1">
      <w:r>
        <w:t>Fixing: 300 mm centres to each support:</w:t>
      </w:r>
    </w:p>
    <w:p w14:paraId="59715770" w14:textId="77777777" w:rsidR="00F07CA1" w:rsidRDefault="00E030C1">
      <w:pPr>
        <w:pStyle w:val="NormalIndent"/>
      </w:pPr>
      <w:r>
        <w:t>Timber: Adhesive and nail.</w:t>
      </w:r>
    </w:p>
    <w:p w14:paraId="6C344E3C" w14:textId="77777777" w:rsidR="00F07CA1" w:rsidRDefault="00E030C1">
      <w:pPr>
        <w:pStyle w:val="NormalIndent"/>
      </w:pPr>
      <w:r>
        <w:t>Steel: Metallic-coated self-drilling/tapping screws with the heads finishing below the surface.</w:t>
      </w:r>
    </w:p>
    <w:p w14:paraId="2DAA38E0" w14:textId="77777777" w:rsidR="00F07CA1" w:rsidRDefault="00E030C1">
      <w:r>
        <w:t>Control joints: 12 mm gap at abutting building elements.</w:t>
      </w:r>
    </w:p>
    <w:p w14:paraId="7654C48F" w14:textId="77777777" w:rsidR="00F07CA1" w:rsidRDefault="00E030C1">
      <w:pPr>
        <w:pStyle w:val="Instructions"/>
      </w:pPr>
      <w:r>
        <w:t>Detail the assembly to provide a 25 mm air gap between the plywood and insulation. Refer to manufacturer's recommendations.</w:t>
      </w:r>
    </w:p>
    <w:p w14:paraId="2D05A453" w14:textId="77777777" w:rsidR="00F07CA1" w:rsidRDefault="00E030C1">
      <w:pPr>
        <w:pStyle w:val="Heading4"/>
      </w:pPr>
      <w:bookmarkStart w:id="353" w:name="h-9_13081-16"/>
      <w:bookmarkStart w:id="354" w:name="f-9_13081-16"/>
      <w:bookmarkStart w:id="355" w:name="f-13255-43"/>
      <w:bookmarkEnd w:id="351"/>
      <w:bookmarkEnd w:id="352"/>
      <w:r>
        <w:t>Fabrication</w:t>
      </w:r>
      <w:bookmarkEnd w:id="353"/>
    </w:p>
    <w:p w14:paraId="4C7DE017" w14:textId="77777777" w:rsidR="00F07CA1" w:rsidRDefault="00E030C1">
      <w:r>
        <w:t>Requirement: Factory fabricate pans.</w:t>
      </w:r>
    </w:p>
    <w:p w14:paraId="140AA754" w14:textId="77777777" w:rsidR="00F07CA1" w:rsidRDefault="00E030C1">
      <w:r>
        <w:t>Installation: To AS 1562.1 (2018).</w:t>
      </w:r>
    </w:p>
    <w:p w14:paraId="77C1F43D" w14:textId="77777777" w:rsidR="00F07CA1" w:rsidRDefault="00E030C1">
      <w:r>
        <w:t>Ground clearance: Maintain documented clearance.</w:t>
      </w:r>
    </w:p>
    <w:p w14:paraId="66C3C73D" w14:textId="77777777" w:rsidR="00F07CA1" w:rsidRDefault="00E030C1">
      <w:r>
        <w:t>Cutting sheets: Wherever possible, factory cut to length. Do not use an abrasion disc.</w:t>
      </w:r>
    </w:p>
    <w:p w14:paraId="7FBF4B65" w14:textId="77777777" w:rsidR="00F07CA1" w:rsidRDefault="00E030C1">
      <w:r>
        <w:t>Accessories: Provide material with the same finish as cladding sheets.</w:t>
      </w:r>
    </w:p>
    <w:p w14:paraId="68BC5288" w14:textId="77777777" w:rsidR="00F07CA1" w:rsidRDefault="00E030C1">
      <w:r>
        <w:t>Minimum bending radius: 1.75 mm.</w:t>
      </w:r>
    </w:p>
    <w:p w14:paraId="1BB71A87" w14:textId="77777777" w:rsidR="00F07CA1" w:rsidRDefault="00E030C1">
      <w:r>
        <w:t>Swarf: Remove swarf and other debris as soon as it is deposited.</w:t>
      </w:r>
    </w:p>
    <w:p w14:paraId="5A816ED4" w14:textId="77777777" w:rsidR="00F07CA1" w:rsidRDefault="00E030C1">
      <w:pPr>
        <w:pStyle w:val="Heading4"/>
      </w:pPr>
      <w:bookmarkStart w:id="356" w:name="h-10_13081-17"/>
      <w:bookmarkStart w:id="357" w:name="f-10_13081-17"/>
      <w:bookmarkStart w:id="358" w:name="f-13255-44"/>
      <w:bookmarkEnd w:id="354"/>
      <w:bookmarkEnd w:id="355"/>
      <w:r>
        <w:t>Fixing</w:t>
      </w:r>
      <w:bookmarkEnd w:id="356"/>
    </w:p>
    <w:p w14:paraId="3285A74A" w14:textId="77777777" w:rsidR="00F07CA1" w:rsidRDefault="00E030C1">
      <w:r>
        <w:t>Requirement: Fix pans to the sheeting with concealed clips at 250 mm maximum centres or to manufacturer’s recommendations.</w:t>
      </w:r>
    </w:p>
    <w:p w14:paraId="4C6F876A" w14:textId="77777777" w:rsidR="00F07CA1" w:rsidRDefault="00E030C1">
      <w:pPr>
        <w:pStyle w:val="Heading4"/>
      </w:pPr>
      <w:bookmarkStart w:id="359" w:name="h-11_13081-18"/>
      <w:bookmarkStart w:id="360" w:name="f-11_13081-18"/>
      <w:bookmarkStart w:id="361" w:name="f-13255-45"/>
      <w:bookmarkEnd w:id="357"/>
      <w:bookmarkEnd w:id="358"/>
      <w:r>
        <w:t>Seams</w:t>
      </w:r>
      <w:bookmarkEnd w:id="359"/>
    </w:p>
    <w:p w14:paraId="6DAADCEC" w14:textId="77777777" w:rsidR="00F07CA1" w:rsidRDefault="00E030C1">
      <w:r>
        <w:t>Walls: Single angle standing seams.</w:t>
      </w:r>
    </w:p>
    <w:p w14:paraId="4EEA4DC2" w14:textId="77777777" w:rsidR="00F07CA1" w:rsidRDefault="00E030C1">
      <w:pPr>
        <w:pStyle w:val="Heading3"/>
      </w:pPr>
      <w:bookmarkStart w:id="362" w:name="h-13255-46"/>
      <w:bookmarkStart w:id="363" w:name="f-13255-46"/>
      <w:bookmarkEnd w:id="360"/>
      <w:bookmarkEnd w:id="361"/>
      <w:r>
        <w:lastRenderedPageBreak/>
        <w:t>Terracotta panels and tiles</w:t>
      </w:r>
      <w:bookmarkEnd w:id="362"/>
    </w:p>
    <w:p w14:paraId="0DB5E76B" w14:textId="77777777" w:rsidR="00F07CA1" w:rsidRDefault="00E030C1">
      <w:pPr>
        <w:pStyle w:val="Heading4"/>
      </w:pPr>
      <w:bookmarkStart w:id="364" w:name="h-28_13078-48"/>
      <w:bookmarkStart w:id="365" w:name="f-28_13078-48"/>
      <w:bookmarkStart w:id="366" w:name="f-13255-47"/>
      <w:bookmarkEnd w:id="363"/>
      <w:r>
        <w:t>Installation</w:t>
      </w:r>
      <w:bookmarkEnd w:id="364"/>
    </w:p>
    <w:p w14:paraId="167BA27B" w14:textId="77777777" w:rsidR="00F07CA1" w:rsidRDefault="00E030C1">
      <w:r>
        <w:t>Set-out: Confirm set-out before starting the installation. Minimise cut panels and tiles.</w:t>
      </w:r>
    </w:p>
    <w:p w14:paraId="2014FB6A" w14:textId="77777777" w:rsidR="00F07CA1" w:rsidRDefault="00E030C1">
      <w:r>
        <w:t>Substrate: Install proprietary suspension rails to manufacturer's details over pliable membrane. Use fasteners conforming to wind load requirements.</w:t>
      </w:r>
    </w:p>
    <w:p w14:paraId="5FFDC3DC" w14:textId="77777777" w:rsidR="00F07CA1" w:rsidRDefault="00E030C1">
      <w:r>
        <w:t>Panels and tiles: Install to manufacturer’s recommendations.</w:t>
      </w:r>
    </w:p>
    <w:p w14:paraId="254FAB29" w14:textId="77777777" w:rsidR="00F07CA1" w:rsidRDefault="00E030C1">
      <w:r>
        <w:t>Trim: Install proprietary trim and flashings.</w:t>
      </w:r>
    </w:p>
    <w:p w14:paraId="7C660E5F" w14:textId="77777777" w:rsidR="00F07CA1" w:rsidRDefault="00E030C1">
      <w:pPr>
        <w:pStyle w:val="Heading3"/>
      </w:pPr>
      <w:bookmarkStart w:id="367" w:name="h-13255-48"/>
      <w:bookmarkStart w:id="368" w:name="f-13255-48"/>
      <w:bookmarkEnd w:id="365"/>
      <w:bookmarkEnd w:id="366"/>
      <w:r>
        <w:t>Timber weatherboard cladding</w:t>
      </w:r>
      <w:bookmarkEnd w:id="367"/>
    </w:p>
    <w:p w14:paraId="7242417A" w14:textId="77777777" w:rsidR="00F07CA1" w:rsidRDefault="00E030C1">
      <w:pPr>
        <w:pStyle w:val="Heading4"/>
      </w:pPr>
      <w:bookmarkStart w:id="369" w:name="h-7_13079-13"/>
      <w:bookmarkStart w:id="370" w:name="f-7_13079-13"/>
      <w:bookmarkStart w:id="371" w:name="f-13255-49"/>
      <w:bookmarkEnd w:id="368"/>
      <w:r>
        <w:t>Preparation</w:t>
      </w:r>
      <w:bookmarkEnd w:id="369"/>
    </w:p>
    <w:p w14:paraId="72D6E5F8" w14:textId="77777777" w:rsidR="00F07CA1" w:rsidRDefault="00E030C1">
      <w:r>
        <w:t>Preservative treatment: For cladding with a natural or stained finish, prefinish the boards by dipping or brushing with water repellent preservative.</w:t>
      </w:r>
    </w:p>
    <w:p w14:paraId="394156A7" w14:textId="77777777" w:rsidR="00F07CA1" w:rsidRDefault="00E030C1">
      <w:r>
        <w:t>Compatibility: Make sure preservative is compatible with the documented pigmented stain finish.</w:t>
      </w:r>
    </w:p>
    <w:p w14:paraId="1AA60C60" w14:textId="77777777" w:rsidR="00F07CA1" w:rsidRDefault="00E030C1">
      <w:r>
        <w:t>Cut surfaces: Treat freshly cut surfaces with water repellent preservative before fixing.</w:t>
      </w:r>
    </w:p>
    <w:p w14:paraId="6F359231" w14:textId="77777777" w:rsidR="00F07CA1" w:rsidRDefault="00E030C1">
      <w:pPr>
        <w:pStyle w:val="Heading4"/>
      </w:pPr>
      <w:bookmarkStart w:id="372" w:name="h-8_13079-14"/>
      <w:bookmarkStart w:id="373" w:name="f-8_13079-14"/>
      <w:bookmarkStart w:id="374" w:name="f-13255-50"/>
      <w:bookmarkEnd w:id="370"/>
      <w:bookmarkEnd w:id="371"/>
      <w:r>
        <w:t>Installation</w:t>
      </w:r>
      <w:bookmarkEnd w:id="372"/>
    </w:p>
    <w:p w14:paraId="75366167" w14:textId="77777777" w:rsidR="00F07CA1" w:rsidRDefault="00E030C1">
      <w:pPr>
        <w:pStyle w:val="Instructions"/>
      </w:pPr>
      <w:r>
        <w:t>It is assumed that fixings and treatment of joints and junctions with other elements, for example, windows are documented elsewhere.  Add to or edit as required. To avoid moisture uptake, detail boards to finish at least 150 mm above finished ground level.</w:t>
      </w:r>
    </w:p>
    <w:p w14:paraId="42439325" w14:textId="77777777" w:rsidR="00F07CA1" w:rsidRDefault="00E030C1">
      <w:r>
        <w:t>Single lengths: If installed vertically, use single lengths. If installed horizontally, use single lengths whenever possible.</w:t>
      </w:r>
    </w:p>
    <w:p w14:paraId="3570CD7B" w14:textId="77777777" w:rsidR="00F07CA1" w:rsidRDefault="00E030C1">
      <w:r>
        <w:t>Edge finish to lowest board: Cut the bottom edge of the lowest board to slope inwards and upwards at an angle of 15</w:t>
      </w:r>
      <w:r>
        <w:rPr>
          <w:vertAlign w:val="superscript"/>
        </w:rPr>
        <w:t>º</w:t>
      </w:r>
      <w:r>
        <w:t>.</w:t>
      </w:r>
    </w:p>
    <w:p w14:paraId="4387B5C2" w14:textId="77777777" w:rsidR="00F07CA1" w:rsidRDefault="00E030C1">
      <w:pPr>
        <w:pStyle w:val="Instructions"/>
      </w:pPr>
      <w:r>
        <w:t>This assists the shedding of water away from the cladding.</w:t>
      </w:r>
    </w:p>
    <w:p w14:paraId="4854B7A8" w14:textId="77777777" w:rsidR="00F07CA1" w:rsidRDefault="00E030C1">
      <w:pPr>
        <w:pStyle w:val="Heading4"/>
      </w:pPr>
      <w:bookmarkStart w:id="375" w:name="h-9_13079-15"/>
      <w:bookmarkStart w:id="376" w:name="f-9_13079-15"/>
      <w:bookmarkStart w:id="377" w:name="f-13255-51"/>
      <w:bookmarkEnd w:id="373"/>
      <w:bookmarkEnd w:id="374"/>
      <w:r>
        <w:t>Fixing</w:t>
      </w:r>
      <w:bookmarkEnd w:id="375"/>
    </w:p>
    <w:p w14:paraId="75167C3F" w14:textId="77777777" w:rsidR="00F07CA1" w:rsidRDefault="00E030C1">
      <w:r>
        <w:t>Fixings at supports:</w:t>
      </w:r>
    </w:p>
    <w:p w14:paraId="7AA98361" w14:textId="77777777" w:rsidR="00F07CA1" w:rsidRDefault="00E030C1">
      <w:pPr>
        <w:pStyle w:val="NormalIndent"/>
      </w:pPr>
      <w:r>
        <w:t>Seasoned milled weatherboards: 2.</w:t>
      </w:r>
    </w:p>
    <w:p w14:paraId="5422223D" w14:textId="77777777" w:rsidR="00F07CA1" w:rsidRDefault="00E030C1">
      <w:pPr>
        <w:pStyle w:val="NormalIndent"/>
      </w:pPr>
      <w:r>
        <w:t>Unseasoned hardwood, sawn weatherboards, or secret nailed profiles: 1.</w:t>
      </w:r>
    </w:p>
    <w:p w14:paraId="3C885DB2" w14:textId="77777777" w:rsidR="00F07CA1" w:rsidRDefault="00E030C1">
      <w:pPr>
        <w:pStyle w:val="NormalIndent"/>
      </w:pPr>
      <w:r>
        <w:t>Do not fix through the overlap of adjacent weatherboards.</w:t>
      </w:r>
    </w:p>
    <w:p w14:paraId="567F3FD8" w14:textId="77777777" w:rsidR="00F07CA1" w:rsidRDefault="00E030C1">
      <w:r>
        <w:t>Nailheads: Treat visible nailheads as follows:</w:t>
      </w:r>
    </w:p>
    <w:p w14:paraId="6AC11490" w14:textId="77777777" w:rsidR="00F07CA1" w:rsidRDefault="00E030C1">
      <w:pPr>
        <w:pStyle w:val="NormalIndent"/>
      </w:pPr>
      <w:r>
        <w:t>Stained or clear finishes: Drive flush with weatherboard surface.</w:t>
      </w:r>
    </w:p>
    <w:p w14:paraId="0C3EC304" w14:textId="77777777" w:rsidR="00F07CA1" w:rsidRDefault="00E030C1">
      <w:pPr>
        <w:pStyle w:val="NormalIndent"/>
      </w:pPr>
      <w:r>
        <w:t>Opaque finishes: Punch below the weatherboard surface and fill flush with putty after the surface has been primed.</w:t>
      </w:r>
    </w:p>
    <w:p w14:paraId="5ECC16BD" w14:textId="77777777" w:rsidR="00F07CA1" w:rsidRDefault="00E030C1">
      <w:pPr>
        <w:pStyle w:val="Heading4"/>
      </w:pPr>
      <w:bookmarkStart w:id="378" w:name="h-10_13079-16"/>
      <w:bookmarkStart w:id="379" w:name="f-10_13079-16"/>
      <w:bookmarkStart w:id="380" w:name="f-13255-52"/>
      <w:bookmarkEnd w:id="376"/>
      <w:bookmarkEnd w:id="377"/>
      <w:r>
        <w:t>Joints</w:t>
      </w:r>
      <w:bookmarkEnd w:id="378"/>
    </w:p>
    <w:p w14:paraId="569149E5" w14:textId="77777777" w:rsidR="00F07CA1" w:rsidRDefault="00E030C1">
      <w:r>
        <w:t>Overlapping joints: Lap boards at least 30 mm.</w:t>
      </w:r>
    </w:p>
    <w:p w14:paraId="1ECCABFD" w14:textId="77777777" w:rsidR="00F07CA1" w:rsidRDefault="00E030C1">
      <w:r>
        <w:t>End grain joints: Install boards so that butt joints are in compression. Fix all board ends to support framing. Stagger joints vertically or as documented.</w:t>
      </w:r>
    </w:p>
    <w:p w14:paraId="2CEEBB90" w14:textId="77777777" w:rsidR="00F07CA1" w:rsidRDefault="00E030C1">
      <w:r>
        <w:t>Internal and external corners: Butt against a stop bead that projects at least the thickness of the cladding.</w:t>
      </w:r>
    </w:p>
    <w:p w14:paraId="5D9E550F" w14:textId="77777777" w:rsidR="00F07CA1" w:rsidRDefault="00E030C1">
      <w:pPr>
        <w:pStyle w:val="Instructions"/>
      </w:pPr>
      <w:r>
        <w:t>Alternatively, mitre external and scribe internal corners.</w:t>
      </w:r>
    </w:p>
    <w:p w14:paraId="1E3200CF" w14:textId="77777777" w:rsidR="00F07CA1" w:rsidRDefault="00E030C1">
      <w:r>
        <w:t>Timber boards abutting masonry: Leave a gap between boards and masonry to prevent moisture uptake.</w:t>
      </w:r>
    </w:p>
    <w:p w14:paraId="7F55CF4D" w14:textId="77777777" w:rsidR="00F07CA1" w:rsidRDefault="00E030C1">
      <w:pPr>
        <w:pStyle w:val="Instructions"/>
      </w:pPr>
      <w:r>
        <w:t>Alternatively, seal the ends and protect the joint by a cover strip set in mastic.</w:t>
      </w:r>
    </w:p>
    <w:p w14:paraId="19FEAF77" w14:textId="77777777" w:rsidR="00F07CA1" w:rsidRDefault="00E030C1">
      <w:pPr>
        <w:pStyle w:val="Heading3"/>
      </w:pPr>
      <w:bookmarkStart w:id="381" w:name="h-13255-53"/>
      <w:bookmarkStart w:id="382" w:name="f-13255-53"/>
      <w:bookmarkEnd w:id="379"/>
      <w:bookmarkEnd w:id="380"/>
      <w:r>
        <w:t>Completion</w:t>
      </w:r>
      <w:bookmarkEnd w:id="381"/>
    </w:p>
    <w:p w14:paraId="5A9E30AF" w14:textId="77777777" w:rsidR="00F07CA1" w:rsidRDefault="00E030C1">
      <w:pPr>
        <w:pStyle w:val="Heading4"/>
      </w:pPr>
      <w:bookmarkStart w:id="383" w:name="h-12_13061-65"/>
      <w:bookmarkStart w:id="384" w:name="f-12_13061-65"/>
      <w:bookmarkStart w:id="385" w:name="f-13255-54"/>
      <w:bookmarkEnd w:id="382"/>
      <w:r>
        <w:t>Fasteners</w:t>
      </w:r>
      <w:bookmarkEnd w:id="383"/>
    </w:p>
    <w:p w14:paraId="01BE9C38" w14:textId="77777777" w:rsidR="00F07CA1" w:rsidRDefault="00E030C1">
      <w:r>
        <w:t>Requirement: Adjust for weathertightness without distortion of external panel face.</w:t>
      </w:r>
    </w:p>
    <w:p w14:paraId="087BC060" w14:textId="77777777" w:rsidR="00F07CA1" w:rsidRDefault="00E030C1">
      <w:pPr>
        <w:pStyle w:val="Heading4"/>
      </w:pPr>
      <w:bookmarkStart w:id="386" w:name="h-13_13061-66"/>
      <w:bookmarkStart w:id="387" w:name="f-13_13061-66"/>
      <w:bookmarkStart w:id="388" w:name="f-13255-55"/>
      <w:bookmarkEnd w:id="384"/>
      <w:bookmarkEnd w:id="385"/>
      <w:r>
        <w:t>Reinstatement</w:t>
      </w:r>
      <w:bookmarkEnd w:id="386"/>
    </w:p>
    <w:p w14:paraId="0E8FE6EA" w14:textId="77777777" w:rsidR="00F07CA1" w:rsidRDefault="00E030C1">
      <w:r>
        <w:t>Extent: Repair or replace damage to the cladding. If the work cannot be repaired satisfactorily, replace the whole area affected.</w:t>
      </w:r>
    </w:p>
    <w:p w14:paraId="419A66C8" w14:textId="77777777" w:rsidR="00F07CA1" w:rsidRDefault="00E030C1">
      <w:r>
        <w:t>Damage to prepainted finish: Replace panels with scratches in the prepainted finish.</w:t>
      </w:r>
    </w:p>
    <w:bookmarkEnd w:id="387"/>
    <w:p w14:paraId="5B65D1B2" w14:textId="77777777" w:rsidR="00F07CA1" w:rsidRDefault="00E030C1">
      <w:pPr>
        <w:pStyle w:val="Instructions"/>
      </w:pPr>
      <w:r>
        <w:t>Contact Stramit for further details on reinstatement methods of scratched profiled steel cladding.</w:t>
      </w:r>
    </w:p>
    <w:p w14:paraId="6C2A8350" w14:textId="77777777" w:rsidR="00F07CA1" w:rsidRDefault="00E030C1">
      <w:pPr>
        <w:pStyle w:val="Instructions"/>
      </w:pPr>
      <w:r>
        <w:lastRenderedPageBreak/>
        <w:t>BlueScope does not recommend the use of touch-up paint to repair damage or scratches to the painted surface of COLORBOND® or ZINCALUME® steel. See BlueScope TB-02 (2022).</w:t>
      </w:r>
    </w:p>
    <w:p w14:paraId="35FC7240" w14:textId="77777777" w:rsidR="00F07CA1" w:rsidRDefault="00E030C1">
      <w:pPr>
        <w:pStyle w:val="Heading4"/>
      </w:pPr>
      <w:bookmarkStart w:id="389" w:name="h-14_13061-67"/>
      <w:bookmarkStart w:id="390" w:name="f-14_13061-67"/>
      <w:bookmarkStart w:id="391" w:name="f-13255-56"/>
      <w:bookmarkEnd w:id="388"/>
      <w:r>
        <w:t>Cleaning</w:t>
      </w:r>
      <w:bookmarkEnd w:id="389"/>
    </w:p>
    <w:p w14:paraId="30B7C12A" w14:textId="77777777" w:rsidR="00F07CA1" w:rsidRDefault="00E030C1">
      <w:r>
        <w:t>Requirement: Remove excess debris, metal swarf, solder, sealants and unused materials.</w:t>
      </w:r>
    </w:p>
    <w:p w14:paraId="147A3FC7" w14:textId="77777777" w:rsidR="00F07CA1" w:rsidRDefault="00E030C1">
      <w:r>
        <w:t>Exposed metal surfaces: Clean surfaces of substances that interfere with uniform weathering or oxidisation.</w:t>
      </w:r>
    </w:p>
    <w:p w14:paraId="30ED6EC4" w14:textId="77777777" w:rsidR="00F07CA1" w:rsidRDefault="00E030C1">
      <w:r>
        <w:t>Protection: Remove protective coatings using methods required by the manufacturer after completion.</w:t>
      </w:r>
    </w:p>
    <w:p w14:paraId="1FBF14E5" w14:textId="77777777" w:rsidR="00F07CA1" w:rsidRDefault="00E030C1">
      <w:pPr>
        <w:pStyle w:val="Instructions"/>
      </w:pPr>
      <w:r>
        <w:t>Protective film will withstand exposure to weather for a limited period of time before losing its peel-off characteristics and causing staining. The gloss coating changes when exposed to plasticisers.</w:t>
      </w:r>
    </w:p>
    <w:p w14:paraId="009157CF" w14:textId="77777777" w:rsidR="00F07CA1" w:rsidRDefault="00E030C1">
      <w:r>
        <w:t>Panels: Clean surfaces with soft, clean cloths and clean water to the manufacturer’s recommendations.</w:t>
      </w:r>
    </w:p>
    <w:p w14:paraId="62E23FAB" w14:textId="77777777" w:rsidR="00F07CA1" w:rsidRDefault="00E030C1">
      <w:pPr>
        <w:pStyle w:val="Heading4"/>
      </w:pPr>
      <w:bookmarkStart w:id="392" w:name="h-15_13061-68"/>
      <w:bookmarkStart w:id="393" w:name="f-15_13061-68"/>
      <w:bookmarkStart w:id="394" w:name="f-13255-58"/>
      <w:bookmarkEnd w:id="390"/>
      <w:bookmarkEnd w:id="391"/>
      <w:r>
        <w:t>Operation and maintenance manuals</w:t>
      </w:r>
      <w:bookmarkEnd w:id="392"/>
    </w:p>
    <w:p w14:paraId="1CB1680E" w14:textId="77777777" w:rsidR="00F07CA1" w:rsidRDefault="00E030C1">
      <w:r>
        <w:t>Requirement: Prepare a manual that includes the manufacturer’s published use, care and maintenance requirements.</w:t>
      </w:r>
    </w:p>
    <w:p w14:paraId="5CF1935D" w14:textId="77777777" w:rsidR="00F07CA1" w:rsidRDefault="00E030C1">
      <w:pPr>
        <w:pStyle w:val="Instructions"/>
      </w:pPr>
      <w:bookmarkStart w:id="395" w:name="f-7476-1"/>
      <w:bookmarkStart w:id="396" w:name="f-7476"/>
      <w:bookmarkEnd w:id="393"/>
      <w:r>
        <w:t>Compliance with this subclause targets the Operations and Maintenance requirement within the Minimum Expectation level of the Verification and Handover credit in Green Star Buildings (2021).</w:t>
      </w:r>
    </w:p>
    <w:p w14:paraId="3AAF2C0E" w14:textId="77777777" w:rsidR="00F07CA1" w:rsidRDefault="00E030C1">
      <w:pPr>
        <w:pStyle w:val="Heading4"/>
      </w:pPr>
      <w:bookmarkStart w:id="397" w:name="h-16_13061-69"/>
      <w:bookmarkStart w:id="398" w:name="f-16_13061-69"/>
      <w:bookmarkStart w:id="399" w:name="f-13255-57"/>
      <w:bookmarkEnd w:id="395"/>
      <w:bookmarkEnd w:id="396"/>
      <w:bookmarkEnd w:id="394"/>
      <w:r>
        <w:t>Warranties</w:t>
      </w:r>
      <w:bookmarkEnd w:id="397"/>
    </w:p>
    <w:p w14:paraId="6D39E3AF" w14:textId="77777777" w:rsidR="00F07CA1" w:rsidRDefault="00E030C1">
      <w:r>
        <w:t>Requirement: Cover materials and workmanship in the terms of the warranty in the form of interlocking warranties from the manufacturer and the installer.</w:t>
      </w:r>
    </w:p>
    <w:p w14:paraId="60E09F2B" w14:textId="77777777" w:rsidR="00F07CA1" w:rsidRDefault="00E030C1">
      <w:pPr>
        <w:pStyle w:val="NormalIndent"/>
      </w:pPr>
      <w:r>
        <w:t>Form: Against failure of materials and execution under normal environment and use conditions.</w:t>
      </w:r>
    </w:p>
    <w:p w14:paraId="2447125C" w14:textId="77777777" w:rsidR="00F07CA1" w:rsidRDefault="00E030C1">
      <w:pPr>
        <w:pStyle w:val="NormalIndent"/>
      </w:pPr>
      <w:r>
        <w:t>Period: As offered by the manufacturer and the installer.</w:t>
      </w:r>
    </w:p>
    <w:p w14:paraId="55980FD0" w14:textId="77777777" w:rsidR="00F07CA1" w:rsidRDefault="00E030C1">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45A387D6" w14:textId="77777777" w:rsidR="00F07CA1" w:rsidRDefault="00E030C1">
      <w:pPr>
        <w:pStyle w:val="Instructions"/>
      </w:pPr>
      <w:r>
        <w:t>The form(s) required should be provided as part of the contract documentation.</w:t>
      </w:r>
    </w:p>
    <w:bookmarkEnd w:id="398"/>
    <w:p w14:paraId="2D9EFE73" w14:textId="77777777" w:rsidR="00F07CA1" w:rsidRDefault="00E030C1">
      <w:pPr>
        <w:pStyle w:val="Instructions"/>
      </w:pPr>
      <w:r>
        <w:t>BlueScope has an internet based system Warranty Estimator and Management System that allows access to warranty advice for Zincalume</w:t>
      </w:r>
      <w:r>
        <w:rPr>
          <w:vertAlign w:val="superscript"/>
        </w:rPr>
        <w:t>®</w:t>
      </w:r>
      <w:r>
        <w:t xml:space="preserve"> and Colorbond</w:t>
      </w:r>
      <w:r>
        <w:rPr>
          <w:vertAlign w:val="superscript"/>
        </w:rPr>
        <w:t>®</w:t>
      </w:r>
      <w:r>
        <w:t xml:space="preserve"> products and sample warranties at </w:t>
      </w:r>
      <w:hyperlink r:id="rId16" w:history="1">
        <w:r>
          <w:t>www.warranties.bluescopesteel.com.au/site/</w:t>
        </w:r>
      </w:hyperlink>
      <w:r>
        <w:t>.</w:t>
      </w:r>
    </w:p>
    <w:p w14:paraId="47945639" w14:textId="77777777" w:rsidR="00F07CA1" w:rsidRDefault="00E030C1">
      <w:pPr>
        <w:pStyle w:val="Instructions"/>
      </w:pPr>
      <w:r>
        <w:t>For ZAM</w:t>
      </w:r>
      <w:r>
        <w:rPr>
          <w:vertAlign w:val="superscript"/>
        </w:rPr>
        <w:t>®</w:t>
      </w:r>
      <w:r>
        <w:t xml:space="preserve"> and Magnaflow</w:t>
      </w:r>
      <w:r>
        <w:rPr>
          <w:vertAlign w:val="superscript"/>
        </w:rPr>
        <w:t>®</w:t>
      </w:r>
      <w:r>
        <w:t xml:space="preserve"> product warranties, contact your local Stramit office, as these are offered to projects determined by exposure conditions.</w:t>
      </w:r>
    </w:p>
    <w:p w14:paraId="20BC9762" w14:textId="77777777" w:rsidR="00F07CA1" w:rsidRDefault="00E030C1">
      <w:pPr>
        <w:pStyle w:val="Heading2"/>
      </w:pPr>
      <w:bookmarkStart w:id="400" w:name="h-13253-1"/>
      <w:bookmarkStart w:id="401" w:name="f-13253-1"/>
      <w:bookmarkStart w:id="402" w:name="f-13253"/>
      <w:bookmarkEnd w:id="399"/>
      <w:bookmarkEnd w:id="244"/>
      <w:r>
        <w:t>Selections</w:t>
      </w:r>
      <w:bookmarkEnd w:id="400"/>
    </w:p>
    <w:p w14:paraId="7E0859CC" w14:textId="77777777" w:rsidR="00F07CA1" w:rsidRDefault="00E030C1">
      <w:pPr>
        <w:pStyle w:val="Instructions"/>
      </w:pPr>
      <w:bookmarkStart w:id="403" w:name="f-7991-1"/>
      <w:bookmarkStart w:id="404" w:name="f-7991"/>
      <w:bookmarkStart w:id="405" w:name="f-13253-2"/>
      <w:bookmarkEnd w:id="401"/>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2169E717" w14:textId="77777777" w:rsidR="00F07CA1" w:rsidRDefault="00E030C1">
      <w:pPr>
        <w:pStyle w:val="Heading3"/>
      </w:pPr>
      <w:bookmarkStart w:id="406" w:name="h-13253-3"/>
      <w:bookmarkStart w:id="407" w:name="f-13253-3"/>
      <w:bookmarkEnd w:id="403"/>
      <w:bookmarkEnd w:id="404"/>
      <w:bookmarkEnd w:id="405"/>
      <w:r>
        <w:t>Performance</w:t>
      </w:r>
      <w:bookmarkEnd w:id="406"/>
    </w:p>
    <w:p w14:paraId="76D31A1F" w14:textId="77777777" w:rsidR="00F07CA1" w:rsidRDefault="00E030C1">
      <w:pPr>
        <w:pStyle w:val="Heading4"/>
      </w:pPr>
      <w:bookmarkStart w:id="408" w:name="h-17_13061-71"/>
      <w:bookmarkStart w:id="409" w:name="f-17_13061-71"/>
      <w:bookmarkStart w:id="410" w:name="f-13253-4"/>
      <w:bookmarkEnd w:id="407"/>
      <w:r>
        <w:t>Cladding performance schedule</w:t>
      </w:r>
      <w:bookmarkEnd w:id="408"/>
    </w:p>
    <w:tbl>
      <w:tblPr>
        <w:tblStyle w:val="NATSPECTable"/>
        <w:tblW w:w="5000" w:type="pct"/>
        <w:tblLook w:val="0620" w:firstRow="1" w:lastRow="0" w:firstColumn="0" w:lastColumn="0" w:noHBand="1" w:noVBand="1"/>
      </w:tblPr>
      <w:tblGrid>
        <w:gridCol w:w="4006"/>
        <w:gridCol w:w="1715"/>
        <w:gridCol w:w="1715"/>
        <w:gridCol w:w="1715"/>
      </w:tblGrid>
      <w:tr w:rsidR="00F07CA1" w14:paraId="7D05FF00" w14:textId="77777777" w:rsidTr="00E030C1">
        <w:trPr>
          <w:tblHeader/>
        </w:trPr>
        <w:tc>
          <w:tcPr>
            <w:tcW w:w="2189" w:type="pct"/>
          </w:tcPr>
          <w:p w14:paraId="1B9DFD04" w14:textId="77777777" w:rsidR="00F07CA1" w:rsidRDefault="00F07CA1">
            <w:pPr>
              <w:pStyle w:val="Tabletitle"/>
            </w:pPr>
          </w:p>
        </w:tc>
        <w:tc>
          <w:tcPr>
            <w:tcW w:w="937" w:type="pct"/>
          </w:tcPr>
          <w:p w14:paraId="17004FB5" w14:textId="77777777" w:rsidR="00F07CA1" w:rsidRDefault="00E030C1">
            <w:pPr>
              <w:pStyle w:val="Tabletitle"/>
            </w:pPr>
            <w:r>
              <w:t>A</w:t>
            </w:r>
          </w:p>
        </w:tc>
        <w:tc>
          <w:tcPr>
            <w:tcW w:w="937" w:type="pct"/>
          </w:tcPr>
          <w:p w14:paraId="01FE90A6" w14:textId="77777777" w:rsidR="00F07CA1" w:rsidRDefault="00E030C1">
            <w:pPr>
              <w:pStyle w:val="Tabletitle"/>
            </w:pPr>
            <w:r>
              <w:t>B</w:t>
            </w:r>
          </w:p>
        </w:tc>
        <w:tc>
          <w:tcPr>
            <w:tcW w:w="937" w:type="pct"/>
          </w:tcPr>
          <w:p w14:paraId="1DFFE522" w14:textId="77777777" w:rsidR="00F07CA1" w:rsidRDefault="00E030C1">
            <w:pPr>
              <w:pStyle w:val="Tabletitle"/>
            </w:pPr>
            <w:r>
              <w:t>C</w:t>
            </w:r>
          </w:p>
        </w:tc>
      </w:tr>
      <w:tr w:rsidR="00F07CA1" w14:paraId="5ABB303E" w14:textId="77777777" w:rsidTr="00E030C1">
        <w:tc>
          <w:tcPr>
            <w:tcW w:w="2189" w:type="pct"/>
          </w:tcPr>
          <w:p w14:paraId="6A1495F0" w14:textId="77777777" w:rsidR="00F07CA1" w:rsidRDefault="00E030C1">
            <w:pPr>
              <w:pStyle w:val="Tabletext"/>
            </w:pPr>
            <w:r>
              <w:t>Combustibility</w:t>
            </w:r>
          </w:p>
        </w:tc>
        <w:tc>
          <w:tcPr>
            <w:tcW w:w="937" w:type="pct"/>
          </w:tcPr>
          <w:p w14:paraId="32C90A9B" w14:textId="77777777" w:rsidR="00F07CA1" w:rsidRDefault="00F07CA1">
            <w:pPr>
              <w:pStyle w:val="Tabletext"/>
            </w:pPr>
          </w:p>
        </w:tc>
        <w:tc>
          <w:tcPr>
            <w:tcW w:w="937" w:type="pct"/>
          </w:tcPr>
          <w:p w14:paraId="65A89DCB" w14:textId="77777777" w:rsidR="00F07CA1" w:rsidRDefault="00F07CA1">
            <w:pPr>
              <w:pStyle w:val="Tabletext"/>
            </w:pPr>
          </w:p>
        </w:tc>
        <w:tc>
          <w:tcPr>
            <w:tcW w:w="937" w:type="pct"/>
          </w:tcPr>
          <w:p w14:paraId="10BA6B83" w14:textId="77777777" w:rsidR="00F07CA1" w:rsidRDefault="00F07CA1">
            <w:pPr>
              <w:pStyle w:val="Tabletext"/>
            </w:pPr>
          </w:p>
        </w:tc>
      </w:tr>
      <w:tr w:rsidR="00F07CA1" w14:paraId="1F193063" w14:textId="77777777" w:rsidTr="00E030C1">
        <w:tc>
          <w:tcPr>
            <w:tcW w:w="2189" w:type="pct"/>
          </w:tcPr>
          <w:p w14:paraId="5A36A871" w14:textId="77777777" w:rsidR="00F07CA1" w:rsidRDefault="00E030C1">
            <w:pPr>
              <w:pStyle w:val="Tabletext"/>
            </w:pPr>
            <w:r>
              <w:t>Fire hazard property: Group number</w:t>
            </w:r>
          </w:p>
        </w:tc>
        <w:tc>
          <w:tcPr>
            <w:tcW w:w="937" w:type="pct"/>
          </w:tcPr>
          <w:p w14:paraId="7DE8E2CB" w14:textId="77777777" w:rsidR="00F07CA1" w:rsidRDefault="00F07CA1">
            <w:pPr>
              <w:pStyle w:val="Tabletext"/>
            </w:pPr>
          </w:p>
        </w:tc>
        <w:tc>
          <w:tcPr>
            <w:tcW w:w="937" w:type="pct"/>
          </w:tcPr>
          <w:p w14:paraId="6A518D97" w14:textId="77777777" w:rsidR="00F07CA1" w:rsidRDefault="00F07CA1">
            <w:pPr>
              <w:pStyle w:val="Tabletext"/>
            </w:pPr>
          </w:p>
        </w:tc>
        <w:tc>
          <w:tcPr>
            <w:tcW w:w="937" w:type="pct"/>
          </w:tcPr>
          <w:p w14:paraId="55B1BFD5" w14:textId="77777777" w:rsidR="00F07CA1" w:rsidRDefault="00F07CA1">
            <w:pPr>
              <w:pStyle w:val="Tabletext"/>
            </w:pPr>
          </w:p>
        </w:tc>
      </w:tr>
      <w:tr w:rsidR="00F07CA1" w14:paraId="02C9CDA8" w14:textId="77777777" w:rsidTr="00E030C1">
        <w:tc>
          <w:tcPr>
            <w:tcW w:w="2189" w:type="pct"/>
          </w:tcPr>
          <w:p w14:paraId="24620FEC" w14:textId="77777777" w:rsidR="00F07CA1" w:rsidRDefault="00E030C1">
            <w:pPr>
              <w:pStyle w:val="Tabletext"/>
            </w:pPr>
            <w:r>
              <w:t>Fire hazard property: Spread-of-Flame Index</w:t>
            </w:r>
          </w:p>
        </w:tc>
        <w:tc>
          <w:tcPr>
            <w:tcW w:w="937" w:type="pct"/>
          </w:tcPr>
          <w:p w14:paraId="61098EEC" w14:textId="77777777" w:rsidR="00F07CA1" w:rsidRDefault="00F07CA1">
            <w:pPr>
              <w:pStyle w:val="Tabletext"/>
            </w:pPr>
          </w:p>
        </w:tc>
        <w:tc>
          <w:tcPr>
            <w:tcW w:w="937" w:type="pct"/>
          </w:tcPr>
          <w:p w14:paraId="46BCEACC" w14:textId="77777777" w:rsidR="00F07CA1" w:rsidRDefault="00F07CA1">
            <w:pPr>
              <w:pStyle w:val="Tabletext"/>
            </w:pPr>
          </w:p>
        </w:tc>
        <w:tc>
          <w:tcPr>
            <w:tcW w:w="937" w:type="pct"/>
          </w:tcPr>
          <w:p w14:paraId="58885FA3" w14:textId="77777777" w:rsidR="00F07CA1" w:rsidRDefault="00F07CA1">
            <w:pPr>
              <w:pStyle w:val="Tabletext"/>
            </w:pPr>
          </w:p>
        </w:tc>
      </w:tr>
      <w:tr w:rsidR="00F07CA1" w14:paraId="57AFD3E8" w14:textId="77777777" w:rsidTr="00E030C1">
        <w:tc>
          <w:tcPr>
            <w:tcW w:w="2189" w:type="pct"/>
          </w:tcPr>
          <w:p w14:paraId="12E3468E" w14:textId="77777777" w:rsidR="00F07CA1" w:rsidRDefault="00E030C1">
            <w:pPr>
              <w:pStyle w:val="Tabletext"/>
            </w:pPr>
            <w:r>
              <w:t>Fire hazard property: Smoke-Developed Index</w:t>
            </w:r>
          </w:p>
        </w:tc>
        <w:tc>
          <w:tcPr>
            <w:tcW w:w="937" w:type="pct"/>
          </w:tcPr>
          <w:p w14:paraId="3416629F" w14:textId="77777777" w:rsidR="00F07CA1" w:rsidRDefault="00F07CA1">
            <w:pPr>
              <w:pStyle w:val="Tabletext"/>
            </w:pPr>
          </w:p>
        </w:tc>
        <w:tc>
          <w:tcPr>
            <w:tcW w:w="937" w:type="pct"/>
          </w:tcPr>
          <w:p w14:paraId="59D23E9C" w14:textId="77777777" w:rsidR="00F07CA1" w:rsidRDefault="00F07CA1">
            <w:pPr>
              <w:pStyle w:val="Tabletext"/>
            </w:pPr>
          </w:p>
        </w:tc>
        <w:tc>
          <w:tcPr>
            <w:tcW w:w="937" w:type="pct"/>
          </w:tcPr>
          <w:p w14:paraId="71B8C022" w14:textId="77777777" w:rsidR="00F07CA1" w:rsidRDefault="00F07CA1">
            <w:pPr>
              <w:pStyle w:val="Tabletext"/>
            </w:pPr>
          </w:p>
        </w:tc>
      </w:tr>
      <w:tr w:rsidR="00F07CA1" w14:paraId="6A905BA2" w14:textId="77777777" w:rsidTr="00E030C1">
        <w:tc>
          <w:tcPr>
            <w:tcW w:w="2189" w:type="pct"/>
          </w:tcPr>
          <w:p w14:paraId="0F61595B" w14:textId="77777777" w:rsidR="00F07CA1" w:rsidRDefault="00E030C1">
            <w:pPr>
              <w:pStyle w:val="Tabletext"/>
            </w:pPr>
            <w:r>
              <w:t>Fire-resistance level (FRL)</w:t>
            </w:r>
          </w:p>
        </w:tc>
        <w:tc>
          <w:tcPr>
            <w:tcW w:w="937" w:type="pct"/>
          </w:tcPr>
          <w:p w14:paraId="24ADA504" w14:textId="77777777" w:rsidR="00F07CA1" w:rsidRDefault="00F07CA1">
            <w:pPr>
              <w:pStyle w:val="Tabletext"/>
            </w:pPr>
          </w:p>
        </w:tc>
        <w:tc>
          <w:tcPr>
            <w:tcW w:w="937" w:type="pct"/>
          </w:tcPr>
          <w:p w14:paraId="34A063B2" w14:textId="77777777" w:rsidR="00F07CA1" w:rsidRDefault="00F07CA1">
            <w:pPr>
              <w:pStyle w:val="Tabletext"/>
            </w:pPr>
          </w:p>
        </w:tc>
        <w:tc>
          <w:tcPr>
            <w:tcW w:w="937" w:type="pct"/>
          </w:tcPr>
          <w:p w14:paraId="081D63F5" w14:textId="77777777" w:rsidR="00F07CA1" w:rsidRDefault="00F07CA1">
            <w:pPr>
              <w:pStyle w:val="Tabletext"/>
            </w:pPr>
          </w:p>
        </w:tc>
      </w:tr>
      <w:tr w:rsidR="00F07CA1" w14:paraId="7A0E252C" w14:textId="77777777" w:rsidTr="00E030C1">
        <w:tc>
          <w:tcPr>
            <w:tcW w:w="2189" w:type="pct"/>
          </w:tcPr>
          <w:p w14:paraId="3F184771" w14:textId="77777777" w:rsidR="00F07CA1" w:rsidRDefault="00E030C1">
            <w:pPr>
              <w:pStyle w:val="Tabletext"/>
            </w:pPr>
            <w:r>
              <w:t>R-Value (m</w:t>
            </w:r>
            <w:r>
              <w:rPr>
                <w:vertAlign w:val="superscript"/>
              </w:rPr>
              <w:t>2</w:t>
            </w:r>
            <w:r>
              <w:t>.K/W)</w:t>
            </w:r>
          </w:p>
        </w:tc>
        <w:tc>
          <w:tcPr>
            <w:tcW w:w="937" w:type="pct"/>
          </w:tcPr>
          <w:p w14:paraId="2179A1FA" w14:textId="77777777" w:rsidR="00F07CA1" w:rsidRDefault="00F07CA1">
            <w:pPr>
              <w:pStyle w:val="Tabletext"/>
            </w:pPr>
          </w:p>
        </w:tc>
        <w:tc>
          <w:tcPr>
            <w:tcW w:w="937" w:type="pct"/>
          </w:tcPr>
          <w:p w14:paraId="5247CB30" w14:textId="77777777" w:rsidR="00F07CA1" w:rsidRDefault="00F07CA1">
            <w:pPr>
              <w:pStyle w:val="Tabletext"/>
            </w:pPr>
          </w:p>
        </w:tc>
        <w:tc>
          <w:tcPr>
            <w:tcW w:w="937" w:type="pct"/>
          </w:tcPr>
          <w:p w14:paraId="274AC256" w14:textId="77777777" w:rsidR="00F07CA1" w:rsidRDefault="00F07CA1">
            <w:pPr>
              <w:pStyle w:val="Tabletext"/>
            </w:pPr>
          </w:p>
        </w:tc>
      </w:tr>
      <w:tr w:rsidR="00F07CA1" w14:paraId="7E123902" w14:textId="77777777" w:rsidTr="00E030C1">
        <w:tc>
          <w:tcPr>
            <w:tcW w:w="2189" w:type="pct"/>
          </w:tcPr>
          <w:p w14:paraId="0BB4F137" w14:textId="77777777" w:rsidR="00F07CA1" w:rsidRDefault="00E030C1">
            <w:pPr>
              <w:pStyle w:val="Tabletext"/>
            </w:pPr>
            <w:r>
              <w:t>Acoustic characteristic</w:t>
            </w:r>
          </w:p>
        </w:tc>
        <w:tc>
          <w:tcPr>
            <w:tcW w:w="937" w:type="pct"/>
          </w:tcPr>
          <w:p w14:paraId="37967192" w14:textId="77777777" w:rsidR="00F07CA1" w:rsidRDefault="00F07CA1">
            <w:pPr>
              <w:pStyle w:val="Tabletext"/>
            </w:pPr>
          </w:p>
        </w:tc>
        <w:tc>
          <w:tcPr>
            <w:tcW w:w="937" w:type="pct"/>
          </w:tcPr>
          <w:p w14:paraId="218FB66C" w14:textId="77777777" w:rsidR="00F07CA1" w:rsidRDefault="00F07CA1">
            <w:pPr>
              <w:pStyle w:val="Tabletext"/>
            </w:pPr>
          </w:p>
        </w:tc>
        <w:tc>
          <w:tcPr>
            <w:tcW w:w="937" w:type="pct"/>
          </w:tcPr>
          <w:p w14:paraId="2156128C" w14:textId="77777777" w:rsidR="00F07CA1" w:rsidRDefault="00F07CA1">
            <w:pPr>
              <w:pStyle w:val="Tabletext"/>
            </w:pPr>
          </w:p>
        </w:tc>
      </w:tr>
      <w:tr w:rsidR="00F07CA1" w14:paraId="24F1EEFC" w14:textId="77777777" w:rsidTr="00E030C1">
        <w:tc>
          <w:tcPr>
            <w:tcW w:w="2189" w:type="pct"/>
          </w:tcPr>
          <w:p w14:paraId="1C21EBC1" w14:textId="77777777" w:rsidR="00F07CA1" w:rsidRDefault="00E030C1">
            <w:pPr>
              <w:pStyle w:val="Tabletext"/>
            </w:pPr>
            <w:r>
              <w:t>Solar absorptance</w:t>
            </w:r>
          </w:p>
        </w:tc>
        <w:tc>
          <w:tcPr>
            <w:tcW w:w="937" w:type="pct"/>
          </w:tcPr>
          <w:p w14:paraId="5C5DFF7D" w14:textId="77777777" w:rsidR="00F07CA1" w:rsidRDefault="00F07CA1">
            <w:pPr>
              <w:pStyle w:val="Tabletext"/>
            </w:pPr>
          </w:p>
        </w:tc>
        <w:tc>
          <w:tcPr>
            <w:tcW w:w="937" w:type="pct"/>
          </w:tcPr>
          <w:p w14:paraId="1D1F36FA" w14:textId="77777777" w:rsidR="00F07CA1" w:rsidRDefault="00F07CA1">
            <w:pPr>
              <w:pStyle w:val="Tabletext"/>
            </w:pPr>
          </w:p>
        </w:tc>
        <w:tc>
          <w:tcPr>
            <w:tcW w:w="937" w:type="pct"/>
          </w:tcPr>
          <w:p w14:paraId="518CE31F" w14:textId="77777777" w:rsidR="00F07CA1" w:rsidRDefault="00F07CA1">
            <w:pPr>
              <w:pStyle w:val="Tabletext"/>
            </w:pPr>
          </w:p>
        </w:tc>
      </w:tr>
      <w:tr w:rsidR="00F07CA1" w14:paraId="205DE2E6" w14:textId="77777777" w:rsidTr="00E030C1">
        <w:tc>
          <w:tcPr>
            <w:tcW w:w="2189" w:type="pct"/>
          </w:tcPr>
          <w:p w14:paraId="706A0167" w14:textId="77777777" w:rsidR="00F07CA1" w:rsidRDefault="00E030C1">
            <w:pPr>
              <w:pStyle w:val="Tabletext"/>
            </w:pPr>
            <w:r>
              <w:t>Light Reflectance Value (LRV)</w:t>
            </w:r>
          </w:p>
        </w:tc>
        <w:tc>
          <w:tcPr>
            <w:tcW w:w="937" w:type="pct"/>
          </w:tcPr>
          <w:p w14:paraId="2DC4ADAD" w14:textId="77777777" w:rsidR="00F07CA1" w:rsidRDefault="00F07CA1">
            <w:pPr>
              <w:pStyle w:val="Tabletext"/>
            </w:pPr>
          </w:p>
        </w:tc>
        <w:tc>
          <w:tcPr>
            <w:tcW w:w="937" w:type="pct"/>
          </w:tcPr>
          <w:p w14:paraId="6D4796FE" w14:textId="77777777" w:rsidR="00F07CA1" w:rsidRDefault="00F07CA1">
            <w:pPr>
              <w:pStyle w:val="Tabletext"/>
            </w:pPr>
          </w:p>
        </w:tc>
        <w:tc>
          <w:tcPr>
            <w:tcW w:w="937" w:type="pct"/>
          </w:tcPr>
          <w:p w14:paraId="6E78839C" w14:textId="77777777" w:rsidR="00F07CA1" w:rsidRDefault="00F07CA1">
            <w:pPr>
              <w:pStyle w:val="Tabletext"/>
            </w:pPr>
          </w:p>
        </w:tc>
      </w:tr>
    </w:tbl>
    <w:p w14:paraId="4CD64255" w14:textId="77777777" w:rsidR="00F07CA1" w:rsidRDefault="00E030C1">
      <w:r>
        <w:t> </w:t>
      </w:r>
    </w:p>
    <w:p w14:paraId="52BB9A3C" w14:textId="77777777" w:rsidR="00F07CA1" w:rsidRDefault="00E030C1">
      <w:pPr>
        <w:pStyle w:val="Instructions"/>
      </w:pPr>
      <w:r>
        <w:lastRenderedPageBreak/>
        <w:t>The codes in the header row of the schedule designate each application or location of the item scheduled. Edit the codes to match those in other contract documents.</w:t>
      </w:r>
    </w:p>
    <w:p w14:paraId="0218C418" w14:textId="77777777" w:rsidR="00F07CA1" w:rsidRDefault="00E030C1">
      <w:pPr>
        <w:pStyle w:val="Instructions"/>
      </w:pPr>
      <w:r>
        <w:t>Combustibility: e.g. Non-combustible.</w:t>
      </w:r>
    </w:p>
    <w:p w14:paraId="0B278D76" w14:textId="77777777" w:rsidR="00F07CA1" w:rsidRDefault="00E030C1">
      <w:pPr>
        <w:pStyle w:val="Instructions"/>
      </w:pPr>
      <w:r>
        <w:t>Fire hazard property: Group Number: Refer to BCA (2022) Spec 7.</w:t>
      </w:r>
    </w:p>
    <w:p w14:paraId="076A98F4" w14:textId="77777777" w:rsidR="00F07CA1" w:rsidRDefault="00E030C1">
      <w:pPr>
        <w:pStyle w:val="Instructions"/>
      </w:pPr>
      <w:r>
        <w:t>Fire hazard property: Spread-of-Flame Index: e.g. 0.</w:t>
      </w:r>
    </w:p>
    <w:p w14:paraId="1F7A6BC6" w14:textId="77777777" w:rsidR="00F07CA1" w:rsidRDefault="00E030C1">
      <w:pPr>
        <w:pStyle w:val="Instructions"/>
      </w:pPr>
      <w:r>
        <w:t>Fire hazard property: Smoke-Developed Index: e.g. 3.</w:t>
      </w:r>
    </w:p>
    <w:p w14:paraId="36855CC8" w14:textId="77777777" w:rsidR="00F07CA1" w:rsidRDefault="00E030C1">
      <w:pPr>
        <w:pStyle w:val="Instructions"/>
      </w:pPr>
      <w:r>
        <w:t>Fire-resistance level (FRL): If required, nominate the FRL to AS 1530.4 (2014). See NATSPEC TECHnote DES 020 on fire behaviour of building materials and assemblies.</w:t>
      </w:r>
    </w:p>
    <w:p w14:paraId="35452D0A" w14:textId="77777777" w:rsidR="00F07CA1" w:rsidRDefault="00E030C1">
      <w:pPr>
        <w:pStyle w:val="Instructions"/>
      </w:pPr>
      <w:r>
        <w:t>R-Value (m</w:t>
      </w:r>
      <w:r>
        <w:rPr>
          <w:vertAlign w:val="superscript"/>
        </w:rPr>
        <w:t>2</w:t>
      </w:r>
      <w:r>
        <w:t>.K/W): Select from manufacturer’s range. AS/NZS 4859.1 (2018) requires that R-Value is declared at 23°C for insulation products sold in Australia.</w:t>
      </w:r>
    </w:p>
    <w:p w14:paraId="39DD9DF1" w14:textId="77777777" w:rsidR="00F07CA1" w:rsidRDefault="00E030C1">
      <w:pPr>
        <w:pStyle w:val="Instructions"/>
      </w:pPr>
      <w:r>
        <w:t>Acoustic characteristic: Consult manufacturer. Schedule values if required.</w:t>
      </w:r>
    </w:p>
    <w:p w14:paraId="06010111" w14:textId="77777777" w:rsidR="00F07CA1" w:rsidRDefault="00E030C1">
      <w:pPr>
        <w:pStyle w:val="Instructions"/>
      </w:pPr>
      <w:r>
        <w:t>Solar absorptance: Select from manufacturer’s range. Light (&lt; 0.40), Medium (0.40 to 0.60), Dark (&gt; 0.60). See BCA (2022) J3D8 for external walls to a Class 2 building or a Class 4 part of a building.</w:t>
      </w:r>
    </w:p>
    <w:p w14:paraId="6F92ACD5" w14:textId="77777777" w:rsidR="00F07CA1" w:rsidRDefault="00E030C1">
      <w:pPr>
        <w:pStyle w:val="Instructions"/>
      </w:pPr>
      <w:r>
        <w:t>Light Reflectance Value (LRV): If required, nominate the light reflectance value. Some local authorities limit the light reflectance value for building exteriors. Refer to the relevant local authority for any requirements.</w:t>
      </w:r>
    </w:p>
    <w:p w14:paraId="68FD6867" w14:textId="77777777" w:rsidR="00F07CA1" w:rsidRDefault="00E030C1">
      <w:pPr>
        <w:pStyle w:val="Heading3"/>
      </w:pPr>
      <w:bookmarkStart w:id="411" w:name="h-13253-5"/>
      <w:bookmarkStart w:id="412" w:name="f-13253-5"/>
      <w:bookmarkEnd w:id="409"/>
      <w:bookmarkEnd w:id="410"/>
      <w:r>
        <w:t>Product schedules</w:t>
      </w:r>
      <w:bookmarkEnd w:id="411"/>
    </w:p>
    <w:p w14:paraId="5C9B2F87" w14:textId="77777777" w:rsidR="00F07CA1" w:rsidRDefault="00E030C1">
      <w:pPr>
        <w:pStyle w:val="Heading4"/>
      </w:pPr>
      <w:bookmarkStart w:id="413" w:name="h-18_13061-73"/>
      <w:bookmarkStart w:id="414" w:name="f-18_13061-73"/>
      <w:bookmarkStart w:id="415" w:name="f-13253-6"/>
      <w:bookmarkEnd w:id="412"/>
      <w:r>
        <w:t>Cladding support schedule</w:t>
      </w:r>
      <w:bookmarkEnd w:id="413"/>
    </w:p>
    <w:tbl>
      <w:tblPr>
        <w:tblStyle w:val="NATSPECTable"/>
        <w:tblW w:w="5000" w:type="pct"/>
        <w:tblLook w:val="0620" w:firstRow="1" w:lastRow="0" w:firstColumn="0" w:lastColumn="0" w:noHBand="1" w:noVBand="1"/>
      </w:tblPr>
      <w:tblGrid>
        <w:gridCol w:w="4006"/>
        <w:gridCol w:w="1715"/>
        <w:gridCol w:w="1715"/>
        <w:gridCol w:w="1715"/>
      </w:tblGrid>
      <w:tr w:rsidR="00F07CA1" w14:paraId="37D4FD4F" w14:textId="77777777" w:rsidTr="00E030C1">
        <w:trPr>
          <w:tblHeader/>
        </w:trPr>
        <w:tc>
          <w:tcPr>
            <w:tcW w:w="2189" w:type="pct"/>
          </w:tcPr>
          <w:p w14:paraId="487B2E67" w14:textId="77777777" w:rsidR="00F07CA1" w:rsidRDefault="00F07CA1">
            <w:pPr>
              <w:pStyle w:val="Tabletitle"/>
            </w:pPr>
          </w:p>
        </w:tc>
        <w:tc>
          <w:tcPr>
            <w:tcW w:w="937" w:type="pct"/>
          </w:tcPr>
          <w:p w14:paraId="38AFEF86" w14:textId="77777777" w:rsidR="00F07CA1" w:rsidRDefault="00E030C1">
            <w:pPr>
              <w:pStyle w:val="Tabletitle"/>
            </w:pPr>
            <w:r>
              <w:t>A</w:t>
            </w:r>
          </w:p>
        </w:tc>
        <w:tc>
          <w:tcPr>
            <w:tcW w:w="937" w:type="pct"/>
          </w:tcPr>
          <w:p w14:paraId="5084B3CE" w14:textId="77777777" w:rsidR="00F07CA1" w:rsidRDefault="00E030C1">
            <w:pPr>
              <w:pStyle w:val="Tabletitle"/>
            </w:pPr>
            <w:r>
              <w:t>B</w:t>
            </w:r>
          </w:p>
        </w:tc>
        <w:tc>
          <w:tcPr>
            <w:tcW w:w="937" w:type="pct"/>
          </w:tcPr>
          <w:p w14:paraId="0DF2D4A9" w14:textId="77777777" w:rsidR="00F07CA1" w:rsidRDefault="00E030C1">
            <w:pPr>
              <w:pStyle w:val="Tabletitle"/>
            </w:pPr>
            <w:r>
              <w:t>C</w:t>
            </w:r>
          </w:p>
        </w:tc>
      </w:tr>
      <w:tr w:rsidR="00F07CA1" w14:paraId="5595076B" w14:textId="77777777" w:rsidTr="00E030C1">
        <w:tc>
          <w:tcPr>
            <w:tcW w:w="2189" w:type="pct"/>
          </w:tcPr>
          <w:p w14:paraId="01069619" w14:textId="77777777" w:rsidR="00F07CA1" w:rsidRDefault="00E030C1">
            <w:pPr>
              <w:pStyle w:val="Tabletext"/>
            </w:pPr>
            <w:r>
              <w:t>Product</w:t>
            </w:r>
          </w:p>
        </w:tc>
        <w:tc>
          <w:tcPr>
            <w:tcW w:w="937" w:type="pct"/>
          </w:tcPr>
          <w:p w14:paraId="74B8DAC0" w14:textId="77777777" w:rsidR="00F07CA1" w:rsidRDefault="00F07CA1">
            <w:pPr>
              <w:pStyle w:val="Tabletext"/>
            </w:pPr>
          </w:p>
        </w:tc>
        <w:tc>
          <w:tcPr>
            <w:tcW w:w="937" w:type="pct"/>
          </w:tcPr>
          <w:p w14:paraId="72ACF541" w14:textId="77777777" w:rsidR="00F07CA1" w:rsidRDefault="00F07CA1">
            <w:pPr>
              <w:pStyle w:val="Tabletext"/>
            </w:pPr>
          </w:p>
        </w:tc>
        <w:tc>
          <w:tcPr>
            <w:tcW w:w="937" w:type="pct"/>
          </w:tcPr>
          <w:p w14:paraId="7049AD94" w14:textId="77777777" w:rsidR="00F07CA1" w:rsidRDefault="00F07CA1">
            <w:pPr>
              <w:pStyle w:val="Tabletext"/>
            </w:pPr>
          </w:p>
        </w:tc>
      </w:tr>
      <w:tr w:rsidR="00F07CA1" w14:paraId="7707F167" w14:textId="77777777" w:rsidTr="00E030C1">
        <w:tc>
          <w:tcPr>
            <w:tcW w:w="2189" w:type="pct"/>
          </w:tcPr>
          <w:p w14:paraId="514A6910" w14:textId="77777777" w:rsidR="00F07CA1" w:rsidRDefault="00E030C1">
            <w:pPr>
              <w:pStyle w:val="Tabletext"/>
            </w:pPr>
            <w:r>
              <w:t>Material</w:t>
            </w:r>
          </w:p>
        </w:tc>
        <w:tc>
          <w:tcPr>
            <w:tcW w:w="937" w:type="pct"/>
          </w:tcPr>
          <w:p w14:paraId="2EAD78CF" w14:textId="77777777" w:rsidR="00F07CA1" w:rsidRDefault="00F07CA1">
            <w:pPr>
              <w:pStyle w:val="Tabletext"/>
            </w:pPr>
          </w:p>
        </w:tc>
        <w:tc>
          <w:tcPr>
            <w:tcW w:w="937" w:type="pct"/>
          </w:tcPr>
          <w:p w14:paraId="5000698D" w14:textId="77777777" w:rsidR="00F07CA1" w:rsidRDefault="00F07CA1">
            <w:pPr>
              <w:pStyle w:val="Tabletext"/>
            </w:pPr>
          </w:p>
        </w:tc>
        <w:tc>
          <w:tcPr>
            <w:tcW w:w="937" w:type="pct"/>
          </w:tcPr>
          <w:p w14:paraId="3ADE2395" w14:textId="77777777" w:rsidR="00F07CA1" w:rsidRDefault="00F07CA1">
            <w:pPr>
              <w:pStyle w:val="Tabletext"/>
            </w:pPr>
          </w:p>
        </w:tc>
      </w:tr>
      <w:tr w:rsidR="00F07CA1" w14:paraId="66B07111" w14:textId="77777777" w:rsidTr="00E030C1">
        <w:tc>
          <w:tcPr>
            <w:tcW w:w="2189" w:type="pct"/>
          </w:tcPr>
          <w:p w14:paraId="06C4FA4D" w14:textId="77777777" w:rsidR="00F07CA1" w:rsidRDefault="00E030C1">
            <w:pPr>
              <w:pStyle w:val="Tabletext"/>
            </w:pPr>
            <w:r>
              <w:t>Vertical members</w:t>
            </w:r>
          </w:p>
        </w:tc>
        <w:tc>
          <w:tcPr>
            <w:tcW w:w="937" w:type="pct"/>
          </w:tcPr>
          <w:p w14:paraId="4DC31571" w14:textId="77777777" w:rsidR="00F07CA1" w:rsidRDefault="00F07CA1">
            <w:pPr>
              <w:pStyle w:val="Tabletext"/>
            </w:pPr>
          </w:p>
        </w:tc>
        <w:tc>
          <w:tcPr>
            <w:tcW w:w="937" w:type="pct"/>
          </w:tcPr>
          <w:p w14:paraId="501A761A" w14:textId="77777777" w:rsidR="00F07CA1" w:rsidRDefault="00F07CA1">
            <w:pPr>
              <w:pStyle w:val="Tabletext"/>
            </w:pPr>
          </w:p>
        </w:tc>
        <w:tc>
          <w:tcPr>
            <w:tcW w:w="937" w:type="pct"/>
          </w:tcPr>
          <w:p w14:paraId="2231AC6C" w14:textId="77777777" w:rsidR="00F07CA1" w:rsidRDefault="00F07CA1">
            <w:pPr>
              <w:pStyle w:val="Tabletext"/>
            </w:pPr>
          </w:p>
        </w:tc>
      </w:tr>
      <w:tr w:rsidR="00F07CA1" w14:paraId="53C63372" w14:textId="77777777" w:rsidTr="00E030C1">
        <w:tc>
          <w:tcPr>
            <w:tcW w:w="2189" w:type="pct"/>
          </w:tcPr>
          <w:p w14:paraId="19EE7E1B" w14:textId="77777777" w:rsidR="00F07CA1" w:rsidRDefault="00E030C1">
            <w:pPr>
              <w:pStyle w:val="Tabletext"/>
            </w:pPr>
            <w:r>
              <w:t>Horizontal members</w:t>
            </w:r>
          </w:p>
        </w:tc>
        <w:tc>
          <w:tcPr>
            <w:tcW w:w="937" w:type="pct"/>
          </w:tcPr>
          <w:p w14:paraId="6D689EFB" w14:textId="77777777" w:rsidR="00F07CA1" w:rsidRDefault="00F07CA1">
            <w:pPr>
              <w:pStyle w:val="Tabletext"/>
            </w:pPr>
          </w:p>
        </w:tc>
        <w:tc>
          <w:tcPr>
            <w:tcW w:w="937" w:type="pct"/>
          </w:tcPr>
          <w:p w14:paraId="61A806D5" w14:textId="77777777" w:rsidR="00F07CA1" w:rsidRDefault="00F07CA1">
            <w:pPr>
              <w:pStyle w:val="Tabletext"/>
            </w:pPr>
          </w:p>
        </w:tc>
        <w:tc>
          <w:tcPr>
            <w:tcW w:w="937" w:type="pct"/>
          </w:tcPr>
          <w:p w14:paraId="061AF8C4" w14:textId="77777777" w:rsidR="00F07CA1" w:rsidRDefault="00F07CA1">
            <w:pPr>
              <w:pStyle w:val="Tabletext"/>
            </w:pPr>
          </w:p>
        </w:tc>
      </w:tr>
      <w:tr w:rsidR="00F07CA1" w14:paraId="16B6A7EE" w14:textId="77777777" w:rsidTr="00E030C1">
        <w:tc>
          <w:tcPr>
            <w:tcW w:w="2189" w:type="pct"/>
          </w:tcPr>
          <w:p w14:paraId="75B077C0" w14:textId="77777777" w:rsidR="00F07CA1" w:rsidRDefault="00E030C1">
            <w:pPr>
              <w:pStyle w:val="Tabletext"/>
            </w:pPr>
            <w:r>
              <w:t>Spacing: Vertical members</w:t>
            </w:r>
          </w:p>
        </w:tc>
        <w:tc>
          <w:tcPr>
            <w:tcW w:w="937" w:type="pct"/>
          </w:tcPr>
          <w:p w14:paraId="0DEEEAB4" w14:textId="77777777" w:rsidR="00F07CA1" w:rsidRDefault="00F07CA1">
            <w:pPr>
              <w:pStyle w:val="Tabletext"/>
            </w:pPr>
          </w:p>
        </w:tc>
        <w:tc>
          <w:tcPr>
            <w:tcW w:w="937" w:type="pct"/>
          </w:tcPr>
          <w:p w14:paraId="21AEA8E0" w14:textId="77777777" w:rsidR="00F07CA1" w:rsidRDefault="00F07CA1">
            <w:pPr>
              <w:pStyle w:val="Tabletext"/>
            </w:pPr>
          </w:p>
        </w:tc>
        <w:tc>
          <w:tcPr>
            <w:tcW w:w="937" w:type="pct"/>
          </w:tcPr>
          <w:p w14:paraId="449156AB" w14:textId="77777777" w:rsidR="00F07CA1" w:rsidRDefault="00F07CA1">
            <w:pPr>
              <w:pStyle w:val="Tabletext"/>
            </w:pPr>
          </w:p>
        </w:tc>
      </w:tr>
      <w:tr w:rsidR="00F07CA1" w14:paraId="7B9E479A" w14:textId="77777777" w:rsidTr="00E030C1">
        <w:tc>
          <w:tcPr>
            <w:tcW w:w="2189" w:type="pct"/>
          </w:tcPr>
          <w:p w14:paraId="785505B6" w14:textId="77777777" w:rsidR="00F07CA1" w:rsidRDefault="00E030C1">
            <w:pPr>
              <w:pStyle w:val="Tabletext"/>
            </w:pPr>
            <w:r>
              <w:t>Spacing: Horizontal members</w:t>
            </w:r>
          </w:p>
        </w:tc>
        <w:tc>
          <w:tcPr>
            <w:tcW w:w="937" w:type="pct"/>
          </w:tcPr>
          <w:p w14:paraId="70C9166B" w14:textId="77777777" w:rsidR="00F07CA1" w:rsidRDefault="00F07CA1">
            <w:pPr>
              <w:pStyle w:val="Tabletext"/>
            </w:pPr>
          </w:p>
        </w:tc>
        <w:tc>
          <w:tcPr>
            <w:tcW w:w="937" w:type="pct"/>
          </w:tcPr>
          <w:p w14:paraId="6D6DF816" w14:textId="77777777" w:rsidR="00F07CA1" w:rsidRDefault="00F07CA1">
            <w:pPr>
              <w:pStyle w:val="Tabletext"/>
            </w:pPr>
          </w:p>
        </w:tc>
        <w:tc>
          <w:tcPr>
            <w:tcW w:w="937" w:type="pct"/>
          </w:tcPr>
          <w:p w14:paraId="2ED34F84" w14:textId="77777777" w:rsidR="00F07CA1" w:rsidRDefault="00F07CA1">
            <w:pPr>
              <w:pStyle w:val="Tabletext"/>
            </w:pPr>
          </w:p>
        </w:tc>
      </w:tr>
    </w:tbl>
    <w:p w14:paraId="022DD82F" w14:textId="77777777" w:rsidR="00F07CA1" w:rsidRDefault="00E030C1">
      <w:r>
        <w:t> </w:t>
      </w:r>
    </w:p>
    <w:p w14:paraId="33CB32A8" w14:textId="77777777" w:rsidR="00F07CA1" w:rsidRDefault="00E030C1">
      <w:pPr>
        <w:pStyle w:val="Instructions"/>
      </w:pPr>
      <w:r>
        <w:t>The codes in the header row of the schedule designate each application or location of the item scheduled. Edit the codes to match those in other contract documents.</w:t>
      </w:r>
    </w:p>
    <w:p w14:paraId="156317A0" w14:textId="77777777" w:rsidR="00F07CA1" w:rsidRDefault="00E030C1">
      <w:pPr>
        <w:pStyle w:val="Instructions"/>
      </w:pPr>
      <w:r>
        <w:t xml:space="preserve">Product: Nominate proprietary items or describe the cladding support system and document the subframe to your office documentation policy. Fabricated panels are usually secret fixed to the structural support or the subframe. Cross reference </w:t>
      </w:r>
      <w:r>
        <w:rPr>
          <w:i/>
        </w:rPr>
        <w:t>0342 Light steel framing</w:t>
      </w:r>
      <w:r>
        <w:t xml:space="preserve"> for the subframe or import the relevant clauses, if required.</w:t>
      </w:r>
    </w:p>
    <w:p w14:paraId="158E0F46" w14:textId="77777777" w:rsidR="00F07CA1" w:rsidRDefault="00E030C1">
      <w:pPr>
        <w:pStyle w:val="Instructions"/>
      </w:pPr>
      <w:r>
        <w:t>Material: e.g. Galvanized steel, Anodised aluminium or Stainless steel appropriate to the project’s location.</w:t>
      </w:r>
    </w:p>
    <w:p w14:paraId="05ECA21C" w14:textId="77777777" w:rsidR="00F07CA1" w:rsidRDefault="00E030C1">
      <w:pPr>
        <w:pStyle w:val="Instructions"/>
      </w:pPr>
      <w:r>
        <w:t xml:space="preserve">If using anchors or attachments cast in the concrete structure, refer to information on embedded anchors in </w:t>
      </w:r>
      <w:r>
        <w:rPr>
          <w:i/>
        </w:rPr>
        <w:t>0432 Curtain walls</w:t>
      </w:r>
      <w:r>
        <w:t xml:space="preserve"> and document requirements in the selected concrete worksections.</w:t>
      </w:r>
    </w:p>
    <w:p w14:paraId="6213D00E" w14:textId="77777777" w:rsidR="00F07CA1" w:rsidRDefault="00E030C1">
      <w:pPr>
        <w:pStyle w:val="Heading4"/>
      </w:pPr>
      <w:bookmarkStart w:id="416" w:name="h-29_13078-50"/>
      <w:bookmarkStart w:id="417" w:name="f-29_13078-50"/>
      <w:bookmarkStart w:id="418" w:name="f-13253-7"/>
      <w:bookmarkEnd w:id="414"/>
      <w:bookmarkEnd w:id="415"/>
      <w:r>
        <w:t>AAC panel cladding schedule</w:t>
      </w:r>
      <w:bookmarkEnd w:id="416"/>
    </w:p>
    <w:tbl>
      <w:tblPr>
        <w:tblStyle w:val="NATSPECTable"/>
        <w:tblW w:w="5000" w:type="pct"/>
        <w:tblLook w:val="0620" w:firstRow="1" w:lastRow="0" w:firstColumn="0" w:lastColumn="0" w:noHBand="1" w:noVBand="1"/>
      </w:tblPr>
      <w:tblGrid>
        <w:gridCol w:w="3866"/>
        <w:gridCol w:w="1761"/>
        <w:gridCol w:w="1762"/>
        <w:gridCol w:w="1762"/>
      </w:tblGrid>
      <w:tr w:rsidR="00F07CA1" w14:paraId="02B46612" w14:textId="77777777" w:rsidTr="00E030C1">
        <w:trPr>
          <w:tblHeader/>
        </w:trPr>
        <w:tc>
          <w:tcPr>
            <w:tcW w:w="2112" w:type="pct"/>
          </w:tcPr>
          <w:p w14:paraId="2D2198A8" w14:textId="77777777" w:rsidR="00F07CA1" w:rsidRDefault="00F07CA1">
            <w:pPr>
              <w:pStyle w:val="Tabletitle"/>
            </w:pPr>
          </w:p>
        </w:tc>
        <w:tc>
          <w:tcPr>
            <w:tcW w:w="962" w:type="pct"/>
          </w:tcPr>
          <w:p w14:paraId="7CEA2A43" w14:textId="77777777" w:rsidR="00F07CA1" w:rsidRDefault="00E030C1">
            <w:pPr>
              <w:pStyle w:val="Tabletitle"/>
            </w:pPr>
            <w:r>
              <w:t>A</w:t>
            </w:r>
          </w:p>
        </w:tc>
        <w:tc>
          <w:tcPr>
            <w:tcW w:w="963" w:type="pct"/>
          </w:tcPr>
          <w:p w14:paraId="3E644640" w14:textId="77777777" w:rsidR="00F07CA1" w:rsidRDefault="00E030C1">
            <w:pPr>
              <w:pStyle w:val="Tabletitle"/>
            </w:pPr>
            <w:r>
              <w:t>B</w:t>
            </w:r>
          </w:p>
        </w:tc>
        <w:tc>
          <w:tcPr>
            <w:tcW w:w="963" w:type="pct"/>
          </w:tcPr>
          <w:p w14:paraId="27E7CD1C" w14:textId="77777777" w:rsidR="00F07CA1" w:rsidRDefault="00E030C1">
            <w:pPr>
              <w:pStyle w:val="Tabletitle"/>
            </w:pPr>
            <w:r>
              <w:t>C</w:t>
            </w:r>
          </w:p>
        </w:tc>
      </w:tr>
      <w:tr w:rsidR="00F07CA1" w14:paraId="0CAA58DC" w14:textId="77777777" w:rsidTr="00E030C1">
        <w:tc>
          <w:tcPr>
            <w:tcW w:w="2112" w:type="pct"/>
          </w:tcPr>
          <w:p w14:paraId="5DBC6B2C" w14:textId="77777777" w:rsidR="00F07CA1" w:rsidRDefault="00E030C1">
            <w:pPr>
              <w:pStyle w:val="Tabletext"/>
            </w:pPr>
            <w:r>
              <w:t>Product</w:t>
            </w:r>
          </w:p>
        </w:tc>
        <w:tc>
          <w:tcPr>
            <w:tcW w:w="962" w:type="pct"/>
          </w:tcPr>
          <w:p w14:paraId="20685E64" w14:textId="77777777" w:rsidR="00F07CA1" w:rsidRDefault="00F07CA1">
            <w:pPr>
              <w:pStyle w:val="Tabletext"/>
            </w:pPr>
          </w:p>
        </w:tc>
        <w:tc>
          <w:tcPr>
            <w:tcW w:w="963" w:type="pct"/>
          </w:tcPr>
          <w:p w14:paraId="5EF9DFEB" w14:textId="77777777" w:rsidR="00F07CA1" w:rsidRDefault="00F07CA1">
            <w:pPr>
              <w:pStyle w:val="Tabletext"/>
            </w:pPr>
          </w:p>
        </w:tc>
        <w:tc>
          <w:tcPr>
            <w:tcW w:w="963" w:type="pct"/>
          </w:tcPr>
          <w:p w14:paraId="3310200D" w14:textId="77777777" w:rsidR="00F07CA1" w:rsidRDefault="00F07CA1">
            <w:pPr>
              <w:pStyle w:val="Tabletext"/>
            </w:pPr>
          </w:p>
        </w:tc>
      </w:tr>
      <w:tr w:rsidR="00F07CA1" w14:paraId="143A4DB5" w14:textId="77777777" w:rsidTr="00E030C1">
        <w:tc>
          <w:tcPr>
            <w:tcW w:w="2112" w:type="pct"/>
          </w:tcPr>
          <w:p w14:paraId="7E1FA3FE" w14:textId="77777777" w:rsidR="00F07CA1" w:rsidRDefault="00E030C1">
            <w:pPr>
              <w:pStyle w:val="Tabletext"/>
            </w:pPr>
            <w:r>
              <w:t>Fixing system</w:t>
            </w:r>
          </w:p>
        </w:tc>
        <w:tc>
          <w:tcPr>
            <w:tcW w:w="962" w:type="pct"/>
          </w:tcPr>
          <w:p w14:paraId="1EE350B2" w14:textId="77777777" w:rsidR="00F07CA1" w:rsidRDefault="00F07CA1">
            <w:pPr>
              <w:pStyle w:val="Tabletext"/>
            </w:pPr>
          </w:p>
        </w:tc>
        <w:tc>
          <w:tcPr>
            <w:tcW w:w="963" w:type="pct"/>
          </w:tcPr>
          <w:p w14:paraId="119B753D" w14:textId="77777777" w:rsidR="00F07CA1" w:rsidRDefault="00F07CA1">
            <w:pPr>
              <w:pStyle w:val="Tabletext"/>
            </w:pPr>
          </w:p>
        </w:tc>
        <w:tc>
          <w:tcPr>
            <w:tcW w:w="963" w:type="pct"/>
          </w:tcPr>
          <w:p w14:paraId="13ED5DF5" w14:textId="77777777" w:rsidR="00F07CA1" w:rsidRDefault="00F07CA1">
            <w:pPr>
              <w:pStyle w:val="Tabletext"/>
            </w:pPr>
          </w:p>
        </w:tc>
      </w:tr>
      <w:tr w:rsidR="00F07CA1" w14:paraId="09756B22" w14:textId="77777777" w:rsidTr="00E030C1">
        <w:tc>
          <w:tcPr>
            <w:tcW w:w="2112" w:type="pct"/>
          </w:tcPr>
          <w:p w14:paraId="1BC3DA18" w14:textId="77777777" w:rsidR="00F07CA1" w:rsidRDefault="00E030C1">
            <w:pPr>
              <w:pStyle w:val="Tabletext"/>
            </w:pPr>
            <w:r>
              <w:t>Thickness (mm)</w:t>
            </w:r>
          </w:p>
        </w:tc>
        <w:tc>
          <w:tcPr>
            <w:tcW w:w="962" w:type="pct"/>
          </w:tcPr>
          <w:p w14:paraId="43928D2E" w14:textId="77777777" w:rsidR="00F07CA1" w:rsidRDefault="00F07CA1">
            <w:pPr>
              <w:pStyle w:val="Tabletext"/>
            </w:pPr>
          </w:p>
        </w:tc>
        <w:tc>
          <w:tcPr>
            <w:tcW w:w="963" w:type="pct"/>
          </w:tcPr>
          <w:p w14:paraId="683EFBF8" w14:textId="77777777" w:rsidR="00F07CA1" w:rsidRDefault="00F07CA1">
            <w:pPr>
              <w:pStyle w:val="Tabletext"/>
            </w:pPr>
          </w:p>
        </w:tc>
        <w:tc>
          <w:tcPr>
            <w:tcW w:w="963" w:type="pct"/>
          </w:tcPr>
          <w:p w14:paraId="53554643" w14:textId="77777777" w:rsidR="00F07CA1" w:rsidRDefault="00F07CA1">
            <w:pPr>
              <w:pStyle w:val="Tabletext"/>
            </w:pPr>
          </w:p>
        </w:tc>
      </w:tr>
      <w:tr w:rsidR="00F07CA1" w14:paraId="5A28AD37" w14:textId="77777777" w:rsidTr="00E030C1">
        <w:tc>
          <w:tcPr>
            <w:tcW w:w="2112" w:type="pct"/>
          </w:tcPr>
          <w:p w14:paraId="789BB550" w14:textId="77777777" w:rsidR="00F07CA1" w:rsidRDefault="00E030C1">
            <w:pPr>
              <w:pStyle w:val="Tabletext"/>
            </w:pPr>
            <w:r>
              <w:t>Length (mm)</w:t>
            </w:r>
          </w:p>
        </w:tc>
        <w:tc>
          <w:tcPr>
            <w:tcW w:w="962" w:type="pct"/>
          </w:tcPr>
          <w:p w14:paraId="0887C696" w14:textId="77777777" w:rsidR="00F07CA1" w:rsidRDefault="00F07CA1">
            <w:pPr>
              <w:pStyle w:val="Tabletext"/>
            </w:pPr>
          </w:p>
        </w:tc>
        <w:tc>
          <w:tcPr>
            <w:tcW w:w="963" w:type="pct"/>
          </w:tcPr>
          <w:p w14:paraId="5BDA1A2B" w14:textId="77777777" w:rsidR="00F07CA1" w:rsidRDefault="00F07CA1">
            <w:pPr>
              <w:pStyle w:val="Tabletext"/>
            </w:pPr>
          </w:p>
        </w:tc>
        <w:tc>
          <w:tcPr>
            <w:tcW w:w="963" w:type="pct"/>
          </w:tcPr>
          <w:p w14:paraId="592ACDDE" w14:textId="77777777" w:rsidR="00F07CA1" w:rsidRDefault="00F07CA1">
            <w:pPr>
              <w:pStyle w:val="Tabletext"/>
            </w:pPr>
          </w:p>
        </w:tc>
      </w:tr>
      <w:tr w:rsidR="00F07CA1" w14:paraId="5C038A56" w14:textId="77777777" w:rsidTr="00E030C1">
        <w:tc>
          <w:tcPr>
            <w:tcW w:w="2112" w:type="pct"/>
          </w:tcPr>
          <w:p w14:paraId="658A0293" w14:textId="77777777" w:rsidR="00F07CA1" w:rsidRDefault="00E030C1">
            <w:pPr>
              <w:pStyle w:val="Tabletext"/>
            </w:pPr>
            <w:r>
              <w:t>Width (mm)</w:t>
            </w:r>
          </w:p>
        </w:tc>
        <w:tc>
          <w:tcPr>
            <w:tcW w:w="962" w:type="pct"/>
          </w:tcPr>
          <w:p w14:paraId="7A91BB4F" w14:textId="77777777" w:rsidR="00F07CA1" w:rsidRDefault="00F07CA1">
            <w:pPr>
              <w:pStyle w:val="Tabletext"/>
            </w:pPr>
          </w:p>
        </w:tc>
        <w:tc>
          <w:tcPr>
            <w:tcW w:w="963" w:type="pct"/>
          </w:tcPr>
          <w:p w14:paraId="43CBB3D8" w14:textId="77777777" w:rsidR="00F07CA1" w:rsidRDefault="00F07CA1">
            <w:pPr>
              <w:pStyle w:val="Tabletext"/>
            </w:pPr>
          </w:p>
        </w:tc>
        <w:tc>
          <w:tcPr>
            <w:tcW w:w="963" w:type="pct"/>
          </w:tcPr>
          <w:p w14:paraId="78BF3FE7" w14:textId="77777777" w:rsidR="00F07CA1" w:rsidRDefault="00F07CA1">
            <w:pPr>
              <w:pStyle w:val="Tabletext"/>
            </w:pPr>
          </w:p>
        </w:tc>
      </w:tr>
      <w:tr w:rsidR="00F07CA1" w14:paraId="17E316F0" w14:textId="77777777" w:rsidTr="00E030C1">
        <w:tc>
          <w:tcPr>
            <w:tcW w:w="2112" w:type="pct"/>
          </w:tcPr>
          <w:p w14:paraId="0EDEE42E" w14:textId="77777777" w:rsidR="00F07CA1" w:rsidRDefault="00E030C1">
            <w:pPr>
              <w:pStyle w:val="Tabletext"/>
            </w:pPr>
            <w:r>
              <w:t>Edge profile</w:t>
            </w:r>
          </w:p>
        </w:tc>
        <w:tc>
          <w:tcPr>
            <w:tcW w:w="962" w:type="pct"/>
          </w:tcPr>
          <w:p w14:paraId="17E47182" w14:textId="77777777" w:rsidR="00F07CA1" w:rsidRDefault="00F07CA1">
            <w:pPr>
              <w:pStyle w:val="Tabletext"/>
            </w:pPr>
          </w:p>
        </w:tc>
        <w:tc>
          <w:tcPr>
            <w:tcW w:w="963" w:type="pct"/>
          </w:tcPr>
          <w:p w14:paraId="31E355EE" w14:textId="77777777" w:rsidR="00F07CA1" w:rsidRDefault="00F07CA1">
            <w:pPr>
              <w:pStyle w:val="Tabletext"/>
            </w:pPr>
          </w:p>
        </w:tc>
        <w:tc>
          <w:tcPr>
            <w:tcW w:w="963" w:type="pct"/>
          </w:tcPr>
          <w:p w14:paraId="79644CCC" w14:textId="77777777" w:rsidR="00F07CA1" w:rsidRDefault="00F07CA1">
            <w:pPr>
              <w:pStyle w:val="Tabletext"/>
            </w:pPr>
          </w:p>
        </w:tc>
      </w:tr>
      <w:tr w:rsidR="00F07CA1" w14:paraId="419CB568" w14:textId="77777777" w:rsidTr="00E030C1">
        <w:tc>
          <w:tcPr>
            <w:tcW w:w="2112" w:type="pct"/>
          </w:tcPr>
          <w:p w14:paraId="7DF3AD28" w14:textId="77777777" w:rsidR="00F07CA1" w:rsidRDefault="00E030C1">
            <w:pPr>
              <w:pStyle w:val="Tabletext"/>
            </w:pPr>
            <w:r>
              <w:t>Coating system</w:t>
            </w:r>
          </w:p>
        </w:tc>
        <w:tc>
          <w:tcPr>
            <w:tcW w:w="962" w:type="pct"/>
          </w:tcPr>
          <w:p w14:paraId="0846CBAD" w14:textId="77777777" w:rsidR="00F07CA1" w:rsidRDefault="00F07CA1">
            <w:pPr>
              <w:pStyle w:val="Tabletext"/>
            </w:pPr>
          </w:p>
        </w:tc>
        <w:tc>
          <w:tcPr>
            <w:tcW w:w="963" w:type="pct"/>
          </w:tcPr>
          <w:p w14:paraId="1F004DF1" w14:textId="77777777" w:rsidR="00F07CA1" w:rsidRDefault="00F07CA1">
            <w:pPr>
              <w:pStyle w:val="Tabletext"/>
            </w:pPr>
          </w:p>
        </w:tc>
        <w:tc>
          <w:tcPr>
            <w:tcW w:w="963" w:type="pct"/>
          </w:tcPr>
          <w:p w14:paraId="69BAE2D3" w14:textId="77777777" w:rsidR="00F07CA1" w:rsidRDefault="00F07CA1">
            <w:pPr>
              <w:pStyle w:val="Tabletext"/>
            </w:pPr>
          </w:p>
        </w:tc>
      </w:tr>
      <w:tr w:rsidR="00F07CA1" w14:paraId="70B3A5CB" w14:textId="77777777" w:rsidTr="00E030C1">
        <w:tc>
          <w:tcPr>
            <w:tcW w:w="2112" w:type="pct"/>
          </w:tcPr>
          <w:p w14:paraId="33E8412E" w14:textId="77777777" w:rsidR="00F07CA1" w:rsidRDefault="00E030C1">
            <w:pPr>
              <w:pStyle w:val="Tabletext"/>
            </w:pPr>
            <w:r>
              <w:t>Panel orientation</w:t>
            </w:r>
          </w:p>
        </w:tc>
        <w:tc>
          <w:tcPr>
            <w:tcW w:w="962" w:type="pct"/>
          </w:tcPr>
          <w:p w14:paraId="701958DA" w14:textId="77777777" w:rsidR="00F07CA1" w:rsidRDefault="00F07CA1">
            <w:pPr>
              <w:pStyle w:val="Tabletext"/>
            </w:pPr>
          </w:p>
        </w:tc>
        <w:tc>
          <w:tcPr>
            <w:tcW w:w="963" w:type="pct"/>
          </w:tcPr>
          <w:p w14:paraId="1772868E" w14:textId="77777777" w:rsidR="00F07CA1" w:rsidRDefault="00F07CA1">
            <w:pPr>
              <w:pStyle w:val="Tabletext"/>
            </w:pPr>
          </w:p>
        </w:tc>
        <w:tc>
          <w:tcPr>
            <w:tcW w:w="963" w:type="pct"/>
          </w:tcPr>
          <w:p w14:paraId="1FA0A3AB" w14:textId="77777777" w:rsidR="00F07CA1" w:rsidRDefault="00F07CA1">
            <w:pPr>
              <w:pStyle w:val="Tabletext"/>
            </w:pPr>
          </w:p>
        </w:tc>
      </w:tr>
      <w:tr w:rsidR="00F07CA1" w14:paraId="46A6CFE4" w14:textId="77777777" w:rsidTr="00E030C1">
        <w:tc>
          <w:tcPr>
            <w:tcW w:w="2112" w:type="pct"/>
          </w:tcPr>
          <w:p w14:paraId="36EC524F" w14:textId="77777777" w:rsidR="00F07CA1" w:rsidRDefault="00E030C1">
            <w:pPr>
              <w:pStyle w:val="Tabletext"/>
            </w:pPr>
            <w:r>
              <w:t>Trim</w:t>
            </w:r>
          </w:p>
        </w:tc>
        <w:tc>
          <w:tcPr>
            <w:tcW w:w="962" w:type="pct"/>
          </w:tcPr>
          <w:p w14:paraId="231E7A64" w14:textId="77777777" w:rsidR="00F07CA1" w:rsidRDefault="00F07CA1">
            <w:pPr>
              <w:pStyle w:val="Tabletext"/>
            </w:pPr>
          </w:p>
        </w:tc>
        <w:tc>
          <w:tcPr>
            <w:tcW w:w="963" w:type="pct"/>
          </w:tcPr>
          <w:p w14:paraId="634A1210" w14:textId="77777777" w:rsidR="00F07CA1" w:rsidRDefault="00F07CA1">
            <w:pPr>
              <w:pStyle w:val="Tabletext"/>
            </w:pPr>
          </w:p>
        </w:tc>
        <w:tc>
          <w:tcPr>
            <w:tcW w:w="963" w:type="pct"/>
          </w:tcPr>
          <w:p w14:paraId="2BA3D172" w14:textId="77777777" w:rsidR="00F07CA1" w:rsidRDefault="00F07CA1">
            <w:pPr>
              <w:pStyle w:val="Tabletext"/>
            </w:pPr>
          </w:p>
        </w:tc>
      </w:tr>
      <w:tr w:rsidR="00F07CA1" w14:paraId="5ADA799E" w14:textId="77777777" w:rsidTr="00E030C1">
        <w:tc>
          <w:tcPr>
            <w:tcW w:w="2112" w:type="pct"/>
          </w:tcPr>
          <w:p w14:paraId="088230A1" w14:textId="77777777" w:rsidR="00F07CA1" w:rsidRDefault="00E030C1">
            <w:pPr>
              <w:pStyle w:val="Tabletext"/>
            </w:pPr>
            <w:r>
              <w:t>Control joint width (mm)</w:t>
            </w:r>
          </w:p>
        </w:tc>
        <w:tc>
          <w:tcPr>
            <w:tcW w:w="962" w:type="pct"/>
          </w:tcPr>
          <w:p w14:paraId="059038F4" w14:textId="77777777" w:rsidR="00F07CA1" w:rsidRDefault="00F07CA1">
            <w:pPr>
              <w:pStyle w:val="Tabletext"/>
            </w:pPr>
          </w:p>
        </w:tc>
        <w:tc>
          <w:tcPr>
            <w:tcW w:w="963" w:type="pct"/>
          </w:tcPr>
          <w:p w14:paraId="08E59F6B" w14:textId="77777777" w:rsidR="00F07CA1" w:rsidRDefault="00F07CA1">
            <w:pPr>
              <w:pStyle w:val="Tabletext"/>
            </w:pPr>
          </w:p>
        </w:tc>
        <w:tc>
          <w:tcPr>
            <w:tcW w:w="963" w:type="pct"/>
          </w:tcPr>
          <w:p w14:paraId="6C2176E1" w14:textId="77777777" w:rsidR="00F07CA1" w:rsidRDefault="00F07CA1">
            <w:pPr>
              <w:pStyle w:val="Tabletext"/>
            </w:pPr>
          </w:p>
        </w:tc>
      </w:tr>
      <w:tr w:rsidR="00F07CA1" w14:paraId="3A45CDDA" w14:textId="77777777" w:rsidTr="00E030C1">
        <w:tc>
          <w:tcPr>
            <w:tcW w:w="2112" w:type="pct"/>
          </w:tcPr>
          <w:p w14:paraId="0A788130" w14:textId="77777777" w:rsidR="00F07CA1" w:rsidRDefault="00E030C1">
            <w:pPr>
              <w:pStyle w:val="Tabletext"/>
            </w:pPr>
            <w:r>
              <w:t>Flashings and cappings</w:t>
            </w:r>
          </w:p>
        </w:tc>
        <w:tc>
          <w:tcPr>
            <w:tcW w:w="962" w:type="pct"/>
          </w:tcPr>
          <w:p w14:paraId="4C00B94C" w14:textId="77777777" w:rsidR="00F07CA1" w:rsidRDefault="00F07CA1">
            <w:pPr>
              <w:pStyle w:val="Tabletext"/>
            </w:pPr>
          </w:p>
        </w:tc>
        <w:tc>
          <w:tcPr>
            <w:tcW w:w="963" w:type="pct"/>
          </w:tcPr>
          <w:p w14:paraId="52D16E8D" w14:textId="77777777" w:rsidR="00F07CA1" w:rsidRDefault="00F07CA1">
            <w:pPr>
              <w:pStyle w:val="Tabletext"/>
            </w:pPr>
          </w:p>
        </w:tc>
        <w:tc>
          <w:tcPr>
            <w:tcW w:w="963" w:type="pct"/>
          </w:tcPr>
          <w:p w14:paraId="478AFE2D" w14:textId="77777777" w:rsidR="00F07CA1" w:rsidRDefault="00F07CA1">
            <w:pPr>
              <w:pStyle w:val="Tabletext"/>
            </w:pPr>
          </w:p>
        </w:tc>
      </w:tr>
      <w:tr w:rsidR="00F07CA1" w14:paraId="2CC6AD95" w14:textId="77777777" w:rsidTr="00E030C1">
        <w:tc>
          <w:tcPr>
            <w:tcW w:w="2112" w:type="pct"/>
          </w:tcPr>
          <w:p w14:paraId="22F7054E" w14:textId="77777777" w:rsidR="00F07CA1" w:rsidRDefault="00E030C1">
            <w:pPr>
              <w:pStyle w:val="Tabletext"/>
            </w:pPr>
            <w:r>
              <w:t>Fasteners</w:t>
            </w:r>
          </w:p>
        </w:tc>
        <w:tc>
          <w:tcPr>
            <w:tcW w:w="962" w:type="pct"/>
          </w:tcPr>
          <w:p w14:paraId="79934465" w14:textId="77777777" w:rsidR="00F07CA1" w:rsidRDefault="00F07CA1">
            <w:pPr>
              <w:pStyle w:val="Tabletext"/>
            </w:pPr>
          </w:p>
        </w:tc>
        <w:tc>
          <w:tcPr>
            <w:tcW w:w="963" w:type="pct"/>
          </w:tcPr>
          <w:p w14:paraId="21B3C656" w14:textId="77777777" w:rsidR="00F07CA1" w:rsidRDefault="00F07CA1">
            <w:pPr>
              <w:pStyle w:val="Tabletext"/>
            </w:pPr>
          </w:p>
        </w:tc>
        <w:tc>
          <w:tcPr>
            <w:tcW w:w="963" w:type="pct"/>
          </w:tcPr>
          <w:p w14:paraId="08CC9D99" w14:textId="77777777" w:rsidR="00F07CA1" w:rsidRDefault="00F07CA1">
            <w:pPr>
              <w:pStyle w:val="Tabletext"/>
            </w:pPr>
          </w:p>
        </w:tc>
      </w:tr>
    </w:tbl>
    <w:p w14:paraId="5CFDED0B" w14:textId="77777777" w:rsidR="00F07CA1" w:rsidRDefault="00E030C1">
      <w:r>
        <w:t> </w:t>
      </w:r>
    </w:p>
    <w:p w14:paraId="147B9684" w14:textId="77777777" w:rsidR="00F07CA1" w:rsidRDefault="00E030C1">
      <w:pPr>
        <w:pStyle w:val="Instructions"/>
      </w:pPr>
      <w:r>
        <w:t>The codes in the header row of the schedule designate each application or location of the item scheduled. Edit the codes to match those in other contract documents.</w:t>
      </w:r>
    </w:p>
    <w:p w14:paraId="6449FF6C" w14:textId="77777777" w:rsidR="00F07CA1" w:rsidRDefault="00E030C1">
      <w:pPr>
        <w:pStyle w:val="Instructions"/>
      </w:pPr>
      <w:r>
        <w:lastRenderedPageBreak/>
        <w:t>Product: Nominate a proprietary system or product and edit schedule to suit.</w:t>
      </w:r>
    </w:p>
    <w:p w14:paraId="05D8B84A" w14:textId="77777777" w:rsidR="00F07CA1" w:rsidRDefault="00E030C1">
      <w:pPr>
        <w:pStyle w:val="Instructions"/>
      </w:pPr>
      <w:r>
        <w:t>Fixing system: e.g. Waterproof direct fix, top hat framing, ventilated cavity/rainscreen.</w:t>
      </w:r>
    </w:p>
    <w:p w14:paraId="6622B17E" w14:textId="77777777" w:rsidR="00F07CA1" w:rsidRDefault="00E030C1">
      <w:pPr>
        <w:pStyle w:val="Instructions"/>
      </w:pPr>
      <w:r>
        <w:t>Thickness (mm): e.g. 75 mm, 100 mm.</w:t>
      </w:r>
    </w:p>
    <w:p w14:paraId="5C001AF8" w14:textId="77777777" w:rsidR="00F07CA1" w:rsidRDefault="00E030C1">
      <w:pPr>
        <w:pStyle w:val="Instructions"/>
      </w:pPr>
      <w:r>
        <w:t>Length (mm): e.g. 1200 mm to 4200 mm.</w:t>
      </w:r>
    </w:p>
    <w:p w14:paraId="0B178107" w14:textId="77777777" w:rsidR="00F07CA1" w:rsidRDefault="00E030C1">
      <w:pPr>
        <w:pStyle w:val="Instructions"/>
      </w:pPr>
      <w:r>
        <w:t>Width (mm): e.g. 600 mm.</w:t>
      </w:r>
    </w:p>
    <w:p w14:paraId="1FBD905C" w14:textId="77777777" w:rsidR="00F07CA1" w:rsidRDefault="00E030C1">
      <w:pPr>
        <w:pStyle w:val="Instructions"/>
      </w:pPr>
      <w:r>
        <w:t>Edge profile: e.g. Smooth (square edge), Tongue and groove (T&amp;G).</w:t>
      </w:r>
    </w:p>
    <w:p w14:paraId="4657D058" w14:textId="77777777" w:rsidR="00F07CA1" w:rsidRDefault="00E030C1">
      <w:pPr>
        <w:pStyle w:val="Instructions"/>
      </w:pPr>
      <w:r>
        <w:t xml:space="preserve">Coating system: AAC is porous and an appropriate coating is required to prevent water penetration. Use proprietary flexible coating systems recommended by the manufacturer and coordinate with </w:t>
      </w:r>
      <w:r>
        <w:rPr>
          <w:i/>
        </w:rPr>
        <w:t>0672 Textured and membrane coatings</w:t>
      </w:r>
      <w:r>
        <w:t>. If painting, only use acrylic based paints.</w:t>
      </w:r>
    </w:p>
    <w:p w14:paraId="31E09F47" w14:textId="77777777" w:rsidR="00F07CA1" w:rsidRDefault="00E030C1">
      <w:pPr>
        <w:pStyle w:val="Instructions"/>
      </w:pPr>
      <w:r>
        <w:t>Control joint width (mm): 10 mm for vertical control joints, 15 mm for horizontal control joints.</w:t>
      </w:r>
    </w:p>
    <w:p w14:paraId="114B426F" w14:textId="77777777" w:rsidR="00F07CA1" w:rsidRDefault="00E030C1">
      <w:pPr>
        <w:pStyle w:val="Instructions"/>
      </w:pPr>
      <w:r>
        <w:t>Panel orientation: Horizontal or Vertical.</w:t>
      </w:r>
    </w:p>
    <w:p w14:paraId="0F40556C" w14:textId="77777777" w:rsidR="00F07CA1" w:rsidRDefault="00E030C1">
      <w:pPr>
        <w:pStyle w:val="Instructions"/>
      </w:pPr>
      <w:r>
        <w:t>Trim: e.g. Proprietary accessories for sills, reveals or corner returns.</w:t>
      </w:r>
    </w:p>
    <w:p w14:paraId="3219D372"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23D193A2" w14:textId="77777777" w:rsidR="00F07CA1" w:rsidRDefault="00E030C1">
      <w:pPr>
        <w:pStyle w:val="Instructions"/>
      </w:pPr>
      <w:r>
        <w:t>Fasteners: e.g. Concealed or Pierced, Crest or Valley.</w:t>
      </w:r>
    </w:p>
    <w:p w14:paraId="3A1971D0" w14:textId="77777777" w:rsidR="00F07CA1" w:rsidRDefault="00E030C1">
      <w:pPr>
        <w:pStyle w:val="Heading4"/>
      </w:pPr>
      <w:bookmarkStart w:id="419" w:name="h-11_13079-18"/>
      <w:bookmarkStart w:id="420" w:name="f-11_13079-18"/>
      <w:bookmarkStart w:id="421" w:name="f-13253-8"/>
      <w:bookmarkEnd w:id="417"/>
      <w:bookmarkEnd w:id="418"/>
      <w:r>
        <w:t>Aluminium weatherboard cladding schedule</w:t>
      </w:r>
      <w:bookmarkEnd w:id="419"/>
    </w:p>
    <w:tbl>
      <w:tblPr>
        <w:tblStyle w:val="NATSPECTable"/>
        <w:tblW w:w="5000" w:type="pct"/>
        <w:tblLook w:val="0620" w:firstRow="1" w:lastRow="0" w:firstColumn="0" w:lastColumn="0" w:noHBand="1" w:noVBand="1"/>
      </w:tblPr>
      <w:tblGrid>
        <w:gridCol w:w="3867"/>
        <w:gridCol w:w="1761"/>
        <w:gridCol w:w="1761"/>
        <w:gridCol w:w="1762"/>
      </w:tblGrid>
      <w:tr w:rsidR="00F07CA1" w14:paraId="6B94A913" w14:textId="77777777" w:rsidTr="00E030C1">
        <w:trPr>
          <w:tblHeader/>
        </w:trPr>
        <w:tc>
          <w:tcPr>
            <w:tcW w:w="2113" w:type="pct"/>
          </w:tcPr>
          <w:p w14:paraId="7D3008BB" w14:textId="77777777" w:rsidR="00F07CA1" w:rsidRDefault="00F07CA1">
            <w:pPr>
              <w:pStyle w:val="Tabletitle"/>
            </w:pPr>
          </w:p>
        </w:tc>
        <w:tc>
          <w:tcPr>
            <w:tcW w:w="962" w:type="pct"/>
          </w:tcPr>
          <w:p w14:paraId="36CBFBC6" w14:textId="77777777" w:rsidR="00F07CA1" w:rsidRDefault="00E030C1">
            <w:pPr>
              <w:pStyle w:val="Tabletitle"/>
            </w:pPr>
            <w:r>
              <w:t>A</w:t>
            </w:r>
          </w:p>
        </w:tc>
        <w:tc>
          <w:tcPr>
            <w:tcW w:w="962" w:type="pct"/>
          </w:tcPr>
          <w:p w14:paraId="4A86AEED" w14:textId="77777777" w:rsidR="00F07CA1" w:rsidRDefault="00E030C1">
            <w:pPr>
              <w:pStyle w:val="Tabletitle"/>
            </w:pPr>
            <w:r>
              <w:t>B</w:t>
            </w:r>
          </w:p>
        </w:tc>
        <w:tc>
          <w:tcPr>
            <w:tcW w:w="963" w:type="pct"/>
          </w:tcPr>
          <w:p w14:paraId="2BF18554" w14:textId="77777777" w:rsidR="00F07CA1" w:rsidRDefault="00E030C1">
            <w:pPr>
              <w:pStyle w:val="Tabletitle"/>
            </w:pPr>
            <w:r>
              <w:t>C</w:t>
            </w:r>
          </w:p>
        </w:tc>
      </w:tr>
      <w:tr w:rsidR="00F07CA1" w14:paraId="2017BCF9" w14:textId="77777777" w:rsidTr="00E030C1">
        <w:tc>
          <w:tcPr>
            <w:tcW w:w="2113" w:type="pct"/>
          </w:tcPr>
          <w:p w14:paraId="41273BA2" w14:textId="77777777" w:rsidR="00F07CA1" w:rsidRDefault="00E030C1">
            <w:pPr>
              <w:pStyle w:val="Tabletext"/>
            </w:pPr>
            <w:r>
              <w:t>Product</w:t>
            </w:r>
          </w:p>
        </w:tc>
        <w:tc>
          <w:tcPr>
            <w:tcW w:w="962" w:type="pct"/>
          </w:tcPr>
          <w:p w14:paraId="192787E7" w14:textId="77777777" w:rsidR="00F07CA1" w:rsidRDefault="00F07CA1">
            <w:pPr>
              <w:pStyle w:val="Tabletext"/>
            </w:pPr>
          </w:p>
        </w:tc>
        <w:tc>
          <w:tcPr>
            <w:tcW w:w="962" w:type="pct"/>
          </w:tcPr>
          <w:p w14:paraId="1C95586D" w14:textId="77777777" w:rsidR="00F07CA1" w:rsidRDefault="00F07CA1">
            <w:pPr>
              <w:pStyle w:val="Tabletext"/>
            </w:pPr>
          </w:p>
        </w:tc>
        <w:tc>
          <w:tcPr>
            <w:tcW w:w="963" w:type="pct"/>
          </w:tcPr>
          <w:p w14:paraId="286E0738" w14:textId="77777777" w:rsidR="00F07CA1" w:rsidRDefault="00F07CA1">
            <w:pPr>
              <w:pStyle w:val="Tabletext"/>
            </w:pPr>
          </w:p>
        </w:tc>
      </w:tr>
      <w:tr w:rsidR="00F07CA1" w14:paraId="1EF51FC5" w14:textId="77777777" w:rsidTr="00E030C1">
        <w:tc>
          <w:tcPr>
            <w:tcW w:w="2113" w:type="pct"/>
          </w:tcPr>
          <w:p w14:paraId="49B956D3" w14:textId="77777777" w:rsidR="00F07CA1" w:rsidRDefault="00E030C1">
            <w:pPr>
              <w:pStyle w:val="Tabletext"/>
            </w:pPr>
            <w:r>
              <w:t>Fixing system</w:t>
            </w:r>
          </w:p>
        </w:tc>
        <w:tc>
          <w:tcPr>
            <w:tcW w:w="962" w:type="pct"/>
          </w:tcPr>
          <w:p w14:paraId="6644C999" w14:textId="77777777" w:rsidR="00F07CA1" w:rsidRDefault="00F07CA1">
            <w:pPr>
              <w:pStyle w:val="Tabletext"/>
            </w:pPr>
          </w:p>
        </w:tc>
        <w:tc>
          <w:tcPr>
            <w:tcW w:w="962" w:type="pct"/>
          </w:tcPr>
          <w:p w14:paraId="77F6D077" w14:textId="77777777" w:rsidR="00F07CA1" w:rsidRDefault="00F07CA1">
            <w:pPr>
              <w:pStyle w:val="Tabletext"/>
            </w:pPr>
          </w:p>
        </w:tc>
        <w:tc>
          <w:tcPr>
            <w:tcW w:w="963" w:type="pct"/>
          </w:tcPr>
          <w:p w14:paraId="52A855EC" w14:textId="77777777" w:rsidR="00F07CA1" w:rsidRDefault="00F07CA1">
            <w:pPr>
              <w:pStyle w:val="Tabletext"/>
            </w:pPr>
          </w:p>
        </w:tc>
      </w:tr>
      <w:tr w:rsidR="00F07CA1" w14:paraId="3192C01D" w14:textId="77777777" w:rsidTr="00E030C1">
        <w:tc>
          <w:tcPr>
            <w:tcW w:w="2113" w:type="pct"/>
          </w:tcPr>
          <w:p w14:paraId="3CD084A9" w14:textId="77777777" w:rsidR="00F07CA1" w:rsidRDefault="00E030C1">
            <w:pPr>
              <w:pStyle w:val="Tabletext"/>
            </w:pPr>
            <w:r>
              <w:t>Mounting</w:t>
            </w:r>
          </w:p>
        </w:tc>
        <w:tc>
          <w:tcPr>
            <w:tcW w:w="962" w:type="pct"/>
          </w:tcPr>
          <w:p w14:paraId="267E14CC" w14:textId="77777777" w:rsidR="00F07CA1" w:rsidRDefault="00F07CA1">
            <w:pPr>
              <w:pStyle w:val="Tabletext"/>
            </w:pPr>
          </w:p>
        </w:tc>
        <w:tc>
          <w:tcPr>
            <w:tcW w:w="962" w:type="pct"/>
          </w:tcPr>
          <w:p w14:paraId="4DF0A1F0" w14:textId="77777777" w:rsidR="00F07CA1" w:rsidRDefault="00F07CA1">
            <w:pPr>
              <w:pStyle w:val="Tabletext"/>
            </w:pPr>
          </w:p>
        </w:tc>
        <w:tc>
          <w:tcPr>
            <w:tcW w:w="963" w:type="pct"/>
          </w:tcPr>
          <w:p w14:paraId="23814723" w14:textId="77777777" w:rsidR="00F07CA1" w:rsidRDefault="00F07CA1">
            <w:pPr>
              <w:pStyle w:val="Tabletext"/>
            </w:pPr>
          </w:p>
        </w:tc>
      </w:tr>
      <w:tr w:rsidR="00F07CA1" w14:paraId="15075439" w14:textId="77777777" w:rsidTr="00E030C1">
        <w:tc>
          <w:tcPr>
            <w:tcW w:w="2113" w:type="pct"/>
          </w:tcPr>
          <w:p w14:paraId="65E0ED6D" w14:textId="77777777" w:rsidR="00F07CA1" w:rsidRDefault="00E030C1">
            <w:pPr>
              <w:pStyle w:val="Tabletext"/>
            </w:pPr>
            <w:r>
              <w:t>Profile</w:t>
            </w:r>
          </w:p>
        </w:tc>
        <w:tc>
          <w:tcPr>
            <w:tcW w:w="962" w:type="pct"/>
          </w:tcPr>
          <w:p w14:paraId="01016716" w14:textId="77777777" w:rsidR="00F07CA1" w:rsidRDefault="00F07CA1">
            <w:pPr>
              <w:pStyle w:val="Tabletext"/>
            </w:pPr>
          </w:p>
        </w:tc>
        <w:tc>
          <w:tcPr>
            <w:tcW w:w="962" w:type="pct"/>
          </w:tcPr>
          <w:p w14:paraId="2DDC6D77" w14:textId="77777777" w:rsidR="00F07CA1" w:rsidRDefault="00F07CA1">
            <w:pPr>
              <w:pStyle w:val="Tabletext"/>
            </w:pPr>
          </w:p>
        </w:tc>
        <w:tc>
          <w:tcPr>
            <w:tcW w:w="963" w:type="pct"/>
          </w:tcPr>
          <w:p w14:paraId="7C604A17" w14:textId="77777777" w:rsidR="00F07CA1" w:rsidRDefault="00F07CA1">
            <w:pPr>
              <w:pStyle w:val="Tabletext"/>
            </w:pPr>
          </w:p>
        </w:tc>
      </w:tr>
      <w:tr w:rsidR="00F07CA1" w14:paraId="4395575E" w14:textId="77777777" w:rsidTr="00E030C1">
        <w:tc>
          <w:tcPr>
            <w:tcW w:w="2113" w:type="pct"/>
          </w:tcPr>
          <w:p w14:paraId="5536D450" w14:textId="77777777" w:rsidR="00F07CA1" w:rsidRDefault="00E030C1">
            <w:pPr>
              <w:pStyle w:val="Tabletext"/>
            </w:pPr>
            <w:r>
              <w:t>Profile depth (mm)</w:t>
            </w:r>
          </w:p>
        </w:tc>
        <w:tc>
          <w:tcPr>
            <w:tcW w:w="962" w:type="pct"/>
          </w:tcPr>
          <w:p w14:paraId="337BF773" w14:textId="77777777" w:rsidR="00F07CA1" w:rsidRDefault="00F07CA1">
            <w:pPr>
              <w:pStyle w:val="Tabletext"/>
            </w:pPr>
          </w:p>
        </w:tc>
        <w:tc>
          <w:tcPr>
            <w:tcW w:w="962" w:type="pct"/>
          </w:tcPr>
          <w:p w14:paraId="35D0D051" w14:textId="77777777" w:rsidR="00F07CA1" w:rsidRDefault="00F07CA1">
            <w:pPr>
              <w:pStyle w:val="Tabletext"/>
            </w:pPr>
          </w:p>
        </w:tc>
        <w:tc>
          <w:tcPr>
            <w:tcW w:w="963" w:type="pct"/>
          </w:tcPr>
          <w:p w14:paraId="26D48F97" w14:textId="77777777" w:rsidR="00F07CA1" w:rsidRDefault="00F07CA1">
            <w:pPr>
              <w:pStyle w:val="Tabletext"/>
            </w:pPr>
          </w:p>
        </w:tc>
      </w:tr>
      <w:tr w:rsidR="00F07CA1" w14:paraId="253358AD" w14:textId="77777777" w:rsidTr="00E030C1">
        <w:tc>
          <w:tcPr>
            <w:tcW w:w="2113" w:type="pct"/>
          </w:tcPr>
          <w:p w14:paraId="53457DE0" w14:textId="77777777" w:rsidR="00F07CA1" w:rsidRDefault="00E030C1">
            <w:pPr>
              <w:pStyle w:val="Tabletext"/>
            </w:pPr>
            <w:r>
              <w:t>Length (mm)</w:t>
            </w:r>
          </w:p>
        </w:tc>
        <w:tc>
          <w:tcPr>
            <w:tcW w:w="962" w:type="pct"/>
          </w:tcPr>
          <w:p w14:paraId="2BFAD437" w14:textId="77777777" w:rsidR="00F07CA1" w:rsidRDefault="00F07CA1">
            <w:pPr>
              <w:pStyle w:val="Tabletext"/>
            </w:pPr>
          </w:p>
        </w:tc>
        <w:tc>
          <w:tcPr>
            <w:tcW w:w="962" w:type="pct"/>
          </w:tcPr>
          <w:p w14:paraId="50AC13A7" w14:textId="77777777" w:rsidR="00F07CA1" w:rsidRDefault="00F07CA1">
            <w:pPr>
              <w:pStyle w:val="Tabletext"/>
            </w:pPr>
          </w:p>
        </w:tc>
        <w:tc>
          <w:tcPr>
            <w:tcW w:w="963" w:type="pct"/>
          </w:tcPr>
          <w:p w14:paraId="747AC70E" w14:textId="77777777" w:rsidR="00F07CA1" w:rsidRDefault="00F07CA1">
            <w:pPr>
              <w:pStyle w:val="Tabletext"/>
            </w:pPr>
          </w:p>
        </w:tc>
      </w:tr>
      <w:tr w:rsidR="00F07CA1" w14:paraId="29FA82E3" w14:textId="77777777" w:rsidTr="00E030C1">
        <w:tc>
          <w:tcPr>
            <w:tcW w:w="2113" w:type="pct"/>
          </w:tcPr>
          <w:p w14:paraId="3DDDB09A" w14:textId="77777777" w:rsidR="00F07CA1" w:rsidRDefault="00E030C1">
            <w:pPr>
              <w:pStyle w:val="Tabletext"/>
            </w:pPr>
            <w:r>
              <w:t>Finish</w:t>
            </w:r>
          </w:p>
        </w:tc>
        <w:tc>
          <w:tcPr>
            <w:tcW w:w="962" w:type="pct"/>
          </w:tcPr>
          <w:p w14:paraId="7CCCCFEB" w14:textId="77777777" w:rsidR="00F07CA1" w:rsidRDefault="00F07CA1">
            <w:pPr>
              <w:pStyle w:val="Tabletext"/>
            </w:pPr>
          </w:p>
        </w:tc>
        <w:tc>
          <w:tcPr>
            <w:tcW w:w="962" w:type="pct"/>
          </w:tcPr>
          <w:p w14:paraId="5851719E" w14:textId="77777777" w:rsidR="00F07CA1" w:rsidRDefault="00F07CA1">
            <w:pPr>
              <w:pStyle w:val="Tabletext"/>
            </w:pPr>
          </w:p>
        </w:tc>
        <w:tc>
          <w:tcPr>
            <w:tcW w:w="963" w:type="pct"/>
          </w:tcPr>
          <w:p w14:paraId="47808EFE" w14:textId="77777777" w:rsidR="00F07CA1" w:rsidRDefault="00F07CA1">
            <w:pPr>
              <w:pStyle w:val="Tabletext"/>
            </w:pPr>
          </w:p>
        </w:tc>
      </w:tr>
      <w:tr w:rsidR="00F07CA1" w14:paraId="17D78765" w14:textId="77777777" w:rsidTr="00E030C1">
        <w:tc>
          <w:tcPr>
            <w:tcW w:w="2113" w:type="pct"/>
          </w:tcPr>
          <w:p w14:paraId="0A7C056D" w14:textId="77777777" w:rsidR="00F07CA1" w:rsidRDefault="00E030C1">
            <w:pPr>
              <w:pStyle w:val="Tabletext"/>
            </w:pPr>
            <w:r>
              <w:t>Colour</w:t>
            </w:r>
          </w:p>
        </w:tc>
        <w:tc>
          <w:tcPr>
            <w:tcW w:w="962" w:type="pct"/>
          </w:tcPr>
          <w:p w14:paraId="52E8DA99" w14:textId="77777777" w:rsidR="00F07CA1" w:rsidRDefault="00F07CA1">
            <w:pPr>
              <w:pStyle w:val="Tabletext"/>
            </w:pPr>
          </w:p>
        </w:tc>
        <w:tc>
          <w:tcPr>
            <w:tcW w:w="962" w:type="pct"/>
          </w:tcPr>
          <w:p w14:paraId="4A16FBAB" w14:textId="77777777" w:rsidR="00F07CA1" w:rsidRDefault="00F07CA1">
            <w:pPr>
              <w:pStyle w:val="Tabletext"/>
            </w:pPr>
          </w:p>
        </w:tc>
        <w:tc>
          <w:tcPr>
            <w:tcW w:w="963" w:type="pct"/>
          </w:tcPr>
          <w:p w14:paraId="6EC1B206" w14:textId="77777777" w:rsidR="00F07CA1" w:rsidRDefault="00F07CA1">
            <w:pPr>
              <w:pStyle w:val="Tabletext"/>
            </w:pPr>
          </w:p>
        </w:tc>
      </w:tr>
      <w:tr w:rsidR="00F07CA1" w14:paraId="59421253" w14:textId="77777777" w:rsidTr="00E030C1">
        <w:tc>
          <w:tcPr>
            <w:tcW w:w="2113" w:type="pct"/>
          </w:tcPr>
          <w:p w14:paraId="4271E0DE" w14:textId="77777777" w:rsidR="00F07CA1" w:rsidRDefault="00E030C1">
            <w:pPr>
              <w:pStyle w:val="Tabletext"/>
            </w:pPr>
            <w:r>
              <w:t>Trim</w:t>
            </w:r>
          </w:p>
        </w:tc>
        <w:tc>
          <w:tcPr>
            <w:tcW w:w="962" w:type="pct"/>
          </w:tcPr>
          <w:p w14:paraId="25CC80D0" w14:textId="77777777" w:rsidR="00F07CA1" w:rsidRDefault="00F07CA1">
            <w:pPr>
              <w:pStyle w:val="Tabletext"/>
            </w:pPr>
          </w:p>
        </w:tc>
        <w:tc>
          <w:tcPr>
            <w:tcW w:w="962" w:type="pct"/>
          </w:tcPr>
          <w:p w14:paraId="31766F13" w14:textId="77777777" w:rsidR="00F07CA1" w:rsidRDefault="00F07CA1">
            <w:pPr>
              <w:pStyle w:val="Tabletext"/>
            </w:pPr>
          </w:p>
        </w:tc>
        <w:tc>
          <w:tcPr>
            <w:tcW w:w="963" w:type="pct"/>
          </w:tcPr>
          <w:p w14:paraId="278FF8A1" w14:textId="77777777" w:rsidR="00F07CA1" w:rsidRDefault="00F07CA1">
            <w:pPr>
              <w:pStyle w:val="Tabletext"/>
            </w:pPr>
          </w:p>
        </w:tc>
      </w:tr>
      <w:tr w:rsidR="00F07CA1" w14:paraId="4E14B3C6" w14:textId="77777777" w:rsidTr="00E030C1">
        <w:tc>
          <w:tcPr>
            <w:tcW w:w="2113" w:type="pct"/>
          </w:tcPr>
          <w:p w14:paraId="56C5F230" w14:textId="77777777" w:rsidR="00F07CA1" w:rsidRDefault="00E030C1">
            <w:pPr>
              <w:pStyle w:val="Tabletext"/>
            </w:pPr>
            <w:r>
              <w:t>Flashings and cappings</w:t>
            </w:r>
          </w:p>
        </w:tc>
        <w:tc>
          <w:tcPr>
            <w:tcW w:w="962" w:type="pct"/>
          </w:tcPr>
          <w:p w14:paraId="02E8F4D5" w14:textId="77777777" w:rsidR="00F07CA1" w:rsidRDefault="00F07CA1">
            <w:pPr>
              <w:pStyle w:val="Tabletext"/>
            </w:pPr>
          </w:p>
        </w:tc>
        <w:tc>
          <w:tcPr>
            <w:tcW w:w="962" w:type="pct"/>
          </w:tcPr>
          <w:p w14:paraId="3E05373E" w14:textId="77777777" w:rsidR="00F07CA1" w:rsidRDefault="00F07CA1">
            <w:pPr>
              <w:pStyle w:val="Tabletext"/>
            </w:pPr>
          </w:p>
        </w:tc>
        <w:tc>
          <w:tcPr>
            <w:tcW w:w="963" w:type="pct"/>
          </w:tcPr>
          <w:p w14:paraId="69251147" w14:textId="77777777" w:rsidR="00F07CA1" w:rsidRDefault="00F07CA1">
            <w:pPr>
              <w:pStyle w:val="Tabletext"/>
            </w:pPr>
          </w:p>
        </w:tc>
      </w:tr>
      <w:tr w:rsidR="00F07CA1" w14:paraId="70AA874E" w14:textId="77777777" w:rsidTr="00E030C1">
        <w:tc>
          <w:tcPr>
            <w:tcW w:w="2113" w:type="pct"/>
          </w:tcPr>
          <w:p w14:paraId="0B418AC0" w14:textId="77777777" w:rsidR="00F07CA1" w:rsidRDefault="00E030C1">
            <w:pPr>
              <w:pStyle w:val="Tabletext"/>
            </w:pPr>
            <w:r>
              <w:t>Fasteners</w:t>
            </w:r>
          </w:p>
        </w:tc>
        <w:tc>
          <w:tcPr>
            <w:tcW w:w="962" w:type="pct"/>
          </w:tcPr>
          <w:p w14:paraId="6C7496BA" w14:textId="77777777" w:rsidR="00F07CA1" w:rsidRDefault="00F07CA1">
            <w:pPr>
              <w:pStyle w:val="Tabletext"/>
            </w:pPr>
          </w:p>
        </w:tc>
        <w:tc>
          <w:tcPr>
            <w:tcW w:w="962" w:type="pct"/>
          </w:tcPr>
          <w:p w14:paraId="4FC75980" w14:textId="77777777" w:rsidR="00F07CA1" w:rsidRDefault="00F07CA1">
            <w:pPr>
              <w:pStyle w:val="Tabletext"/>
            </w:pPr>
          </w:p>
        </w:tc>
        <w:tc>
          <w:tcPr>
            <w:tcW w:w="963" w:type="pct"/>
          </w:tcPr>
          <w:p w14:paraId="2DC16E20" w14:textId="77777777" w:rsidR="00F07CA1" w:rsidRDefault="00F07CA1">
            <w:pPr>
              <w:pStyle w:val="Tabletext"/>
            </w:pPr>
          </w:p>
        </w:tc>
      </w:tr>
    </w:tbl>
    <w:p w14:paraId="5915B8B1" w14:textId="77777777" w:rsidR="00F07CA1" w:rsidRDefault="00E030C1">
      <w:r>
        <w:t> </w:t>
      </w:r>
    </w:p>
    <w:p w14:paraId="315B33CC" w14:textId="77777777" w:rsidR="00F07CA1" w:rsidRDefault="00E030C1">
      <w:pPr>
        <w:pStyle w:val="Instructions"/>
      </w:pPr>
      <w:r>
        <w:t>The codes in the header row of the schedule designate each application or location of the item scheduled. Edit the codes to match those in other contract documents.</w:t>
      </w:r>
    </w:p>
    <w:p w14:paraId="12DED641" w14:textId="77777777" w:rsidR="00F07CA1" w:rsidRDefault="00E030C1">
      <w:pPr>
        <w:pStyle w:val="Instructions"/>
      </w:pPr>
      <w:r>
        <w:t>Product: Nominate a proprietary system or product and edit schedule to suit.</w:t>
      </w:r>
    </w:p>
    <w:p w14:paraId="09CE377C" w14:textId="77777777" w:rsidR="00F07CA1" w:rsidRDefault="00E030C1">
      <w:pPr>
        <w:pStyle w:val="Instructions"/>
      </w:pPr>
      <w:r>
        <w:t>Fixing system: e.g. waterproof direct fix, top hat framing, ventilated cavity/rainscreen.</w:t>
      </w:r>
    </w:p>
    <w:p w14:paraId="4733488B" w14:textId="77777777" w:rsidR="00F07CA1" w:rsidRDefault="00E030C1">
      <w:pPr>
        <w:pStyle w:val="Instructions"/>
      </w:pPr>
      <w:r>
        <w:t>Mounting: Horizontal or Vertical.</w:t>
      </w:r>
    </w:p>
    <w:p w14:paraId="1572D4B1" w14:textId="77777777" w:rsidR="00F07CA1" w:rsidRDefault="00E030C1">
      <w:pPr>
        <w:pStyle w:val="Instructions"/>
      </w:pPr>
      <w:r>
        <w:t>Profile: Refer to the manufacturer’s options.</w:t>
      </w:r>
    </w:p>
    <w:p w14:paraId="715635C2" w14:textId="77777777" w:rsidR="00F07CA1" w:rsidRDefault="00E030C1">
      <w:pPr>
        <w:pStyle w:val="Instructions"/>
      </w:pPr>
      <w:r>
        <w:t>Profile depth (mm): Refer to the manufacturer’s options.</w:t>
      </w:r>
    </w:p>
    <w:p w14:paraId="13593ACE" w14:textId="77777777" w:rsidR="00F07CA1" w:rsidRDefault="00E030C1">
      <w:pPr>
        <w:pStyle w:val="Instructions"/>
      </w:pPr>
      <w:r>
        <w:t xml:space="preserve">Finish: e.g. Anodised or Powder coated. Refer to </w:t>
      </w:r>
      <w:r>
        <w:rPr>
          <w:i/>
        </w:rPr>
        <w:t>0183 Metals and prefinishes</w:t>
      </w:r>
      <w:r>
        <w:t xml:space="preserve"> or </w:t>
      </w:r>
      <w:r>
        <w:rPr>
          <w:i/>
        </w:rPr>
        <w:t>0673 Powder coatings</w:t>
      </w:r>
      <w:r>
        <w:t>.</w:t>
      </w:r>
    </w:p>
    <w:p w14:paraId="6131B6E4" w14:textId="77777777" w:rsidR="00F07CA1" w:rsidRDefault="00E030C1">
      <w:pPr>
        <w:pStyle w:val="Instructions"/>
      </w:pPr>
      <w:r>
        <w:t>Trim: e.g. Proprietary accessories for sills, reveals or corner returns.</w:t>
      </w:r>
    </w:p>
    <w:p w14:paraId="4B4242A9"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48043492" w14:textId="77777777" w:rsidR="00F07CA1" w:rsidRDefault="00E030C1">
      <w:pPr>
        <w:pStyle w:val="Instructions"/>
      </w:pPr>
      <w:r>
        <w:t>Fasteners: e.g. Concealed or Pierced, Crest or Valley.</w:t>
      </w:r>
    </w:p>
    <w:p w14:paraId="6461A372" w14:textId="77777777" w:rsidR="00F07CA1" w:rsidRDefault="00E030C1">
      <w:pPr>
        <w:pStyle w:val="Heading4"/>
      </w:pPr>
      <w:bookmarkStart w:id="422" w:name="h-30_13078-51"/>
      <w:bookmarkStart w:id="423" w:name="f-30_13078-51"/>
      <w:bookmarkStart w:id="424" w:name="f-13253-9"/>
      <w:bookmarkEnd w:id="420"/>
      <w:bookmarkEnd w:id="421"/>
      <w:r>
        <w:t>Composite panel cladding schedule</w:t>
      </w:r>
      <w:bookmarkEnd w:id="422"/>
    </w:p>
    <w:tbl>
      <w:tblPr>
        <w:tblStyle w:val="NATSPECTable"/>
        <w:tblW w:w="5000" w:type="pct"/>
        <w:tblLook w:val="0620" w:firstRow="1" w:lastRow="0" w:firstColumn="0" w:lastColumn="0" w:noHBand="1" w:noVBand="1"/>
      </w:tblPr>
      <w:tblGrid>
        <w:gridCol w:w="3866"/>
        <w:gridCol w:w="1761"/>
        <w:gridCol w:w="1762"/>
        <w:gridCol w:w="1762"/>
      </w:tblGrid>
      <w:tr w:rsidR="00F07CA1" w14:paraId="5AB81878" w14:textId="77777777" w:rsidTr="00E030C1">
        <w:trPr>
          <w:tblHeader/>
        </w:trPr>
        <w:tc>
          <w:tcPr>
            <w:tcW w:w="2112" w:type="pct"/>
          </w:tcPr>
          <w:p w14:paraId="10C84786" w14:textId="77777777" w:rsidR="00F07CA1" w:rsidRDefault="00F07CA1">
            <w:pPr>
              <w:pStyle w:val="Tabletitle"/>
            </w:pPr>
          </w:p>
        </w:tc>
        <w:tc>
          <w:tcPr>
            <w:tcW w:w="962" w:type="pct"/>
          </w:tcPr>
          <w:p w14:paraId="6E6CA3DD" w14:textId="77777777" w:rsidR="00F07CA1" w:rsidRDefault="00E030C1">
            <w:pPr>
              <w:pStyle w:val="Tabletitle"/>
            </w:pPr>
            <w:r>
              <w:t>A</w:t>
            </w:r>
          </w:p>
        </w:tc>
        <w:tc>
          <w:tcPr>
            <w:tcW w:w="963" w:type="pct"/>
          </w:tcPr>
          <w:p w14:paraId="58D73A5D" w14:textId="77777777" w:rsidR="00F07CA1" w:rsidRDefault="00E030C1">
            <w:pPr>
              <w:pStyle w:val="Tabletitle"/>
            </w:pPr>
            <w:r>
              <w:t>B</w:t>
            </w:r>
          </w:p>
        </w:tc>
        <w:tc>
          <w:tcPr>
            <w:tcW w:w="963" w:type="pct"/>
          </w:tcPr>
          <w:p w14:paraId="53E6DCF9" w14:textId="77777777" w:rsidR="00F07CA1" w:rsidRDefault="00E030C1">
            <w:pPr>
              <w:pStyle w:val="Tabletitle"/>
            </w:pPr>
            <w:r>
              <w:t>C</w:t>
            </w:r>
          </w:p>
        </w:tc>
      </w:tr>
      <w:tr w:rsidR="00F07CA1" w14:paraId="3165FDA7" w14:textId="77777777" w:rsidTr="00E030C1">
        <w:tc>
          <w:tcPr>
            <w:tcW w:w="2112" w:type="pct"/>
          </w:tcPr>
          <w:p w14:paraId="638F8F87" w14:textId="77777777" w:rsidR="00F07CA1" w:rsidRDefault="00E030C1">
            <w:pPr>
              <w:pStyle w:val="Tabletext"/>
            </w:pPr>
            <w:r>
              <w:t>Product</w:t>
            </w:r>
          </w:p>
        </w:tc>
        <w:tc>
          <w:tcPr>
            <w:tcW w:w="962" w:type="pct"/>
          </w:tcPr>
          <w:p w14:paraId="15822961" w14:textId="77777777" w:rsidR="00F07CA1" w:rsidRDefault="00F07CA1">
            <w:pPr>
              <w:pStyle w:val="Tabletext"/>
            </w:pPr>
          </w:p>
        </w:tc>
        <w:tc>
          <w:tcPr>
            <w:tcW w:w="963" w:type="pct"/>
          </w:tcPr>
          <w:p w14:paraId="3D7A20F7" w14:textId="77777777" w:rsidR="00F07CA1" w:rsidRDefault="00F07CA1">
            <w:pPr>
              <w:pStyle w:val="Tabletext"/>
            </w:pPr>
          </w:p>
        </w:tc>
        <w:tc>
          <w:tcPr>
            <w:tcW w:w="963" w:type="pct"/>
          </w:tcPr>
          <w:p w14:paraId="114F7C73" w14:textId="77777777" w:rsidR="00F07CA1" w:rsidRDefault="00F07CA1">
            <w:pPr>
              <w:pStyle w:val="Tabletext"/>
            </w:pPr>
          </w:p>
        </w:tc>
      </w:tr>
      <w:tr w:rsidR="00F07CA1" w14:paraId="513FA930" w14:textId="77777777" w:rsidTr="00E030C1">
        <w:tc>
          <w:tcPr>
            <w:tcW w:w="2112" w:type="pct"/>
          </w:tcPr>
          <w:p w14:paraId="30C0BA26" w14:textId="77777777" w:rsidR="00F07CA1" w:rsidRDefault="00E030C1">
            <w:pPr>
              <w:pStyle w:val="Tabletext"/>
            </w:pPr>
            <w:r>
              <w:t>Fixing system</w:t>
            </w:r>
          </w:p>
        </w:tc>
        <w:tc>
          <w:tcPr>
            <w:tcW w:w="962" w:type="pct"/>
          </w:tcPr>
          <w:p w14:paraId="6CB20C68" w14:textId="77777777" w:rsidR="00F07CA1" w:rsidRDefault="00F07CA1">
            <w:pPr>
              <w:pStyle w:val="Tabletext"/>
            </w:pPr>
          </w:p>
        </w:tc>
        <w:tc>
          <w:tcPr>
            <w:tcW w:w="963" w:type="pct"/>
          </w:tcPr>
          <w:p w14:paraId="0592F25D" w14:textId="77777777" w:rsidR="00F07CA1" w:rsidRDefault="00F07CA1">
            <w:pPr>
              <w:pStyle w:val="Tabletext"/>
            </w:pPr>
          </w:p>
        </w:tc>
        <w:tc>
          <w:tcPr>
            <w:tcW w:w="963" w:type="pct"/>
          </w:tcPr>
          <w:p w14:paraId="71688192" w14:textId="77777777" w:rsidR="00F07CA1" w:rsidRDefault="00F07CA1">
            <w:pPr>
              <w:pStyle w:val="Tabletext"/>
            </w:pPr>
          </w:p>
        </w:tc>
      </w:tr>
      <w:tr w:rsidR="00F07CA1" w14:paraId="063ADA6F" w14:textId="77777777" w:rsidTr="00E030C1">
        <w:tc>
          <w:tcPr>
            <w:tcW w:w="2112" w:type="pct"/>
          </w:tcPr>
          <w:p w14:paraId="124A66B0" w14:textId="77777777" w:rsidR="00F07CA1" w:rsidRDefault="00E030C1">
            <w:pPr>
              <w:pStyle w:val="Tabletext"/>
            </w:pPr>
            <w:r>
              <w:t>Thickness (mm)</w:t>
            </w:r>
          </w:p>
        </w:tc>
        <w:tc>
          <w:tcPr>
            <w:tcW w:w="962" w:type="pct"/>
          </w:tcPr>
          <w:p w14:paraId="4B523605" w14:textId="77777777" w:rsidR="00F07CA1" w:rsidRDefault="00F07CA1">
            <w:pPr>
              <w:pStyle w:val="Tabletext"/>
            </w:pPr>
          </w:p>
        </w:tc>
        <w:tc>
          <w:tcPr>
            <w:tcW w:w="963" w:type="pct"/>
          </w:tcPr>
          <w:p w14:paraId="2BEF2D9E" w14:textId="77777777" w:rsidR="00F07CA1" w:rsidRDefault="00F07CA1">
            <w:pPr>
              <w:pStyle w:val="Tabletext"/>
            </w:pPr>
          </w:p>
        </w:tc>
        <w:tc>
          <w:tcPr>
            <w:tcW w:w="963" w:type="pct"/>
          </w:tcPr>
          <w:p w14:paraId="11B5CB09" w14:textId="77777777" w:rsidR="00F07CA1" w:rsidRDefault="00F07CA1">
            <w:pPr>
              <w:pStyle w:val="Tabletext"/>
            </w:pPr>
          </w:p>
        </w:tc>
      </w:tr>
      <w:tr w:rsidR="00F07CA1" w14:paraId="3888127E" w14:textId="77777777" w:rsidTr="00E030C1">
        <w:tc>
          <w:tcPr>
            <w:tcW w:w="2112" w:type="pct"/>
          </w:tcPr>
          <w:p w14:paraId="1ADA96B7" w14:textId="77777777" w:rsidR="00F07CA1" w:rsidRDefault="00E030C1">
            <w:pPr>
              <w:pStyle w:val="Tabletext"/>
            </w:pPr>
            <w:r>
              <w:t>Length (mm)</w:t>
            </w:r>
          </w:p>
        </w:tc>
        <w:tc>
          <w:tcPr>
            <w:tcW w:w="962" w:type="pct"/>
          </w:tcPr>
          <w:p w14:paraId="4ED49B68" w14:textId="77777777" w:rsidR="00F07CA1" w:rsidRDefault="00F07CA1">
            <w:pPr>
              <w:pStyle w:val="Tabletext"/>
            </w:pPr>
          </w:p>
        </w:tc>
        <w:tc>
          <w:tcPr>
            <w:tcW w:w="963" w:type="pct"/>
          </w:tcPr>
          <w:p w14:paraId="4D5AD613" w14:textId="77777777" w:rsidR="00F07CA1" w:rsidRDefault="00F07CA1">
            <w:pPr>
              <w:pStyle w:val="Tabletext"/>
            </w:pPr>
          </w:p>
        </w:tc>
        <w:tc>
          <w:tcPr>
            <w:tcW w:w="963" w:type="pct"/>
          </w:tcPr>
          <w:p w14:paraId="30D362F5" w14:textId="77777777" w:rsidR="00F07CA1" w:rsidRDefault="00F07CA1">
            <w:pPr>
              <w:pStyle w:val="Tabletext"/>
            </w:pPr>
          </w:p>
        </w:tc>
      </w:tr>
      <w:tr w:rsidR="00F07CA1" w14:paraId="3FE22E40" w14:textId="77777777" w:rsidTr="00E030C1">
        <w:tc>
          <w:tcPr>
            <w:tcW w:w="2112" w:type="pct"/>
          </w:tcPr>
          <w:p w14:paraId="573A3C2C" w14:textId="77777777" w:rsidR="00F07CA1" w:rsidRDefault="00E030C1">
            <w:pPr>
              <w:pStyle w:val="Tabletext"/>
            </w:pPr>
            <w:r>
              <w:t>Width (mm)</w:t>
            </w:r>
          </w:p>
        </w:tc>
        <w:tc>
          <w:tcPr>
            <w:tcW w:w="962" w:type="pct"/>
          </w:tcPr>
          <w:p w14:paraId="70233A00" w14:textId="77777777" w:rsidR="00F07CA1" w:rsidRDefault="00F07CA1">
            <w:pPr>
              <w:pStyle w:val="Tabletext"/>
            </w:pPr>
          </w:p>
        </w:tc>
        <w:tc>
          <w:tcPr>
            <w:tcW w:w="963" w:type="pct"/>
          </w:tcPr>
          <w:p w14:paraId="1274FFEC" w14:textId="77777777" w:rsidR="00F07CA1" w:rsidRDefault="00F07CA1">
            <w:pPr>
              <w:pStyle w:val="Tabletext"/>
            </w:pPr>
          </w:p>
        </w:tc>
        <w:tc>
          <w:tcPr>
            <w:tcW w:w="963" w:type="pct"/>
          </w:tcPr>
          <w:p w14:paraId="2D8AC632" w14:textId="77777777" w:rsidR="00F07CA1" w:rsidRDefault="00F07CA1">
            <w:pPr>
              <w:pStyle w:val="Tabletext"/>
            </w:pPr>
          </w:p>
        </w:tc>
      </w:tr>
      <w:tr w:rsidR="00F07CA1" w14:paraId="5C4CA696" w14:textId="77777777" w:rsidTr="00E030C1">
        <w:tc>
          <w:tcPr>
            <w:tcW w:w="2112" w:type="pct"/>
          </w:tcPr>
          <w:p w14:paraId="63152F08" w14:textId="77777777" w:rsidR="00F07CA1" w:rsidRDefault="00E030C1">
            <w:pPr>
              <w:pStyle w:val="Tabletext"/>
            </w:pPr>
            <w:r>
              <w:t>Skin material</w:t>
            </w:r>
          </w:p>
        </w:tc>
        <w:tc>
          <w:tcPr>
            <w:tcW w:w="962" w:type="pct"/>
          </w:tcPr>
          <w:p w14:paraId="3EBA2152" w14:textId="77777777" w:rsidR="00F07CA1" w:rsidRDefault="00F07CA1">
            <w:pPr>
              <w:pStyle w:val="Tabletext"/>
            </w:pPr>
          </w:p>
        </w:tc>
        <w:tc>
          <w:tcPr>
            <w:tcW w:w="963" w:type="pct"/>
          </w:tcPr>
          <w:p w14:paraId="059D1159" w14:textId="77777777" w:rsidR="00F07CA1" w:rsidRDefault="00F07CA1">
            <w:pPr>
              <w:pStyle w:val="Tabletext"/>
            </w:pPr>
          </w:p>
        </w:tc>
        <w:tc>
          <w:tcPr>
            <w:tcW w:w="963" w:type="pct"/>
          </w:tcPr>
          <w:p w14:paraId="75AF2C8A" w14:textId="77777777" w:rsidR="00F07CA1" w:rsidRDefault="00F07CA1">
            <w:pPr>
              <w:pStyle w:val="Tabletext"/>
            </w:pPr>
          </w:p>
        </w:tc>
      </w:tr>
      <w:tr w:rsidR="00F07CA1" w14:paraId="1C8894AC" w14:textId="77777777" w:rsidTr="00E030C1">
        <w:tc>
          <w:tcPr>
            <w:tcW w:w="2112" w:type="pct"/>
          </w:tcPr>
          <w:p w14:paraId="039FBD76" w14:textId="77777777" w:rsidR="00F07CA1" w:rsidRDefault="00E030C1">
            <w:pPr>
              <w:pStyle w:val="Tabletext"/>
            </w:pPr>
            <w:r>
              <w:t>Skin thickness (mm)</w:t>
            </w:r>
          </w:p>
        </w:tc>
        <w:tc>
          <w:tcPr>
            <w:tcW w:w="962" w:type="pct"/>
          </w:tcPr>
          <w:p w14:paraId="2233F9BD" w14:textId="77777777" w:rsidR="00F07CA1" w:rsidRDefault="00F07CA1">
            <w:pPr>
              <w:pStyle w:val="Tabletext"/>
            </w:pPr>
          </w:p>
        </w:tc>
        <w:tc>
          <w:tcPr>
            <w:tcW w:w="963" w:type="pct"/>
          </w:tcPr>
          <w:p w14:paraId="3F007F08" w14:textId="77777777" w:rsidR="00F07CA1" w:rsidRDefault="00F07CA1">
            <w:pPr>
              <w:pStyle w:val="Tabletext"/>
            </w:pPr>
          </w:p>
        </w:tc>
        <w:tc>
          <w:tcPr>
            <w:tcW w:w="963" w:type="pct"/>
          </w:tcPr>
          <w:p w14:paraId="111638AA" w14:textId="77777777" w:rsidR="00F07CA1" w:rsidRDefault="00F07CA1">
            <w:pPr>
              <w:pStyle w:val="Tabletext"/>
            </w:pPr>
          </w:p>
        </w:tc>
      </w:tr>
      <w:tr w:rsidR="00F07CA1" w14:paraId="16A93448" w14:textId="77777777" w:rsidTr="00E030C1">
        <w:tc>
          <w:tcPr>
            <w:tcW w:w="2112" w:type="pct"/>
          </w:tcPr>
          <w:p w14:paraId="3EBC45D4" w14:textId="77777777" w:rsidR="00F07CA1" w:rsidRDefault="00E030C1">
            <w:pPr>
              <w:pStyle w:val="Tabletext"/>
            </w:pPr>
            <w:r>
              <w:t>Core material</w:t>
            </w:r>
          </w:p>
        </w:tc>
        <w:tc>
          <w:tcPr>
            <w:tcW w:w="962" w:type="pct"/>
          </w:tcPr>
          <w:p w14:paraId="57CFAA75" w14:textId="77777777" w:rsidR="00F07CA1" w:rsidRDefault="00F07CA1">
            <w:pPr>
              <w:pStyle w:val="Tabletext"/>
            </w:pPr>
          </w:p>
        </w:tc>
        <w:tc>
          <w:tcPr>
            <w:tcW w:w="963" w:type="pct"/>
          </w:tcPr>
          <w:p w14:paraId="54CB3F8A" w14:textId="77777777" w:rsidR="00F07CA1" w:rsidRDefault="00F07CA1">
            <w:pPr>
              <w:pStyle w:val="Tabletext"/>
            </w:pPr>
          </w:p>
        </w:tc>
        <w:tc>
          <w:tcPr>
            <w:tcW w:w="963" w:type="pct"/>
          </w:tcPr>
          <w:p w14:paraId="145186B3" w14:textId="77777777" w:rsidR="00F07CA1" w:rsidRDefault="00F07CA1">
            <w:pPr>
              <w:pStyle w:val="Tabletext"/>
            </w:pPr>
          </w:p>
        </w:tc>
      </w:tr>
      <w:tr w:rsidR="00F07CA1" w14:paraId="0E9B375E" w14:textId="77777777" w:rsidTr="00E030C1">
        <w:tc>
          <w:tcPr>
            <w:tcW w:w="2112" w:type="pct"/>
          </w:tcPr>
          <w:p w14:paraId="74476AEC" w14:textId="77777777" w:rsidR="00F07CA1" w:rsidRDefault="00E030C1">
            <w:pPr>
              <w:pStyle w:val="Tabletext"/>
            </w:pPr>
            <w:r>
              <w:lastRenderedPageBreak/>
              <w:t>Surface finish</w:t>
            </w:r>
          </w:p>
        </w:tc>
        <w:tc>
          <w:tcPr>
            <w:tcW w:w="962" w:type="pct"/>
          </w:tcPr>
          <w:p w14:paraId="72DDC57C" w14:textId="77777777" w:rsidR="00F07CA1" w:rsidRDefault="00F07CA1">
            <w:pPr>
              <w:pStyle w:val="Tabletext"/>
            </w:pPr>
          </w:p>
        </w:tc>
        <w:tc>
          <w:tcPr>
            <w:tcW w:w="963" w:type="pct"/>
          </w:tcPr>
          <w:p w14:paraId="40EE19A9" w14:textId="77777777" w:rsidR="00F07CA1" w:rsidRDefault="00F07CA1">
            <w:pPr>
              <w:pStyle w:val="Tabletext"/>
            </w:pPr>
          </w:p>
        </w:tc>
        <w:tc>
          <w:tcPr>
            <w:tcW w:w="963" w:type="pct"/>
          </w:tcPr>
          <w:p w14:paraId="095B4CBA" w14:textId="77777777" w:rsidR="00F07CA1" w:rsidRDefault="00F07CA1">
            <w:pPr>
              <w:pStyle w:val="Tabletext"/>
            </w:pPr>
          </w:p>
        </w:tc>
      </w:tr>
      <w:tr w:rsidR="00F07CA1" w14:paraId="441255BB" w14:textId="77777777" w:rsidTr="00E030C1">
        <w:tc>
          <w:tcPr>
            <w:tcW w:w="2112" w:type="pct"/>
          </w:tcPr>
          <w:p w14:paraId="73A7C2AC" w14:textId="77777777" w:rsidR="00F07CA1" w:rsidRDefault="00E030C1">
            <w:pPr>
              <w:pStyle w:val="Tabletext"/>
            </w:pPr>
            <w:r>
              <w:t>Colour</w:t>
            </w:r>
          </w:p>
        </w:tc>
        <w:tc>
          <w:tcPr>
            <w:tcW w:w="962" w:type="pct"/>
          </w:tcPr>
          <w:p w14:paraId="05E4432A" w14:textId="77777777" w:rsidR="00F07CA1" w:rsidRDefault="00F07CA1">
            <w:pPr>
              <w:pStyle w:val="Tabletext"/>
            </w:pPr>
          </w:p>
        </w:tc>
        <w:tc>
          <w:tcPr>
            <w:tcW w:w="963" w:type="pct"/>
          </w:tcPr>
          <w:p w14:paraId="20F14D58" w14:textId="77777777" w:rsidR="00F07CA1" w:rsidRDefault="00F07CA1">
            <w:pPr>
              <w:pStyle w:val="Tabletext"/>
            </w:pPr>
          </w:p>
        </w:tc>
        <w:tc>
          <w:tcPr>
            <w:tcW w:w="963" w:type="pct"/>
          </w:tcPr>
          <w:p w14:paraId="6430ED74" w14:textId="77777777" w:rsidR="00F07CA1" w:rsidRDefault="00F07CA1">
            <w:pPr>
              <w:pStyle w:val="Tabletext"/>
            </w:pPr>
          </w:p>
        </w:tc>
      </w:tr>
      <w:tr w:rsidR="00F07CA1" w14:paraId="2A5B5242" w14:textId="77777777" w:rsidTr="00E030C1">
        <w:tc>
          <w:tcPr>
            <w:tcW w:w="2112" w:type="pct"/>
          </w:tcPr>
          <w:p w14:paraId="0E6FB191" w14:textId="77777777" w:rsidR="00F07CA1" w:rsidRDefault="00E030C1">
            <w:pPr>
              <w:pStyle w:val="Tabletext"/>
            </w:pPr>
            <w:r>
              <w:t>Panel edge treatment</w:t>
            </w:r>
          </w:p>
        </w:tc>
        <w:tc>
          <w:tcPr>
            <w:tcW w:w="962" w:type="pct"/>
          </w:tcPr>
          <w:p w14:paraId="6DFBB7DA" w14:textId="77777777" w:rsidR="00F07CA1" w:rsidRDefault="00F07CA1">
            <w:pPr>
              <w:pStyle w:val="Tabletext"/>
            </w:pPr>
          </w:p>
        </w:tc>
        <w:tc>
          <w:tcPr>
            <w:tcW w:w="963" w:type="pct"/>
          </w:tcPr>
          <w:p w14:paraId="6CC91E87" w14:textId="77777777" w:rsidR="00F07CA1" w:rsidRDefault="00F07CA1">
            <w:pPr>
              <w:pStyle w:val="Tabletext"/>
            </w:pPr>
          </w:p>
        </w:tc>
        <w:tc>
          <w:tcPr>
            <w:tcW w:w="963" w:type="pct"/>
          </w:tcPr>
          <w:p w14:paraId="7AA51674" w14:textId="77777777" w:rsidR="00F07CA1" w:rsidRDefault="00F07CA1">
            <w:pPr>
              <w:pStyle w:val="Tabletext"/>
            </w:pPr>
          </w:p>
        </w:tc>
      </w:tr>
      <w:tr w:rsidR="00F07CA1" w14:paraId="5E0C7B6E" w14:textId="77777777" w:rsidTr="00E030C1">
        <w:tc>
          <w:tcPr>
            <w:tcW w:w="2112" w:type="pct"/>
          </w:tcPr>
          <w:p w14:paraId="0C6F7A08" w14:textId="77777777" w:rsidR="00F07CA1" w:rsidRDefault="00E030C1">
            <w:pPr>
              <w:pStyle w:val="Tabletext"/>
            </w:pPr>
            <w:r>
              <w:t>Panel joint</w:t>
            </w:r>
          </w:p>
        </w:tc>
        <w:tc>
          <w:tcPr>
            <w:tcW w:w="962" w:type="pct"/>
          </w:tcPr>
          <w:p w14:paraId="2BA94665" w14:textId="77777777" w:rsidR="00F07CA1" w:rsidRDefault="00F07CA1">
            <w:pPr>
              <w:pStyle w:val="Tabletext"/>
            </w:pPr>
          </w:p>
        </w:tc>
        <w:tc>
          <w:tcPr>
            <w:tcW w:w="963" w:type="pct"/>
          </w:tcPr>
          <w:p w14:paraId="17FE6118" w14:textId="77777777" w:rsidR="00F07CA1" w:rsidRDefault="00F07CA1">
            <w:pPr>
              <w:pStyle w:val="Tabletext"/>
            </w:pPr>
          </w:p>
        </w:tc>
        <w:tc>
          <w:tcPr>
            <w:tcW w:w="963" w:type="pct"/>
          </w:tcPr>
          <w:p w14:paraId="14DF8560" w14:textId="77777777" w:rsidR="00F07CA1" w:rsidRDefault="00F07CA1">
            <w:pPr>
              <w:pStyle w:val="Tabletext"/>
            </w:pPr>
          </w:p>
        </w:tc>
      </w:tr>
      <w:tr w:rsidR="00F07CA1" w14:paraId="6EF7C640" w14:textId="77777777" w:rsidTr="00E030C1">
        <w:tc>
          <w:tcPr>
            <w:tcW w:w="2112" w:type="pct"/>
          </w:tcPr>
          <w:p w14:paraId="1FE816B6" w14:textId="77777777" w:rsidR="00F07CA1" w:rsidRDefault="00E030C1">
            <w:pPr>
              <w:pStyle w:val="Tabletext"/>
            </w:pPr>
            <w:r>
              <w:t>Trim</w:t>
            </w:r>
          </w:p>
        </w:tc>
        <w:tc>
          <w:tcPr>
            <w:tcW w:w="962" w:type="pct"/>
          </w:tcPr>
          <w:p w14:paraId="25BBFF3D" w14:textId="77777777" w:rsidR="00F07CA1" w:rsidRDefault="00F07CA1">
            <w:pPr>
              <w:pStyle w:val="Tabletext"/>
            </w:pPr>
          </w:p>
        </w:tc>
        <w:tc>
          <w:tcPr>
            <w:tcW w:w="963" w:type="pct"/>
          </w:tcPr>
          <w:p w14:paraId="383B86B3" w14:textId="77777777" w:rsidR="00F07CA1" w:rsidRDefault="00F07CA1">
            <w:pPr>
              <w:pStyle w:val="Tabletext"/>
            </w:pPr>
          </w:p>
        </w:tc>
        <w:tc>
          <w:tcPr>
            <w:tcW w:w="963" w:type="pct"/>
          </w:tcPr>
          <w:p w14:paraId="5EAB5C10" w14:textId="77777777" w:rsidR="00F07CA1" w:rsidRDefault="00F07CA1">
            <w:pPr>
              <w:pStyle w:val="Tabletext"/>
            </w:pPr>
          </w:p>
        </w:tc>
      </w:tr>
      <w:tr w:rsidR="00F07CA1" w14:paraId="76519A99" w14:textId="77777777" w:rsidTr="00E030C1">
        <w:tc>
          <w:tcPr>
            <w:tcW w:w="2112" w:type="pct"/>
          </w:tcPr>
          <w:p w14:paraId="327D696E" w14:textId="77777777" w:rsidR="00F07CA1" w:rsidRDefault="00E030C1">
            <w:pPr>
              <w:pStyle w:val="Tabletext"/>
            </w:pPr>
            <w:r>
              <w:t>Control joint width (mm)</w:t>
            </w:r>
          </w:p>
        </w:tc>
        <w:tc>
          <w:tcPr>
            <w:tcW w:w="962" w:type="pct"/>
          </w:tcPr>
          <w:p w14:paraId="10427542" w14:textId="77777777" w:rsidR="00F07CA1" w:rsidRDefault="00F07CA1">
            <w:pPr>
              <w:pStyle w:val="Tabletext"/>
            </w:pPr>
          </w:p>
        </w:tc>
        <w:tc>
          <w:tcPr>
            <w:tcW w:w="963" w:type="pct"/>
          </w:tcPr>
          <w:p w14:paraId="609925B7" w14:textId="77777777" w:rsidR="00F07CA1" w:rsidRDefault="00F07CA1">
            <w:pPr>
              <w:pStyle w:val="Tabletext"/>
            </w:pPr>
          </w:p>
        </w:tc>
        <w:tc>
          <w:tcPr>
            <w:tcW w:w="963" w:type="pct"/>
          </w:tcPr>
          <w:p w14:paraId="6E48B4EB" w14:textId="77777777" w:rsidR="00F07CA1" w:rsidRDefault="00F07CA1">
            <w:pPr>
              <w:pStyle w:val="Tabletext"/>
            </w:pPr>
          </w:p>
        </w:tc>
      </w:tr>
      <w:tr w:rsidR="00F07CA1" w14:paraId="496F8940" w14:textId="77777777" w:rsidTr="00E030C1">
        <w:tc>
          <w:tcPr>
            <w:tcW w:w="2112" w:type="pct"/>
          </w:tcPr>
          <w:p w14:paraId="33A4C9E8" w14:textId="77777777" w:rsidR="00F07CA1" w:rsidRDefault="00E030C1">
            <w:pPr>
              <w:pStyle w:val="Tabletext"/>
            </w:pPr>
            <w:r>
              <w:t>Flashings and cappings</w:t>
            </w:r>
          </w:p>
        </w:tc>
        <w:tc>
          <w:tcPr>
            <w:tcW w:w="962" w:type="pct"/>
          </w:tcPr>
          <w:p w14:paraId="53E29987" w14:textId="77777777" w:rsidR="00F07CA1" w:rsidRDefault="00F07CA1">
            <w:pPr>
              <w:pStyle w:val="Tabletext"/>
            </w:pPr>
          </w:p>
        </w:tc>
        <w:tc>
          <w:tcPr>
            <w:tcW w:w="963" w:type="pct"/>
          </w:tcPr>
          <w:p w14:paraId="3728BE7D" w14:textId="77777777" w:rsidR="00F07CA1" w:rsidRDefault="00F07CA1">
            <w:pPr>
              <w:pStyle w:val="Tabletext"/>
            </w:pPr>
          </w:p>
        </w:tc>
        <w:tc>
          <w:tcPr>
            <w:tcW w:w="963" w:type="pct"/>
          </w:tcPr>
          <w:p w14:paraId="31209136" w14:textId="77777777" w:rsidR="00F07CA1" w:rsidRDefault="00F07CA1">
            <w:pPr>
              <w:pStyle w:val="Tabletext"/>
            </w:pPr>
          </w:p>
        </w:tc>
      </w:tr>
      <w:tr w:rsidR="00F07CA1" w14:paraId="3189A843" w14:textId="77777777" w:rsidTr="00E030C1">
        <w:tc>
          <w:tcPr>
            <w:tcW w:w="2112" w:type="pct"/>
          </w:tcPr>
          <w:p w14:paraId="56F144C6" w14:textId="77777777" w:rsidR="00F07CA1" w:rsidRDefault="00E030C1">
            <w:pPr>
              <w:pStyle w:val="Tabletext"/>
            </w:pPr>
            <w:r>
              <w:t>Fasteners</w:t>
            </w:r>
          </w:p>
        </w:tc>
        <w:tc>
          <w:tcPr>
            <w:tcW w:w="962" w:type="pct"/>
          </w:tcPr>
          <w:p w14:paraId="00E848AF" w14:textId="77777777" w:rsidR="00F07CA1" w:rsidRDefault="00F07CA1">
            <w:pPr>
              <w:pStyle w:val="Tabletext"/>
            </w:pPr>
          </w:p>
        </w:tc>
        <w:tc>
          <w:tcPr>
            <w:tcW w:w="963" w:type="pct"/>
          </w:tcPr>
          <w:p w14:paraId="6A391280" w14:textId="77777777" w:rsidR="00F07CA1" w:rsidRDefault="00F07CA1">
            <w:pPr>
              <w:pStyle w:val="Tabletext"/>
            </w:pPr>
          </w:p>
        </w:tc>
        <w:tc>
          <w:tcPr>
            <w:tcW w:w="963" w:type="pct"/>
          </w:tcPr>
          <w:p w14:paraId="2A87A9CB" w14:textId="77777777" w:rsidR="00F07CA1" w:rsidRDefault="00F07CA1">
            <w:pPr>
              <w:pStyle w:val="Tabletext"/>
            </w:pPr>
          </w:p>
        </w:tc>
      </w:tr>
    </w:tbl>
    <w:p w14:paraId="0908F22D" w14:textId="77777777" w:rsidR="00F07CA1" w:rsidRDefault="00E030C1">
      <w:r>
        <w:t> </w:t>
      </w:r>
    </w:p>
    <w:p w14:paraId="373F680A" w14:textId="77777777" w:rsidR="00F07CA1" w:rsidRDefault="00E030C1">
      <w:pPr>
        <w:pStyle w:val="Instructions"/>
      </w:pPr>
      <w:r>
        <w:t>The codes in the header row of the schedule designate each application or location of the item scheduled. Edit the codes to match those in other contract documents.</w:t>
      </w:r>
    </w:p>
    <w:p w14:paraId="16870A3F" w14:textId="77777777" w:rsidR="00F07CA1" w:rsidRDefault="00E030C1">
      <w:pPr>
        <w:pStyle w:val="Instructions"/>
      </w:pPr>
      <w:r>
        <w:t>Product: Nominate a proprietary system or product and edit schedule to suit.</w:t>
      </w:r>
    </w:p>
    <w:p w14:paraId="55A0D8B8" w14:textId="77777777" w:rsidR="00F07CA1" w:rsidRDefault="00E030C1">
      <w:pPr>
        <w:pStyle w:val="Instructions"/>
      </w:pPr>
      <w:r>
        <w:t>Fixing system: Nominate associated fixing system as documented on the drawings, e.g. direct fix, ventilated /rainscreen, flat stick method, fixed cassette system, hanging method.</w:t>
      </w:r>
    </w:p>
    <w:p w14:paraId="16A6EFC6" w14:textId="77777777" w:rsidR="00F07CA1" w:rsidRDefault="00E030C1">
      <w:pPr>
        <w:pStyle w:val="Instructions"/>
      </w:pPr>
      <w:r>
        <w:t>Skin material: e.g. Timber veneer, Aluminium, Steel, Zinc or High pressure laminate (HPL).</w:t>
      </w:r>
    </w:p>
    <w:p w14:paraId="1D494C1C" w14:textId="77777777" w:rsidR="00F07CA1" w:rsidRDefault="00E030C1">
      <w:pPr>
        <w:pStyle w:val="Instructions"/>
      </w:pPr>
      <w:r>
        <w:t>Core material: e.g. Expanded polystyrene (EPS), Rigid polyurethane (PUR), Rigid polyisocyanurate (PIR), Low density polyethylene (LDPE), Mineral fibre, etc. See also BCA (2022) Spec 7 for related material on fire hazard properties of linings, materials and assemblies and NATSPEC TECHnote DES 020 on fire behaviour of building materials and assemblies.</w:t>
      </w:r>
    </w:p>
    <w:p w14:paraId="1FF98519" w14:textId="77777777" w:rsidR="00F07CA1" w:rsidRDefault="00E030C1">
      <w:pPr>
        <w:pStyle w:val="Instructions"/>
      </w:pPr>
      <w:r>
        <w:t>Surface finish: e.g. Anodised, Polyester powder coated, Polyvinylidene fluoride (PVDF), Fluoroethylene monomer vinyl ether monomer (FEVE).</w:t>
      </w:r>
    </w:p>
    <w:p w14:paraId="4273C907" w14:textId="77777777" w:rsidR="00F07CA1" w:rsidRDefault="00E030C1">
      <w:pPr>
        <w:pStyle w:val="Instructions"/>
      </w:pPr>
      <w:r>
        <w:t>Panel edge treatment: e.g. Folded, as documented on the drawings.</w:t>
      </w:r>
    </w:p>
    <w:p w14:paraId="6EF3ED2D" w14:textId="77777777" w:rsidR="00F07CA1" w:rsidRDefault="00E030C1">
      <w:pPr>
        <w:pStyle w:val="Instructions"/>
      </w:pPr>
      <w:r>
        <w:t>Panel joint: e.g. Interlocking, Mineral fibre edge strip.</w:t>
      </w:r>
    </w:p>
    <w:p w14:paraId="1EDEDD2C" w14:textId="77777777" w:rsidR="00F07CA1" w:rsidRDefault="00E030C1">
      <w:pPr>
        <w:pStyle w:val="Instructions"/>
      </w:pPr>
      <w:r>
        <w:t>Control joint width (mm): Consult manufacturer.</w:t>
      </w:r>
    </w:p>
    <w:p w14:paraId="66D7A458" w14:textId="77777777" w:rsidR="00F07CA1" w:rsidRDefault="00E030C1">
      <w:pPr>
        <w:pStyle w:val="Instructions"/>
      </w:pPr>
      <w:r>
        <w:t>Trim: e.g. Proprietary accessories for sills, reveals or corner returns.</w:t>
      </w:r>
    </w:p>
    <w:p w14:paraId="79C8A91E"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220CEC58" w14:textId="77777777" w:rsidR="00F07CA1" w:rsidRDefault="00E030C1">
      <w:pPr>
        <w:pStyle w:val="Instructions"/>
      </w:pPr>
      <w:r>
        <w:t>Fasteners: e.g. Concealed or Pierced, Crest or Valley.</w:t>
      </w:r>
    </w:p>
    <w:p w14:paraId="64D3BCF7" w14:textId="77777777" w:rsidR="00F07CA1" w:rsidRDefault="00E030C1">
      <w:pPr>
        <w:pStyle w:val="Heading4"/>
      </w:pPr>
      <w:bookmarkStart w:id="425" w:name="h-31_13078-52"/>
      <w:bookmarkStart w:id="426" w:name="f-31_13078-52"/>
      <w:bookmarkStart w:id="427" w:name="f-13253-10"/>
      <w:bookmarkEnd w:id="423"/>
      <w:bookmarkEnd w:id="424"/>
      <w:r>
        <w:t>CFC sheet cladding schedule</w:t>
      </w:r>
      <w:bookmarkEnd w:id="425"/>
    </w:p>
    <w:tbl>
      <w:tblPr>
        <w:tblStyle w:val="NATSPECTable"/>
        <w:tblW w:w="5000" w:type="pct"/>
        <w:tblLook w:val="0620" w:firstRow="1" w:lastRow="0" w:firstColumn="0" w:lastColumn="0" w:noHBand="1" w:noVBand="1"/>
      </w:tblPr>
      <w:tblGrid>
        <w:gridCol w:w="3866"/>
        <w:gridCol w:w="1761"/>
        <w:gridCol w:w="1762"/>
        <w:gridCol w:w="1762"/>
      </w:tblGrid>
      <w:tr w:rsidR="00F07CA1" w14:paraId="5D3D42C1" w14:textId="77777777" w:rsidTr="00E030C1">
        <w:trPr>
          <w:tblHeader/>
        </w:trPr>
        <w:tc>
          <w:tcPr>
            <w:tcW w:w="2112" w:type="pct"/>
          </w:tcPr>
          <w:p w14:paraId="2A053722" w14:textId="77777777" w:rsidR="00F07CA1" w:rsidRDefault="00F07CA1">
            <w:pPr>
              <w:pStyle w:val="Tabletitle"/>
            </w:pPr>
          </w:p>
        </w:tc>
        <w:tc>
          <w:tcPr>
            <w:tcW w:w="962" w:type="pct"/>
          </w:tcPr>
          <w:p w14:paraId="2520E04E" w14:textId="77777777" w:rsidR="00F07CA1" w:rsidRDefault="00E030C1">
            <w:pPr>
              <w:pStyle w:val="Tabletitle"/>
            </w:pPr>
            <w:r>
              <w:t>A</w:t>
            </w:r>
          </w:p>
        </w:tc>
        <w:tc>
          <w:tcPr>
            <w:tcW w:w="963" w:type="pct"/>
          </w:tcPr>
          <w:p w14:paraId="7949D8B7" w14:textId="77777777" w:rsidR="00F07CA1" w:rsidRDefault="00E030C1">
            <w:pPr>
              <w:pStyle w:val="Tabletitle"/>
            </w:pPr>
            <w:r>
              <w:t>B</w:t>
            </w:r>
          </w:p>
        </w:tc>
        <w:tc>
          <w:tcPr>
            <w:tcW w:w="963" w:type="pct"/>
          </w:tcPr>
          <w:p w14:paraId="210BD028" w14:textId="77777777" w:rsidR="00F07CA1" w:rsidRDefault="00E030C1">
            <w:pPr>
              <w:pStyle w:val="Tabletitle"/>
            </w:pPr>
            <w:r>
              <w:t>C</w:t>
            </w:r>
          </w:p>
        </w:tc>
      </w:tr>
      <w:tr w:rsidR="00F07CA1" w14:paraId="5EE625EB" w14:textId="77777777" w:rsidTr="00E030C1">
        <w:tc>
          <w:tcPr>
            <w:tcW w:w="2112" w:type="pct"/>
          </w:tcPr>
          <w:p w14:paraId="1236D71C" w14:textId="77777777" w:rsidR="00F07CA1" w:rsidRDefault="00E030C1">
            <w:pPr>
              <w:pStyle w:val="Tabletext"/>
            </w:pPr>
            <w:r>
              <w:t>Product</w:t>
            </w:r>
          </w:p>
        </w:tc>
        <w:tc>
          <w:tcPr>
            <w:tcW w:w="962" w:type="pct"/>
          </w:tcPr>
          <w:p w14:paraId="5CE6FD59" w14:textId="77777777" w:rsidR="00F07CA1" w:rsidRDefault="00F07CA1">
            <w:pPr>
              <w:pStyle w:val="Tabletext"/>
            </w:pPr>
          </w:p>
        </w:tc>
        <w:tc>
          <w:tcPr>
            <w:tcW w:w="963" w:type="pct"/>
          </w:tcPr>
          <w:p w14:paraId="249237AB" w14:textId="77777777" w:rsidR="00F07CA1" w:rsidRDefault="00F07CA1">
            <w:pPr>
              <w:pStyle w:val="Tabletext"/>
            </w:pPr>
          </w:p>
        </w:tc>
        <w:tc>
          <w:tcPr>
            <w:tcW w:w="963" w:type="pct"/>
          </w:tcPr>
          <w:p w14:paraId="186E6A06" w14:textId="77777777" w:rsidR="00F07CA1" w:rsidRDefault="00F07CA1">
            <w:pPr>
              <w:pStyle w:val="Tabletext"/>
            </w:pPr>
          </w:p>
        </w:tc>
      </w:tr>
      <w:tr w:rsidR="00F07CA1" w14:paraId="679CBDB7" w14:textId="77777777" w:rsidTr="00E030C1">
        <w:tc>
          <w:tcPr>
            <w:tcW w:w="2112" w:type="pct"/>
          </w:tcPr>
          <w:p w14:paraId="3E499BFC" w14:textId="77777777" w:rsidR="00F07CA1" w:rsidRDefault="00E030C1">
            <w:pPr>
              <w:pStyle w:val="Tabletext"/>
            </w:pPr>
            <w:r>
              <w:t>Fixing system</w:t>
            </w:r>
          </w:p>
        </w:tc>
        <w:tc>
          <w:tcPr>
            <w:tcW w:w="962" w:type="pct"/>
          </w:tcPr>
          <w:p w14:paraId="28F1F6CD" w14:textId="77777777" w:rsidR="00F07CA1" w:rsidRDefault="00F07CA1">
            <w:pPr>
              <w:pStyle w:val="Tabletext"/>
            </w:pPr>
          </w:p>
        </w:tc>
        <w:tc>
          <w:tcPr>
            <w:tcW w:w="963" w:type="pct"/>
          </w:tcPr>
          <w:p w14:paraId="6595F1A9" w14:textId="77777777" w:rsidR="00F07CA1" w:rsidRDefault="00F07CA1">
            <w:pPr>
              <w:pStyle w:val="Tabletext"/>
            </w:pPr>
          </w:p>
        </w:tc>
        <w:tc>
          <w:tcPr>
            <w:tcW w:w="963" w:type="pct"/>
          </w:tcPr>
          <w:p w14:paraId="4464BC68" w14:textId="77777777" w:rsidR="00F07CA1" w:rsidRDefault="00F07CA1">
            <w:pPr>
              <w:pStyle w:val="Tabletext"/>
            </w:pPr>
          </w:p>
        </w:tc>
      </w:tr>
      <w:tr w:rsidR="00F07CA1" w14:paraId="36F1D8DF" w14:textId="77777777" w:rsidTr="00E030C1">
        <w:tc>
          <w:tcPr>
            <w:tcW w:w="2112" w:type="pct"/>
          </w:tcPr>
          <w:p w14:paraId="032710D1" w14:textId="77777777" w:rsidR="00F07CA1" w:rsidRDefault="00E030C1">
            <w:pPr>
              <w:pStyle w:val="Tabletext"/>
            </w:pPr>
            <w:r>
              <w:t>Thickness (mm)</w:t>
            </w:r>
          </w:p>
        </w:tc>
        <w:tc>
          <w:tcPr>
            <w:tcW w:w="962" w:type="pct"/>
          </w:tcPr>
          <w:p w14:paraId="0CBCD4A8" w14:textId="77777777" w:rsidR="00F07CA1" w:rsidRDefault="00F07CA1">
            <w:pPr>
              <w:pStyle w:val="Tabletext"/>
            </w:pPr>
          </w:p>
        </w:tc>
        <w:tc>
          <w:tcPr>
            <w:tcW w:w="963" w:type="pct"/>
          </w:tcPr>
          <w:p w14:paraId="4336E363" w14:textId="77777777" w:rsidR="00F07CA1" w:rsidRDefault="00F07CA1">
            <w:pPr>
              <w:pStyle w:val="Tabletext"/>
            </w:pPr>
          </w:p>
        </w:tc>
        <w:tc>
          <w:tcPr>
            <w:tcW w:w="963" w:type="pct"/>
          </w:tcPr>
          <w:p w14:paraId="2BBE19D5" w14:textId="77777777" w:rsidR="00F07CA1" w:rsidRDefault="00F07CA1">
            <w:pPr>
              <w:pStyle w:val="Tabletext"/>
            </w:pPr>
          </w:p>
        </w:tc>
      </w:tr>
      <w:tr w:rsidR="00F07CA1" w14:paraId="38A9D06D" w14:textId="77777777" w:rsidTr="00E030C1">
        <w:tc>
          <w:tcPr>
            <w:tcW w:w="2112" w:type="pct"/>
          </w:tcPr>
          <w:p w14:paraId="7719AA57" w14:textId="77777777" w:rsidR="00F07CA1" w:rsidRDefault="00E030C1">
            <w:pPr>
              <w:pStyle w:val="Tabletext"/>
            </w:pPr>
            <w:r>
              <w:t>Length (mm)</w:t>
            </w:r>
          </w:p>
        </w:tc>
        <w:tc>
          <w:tcPr>
            <w:tcW w:w="962" w:type="pct"/>
          </w:tcPr>
          <w:p w14:paraId="2EA8C8D0" w14:textId="77777777" w:rsidR="00F07CA1" w:rsidRDefault="00F07CA1">
            <w:pPr>
              <w:pStyle w:val="Tabletext"/>
            </w:pPr>
          </w:p>
        </w:tc>
        <w:tc>
          <w:tcPr>
            <w:tcW w:w="963" w:type="pct"/>
          </w:tcPr>
          <w:p w14:paraId="1C2C9B1F" w14:textId="77777777" w:rsidR="00F07CA1" w:rsidRDefault="00F07CA1">
            <w:pPr>
              <w:pStyle w:val="Tabletext"/>
            </w:pPr>
          </w:p>
        </w:tc>
        <w:tc>
          <w:tcPr>
            <w:tcW w:w="963" w:type="pct"/>
          </w:tcPr>
          <w:p w14:paraId="7647B9A4" w14:textId="77777777" w:rsidR="00F07CA1" w:rsidRDefault="00F07CA1">
            <w:pPr>
              <w:pStyle w:val="Tabletext"/>
            </w:pPr>
          </w:p>
        </w:tc>
      </w:tr>
      <w:tr w:rsidR="00F07CA1" w14:paraId="214D35FD" w14:textId="77777777" w:rsidTr="00E030C1">
        <w:tc>
          <w:tcPr>
            <w:tcW w:w="2112" w:type="pct"/>
          </w:tcPr>
          <w:p w14:paraId="65ADA536" w14:textId="77777777" w:rsidR="00F07CA1" w:rsidRDefault="00E030C1">
            <w:pPr>
              <w:pStyle w:val="Tabletext"/>
            </w:pPr>
            <w:r>
              <w:t>Width (mm)</w:t>
            </w:r>
          </w:p>
        </w:tc>
        <w:tc>
          <w:tcPr>
            <w:tcW w:w="962" w:type="pct"/>
          </w:tcPr>
          <w:p w14:paraId="51A7EA9F" w14:textId="77777777" w:rsidR="00F07CA1" w:rsidRDefault="00F07CA1">
            <w:pPr>
              <w:pStyle w:val="Tabletext"/>
            </w:pPr>
          </w:p>
        </w:tc>
        <w:tc>
          <w:tcPr>
            <w:tcW w:w="963" w:type="pct"/>
          </w:tcPr>
          <w:p w14:paraId="31E0C615" w14:textId="77777777" w:rsidR="00F07CA1" w:rsidRDefault="00F07CA1">
            <w:pPr>
              <w:pStyle w:val="Tabletext"/>
            </w:pPr>
          </w:p>
        </w:tc>
        <w:tc>
          <w:tcPr>
            <w:tcW w:w="963" w:type="pct"/>
          </w:tcPr>
          <w:p w14:paraId="171BD1D2" w14:textId="77777777" w:rsidR="00F07CA1" w:rsidRDefault="00F07CA1">
            <w:pPr>
              <w:pStyle w:val="Tabletext"/>
            </w:pPr>
          </w:p>
        </w:tc>
      </w:tr>
      <w:tr w:rsidR="00F07CA1" w14:paraId="34EDBFF8" w14:textId="77777777" w:rsidTr="00E030C1">
        <w:tc>
          <w:tcPr>
            <w:tcW w:w="2112" w:type="pct"/>
          </w:tcPr>
          <w:p w14:paraId="2A1CF671" w14:textId="77777777" w:rsidR="00F07CA1" w:rsidRDefault="00E030C1">
            <w:pPr>
              <w:pStyle w:val="Tabletext"/>
            </w:pPr>
            <w:r>
              <w:t>Finish</w:t>
            </w:r>
          </w:p>
        </w:tc>
        <w:tc>
          <w:tcPr>
            <w:tcW w:w="962" w:type="pct"/>
          </w:tcPr>
          <w:p w14:paraId="34270420" w14:textId="77777777" w:rsidR="00F07CA1" w:rsidRDefault="00F07CA1">
            <w:pPr>
              <w:pStyle w:val="Tabletext"/>
            </w:pPr>
          </w:p>
        </w:tc>
        <w:tc>
          <w:tcPr>
            <w:tcW w:w="963" w:type="pct"/>
          </w:tcPr>
          <w:p w14:paraId="57D60682" w14:textId="77777777" w:rsidR="00F07CA1" w:rsidRDefault="00F07CA1">
            <w:pPr>
              <w:pStyle w:val="Tabletext"/>
            </w:pPr>
          </w:p>
        </w:tc>
        <w:tc>
          <w:tcPr>
            <w:tcW w:w="963" w:type="pct"/>
          </w:tcPr>
          <w:p w14:paraId="48C47C9F" w14:textId="77777777" w:rsidR="00F07CA1" w:rsidRDefault="00F07CA1">
            <w:pPr>
              <w:pStyle w:val="Tabletext"/>
            </w:pPr>
          </w:p>
        </w:tc>
      </w:tr>
      <w:tr w:rsidR="00F07CA1" w14:paraId="3C60F77E" w14:textId="77777777" w:rsidTr="00E030C1">
        <w:tc>
          <w:tcPr>
            <w:tcW w:w="2112" w:type="pct"/>
          </w:tcPr>
          <w:p w14:paraId="1FEA6FA0" w14:textId="77777777" w:rsidR="00F07CA1" w:rsidRDefault="00E030C1">
            <w:pPr>
              <w:pStyle w:val="Tabletext"/>
            </w:pPr>
            <w:r>
              <w:t>Colour</w:t>
            </w:r>
          </w:p>
        </w:tc>
        <w:tc>
          <w:tcPr>
            <w:tcW w:w="962" w:type="pct"/>
          </w:tcPr>
          <w:p w14:paraId="7FC9217E" w14:textId="77777777" w:rsidR="00F07CA1" w:rsidRDefault="00F07CA1">
            <w:pPr>
              <w:pStyle w:val="Tabletext"/>
            </w:pPr>
          </w:p>
        </w:tc>
        <w:tc>
          <w:tcPr>
            <w:tcW w:w="963" w:type="pct"/>
          </w:tcPr>
          <w:p w14:paraId="6216CCD7" w14:textId="77777777" w:rsidR="00F07CA1" w:rsidRDefault="00F07CA1">
            <w:pPr>
              <w:pStyle w:val="Tabletext"/>
            </w:pPr>
          </w:p>
        </w:tc>
        <w:tc>
          <w:tcPr>
            <w:tcW w:w="963" w:type="pct"/>
          </w:tcPr>
          <w:p w14:paraId="1FBD4DDE" w14:textId="77777777" w:rsidR="00F07CA1" w:rsidRDefault="00F07CA1">
            <w:pPr>
              <w:pStyle w:val="Tabletext"/>
            </w:pPr>
          </w:p>
        </w:tc>
      </w:tr>
      <w:tr w:rsidR="00F07CA1" w14:paraId="5E729A54" w14:textId="77777777" w:rsidTr="00E030C1">
        <w:tc>
          <w:tcPr>
            <w:tcW w:w="2112" w:type="pct"/>
          </w:tcPr>
          <w:p w14:paraId="6F037F4D" w14:textId="77777777" w:rsidR="00F07CA1" w:rsidRDefault="00E030C1">
            <w:pPr>
              <w:pStyle w:val="Tabletext"/>
            </w:pPr>
            <w:r>
              <w:t>Joints</w:t>
            </w:r>
          </w:p>
        </w:tc>
        <w:tc>
          <w:tcPr>
            <w:tcW w:w="962" w:type="pct"/>
          </w:tcPr>
          <w:p w14:paraId="7437A7B4" w14:textId="77777777" w:rsidR="00F07CA1" w:rsidRDefault="00F07CA1">
            <w:pPr>
              <w:pStyle w:val="Tabletext"/>
            </w:pPr>
          </w:p>
        </w:tc>
        <w:tc>
          <w:tcPr>
            <w:tcW w:w="963" w:type="pct"/>
          </w:tcPr>
          <w:p w14:paraId="1629929D" w14:textId="77777777" w:rsidR="00F07CA1" w:rsidRDefault="00F07CA1">
            <w:pPr>
              <w:pStyle w:val="Tabletext"/>
            </w:pPr>
          </w:p>
        </w:tc>
        <w:tc>
          <w:tcPr>
            <w:tcW w:w="963" w:type="pct"/>
          </w:tcPr>
          <w:p w14:paraId="53EA4C01" w14:textId="77777777" w:rsidR="00F07CA1" w:rsidRDefault="00F07CA1">
            <w:pPr>
              <w:pStyle w:val="Tabletext"/>
            </w:pPr>
          </w:p>
        </w:tc>
      </w:tr>
      <w:tr w:rsidR="00F07CA1" w14:paraId="4588387C" w14:textId="77777777" w:rsidTr="00E030C1">
        <w:tc>
          <w:tcPr>
            <w:tcW w:w="2112" w:type="pct"/>
          </w:tcPr>
          <w:p w14:paraId="6D976BCB" w14:textId="77777777" w:rsidR="00F07CA1" w:rsidRDefault="00E030C1">
            <w:pPr>
              <w:pStyle w:val="Tabletext"/>
            </w:pPr>
            <w:r>
              <w:t>Panel edge treatment</w:t>
            </w:r>
          </w:p>
        </w:tc>
        <w:tc>
          <w:tcPr>
            <w:tcW w:w="962" w:type="pct"/>
          </w:tcPr>
          <w:p w14:paraId="650F3E6F" w14:textId="77777777" w:rsidR="00F07CA1" w:rsidRDefault="00F07CA1">
            <w:pPr>
              <w:pStyle w:val="Tabletext"/>
            </w:pPr>
          </w:p>
        </w:tc>
        <w:tc>
          <w:tcPr>
            <w:tcW w:w="963" w:type="pct"/>
          </w:tcPr>
          <w:p w14:paraId="14DB138D" w14:textId="77777777" w:rsidR="00F07CA1" w:rsidRDefault="00F07CA1">
            <w:pPr>
              <w:pStyle w:val="Tabletext"/>
            </w:pPr>
          </w:p>
        </w:tc>
        <w:tc>
          <w:tcPr>
            <w:tcW w:w="963" w:type="pct"/>
          </w:tcPr>
          <w:p w14:paraId="3389B8ED" w14:textId="77777777" w:rsidR="00F07CA1" w:rsidRDefault="00F07CA1">
            <w:pPr>
              <w:pStyle w:val="Tabletext"/>
            </w:pPr>
          </w:p>
        </w:tc>
      </w:tr>
      <w:tr w:rsidR="00F07CA1" w14:paraId="7AC70702" w14:textId="77777777" w:rsidTr="00E030C1">
        <w:tc>
          <w:tcPr>
            <w:tcW w:w="2112" w:type="pct"/>
          </w:tcPr>
          <w:p w14:paraId="15EBC577" w14:textId="77777777" w:rsidR="00F07CA1" w:rsidRDefault="00E030C1">
            <w:pPr>
              <w:pStyle w:val="Tabletext"/>
            </w:pPr>
            <w:r>
              <w:t>Corners</w:t>
            </w:r>
          </w:p>
        </w:tc>
        <w:tc>
          <w:tcPr>
            <w:tcW w:w="962" w:type="pct"/>
          </w:tcPr>
          <w:p w14:paraId="11032699" w14:textId="77777777" w:rsidR="00F07CA1" w:rsidRDefault="00F07CA1">
            <w:pPr>
              <w:pStyle w:val="Tabletext"/>
            </w:pPr>
          </w:p>
        </w:tc>
        <w:tc>
          <w:tcPr>
            <w:tcW w:w="963" w:type="pct"/>
          </w:tcPr>
          <w:p w14:paraId="40EC702F" w14:textId="77777777" w:rsidR="00F07CA1" w:rsidRDefault="00F07CA1">
            <w:pPr>
              <w:pStyle w:val="Tabletext"/>
            </w:pPr>
          </w:p>
        </w:tc>
        <w:tc>
          <w:tcPr>
            <w:tcW w:w="963" w:type="pct"/>
          </w:tcPr>
          <w:p w14:paraId="4998822E" w14:textId="77777777" w:rsidR="00F07CA1" w:rsidRDefault="00F07CA1">
            <w:pPr>
              <w:pStyle w:val="Tabletext"/>
            </w:pPr>
          </w:p>
        </w:tc>
      </w:tr>
      <w:tr w:rsidR="00F07CA1" w14:paraId="7B581C6C" w14:textId="77777777" w:rsidTr="00E030C1">
        <w:tc>
          <w:tcPr>
            <w:tcW w:w="2112" w:type="pct"/>
          </w:tcPr>
          <w:p w14:paraId="4064D1EF" w14:textId="77777777" w:rsidR="00F07CA1" w:rsidRDefault="00E030C1">
            <w:pPr>
              <w:pStyle w:val="Tabletext"/>
            </w:pPr>
            <w:r>
              <w:t>Soffit lining perforations</w:t>
            </w:r>
          </w:p>
        </w:tc>
        <w:tc>
          <w:tcPr>
            <w:tcW w:w="962" w:type="pct"/>
          </w:tcPr>
          <w:p w14:paraId="76D6A18D" w14:textId="77777777" w:rsidR="00F07CA1" w:rsidRDefault="00F07CA1">
            <w:pPr>
              <w:pStyle w:val="Tabletext"/>
            </w:pPr>
          </w:p>
        </w:tc>
        <w:tc>
          <w:tcPr>
            <w:tcW w:w="963" w:type="pct"/>
          </w:tcPr>
          <w:p w14:paraId="2300955C" w14:textId="77777777" w:rsidR="00F07CA1" w:rsidRDefault="00F07CA1">
            <w:pPr>
              <w:pStyle w:val="Tabletext"/>
            </w:pPr>
          </w:p>
        </w:tc>
        <w:tc>
          <w:tcPr>
            <w:tcW w:w="963" w:type="pct"/>
          </w:tcPr>
          <w:p w14:paraId="686EBD11" w14:textId="77777777" w:rsidR="00F07CA1" w:rsidRDefault="00F07CA1">
            <w:pPr>
              <w:pStyle w:val="Tabletext"/>
            </w:pPr>
          </w:p>
        </w:tc>
      </w:tr>
      <w:tr w:rsidR="00F07CA1" w14:paraId="02B44E0F" w14:textId="77777777" w:rsidTr="00E030C1">
        <w:tc>
          <w:tcPr>
            <w:tcW w:w="2112" w:type="pct"/>
          </w:tcPr>
          <w:p w14:paraId="7E4766F9" w14:textId="77777777" w:rsidR="00F07CA1" w:rsidRDefault="00E030C1">
            <w:pPr>
              <w:pStyle w:val="Tabletext"/>
            </w:pPr>
            <w:r>
              <w:t>Trim</w:t>
            </w:r>
          </w:p>
        </w:tc>
        <w:tc>
          <w:tcPr>
            <w:tcW w:w="962" w:type="pct"/>
          </w:tcPr>
          <w:p w14:paraId="14465585" w14:textId="77777777" w:rsidR="00F07CA1" w:rsidRDefault="00F07CA1">
            <w:pPr>
              <w:pStyle w:val="Tabletext"/>
            </w:pPr>
          </w:p>
        </w:tc>
        <w:tc>
          <w:tcPr>
            <w:tcW w:w="963" w:type="pct"/>
          </w:tcPr>
          <w:p w14:paraId="694B9AEB" w14:textId="77777777" w:rsidR="00F07CA1" w:rsidRDefault="00F07CA1">
            <w:pPr>
              <w:pStyle w:val="Tabletext"/>
            </w:pPr>
          </w:p>
        </w:tc>
        <w:tc>
          <w:tcPr>
            <w:tcW w:w="963" w:type="pct"/>
          </w:tcPr>
          <w:p w14:paraId="14830DC7" w14:textId="77777777" w:rsidR="00F07CA1" w:rsidRDefault="00F07CA1">
            <w:pPr>
              <w:pStyle w:val="Tabletext"/>
            </w:pPr>
          </w:p>
        </w:tc>
      </w:tr>
      <w:tr w:rsidR="00F07CA1" w14:paraId="5B270ABB" w14:textId="77777777" w:rsidTr="00E030C1">
        <w:tc>
          <w:tcPr>
            <w:tcW w:w="2112" w:type="pct"/>
          </w:tcPr>
          <w:p w14:paraId="5A2342DB" w14:textId="77777777" w:rsidR="00F07CA1" w:rsidRDefault="00E030C1">
            <w:pPr>
              <w:pStyle w:val="Tabletext"/>
            </w:pPr>
            <w:r>
              <w:t>Control joint width (mm)</w:t>
            </w:r>
          </w:p>
        </w:tc>
        <w:tc>
          <w:tcPr>
            <w:tcW w:w="962" w:type="pct"/>
          </w:tcPr>
          <w:p w14:paraId="15C8A840" w14:textId="77777777" w:rsidR="00F07CA1" w:rsidRDefault="00F07CA1">
            <w:pPr>
              <w:pStyle w:val="Tabletext"/>
            </w:pPr>
          </w:p>
        </w:tc>
        <w:tc>
          <w:tcPr>
            <w:tcW w:w="963" w:type="pct"/>
          </w:tcPr>
          <w:p w14:paraId="4DEB5DD1" w14:textId="77777777" w:rsidR="00F07CA1" w:rsidRDefault="00F07CA1">
            <w:pPr>
              <w:pStyle w:val="Tabletext"/>
            </w:pPr>
          </w:p>
        </w:tc>
        <w:tc>
          <w:tcPr>
            <w:tcW w:w="963" w:type="pct"/>
          </w:tcPr>
          <w:p w14:paraId="597AE81A" w14:textId="77777777" w:rsidR="00F07CA1" w:rsidRDefault="00F07CA1">
            <w:pPr>
              <w:pStyle w:val="Tabletext"/>
            </w:pPr>
          </w:p>
        </w:tc>
      </w:tr>
      <w:tr w:rsidR="00F07CA1" w14:paraId="68D55548" w14:textId="77777777" w:rsidTr="00E030C1">
        <w:tc>
          <w:tcPr>
            <w:tcW w:w="2112" w:type="pct"/>
          </w:tcPr>
          <w:p w14:paraId="03D3873F" w14:textId="77777777" w:rsidR="00F07CA1" w:rsidRDefault="00E030C1">
            <w:pPr>
              <w:pStyle w:val="Tabletext"/>
            </w:pPr>
            <w:r>
              <w:t>Flashings and cappings</w:t>
            </w:r>
          </w:p>
        </w:tc>
        <w:tc>
          <w:tcPr>
            <w:tcW w:w="962" w:type="pct"/>
          </w:tcPr>
          <w:p w14:paraId="64F83129" w14:textId="77777777" w:rsidR="00F07CA1" w:rsidRDefault="00F07CA1">
            <w:pPr>
              <w:pStyle w:val="Tabletext"/>
            </w:pPr>
          </w:p>
        </w:tc>
        <w:tc>
          <w:tcPr>
            <w:tcW w:w="963" w:type="pct"/>
          </w:tcPr>
          <w:p w14:paraId="2082D15B" w14:textId="77777777" w:rsidR="00F07CA1" w:rsidRDefault="00F07CA1">
            <w:pPr>
              <w:pStyle w:val="Tabletext"/>
            </w:pPr>
          </w:p>
        </w:tc>
        <w:tc>
          <w:tcPr>
            <w:tcW w:w="963" w:type="pct"/>
          </w:tcPr>
          <w:p w14:paraId="55A65345" w14:textId="77777777" w:rsidR="00F07CA1" w:rsidRDefault="00F07CA1">
            <w:pPr>
              <w:pStyle w:val="Tabletext"/>
            </w:pPr>
          </w:p>
        </w:tc>
      </w:tr>
      <w:tr w:rsidR="00F07CA1" w14:paraId="5921910F" w14:textId="77777777" w:rsidTr="00E030C1">
        <w:tc>
          <w:tcPr>
            <w:tcW w:w="2112" w:type="pct"/>
          </w:tcPr>
          <w:p w14:paraId="5B35957A" w14:textId="77777777" w:rsidR="00F07CA1" w:rsidRDefault="00E030C1">
            <w:pPr>
              <w:pStyle w:val="Tabletext"/>
            </w:pPr>
            <w:r>
              <w:t>Fasteners</w:t>
            </w:r>
          </w:p>
        </w:tc>
        <w:tc>
          <w:tcPr>
            <w:tcW w:w="962" w:type="pct"/>
          </w:tcPr>
          <w:p w14:paraId="31B45FDC" w14:textId="77777777" w:rsidR="00F07CA1" w:rsidRDefault="00F07CA1">
            <w:pPr>
              <w:pStyle w:val="Tabletext"/>
            </w:pPr>
          </w:p>
        </w:tc>
        <w:tc>
          <w:tcPr>
            <w:tcW w:w="963" w:type="pct"/>
          </w:tcPr>
          <w:p w14:paraId="6FCE3C08" w14:textId="77777777" w:rsidR="00F07CA1" w:rsidRDefault="00F07CA1">
            <w:pPr>
              <w:pStyle w:val="Tabletext"/>
            </w:pPr>
          </w:p>
        </w:tc>
        <w:tc>
          <w:tcPr>
            <w:tcW w:w="963" w:type="pct"/>
          </w:tcPr>
          <w:p w14:paraId="55E1F930" w14:textId="77777777" w:rsidR="00F07CA1" w:rsidRDefault="00F07CA1">
            <w:pPr>
              <w:pStyle w:val="Tabletext"/>
            </w:pPr>
          </w:p>
        </w:tc>
      </w:tr>
    </w:tbl>
    <w:p w14:paraId="77C6D87E" w14:textId="77777777" w:rsidR="00F07CA1" w:rsidRDefault="00E030C1">
      <w:r>
        <w:t> </w:t>
      </w:r>
    </w:p>
    <w:p w14:paraId="226C5721" w14:textId="77777777" w:rsidR="00F07CA1" w:rsidRDefault="00E030C1">
      <w:pPr>
        <w:pStyle w:val="Instructions"/>
      </w:pPr>
      <w:r>
        <w:t>The codes in the header row of the schedule designate each application or location of the item scheduled. Edit the codes to match those in other contract documents.</w:t>
      </w:r>
    </w:p>
    <w:p w14:paraId="3157627C" w14:textId="77777777" w:rsidR="00F07CA1" w:rsidRDefault="00E030C1">
      <w:pPr>
        <w:pStyle w:val="Instructions"/>
      </w:pPr>
      <w:r>
        <w:t>Product: Nominate a proprietary system or product and edit schedule to suit. For flush-set systems; select the appropriate pre-primed sheets with recessed edges.</w:t>
      </w:r>
    </w:p>
    <w:p w14:paraId="0069EC31" w14:textId="77777777" w:rsidR="00F07CA1" w:rsidRDefault="00E030C1">
      <w:pPr>
        <w:pStyle w:val="Instructions"/>
      </w:pPr>
      <w:r>
        <w:t>Fixing system: e.g. Waterproof direct fix, top hat framing, ventilated cavity/rainscreen.</w:t>
      </w:r>
    </w:p>
    <w:p w14:paraId="7A96CFAA" w14:textId="77777777" w:rsidR="00F07CA1" w:rsidRDefault="00E030C1">
      <w:pPr>
        <w:pStyle w:val="Instructions"/>
      </w:pPr>
      <w:r>
        <w:lastRenderedPageBreak/>
        <w:t>Thickness (mm): 9 mm minimum depending on product selection.</w:t>
      </w:r>
    </w:p>
    <w:p w14:paraId="06A9B1FC" w14:textId="77777777" w:rsidR="00F07CA1" w:rsidRDefault="00E030C1">
      <w:pPr>
        <w:pStyle w:val="Instructions"/>
      </w:pPr>
      <w:r>
        <w:t xml:space="preserve">Finish: If prefinished, select from the manufacturer’s options, e.g. Two-pack fluoropolymer, and choose the colour. If site painted, refer to </w:t>
      </w:r>
      <w:r>
        <w:rPr>
          <w:i/>
        </w:rPr>
        <w:t>0671 Painting</w:t>
      </w:r>
      <w:r>
        <w:t xml:space="preserve"> or </w:t>
      </w:r>
      <w:r>
        <w:rPr>
          <w:i/>
        </w:rPr>
        <w:t>0672 Textured and membrane coatings</w:t>
      </w:r>
      <w:r>
        <w:t>.</w:t>
      </w:r>
    </w:p>
    <w:p w14:paraId="371DD0C3" w14:textId="77777777" w:rsidR="00F07CA1" w:rsidRDefault="00E030C1">
      <w:pPr>
        <w:pStyle w:val="Instructions"/>
      </w:pPr>
      <w:r>
        <w:t>Joints: If not shown on drawings. e.g. Set joint, Prefinished metal backing/joint strip, EPDM gasket, Sealant joint with backing rod, Painted frame with bond breaker.</w:t>
      </w:r>
    </w:p>
    <w:p w14:paraId="0DDE95DF" w14:textId="77777777" w:rsidR="00F07CA1" w:rsidRDefault="00E030C1">
      <w:pPr>
        <w:pStyle w:val="Instructions"/>
      </w:pPr>
      <w:r>
        <w:t>Panel edge treatment: e.g. Prefinished to match face.</w:t>
      </w:r>
    </w:p>
    <w:p w14:paraId="2F283500" w14:textId="77777777" w:rsidR="00F07CA1" w:rsidRDefault="00E030C1">
      <w:pPr>
        <w:pStyle w:val="Instructions"/>
      </w:pPr>
      <w:r>
        <w:t>Corners: If not shown on drawings. Select from Moulding (e.g. preformed shadow metal trim) or Butt jointed (taped and set).</w:t>
      </w:r>
    </w:p>
    <w:p w14:paraId="34860230" w14:textId="77777777" w:rsidR="00F07CA1" w:rsidRDefault="00E030C1">
      <w:pPr>
        <w:pStyle w:val="Instructions"/>
      </w:pPr>
      <w:r>
        <w:t>Soffit lining perforations: Nominate pattern, perforation percentage and diameter.</w:t>
      </w:r>
    </w:p>
    <w:p w14:paraId="140EC654" w14:textId="77777777" w:rsidR="00F07CA1" w:rsidRDefault="00E030C1">
      <w:pPr>
        <w:pStyle w:val="Instructions"/>
      </w:pPr>
      <w:r>
        <w:t>Trim: e.g. Proprietary accessories for sills, reveals or corner returns.</w:t>
      </w:r>
    </w:p>
    <w:p w14:paraId="15DB44A8"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17E5A718" w14:textId="77777777" w:rsidR="00F07CA1" w:rsidRDefault="00E030C1">
      <w:pPr>
        <w:pStyle w:val="Instructions"/>
      </w:pPr>
      <w:r>
        <w:t>Fasteners: e.g. Concealed or Pierced, Crest or Valley.</w:t>
      </w:r>
    </w:p>
    <w:p w14:paraId="6047F0D3" w14:textId="77777777" w:rsidR="00F07CA1" w:rsidRDefault="00E030C1">
      <w:pPr>
        <w:pStyle w:val="Heading4"/>
      </w:pPr>
      <w:bookmarkStart w:id="428" w:name="h-32_13078-53"/>
      <w:bookmarkStart w:id="429" w:name="f-32_13078-53"/>
      <w:bookmarkStart w:id="430" w:name="f-13253-11"/>
      <w:bookmarkEnd w:id="426"/>
      <w:bookmarkEnd w:id="427"/>
      <w:r>
        <w:t>EIFS cladding schedule</w:t>
      </w:r>
      <w:bookmarkEnd w:id="428"/>
    </w:p>
    <w:tbl>
      <w:tblPr>
        <w:tblStyle w:val="NATSPECTable"/>
        <w:tblW w:w="5000" w:type="pct"/>
        <w:tblLook w:val="0620" w:firstRow="1" w:lastRow="0" w:firstColumn="0" w:lastColumn="0" w:noHBand="1" w:noVBand="1"/>
      </w:tblPr>
      <w:tblGrid>
        <w:gridCol w:w="3866"/>
        <w:gridCol w:w="1761"/>
        <w:gridCol w:w="1762"/>
        <w:gridCol w:w="1762"/>
      </w:tblGrid>
      <w:tr w:rsidR="00F07CA1" w14:paraId="058C4F66" w14:textId="77777777" w:rsidTr="00E030C1">
        <w:trPr>
          <w:tblHeader/>
        </w:trPr>
        <w:tc>
          <w:tcPr>
            <w:tcW w:w="2112" w:type="pct"/>
          </w:tcPr>
          <w:p w14:paraId="42EEB5D4" w14:textId="77777777" w:rsidR="00F07CA1" w:rsidRDefault="00F07CA1">
            <w:pPr>
              <w:pStyle w:val="Tabletitle"/>
            </w:pPr>
          </w:p>
        </w:tc>
        <w:tc>
          <w:tcPr>
            <w:tcW w:w="962" w:type="pct"/>
          </w:tcPr>
          <w:p w14:paraId="5AC2646D" w14:textId="77777777" w:rsidR="00F07CA1" w:rsidRDefault="00E030C1">
            <w:pPr>
              <w:pStyle w:val="Tabletitle"/>
            </w:pPr>
            <w:r>
              <w:t>A</w:t>
            </w:r>
          </w:p>
        </w:tc>
        <w:tc>
          <w:tcPr>
            <w:tcW w:w="963" w:type="pct"/>
          </w:tcPr>
          <w:p w14:paraId="6E937E57" w14:textId="77777777" w:rsidR="00F07CA1" w:rsidRDefault="00E030C1">
            <w:pPr>
              <w:pStyle w:val="Tabletitle"/>
            </w:pPr>
            <w:r>
              <w:t>B</w:t>
            </w:r>
          </w:p>
        </w:tc>
        <w:tc>
          <w:tcPr>
            <w:tcW w:w="963" w:type="pct"/>
          </w:tcPr>
          <w:p w14:paraId="2B62BA28" w14:textId="77777777" w:rsidR="00F07CA1" w:rsidRDefault="00E030C1">
            <w:pPr>
              <w:pStyle w:val="Tabletitle"/>
            </w:pPr>
            <w:r>
              <w:t>C</w:t>
            </w:r>
          </w:p>
        </w:tc>
      </w:tr>
      <w:tr w:rsidR="00F07CA1" w14:paraId="28829207" w14:textId="77777777" w:rsidTr="00E030C1">
        <w:tc>
          <w:tcPr>
            <w:tcW w:w="2112" w:type="pct"/>
          </w:tcPr>
          <w:p w14:paraId="72CEBEBD" w14:textId="77777777" w:rsidR="00F07CA1" w:rsidRDefault="00E030C1">
            <w:pPr>
              <w:pStyle w:val="Tabletext"/>
            </w:pPr>
            <w:r>
              <w:t>Product</w:t>
            </w:r>
          </w:p>
        </w:tc>
        <w:tc>
          <w:tcPr>
            <w:tcW w:w="962" w:type="pct"/>
          </w:tcPr>
          <w:p w14:paraId="00784BD4" w14:textId="77777777" w:rsidR="00F07CA1" w:rsidRDefault="00F07CA1">
            <w:pPr>
              <w:pStyle w:val="Tabletext"/>
            </w:pPr>
          </w:p>
        </w:tc>
        <w:tc>
          <w:tcPr>
            <w:tcW w:w="963" w:type="pct"/>
          </w:tcPr>
          <w:p w14:paraId="2201BE89" w14:textId="77777777" w:rsidR="00F07CA1" w:rsidRDefault="00F07CA1">
            <w:pPr>
              <w:pStyle w:val="Tabletext"/>
            </w:pPr>
          </w:p>
        </w:tc>
        <w:tc>
          <w:tcPr>
            <w:tcW w:w="963" w:type="pct"/>
          </w:tcPr>
          <w:p w14:paraId="37F7624A" w14:textId="77777777" w:rsidR="00F07CA1" w:rsidRDefault="00F07CA1">
            <w:pPr>
              <w:pStyle w:val="Tabletext"/>
            </w:pPr>
          </w:p>
        </w:tc>
      </w:tr>
      <w:tr w:rsidR="00F07CA1" w14:paraId="15172557" w14:textId="77777777" w:rsidTr="00E030C1">
        <w:tc>
          <w:tcPr>
            <w:tcW w:w="2112" w:type="pct"/>
          </w:tcPr>
          <w:p w14:paraId="3428F04F" w14:textId="77777777" w:rsidR="00F07CA1" w:rsidRDefault="00E030C1">
            <w:pPr>
              <w:pStyle w:val="Tabletext"/>
            </w:pPr>
            <w:r>
              <w:t>Fixing system</w:t>
            </w:r>
          </w:p>
        </w:tc>
        <w:tc>
          <w:tcPr>
            <w:tcW w:w="962" w:type="pct"/>
          </w:tcPr>
          <w:p w14:paraId="2197D168" w14:textId="77777777" w:rsidR="00F07CA1" w:rsidRDefault="00F07CA1">
            <w:pPr>
              <w:pStyle w:val="Tabletext"/>
            </w:pPr>
          </w:p>
        </w:tc>
        <w:tc>
          <w:tcPr>
            <w:tcW w:w="963" w:type="pct"/>
          </w:tcPr>
          <w:p w14:paraId="584939ED" w14:textId="77777777" w:rsidR="00F07CA1" w:rsidRDefault="00F07CA1">
            <w:pPr>
              <w:pStyle w:val="Tabletext"/>
            </w:pPr>
          </w:p>
        </w:tc>
        <w:tc>
          <w:tcPr>
            <w:tcW w:w="963" w:type="pct"/>
          </w:tcPr>
          <w:p w14:paraId="0C402D51" w14:textId="77777777" w:rsidR="00F07CA1" w:rsidRDefault="00F07CA1">
            <w:pPr>
              <w:pStyle w:val="Tabletext"/>
            </w:pPr>
          </w:p>
        </w:tc>
      </w:tr>
      <w:tr w:rsidR="00F07CA1" w14:paraId="40B0180D" w14:textId="77777777" w:rsidTr="00E030C1">
        <w:tc>
          <w:tcPr>
            <w:tcW w:w="2112" w:type="pct"/>
          </w:tcPr>
          <w:p w14:paraId="340034D3" w14:textId="77777777" w:rsidR="00F07CA1" w:rsidRDefault="00E030C1">
            <w:pPr>
              <w:pStyle w:val="Tabletext"/>
            </w:pPr>
            <w:r>
              <w:t>Thickness (mm)</w:t>
            </w:r>
          </w:p>
        </w:tc>
        <w:tc>
          <w:tcPr>
            <w:tcW w:w="962" w:type="pct"/>
          </w:tcPr>
          <w:p w14:paraId="06F761AA" w14:textId="77777777" w:rsidR="00F07CA1" w:rsidRDefault="00F07CA1">
            <w:pPr>
              <w:pStyle w:val="Tabletext"/>
            </w:pPr>
          </w:p>
        </w:tc>
        <w:tc>
          <w:tcPr>
            <w:tcW w:w="963" w:type="pct"/>
          </w:tcPr>
          <w:p w14:paraId="5B6A7685" w14:textId="77777777" w:rsidR="00F07CA1" w:rsidRDefault="00F07CA1">
            <w:pPr>
              <w:pStyle w:val="Tabletext"/>
            </w:pPr>
          </w:p>
        </w:tc>
        <w:tc>
          <w:tcPr>
            <w:tcW w:w="963" w:type="pct"/>
          </w:tcPr>
          <w:p w14:paraId="1E51BC43" w14:textId="77777777" w:rsidR="00F07CA1" w:rsidRDefault="00F07CA1">
            <w:pPr>
              <w:pStyle w:val="Tabletext"/>
            </w:pPr>
          </w:p>
        </w:tc>
      </w:tr>
      <w:tr w:rsidR="00F07CA1" w14:paraId="007E2FCC" w14:textId="77777777" w:rsidTr="00E030C1">
        <w:tc>
          <w:tcPr>
            <w:tcW w:w="2112" w:type="pct"/>
          </w:tcPr>
          <w:p w14:paraId="3E979007" w14:textId="77777777" w:rsidR="00F07CA1" w:rsidRDefault="00E030C1">
            <w:pPr>
              <w:pStyle w:val="Tabletext"/>
            </w:pPr>
            <w:r>
              <w:t>Length (mm)</w:t>
            </w:r>
          </w:p>
        </w:tc>
        <w:tc>
          <w:tcPr>
            <w:tcW w:w="962" w:type="pct"/>
          </w:tcPr>
          <w:p w14:paraId="577D2632" w14:textId="77777777" w:rsidR="00F07CA1" w:rsidRDefault="00F07CA1">
            <w:pPr>
              <w:pStyle w:val="Tabletext"/>
            </w:pPr>
          </w:p>
        </w:tc>
        <w:tc>
          <w:tcPr>
            <w:tcW w:w="963" w:type="pct"/>
          </w:tcPr>
          <w:p w14:paraId="772F3B34" w14:textId="77777777" w:rsidR="00F07CA1" w:rsidRDefault="00F07CA1">
            <w:pPr>
              <w:pStyle w:val="Tabletext"/>
            </w:pPr>
          </w:p>
        </w:tc>
        <w:tc>
          <w:tcPr>
            <w:tcW w:w="963" w:type="pct"/>
          </w:tcPr>
          <w:p w14:paraId="69FF416F" w14:textId="77777777" w:rsidR="00F07CA1" w:rsidRDefault="00F07CA1">
            <w:pPr>
              <w:pStyle w:val="Tabletext"/>
            </w:pPr>
          </w:p>
        </w:tc>
      </w:tr>
      <w:tr w:rsidR="00F07CA1" w14:paraId="321729C7" w14:textId="77777777" w:rsidTr="00E030C1">
        <w:tc>
          <w:tcPr>
            <w:tcW w:w="2112" w:type="pct"/>
          </w:tcPr>
          <w:p w14:paraId="03FC4AE1" w14:textId="77777777" w:rsidR="00F07CA1" w:rsidRDefault="00E030C1">
            <w:pPr>
              <w:pStyle w:val="Tabletext"/>
            </w:pPr>
            <w:r>
              <w:t>Width (mm)</w:t>
            </w:r>
          </w:p>
        </w:tc>
        <w:tc>
          <w:tcPr>
            <w:tcW w:w="962" w:type="pct"/>
          </w:tcPr>
          <w:p w14:paraId="00D13BD6" w14:textId="77777777" w:rsidR="00F07CA1" w:rsidRDefault="00F07CA1">
            <w:pPr>
              <w:pStyle w:val="Tabletext"/>
            </w:pPr>
          </w:p>
        </w:tc>
        <w:tc>
          <w:tcPr>
            <w:tcW w:w="963" w:type="pct"/>
          </w:tcPr>
          <w:p w14:paraId="75F13226" w14:textId="77777777" w:rsidR="00F07CA1" w:rsidRDefault="00F07CA1">
            <w:pPr>
              <w:pStyle w:val="Tabletext"/>
            </w:pPr>
          </w:p>
        </w:tc>
        <w:tc>
          <w:tcPr>
            <w:tcW w:w="963" w:type="pct"/>
          </w:tcPr>
          <w:p w14:paraId="411DDF95" w14:textId="77777777" w:rsidR="00F07CA1" w:rsidRDefault="00F07CA1">
            <w:pPr>
              <w:pStyle w:val="Tabletext"/>
            </w:pPr>
          </w:p>
        </w:tc>
      </w:tr>
      <w:tr w:rsidR="00F07CA1" w14:paraId="5F015394" w14:textId="77777777" w:rsidTr="00E030C1">
        <w:tc>
          <w:tcPr>
            <w:tcW w:w="2112" w:type="pct"/>
          </w:tcPr>
          <w:p w14:paraId="3DAA782E" w14:textId="77777777" w:rsidR="00F07CA1" w:rsidRDefault="00E030C1">
            <w:pPr>
              <w:pStyle w:val="Tabletext"/>
            </w:pPr>
            <w:r>
              <w:t>Core material</w:t>
            </w:r>
          </w:p>
        </w:tc>
        <w:tc>
          <w:tcPr>
            <w:tcW w:w="962" w:type="pct"/>
          </w:tcPr>
          <w:p w14:paraId="4FD16217" w14:textId="77777777" w:rsidR="00F07CA1" w:rsidRDefault="00F07CA1">
            <w:pPr>
              <w:pStyle w:val="Tabletext"/>
            </w:pPr>
          </w:p>
        </w:tc>
        <w:tc>
          <w:tcPr>
            <w:tcW w:w="963" w:type="pct"/>
          </w:tcPr>
          <w:p w14:paraId="2EACDCFB" w14:textId="77777777" w:rsidR="00F07CA1" w:rsidRDefault="00F07CA1">
            <w:pPr>
              <w:pStyle w:val="Tabletext"/>
            </w:pPr>
          </w:p>
        </w:tc>
        <w:tc>
          <w:tcPr>
            <w:tcW w:w="963" w:type="pct"/>
          </w:tcPr>
          <w:p w14:paraId="38A64DBE" w14:textId="77777777" w:rsidR="00F07CA1" w:rsidRDefault="00F07CA1">
            <w:pPr>
              <w:pStyle w:val="Tabletext"/>
            </w:pPr>
          </w:p>
        </w:tc>
      </w:tr>
      <w:tr w:rsidR="00F07CA1" w14:paraId="13A0681E" w14:textId="77777777" w:rsidTr="00E030C1">
        <w:tc>
          <w:tcPr>
            <w:tcW w:w="2112" w:type="pct"/>
          </w:tcPr>
          <w:p w14:paraId="50F041A3" w14:textId="77777777" w:rsidR="00F07CA1" w:rsidRDefault="00E030C1">
            <w:pPr>
              <w:pStyle w:val="Tabletext"/>
            </w:pPr>
            <w:r>
              <w:t>Base coat</w:t>
            </w:r>
          </w:p>
        </w:tc>
        <w:tc>
          <w:tcPr>
            <w:tcW w:w="962" w:type="pct"/>
          </w:tcPr>
          <w:p w14:paraId="2C12E122" w14:textId="77777777" w:rsidR="00F07CA1" w:rsidRDefault="00F07CA1">
            <w:pPr>
              <w:pStyle w:val="Tabletext"/>
            </w:pPr>
          </w:p>
        </w:tc>
        <w:tc>
          <w:tcPr>
            <w:tcW w:w="963" w:type="pct"/>
          </w:tcPr>
          <w:p w14:paraId="6B53A3CD" w14:textId="77777777" w:rsidR="00F07CA1" w:rsidRDefault="00F07CA1">
            <w:pPr>
              <w:pStyle w:val="Tabletext"/>
            </w:pPr>
          </w:p>
        </w:tc>
        <w:tc>
          <w:tcPr>
            <w:tcW w:w="963" w:type="pct"/>
          </w:tcPr>
          <w:p w14:paraId="02BFD022" w14:textId="77777777" w:rsidR="00F07CA1" w:rsidRDefault="00F07CA1">
            <w:pPr>
              <w:pStyle w:val="Tabletext"/>
            </w:pPr>
          </w:p>
        </w:tc>
      </w:tr>
      <w:tr w:rsidR="00F07CA1" w14:paraId="6062930B" w14:textId="77777777" w:rsidTr="00E030C1">
        <w:tc>
          <w:tcPr>
            <w:tcW w:w="2112" w:type="pct"/>
          </w:tcPr>
          <w:p w14:paraId="0BC7107C" w14:textId="77777777" w:rsidR="00F07CA1" w:rsidRDefault="00E030C1">
            <w:pPr>
              <w:pStyle w:val="Tabletext"/>
            </w:pPr>
            <w:r>
              <w:t>Finish coat</w:t>
            </w:r>
          </w:p>
        </w:tc>
        <w:tc>
          <w:tcPr>
            <w:tcW w:w="962" w:type="pct"/>
          </w:tcPr>
          <w:p w14:paraId="6ED01765" w14:textId="77777777" w:rsidR="00F07CA1" w:rsidRDefault="00F07CA1">
            <w:pPr>
              <w:pStyle w:val="Tabletext"/>
            </w:pPr>
          </w:p>
        </w:tc>
        <w:tc>
          <w:tcPr>
            <w:tcW w:w="963" w:type="pct"/>
          </w:tcPr>
          <w:p w14:paraId="401E804B" w14:textId="77777777" w:rsidR="00F07CA1" w:rsidRDefault="00F07CA1">
            <w:pPr>
              <w:pStyle w:val="Tabletext"/>
            </w:pPr>
          </w:p>
        </w:tc>
        <w:tc>
          <w:tcPr>
            <w:tcW w:w="963" w:type="pct"/>
          </w:tcPr>
          <w:p w14:paraId="6D2C87CC" w14:textId="77777777" w:rsidR="00F07CA1" w:rsidRDefault="00F07CA1">
            <w:pPr>
              <w:pStyle w:val="Tabletext"/>
            </w:pPr>
          </w:p>
        </w:tc>
      </w:tr>
      <w:tr w:rsidR="00F07CA1" w14:paraId="0F1638A0" w14:textId="77777777" w:rsidTr="00E030C1">
        <w:tc>
          <w:tcPr>
            <w:tcW w:w="2112" w:type="pct"/>
          </w:tcPr>
          <w:p w14:paraId="40B0099A" w14:textId="77777777" w:rsidR="00F07CA1" w:rsidRDefault="00E030C1">
            <w:pPr>
              <w:pStyle w:val="Tabletext"/>
            </w:pPr>
            <w:r>
              <w:t>Colour</w:t>
            </w:r>
          </w:p>
        </w:tc>
        <w:tc>
          <w:tcPr>
            <w:tcW w:w="962" w:type="pct"/>
          </w:tcPr>
          <w:p w14:paraId="3C6D3568" w14:textId="77777777" w:rsidR="00F07CA1" w:rsidRDefault="00F07CA1">
            <w:pPr>
              <w:pStyle w:val="Tabletext"/>
            </w:pPr>
          </w:p>
        </w:tc>
        <w:tc>
          <w:tcPr>
            <w:tcW w:w="963" w:type="pct"/>
          </w:tcPr>
          <w:p w14:paraId="44A6B62A" w14:textId="77777777" w:rsidR="00F07CA1" w:rsidRDefault="00F07CA1">
            <w:pPr>
              <w:pStyle w:val="Tabletext"/>
            </w:pPr>
          </w:p>
        </w:tc>
        <w:tc>
          <w:tcPr>
            <w:tcW w:w="963" w:type="pct"/>
          </w:tcPr>
          <w:p w14:paraId="4AA74BDD" w14:textId="77777777" w:rsidR="00F07CA1" w:rsidRDefault="00F07CA1">
            <w:pPr>
              <w:pStyle w:val="Tabletext"/>
            </w:pPr>
          </w:p>
        </w:tc>
      </w:tr>
      <w:tr w:rsidR="00F07CA1" w14:paraId="6525B7C2" w14:textId="77777777" w:rsidTr="00E030C1">
        <w:tc>
          <w:tcPr>
            <w:tcW w:w="2112" w:type="pct"/>
          </w:tcPr>
          <w:p w14:paraId="628715B5" w14:textId="77777777" w:rsidR="00F07CA1" w:rsidRDefault="00E030C1">
            <w:pPr>
              <w:pStyle w:val="Tabletext"/>
            </w:pPr>
            <w:r>
              <w:t>Trim</w:t>
            </w:r>
          </w:p>
        </w:tc>
        <w:tc>
          <w:tcPr>
            <w:tcW w:w="962" w:type="pct"/>
          </w:tcPr>
          <w:p w14:paraId="7358BACF" w14:textId="77777777" w:rsidR="00F07CA1" w:rsidRDefault="00F07CA1">
            <w:pPr>
              <w:pStyle w:val="Tabletext"/>
            </w:pPr>
          </w:p>
        </w:tc>
        <w:tc>
          <w:tcPr>
            <w:tcW w:w="963" w:type="pct"/>
          </w:tcPr>
          <w:p w14:paraId="2E039348" w14:textId="77777777" w:rsidR="00F07CA1" w:rsidRDefault="00F07CA1">
            <w:pPr>
              <w:pStyle w:val="Tabletext"/>
            </w:pPr>
          </w:p>
        </w:tc>
        <w:tc>
          <w:tcPr>
            <w:tcW w:w="963" w:type="pct"/>
          </w:tcPr>
          <w:p w14:paraId="5A360334" w14:textId="77777777" w:rsidR="00F07CA1" w:rsidRDefault="00F07CA1">
            <w:pPr>
              <w:pStyle w:val="Tabletext"/>
            </w:pPr>
          </w:p>
        </w:tc>
      </w:tr>
      <w:tr w:rsidR="00F07CA1" w14:paraId="4E191AF4" w14:textId="77777777" w:rsidTr="00E030C1">
        <w:tc>
          <w:tcPr>
            <w:tcW w:w="2112" w:type="pct"/>
          </w:tcPr>
          <w:p w14:paraId="73076D75" w14:textId="77777777" w:rsidR="00F07CA1" w:rsidRDefault="00E030C1">
            <w:pPr>
              <w:pStyle w:val="Tabletext"/>
            </w:pPr>
            <w:r>
              <w:t>Control joint width (mm)</w:t>
            </w:r>
          </w:p>
        </w:tc>
        <w:tc>
          <w:tcPr>
            <w:tcW w:w="962" w:type="pct"/>
          </w:tcPr>
          <w:p w14:paraId="7EFF157D" w14:textId="77777777" w:rsidR="00F07CA1" w:rsidRDefault="00F07CA1">
            <w:pPr>
              <w:pStyle w:val="Tabletext"/>
            </w:pPr>
          </w:p>
        </w:tc>
        <w:tc>
          <w:tcPr>
            <w:tcW w:w="963" w:type="pct"/>
          </w:tcPr>
          <w:p w14:paraId="1AE86382" w14:textId="77777777" w:rsidR="00F07CA1" w:rsidRDefault="00F07CA1">
            <w:pPr>
              <w:pStyle w:val="Tabletext"/>
            </w:pPr>
          </w:p>
        </w:tc>
        <w:tc>
          <w:tcPr>
            <w:tcW w:w="963" w:type="pct"/>
          </w:tcPr>
          <w:p w14:paraId="603E38E2" w14:textId="77777777" w:rsidR="00F07CA1" w:rsidRDefault="00F07CA1">
            <w:pPr>
              <w:pStyle w:val="Tabletext"/>
            </w:pPr>
          </w:p>
        </w:tc>
      </w:tr>
      <w:tr w:rsidR="00F07CA1" w14:paraId="2BCB1E5E" w14:textId="77777777" w:rsidTr="00E030C1">
        <w:tc>
          <w:tcPr>
            <w:tcW w:w="2112" w:type="pct"/>
          </w:tcPr>
          <w:p w14:paraId="342BEF36" w14:textId="77777777" w:rsidR="00F07CA1" w:rsidRDefault="00E030C1">
            <w:pPr>
              <w:pStyle w:val="Tabletext"/>
            </w:pPr>
            <w:r>
              <w:t>Flashings and cappings</w:t>
            </w:r>
          </w:p>
        </w:tc>
        <w:tc>
          <w:tcPr>
            <w:tcW w:w="962" w:type="pct"/>
          </w:tcPr>
          <w:p w14:paraId="1484CC07" w14:textId="77777777" w:rsidR="00F07CA1" w:rsidRDefault="00F07CA1">
            <w:pPr>
              <w:pStyle w:val="Tabletext"/>
            </w:pPr>
          </w:p>
        </w:tc>
        <w:tc>
          <w:tcPr>
            <w:tcW w:w="963" w:type="pct"/>
          </w:tcPr>
          <w:p w14:paraId="4593E11D" w14:textId="77777777" w:rsidR="00F07CA1" w:rsidRDefault="00F07CA1">
            <w:pPr>
              <w:pStyle w:val="Tabletext"/>
            </w:pPr>
          </w:p>
        </w:tc>
        <w:tc>
          <w:tcPr>
            <w:tcW w:w="963" w:type="pct"/>
          </w:tcPr>
          <w:p w14:paraId="552FF4B1" w14:textId="77777777" w:rsidR="00F07CA1" w:rsidRDefault="00F07CA1">
            <w:pPr>
              <w:pStyle w:val="Tabletext"/>
            </w:pPr>
          </w:p>
        </w:tc>
      </w:tr>
      <w:tr w:rsidR="00F07CA1" w14:paraId="6FA0B396" w14:textId="77777777" w:rsidTr="00E030C1">
        <w:tc>
          <w:tcPr>
            <w:tcW w:w="2112" w:type="pct"/>
          </w:tcPr>
          <w:p w14:paraId="2A58BD7D" w14:textId="77777777" w:rsidR="00F07CA1" w:rsidRDefault="00E030C1">
            <w:pPr>
              <w:pStyle w:val="Tabletext"/>
            </w:pPr>
            <w:r>
              <w:t>Fasteners</w:t>
            </w:r>
          </w:p>
        </w:tc>
        <w:tc>
          <w:tcPr>
            <w:tcW w:w="962" w:type="pct"/>
          </w:tcPr>
          <w:p w14:paraId="296A26E0" w14:textId="77777777" w:rsidR="00F07CA1" w:rsidRDefault="00F07CA1">
            <w:pPr>
              <w:pStyle w:val="Tabletext"/>
            </w:pPr>
          </w:p>
        </w:tc>
        <w:tc>
          <w:tcPr>
            <w:tcW w:w="963" w:type="pct"/>
          </w:tcPr>
          <w:p w14:paraId="68621745" w14:textId="77777777" w:rsidR="00F07CA1" w:rsidRDefault="00F07CA1">
            <w:pPr>
              <w:pStyle w:val="Tabletext"/>
            </w:pPr>
          </w:p>
        </w:tc>
        <w:tc>
          <w:tcPr>
            <w:tcW w:w="963" w:type="pct"/>
          </w:tcPr>
          <w:p w14:paraId="16239F3D" w14:textId="77777777" w:rsidR="00F07CA1" w:rsidRDefault="00F07CA1">
            <w:pPr>
              <w:pStyle w:val="Tabletext"/>
            </w:pPr>
          </w:p>
        </w:tc>
      </w:tr>
    </w:tbl>
    <w:p w14:paraId="031665D3" w14:textId="77777777" w:rsidR="00F07CA1" w:rsidRDefault="00E030C1">
      <w:r>
        <w:t> </w:t>
      </w:r>
    </w:p>
    <w:p w14:paraId="0D4D0B86" w14:textId="77777777" w:rsidR="00F07CA1" w:rsidRDefault="00E030C1">
      <w:pPr>
        <w:pStyle w:val="Instructions"/>
      </w:pPr>
      <w:r>
        <w:t>The codes in the header row of the schedule designate each application or location of the item scheduled. Edit the codes to match those in other contract documents.</w:t>
      </w:r>
    </w:p>
    <w:p w14:paraId="5FBFCC2D" w14:textId="77777777" w:rsidR="00F07CA1" w:rsidRDefault="00E030C1">
      <w:pPr>
        <w:pStyle w:val="Instructions"/>
      </w:pPr>
      <w:r>
        <w:t>Product: Nominate a proprietary system or product and edit schedule to suit.</w:t>
      </w:r>
    </w:p>
    <w:p w14:paraId="5C08C988" w14:textId="77777777" w:rsidR="00F07CA1" w:rsidRDefault="00E030C1">
      <w:pPr>
        <w:pStyle w:val="Instructions"/>
      </w:pPr>
      <w:r>
        <w:t>Fixing system: e.g. Direct fix or Batten cavity.</w:t>
      </w:r>
    </w:p>
    <w:p w14:paraId="5828463D" w14:textId="77777777" w:rsidR="00F07CA1" w:rsidRDefault="00E030C1">
      <w:pPr>
        <w:pStyle w:val="Instructions"/>
      </w:pPr>
      <w:r>
        <w:t>Core: e.g. Expanded polystyrene (EPS) insulation or Extruded polystyrene (XPS) insulation.</w:t>
      </w:r>
    </w:p>
    <w:p w14:paraId="1C1B7837" w14:textId="77777777" w:rsidR="00F07CA1" w:rsidRDefault="00E030C1">
      <w:pPr>
        <w:pStyle w:val="Instructions"/>
      </w:pPr>
      <w:r>
        <w:t>Base coat: Document a base coat and mesh system.</w:t>
      </w:r>
    </w:p>
    <w:p w14:paraId="64DF9897" w14:textId="77777777" w:rsidR="00F07CA1" w:rsidRDefault="00E030C1">
      <w:pPr>
        <w:pStyle w:val="Instructions"/>
      </w:pPr>
      <w:r>
        <w:t xml:space="preserve">Finish coat: Document a render finish recommended by the manufacturer in </w:t>
      </w:r>
      <w:r>
        <w:rPr>
          <w:i/>
        </w:rPr>
        <w:t>0611 Rendering and plastering</w:t>
      </w:r>
      <w:r>
        <w:t xml:space="preserve"> and cross reference it, or import the material here. Alternative finishes include: brick slips, tiles or decorative boards.</w:t>
      </w:r>
    </w:p>
    <w:p w14:paraId="70EDC50D" w14:textId="77777777" w:rsidR="00F07CA1" w:rsidRDefault="00E030C1">
      <w:pPr>
        <w:pStyle w:val="Instructions"/>
      </w:pPr>
      <w:r>
        <w:t>Trim: e.g. Proprietary accessories for sills, reveals or corner returns.</w:t>
      </w:r>
    </w:p>
    <w:p w14:paraId="6CAD68A6"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53949BEB" w14:textId="77777777" w:rsidR="00F07CA1" w:rsidRDefault="00E030C1">
      <w:pPr>
        <w:pStyle w:val="Instructions"/>
      </w:pPr>
      <w:r>
        <w:t>Fasteners: e.g. Concealed or Pierced, Crest or Valley.</w:t>
      </w:r>
    </w:p>
    <w:p w14:paraId="072E6AB4" w14:textId="77777777" w:rsidR="00F07CA1" w:rsidRDefault="00E030C1">
      <w:pPr>
        <w:pStyle w:val="Heading4"/>
      </w:pPr>
      <w:bookmarkStart w:id="431" w:name="h-12_13079-19"/>
      <w:bookmarkStart w:id="432" w:name="f-12_13079-19"/>
      <w:bookmarkStart w:id="433" w:name="f-13253-12"/>
      <w:bookmarkEnd w:id="429"/>
      <w:bookmarkEnd w:id="430"/>
      <w:r>
        <w:t>FC plank cladding schedule</w:t>
      </w:r>
      <w:bookmarkEnd w:id="431"/>
    </w:p>
    <w:tbl>
      <w:tblPr>
        <w:tblStyle w:val="NATSPECTable"/>
        <w:tblW w:w="5000" w:type="pct"/>
        <w:tblLook w:val="0620" w:firstRow="1" w:lastRow="0" w:firstColumn="0" w:lastColumn="0" w:noHBand="1" w:noVBand="1"/>
      </w:tblPr>
      <w:tblGrid>
        <w:gridCol w:w="3867"/>
        <w:gridCol w:w="1761"/>
        <w:gridCol w:w="1761"/>
        <w:gridCol w:w="1762"/>
      </w:tblGrid>
      <w:tr w:rsidR="00F07CA1" w14:paraId="449345E6" w14:textId="77777777" w:rsidTr="00E030C1">
        <w:trPr>
          <w:tblHeader/>
        </w:trPr>
        <w:tc>
          <w:tcPr>
            <w:tcW w:w="2113" w:type="pct"/>
          </w:tcPr>
          <w:p w14:paraId="1AC03730" w14:textId="77777777" w:rsidR="00F07CA1" w:rsidRDefault="00F07CA1">
            <w:pPr>
              <w:pStyle w:val="Tabletitle"/>
            </w:pPr>
          </w:p>
        </w:tc>
        <w:tc>
          <w:tcPr>
            <w:tcW w:w="962" w:type="pct"/>
          </w:tcPr>
          <w:p w14:paraId="5B11DDF7" w14:textId="77777777" w:rsidR="00F07CA1" w:rsidRDefault="00E030C1">
            <w:pPr>
              <w:pStyle w:val="Tabletitle"/>
            </w:pPr>
            <w:r>
              <w:t>A</w:t>
            </w:r>
          </w:p>
        </w:tc>
        <w:tc>
          <w:tcPr>
            <w:tcW w:w="962" w:type="pct"/>
          </w:tcPr>
          <w:p w14:paraId="577D290B" w14:textId="77777777" w:rsidR="00F07CA1" w:rsidRDefault="00E030C1">
            <w:pPr>
              <w:pStyle w:val="Tabletitle"/>
            </w:pPr>
            <w:r>
              <w:t>B</w:t>
            </w:r>
          </w:p>
        </w:tc>
        <w:tc>
          <w:tcPr>
            <w:tcW w:w="963" w:type="pct"/>
          </w:tcPr>
          <w:p w14:paraId="779C5C71" w14:textId="77777777" w:rsidR="00F07CA1" w:rsidRDefault="00E030C1">
            <w:pPr>
              <w:pStyle w:val="Tabletitle"/>
            </w:pPr>
            <w:r>
              <w:t>C</w:t>
            </w:r>
          </w:p>
        </w:tc>
      </w:tr>
      <w:tr w:rsidR="00F07CA1" w14:paraId="0B625E96" w14:textId="77777777" w:rsidTr="00E030C1">
        <w:tc>
          <w:tcPr>
            <w:tcW w:w="2113" w:type="pct"/>
          </w:tcPr>
          <w:p w14:paraId="60ED634B" w14:textId="77777777" w:rsidR="00F07CA1" w:rsidRDefault="00E030C1">
            <w:pPr>
              <w:pStyle w:val="Tabletext"/>
            </w:pPr>
            <w:r>
              <w:t>Product</w:t>
            </w:r>
          </w:p>
        </w:tc>
        <w:tc>
          <w:tcPr>
            <w:tcW w:w="962" w:type="pct"/>
          </w:tcPr>
          <w:p w14:paraId="0E070CD1" w14:textId="77777777" w:rsidR="00F07CA1" w:rsidRDefault="00F07CA1">
            <w:pPr>
              <w:pStyle w:val="Tabletext"/>
            </w:pPr>
          </w:p>
        </w:tc>
        <w:tc>
          <w:tcPr>
            <w:tcW w:w="962" w:type="pct"/>
          </w:tcPr>
          <w:p w14:paraId="3F8355DD" w14:textId="77777777" w:rsidR="00F07CA1" w:rsidRDefault="00F07CA1">
            <w:pPr>
              <w:pStyle w:val="Tabletext"/>
            </w:pPr>
          </w:p>
        </w:tc>
        <w:tc>
          <w:tcPr>
            <w:tcW w:w="963" w:type="pct"/>
          </w:tcPr>
          <w:p w14:paraId="2C81D202" w14:textId="77777777" w:rsidR="00F07CA1" w:rsidRDefault="00F07CA1">
            <w:pPr>
              <w:pStyle w:val="Tabletext"/>
            </w:pPr>
          </w:p>
        </w:tc>
      </w:tr>
      <w:tr w:rsidR="00F07CA1" w14:paraId="25D7EDC6" w14:textId="77777777" w:rsidTr="00E030C1">
        <w:tc>
          <w:tcPr>
            <w:tcW w:w="2113" w:type="pct"/>
          </w:tcPr>
          <w:p w14:paraId="57D35B62" w14:textId="77777777" w:rsidR="00F07CA1" w:rsidRDefault="00E030C1">
            <w:pPr>
              <w:pStyle w:val="Tabletext"/>
            </w:pPr>
            <w:r>
              <w:t>Fixing system</w:t>
            </w:r>
          </w:p>
        </w:tc>
        <w:tc>
          <w:tcPr>
            <w:tcW w:w="962" w:type="pct"/>
          </w:tcPr>
          <w:p w14:paraId="6265B5F6" w14:textId="77777777" w:rsidR="00F07CA1" w:rsidRDefault="00F07CA1">
            <w:pPr>
              <w:pStyle w:val="Tabletext"/>
            </w:pPr>
          </w:p>
        </w:tc>
        <w:tc>
          <w:tcPr>
            <w:tcW w:w="962" w:type="pct"/>
          </w:tcPr>
          <w:p w14:paraId="730285C4" w14:textId="77777777" w:rsidR="00F07CA1" w:rsidRDefault="00F07CA1">
            <w:pPr>
              <w:pStyle w:val="Tabletext"/>
            </w:pPr>
          </w:p>
        </w:tc>
        <w:tc>
          <w:tcPr>
            <w:tcW w:w="963" w:type="pct"/>
          </w:tcPr>
          <w:p w14:paraId="42D2A385" w14:textId="77777777" w:rsidR="00F07CA1" w:rsidRDefault="00F07CA1">
            <w:pPr>
              <w:pStyle w:val="Tabletext"/>
            </w:pPr>
          </w:p>
        </w:tc>
      </w:tr>
      <w:tr w:rsidR="00F07CA1" w14:paraId="7E37EABD" w14:textId="77777777" w:rsidTr="00E030C1">
        <w:tc>
          <w:tcPr>
            <w:tcW w:w="2113" w:type="pct"/>
          </w:tcPr>
          <w:p w14:paraId="67C99134" w14:textId="77777777" w:rsidR="00F07CA1" w:rsidRDefault="00E030C1">
            <w:pPr>
              <w:pStyle w:val="Tabletext"/>
            </w:pPr>
            <w:r>
              <w:t>Thickness (mm)</w:t>
            </w:r>
          </w:p>
        </w:tc>
        <w:tc>
          <w:tcPr>
            <w:tcW w:w="962" w:type="pct"/>
          </w:tcPr>
          <w:p w14:paraId="3AD474A6" w14:textId="77777777" w:rsidR="00F07CA1" w:rsidRDefault="00F07CA1">
            <w:pPr>
              <w:pStyle w:val="Tabletext"/>
            </w:pPr>
          </w:p>
        </w:tc>
        <w:tc>
          <w:tcPr>
            <w:tcW w:w="962" w:type="pct"/>
          </w:tcPr>
          <w:p w14:paraId="038BC858" w14:textId="77777777" w:rsidR="00F07CA1" w:rsidRDefault="00F07CA1">
            <w:pPr>
              <w:pStyle w:val="Tabletext"/>
            </w:pPr>
          </w:p>
        </w:tc>
        <w:tc>
          <w:tcPr>
            <w:tcW w:w="963" w:type="pct"/>
          </w:tcPr>
          <w:p w14:paraId="249188C0" w14:textId="77777777" w:rsidR="00F07CA1" w:rsidRDefault="00F07CA1">
            <w:pPr>
              <w:pStyle w:val="Tabletext"/>
            </w:pPr>
          </w:p>
        </w:tc>
      </w:tr>
      <w:tr w:rsidR="00F07CA1" w14:paraId="7DF19118" w14:textId="77777777" w:rsidTr="00E030C1">
        <w:tc>
          <w:tcPr>
            <w:tcW w:w="2113" w:type="pct"/>
          </w:tcPr>
          <w:p w14:paraId="42354F51" w14:textId="77777777" w:rsidR="00F07CA1" w:rsidRDefault="00E030C1">
            <w:pPr>
              <w:pStyle w:val="Tabletext"/>
            </w:pPr>
            <w:r>
              <w:t>Texture</w:t>
            </w:r>
          </w:p>
        </w:tc>
        <w:tc>
          <w:tcPr>
            <w:tcW w:w="962" w:type="pct"/>
          </w:tcPr>
          <w:p w14:paraId="1230BD9B" w14:textId="77777777" w:rsidR="00F07CA1" w:rsidRDefault="00F07CA1">
            <w:pPr>
              <w:pStyle w:val="Tabletext"/>
            </w:pPr>
          </w:p>
        </w:tc>
        <w:tc>
          <w:tcPr>
            <w:tcW w:w="962" w:type="pct"/>
          </w:tcPr>
          <w:p w14:paraId="72E69B5A" w14:textId="77777777" w:rsidR="00F07CA1" w:rsidRDefault="00F07CA1">
            <w:pPr>
              <w:pStyle w:val="Tabletext"/>
            </w:pPr>
          </w:p>
        </w:tc>
        <w:tc>
          <w:tcPr>
            <w:tcW w:w="963" w:type="pct"/>
          </w:tcPr>
          <w:p w14:paraId="13E2C6CE" w14:textId="77777777" w:rsidR="00F07CA1" w:rsidRDefault="00F07CA1">
            <w:pPr>
              <w:pStyle w:val="Tabletext"/>
            </w:pPr>
          </w:p>
        </w:tc>
      </w:tr>
      <w:tr w:rsidR="00F07CA1" w14:paraId="369DAA84" w14:textId="77777777" w:rsidTr="00E030C1">
        <w:tc>
          <w:tcPr>
            <w:tcW w:w="2113" w:type="pct"/>
          </w:tcPr>
          <w:p w14:paraId="375831C4" w14:textId="77777777" w:rsidR="00F07CA1" w:rsidRDefault="00E030C1">
            <w:pPr>
              <w:pStyle w:val="Tabletext"/>
            </w:pPr>
            <w:r>
              <w:t>Width (mm)</w:t>
            </w:r>
          </w:p>
        </w:tc>
        <w:tc>
          <w:tcPr>
            <w:tcW w:w="962" w:type="pct"/>
          </w:tcPr>
          <w:p w14:paraId="4D7A0358" w14:textId="77777777" w:rsidR="00F07CA1" w:rsidRDefault="00F07CA1">
            <w:pPr>
              <w:pStyle w:val="Tabletext"/>
            </w:pPr>
          </w:p>
        </w:tc>
        <w:tc>
          <w:tcPr>
            <w:tcW w:w="962" w:type="pct"/>
          </w:tcPr>
          <w:p w14:paraId="5CDF2A52" w14:textId="77777777" w:rsidR="00F07CA1" w:rsidRDefault="00F07CA1">
            <w:pPr>
              <w:pStyle w:val="Tabletext"/>
            </w:pPr>
          </w:p>
        </w:tc>
        <w:tc>
          <w:tcPr>
            <w:tcW w:w="963" w:type="pct"/>
          </w:tcPr>
          <w:p w14:paraId="78678672" w14:textId="77777777" w:rsidR="00F07CA1" w:rsidRDefault="00F07CA1">
            <w:pPr>
              <w:pStyle w:val="Tabletext"/>
            </w:pPr>
          </w:p>
        </w:tc>
      </w:tr>
      <w:tr w:rsidR="00F07CA1" w14:paraId="1EA76892" w14:textId="77777777" w:rsidTr="00E030C1">
        <w:tc>
          <w:tcPr>
            <w:tcW w:w="2113" w:type="pct"/>
          </w:tcPr>
          <w:p w14:paraId="59A36165" w14:textId="77777777" w:rsidR="00F07CA1" w:rsidRDefault="00E030C1">
            <w:pPr>
              <w:pStyle w:val="Tabletext"/>
            </w:pPr>
            <w:r>
              <w:t>Length (mm)</w:t>
            </w:r>
          </w:p>
        </w:tc>
        <w:tc>
          <w:tcPr>
            <w:tcW w:w="962" w:type="pct"/>
          </w:tcPr>
          <w:p w14:paraId="6BDC388E" w14:textId="77777777" w:rsidR="00F07CA1" w:rsidRDefault="00F07CA1">
            <w:pPr>
              <w:pStyle w:val="Tabletext"/>
            </w:pPr>
          </w:p>
        </w:tc>
        <w:tc>
          <w:tcPr>
            <w:tcW w:w="962" w:type="pct"/>
          </w:tcPr>
          <w:p w14:paraId="7A7289C2" w14:textId="77777777" w:rsidR="00F07CA1" w:rsidRDefault="00F07CA1">
            <w:pPr>
              <w:pStyle w:val="Tabletext"/>
            </w:pPr>
          </w:p>
        </w:tc>
        <w:tc>
          <w:tcPr>
            <w:tcW w:w="963" w:type="pct"/>
          </w:tcPr>
          <w:p w14:paraId="171BC027" w14:textId="77777777" w:rsidR="00F07CA1" w:rsidRDefault="00F07CA1">
            <w:pPr>
              <w:pStyle w:val="Tabletext"/>
            </w:pPr>
          </w:p>
        </w:tc>
      </w:tr>
      <w:tr w:rsidR="00F07CA1" w14:paraId="13210AA6" w14:textId="77777777" w:rsidTr="00E030C1">
        <w:tc>
          <w:tcPr>
            <w:tcW w:w="2113" w:type="pct"/>
          </w:tcPr>
          <w:p w14:paraId="176358B2" w14:textId="77777777" w:rsidR="00F07CA1" w:rsidRDefault="00E030C1">
            <w:pPr>
              <w:pStyle w:val="Tabletext"/>
            </w:pPr>
            <w:r>
              <w:t>Joints</w:t>
            </w:r>
          </w:p>
        </w:tc>
        <w:tc>
          <w:tcPr>
            <w:tcW w:w="962" w:type="pct"/>
          </w:tcPr>
          <w:p w14:paraId="594E6C38" w14:textId="77777777" w:rsidR="00F07CA1" w:rsidRDefault="00F07CA1">
            <w:pPr>
              <w:pStyle w:val="Tabletext"/>
            </w:pPr>
          </w:p>
        </w:tc>
        <w:tc>
          <w:tcPr>
            <w:tcW w:w="962" w:type="pct"/>
          </w:tcPr>
          <w:p w14:paraId="309A8C18" w14:textId="77777777" w:rsidR="00F07CA1" w:rsidRDefault="00F07CA1">
            <w:pPr>
              <w:pStyle w:val="Tabletext"/>
            </w:pPr>
          </w:p>
        </w:tc>
        <w:tc>
          <w:tcPr>
            <w:tcW w:w="963" w:type="pct"/>
          </w:tcPr>
          <w:p w14:paraId="33FD2FD7" w14:textId="77777777" w:rsidR="00F07CA1" w:rsidRDefault="00F07CA1">
            <w:pPr>
              <w:pStyle w:val="Tabletext"/>
            </w:pPr>
          </w:p>
        </w:tc>
      </w:tr>
      <w:tr w:rsidR="00F07CA1" w14:paraId="1102D88A" w14:textId="77777777" w:rsidTr="00E030C1">
        <w:tc>
          <w:tcPr>
            <w:tcW w:w="2113" w:type="pct"/>
          </w:tcPr>
          <w:p w14:paraId="75A236FA" w14:textId="77777777" w:rsidR="00F07CA1" w:rsidRDefault="00E030C1">
            <w:pPr>
              <w:pStyle w:val="Tabletext"/>
            </w:pPr>
            <w:r>
              <w:t>Finish</w:t>
            </w:r>
          </w:p>
        </w:tc>
        <w:tc>
          <w:tcPr>
            <w:tcW w:w="962" w:type="pct"/>
          </w:tcPr>
          <w:p w14:paraId="6B240942" w14:textId="77777777" w:rsidR="00F07CA1" w:rsidRDefault="00F07CA1">
            <w:pPr>
              <w:pStyle w:val="Tabletext"/>
            </w:pPr>
          </w:p>
        </w:tc>
        <w:tc>
          <w:tcPr>
            <w:tcW w:w="962" w:type="pct"/>
          </w:tcPr>
          <w:p w14:paraId="60840D4E" w14:textId="77777777" w:rsidR="00F07CA1" w:rsidRDefault="00F07CA1">
            <w:pPr>
              <w:pStyle w:val="Tabletext"/>
            </w:pPr>
          </w:p>
        </w:tc>
        <w:tc>
          <w:tcPr>
            <w:tcW w:w="963" w:type="pct"/>
          </w:tcPr>
          <w:p w14:paraId="44FF4B91" w14:textId="77777777" w:rsidR="00F07CA1" w:rsidRDefault="00F07CA1">
            <w:pPr>
              <w:pStyle w:val="Tabletext"/>
            </w:pPr>
          </w:p>
        </w:tc>
      </w:tr>
      <w:tr w:rsidR="00F07CA1" w14:paraId="6ACA38F0" w14:textId="77777777" w:rsidTr="00E030C1">
        <w:tc>
          <w:tcPr>
            <w:tcW w:w="2113" w:type="pct"/>
          </w:tcPr>
          <w:p w14:paraId="3539D7F6" w14:textId="77777777" w:rsidR="00F07CA1" w:rsidRDefault="00E030C1">
            <w:pPr>
              <w:pStyle w:val="Tabletext"/>
            </w:pPr>
            <w:r>
              <w:t>Trim</w:t>
            </w:r>
          </w:p>
        </w:tc>
        <w:tc>
          <w:tcPr>
            <w:tcW w:w="962" w:type="pct"/>
          </w:tcPr>
          <w:p w14:paraId="071ECA31" w14:textId="77777777" w:rsidR="00F07CA1" w:rsidRDefault="00F07CA1">
            <w:pPr>
              <w:pStyle w:val="Tabletext"/>
            </w:pPr>
          </w:p>
        </w:tc>
        <w:tc>
          <w:tcPr>
            <w:tcW w:w="962" w:type="pct"/>
          </w:tcPr>
          <w:p w14:paraId="433F7AC4" w14:textId="77777777" w:rsidR="00F07CA1" w:rsidRDefault="00F07CA1">
            <w:pPr>
              <w:pStyle w:val="Tabletext"/>
            </w:pPr>
          </w:p>
        </w:tc>
        <w:tc>
          <w:tcPr>
            <w:tcW w:w="963" w:type="pct"/>
          </w:tcPr>
          <w:p w14:paraId="7555772F" w14:textId="77777777" w:rsidR="00F07CA1" w:rsidRDefault="00F07CA1">
            <w:pPr>
              <w:pStyle w:val="Tabletext"/>
            </w:pPr>
          </w:p>
        </w:tc>
      </w:tr>
      <w:tr w:rsidR="00F07CA1" w14:paraId="329634DA" w14:textId="77777777" w:rsidTr="00E030C1">
        <w:tc>
          <w:tcPr>
            <w:tcW w:w="2113" w:type="pct"/>
          </w:tcPr>
          <w:p w14:paraId="6AF73A8F" w14:textId="77777777" w:rsidR="00F07CA1" w:rsidRDefault="00E030C1">
            <w:pPr>
              <w:pStyle w:val="Tabletext"/>
            </w:pPr>
            <w:r>
              <w:lastRenderedPageBreak/>
              <w:t>Flashings and cappings</w:t>
            </w:r>
          </w:p>
        </w:tc>
        <w:tc>
          <w:tcPr>
            <w:tcW w:w="962" w:type="pct"/>
          </w:tcPr>
          <w:p w14:paraId="298E6507" w14:textId="77777777" w:rsidR="00F07CA1" w:rsidRDefault="00F07CA1">
            <w:pPr>
              <w:pStyle w:val="Tabletext"/>
            </w:pPr>
          </w:p>
        </w:tc>
        <w:tc>
          <w:tcPr>
            <w:tcW w:w="962" w:type="pct"/>
          </w:tcPr>
          <w:p w14:paraId="56C698BB" w14:textId="77777777" w:rsidR="00F07CA1" w:rsidRDefault="00F07CA1">
            <w:pPr>
              <w:pStyle w:val="Tabletext"/>
            </w:pPr>
          </w:p>
        </w:tc>
        <w:tc>
          <w:tcPr>
            <w:tcW w:w="963" w:type="pct"/>
          </w:tcPr>
          <w:p w14:paraId="1BDE19F3" w14:textId="77777777" w:rsidR="00F07CA1" w:rsidRDefault="00F07CA1">
            <w:pPr>
              <w:pStyle w:val="Tabletext"/>
            </w:pPr>
          </w:p>
        </w:tc>
      </w:tr>
      <w:tr w:rsidR="00F07CA1" w14:paraId="6B0BFF0F" w14:textId="77777777" w:rsidTr="00E030C1">
        <w:tc>
          <w:tcPr>
            <w:tcW w:w="2113" w:type="pct"/>
          </w:tcPr>
          <w:p w14:paraId="4776642A" w14:textId="77777777" w:rsidR="00F07CA1" w:rsidRDefault="00E030C1">
            <w:pPr>
              <w:pStyle w:val="Tabletext"/>
            </w:pPr>
            <w:r>
              <w:t>Fasteners</w:t>
            </w:r>
          </w:p>
        </w:tc>
        <w:tc>
          <w:tcPr>
            <w:tcW w:w="962" w:type="pct"/>
          </w:tcPr>
          <w:p w14:paraId="23ED7859" w14:textId="77777777" w:rsidR="00F07CA1" w:rsidRDefault="00F07CA1">
            <w:pPr>
              <w:pStyle w:val="Tabletext"/>
            </w:pPr>
          </w:p>
        </w:tc>
        <w:tc>
          <w:tcPr>
            <w:tcW w:w="962" w:type="pct"/>
          </w:tcPr>
          <w:p w14:paraId="682EC70C" w14:textId="77777777" w:rsidR="00F07CA1" w:rsidRDefault="00F07CA1">
            <w:pPr>
              <w:pStyle w:val="Tabletext"/>
            </w:pPr>
          </w:p>
        </w:tc>
        <w:tc>
          <w:tcPr>
            <w:tcW w:w="963" w:type="pct"/>
          </w:tcPr>
          <w:p w14:paraId="6596F398" w14:textId="77777777" w:rsidR="00F07CA1" w:rsidRDefault="00F07CA1">
            <w:pPr>
              <w:pStyle w:val="Tabletext"/>
            </w:pPr>
          </w:p>
        </w:tc>
      </w:tr>
    </w:tbl>
    <w:p w14:paraId="4644D16B" w14:textId="77777777" w:rsidR="00F07CA1" w:rsidRDefault="00E030C1">
      <w:r>
        <w:t> </w:t>
      </w:r>
    </w:p>
    <w:p w14:paraId="5922D029" w14:textId="77777777" w:rsidR="00F07CA1" w:rsidRDefault="00E030C1">
      <w:pPr>
        <w:pStyle w:val="Instructions"/>
      </w:pPr>
      <w:r>
        <w:t>The codes in the header row of the schedule designate each application or location of the item scheduled. Edit the codes to match those in other contract documents.</w:t>
      </w:r>
    </w:p>
    <w:p w14:paraId="27988A04" w14:textId="77777777" w:rsidR="00F07CA1" w:rsidRDefault="00E030C1">
      <w:pPr>
        <w:pStyle w:val="Instructions"/>
      </w:pPr>
      <w:r>
        <w:t>Product: Nominate a proprietary system or product and edit schedule to suit.</w:t>
      </w:r>
    </w:p>
    <w:p w14:paraId="21F37C1E" w14:textId="77777777" w:rsidR="00F07CA1" w:rsidRDefault="00E030C1">
      <w:pPr>
        <w:pStyle w:val="Instructions"/>
      </w:pPr>
      <w:r>
        <w:t>Fixing system: e.g. waterproof direct fix, top hat framing, ventilated cavity/rainscreen.</w:t>
      </w:r>
    </w:p>
    <w:p w14:paraId="14ED5B60" w14:textId="77777777" w:rsidR="00F07CA1" w:rsidRDefault="00E030C1">
      <w:pPr>
        <w:pStyle w:val="Instructions"/>
      </w:pPr>
      <w:r>
        <w:t>Thickness: e.g. 7.5 mm, 9 mm.</w:t>
      </w:r>
    </w:p>
    <w:p w14:paraId="70D7287F" w14:textId="77777777" w:rsidR="00F07CA1" w:rsidRDefault="00E030C1">
      <w:pPr>
        <w:pStyle w:val="Instructions"/>
      </w:pPr>
      <w:r>
        <w:t>Joints: e.g. On-stud, Butt, Clip, PVC-U extrusion, Concealed, Aluminium.</w:t>
      </w:r>
    </w:p>
    <w:p w14:paraId="093979F0" w14:textId="77777777" w:rsidR="00F07CA1" w:rsidRDefault="00E030C1">
      <w:pPr>
        <w:pStyle w:val="Instructions"/>
      </w:pPr>
      <w:r>
        <w:t xml:space="preserve">Finish: e.g. Painted or Coated. Refer to </w:t>
      </w:r>
      <w:r>
        <w:rPr>
          <w:i/>
        </w:rPr>
        <w:t>0671 Painting</w:t>
      </w:r>
      <w:r>
        <w:t xml:space="preserve"> or </w:t>
      </w:r>
      <w:r>
        <w:rPr>
          <w:i/>
        </w:rPr>
        <w:t>0672 Textured and membrane coatings</w:t>
      </w:r>
      <w:r>
        <w:t>.</w:t>
      </w:r>
    </w:p>
    <w:p w14:paraId="7D07B1F1" w14:textId="77777777" w:rsidR="00F07CA1" w:rsidRDefault="00E030C1">
      <w:pPr>
        <w:pStyle w:val="Instructions"/>
      </w:pPr>
      <w:r>
        <w:t>Trim: e.g. Proprietary accessories for sills, reveals or corner returns.</w:t>
      </w:r>
    </w:p>
    <w:p w14:paraId="2B426EE0"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2EA458D3" w14:textId="77777777" w:rsidR="00F07CA1" w:rsidRDefault="00E030C1">
      <w:pPr>
        <w:pStyle w:val="Instructions"/>
      </w:pPr>
      <w:r>
        <w:t>Fasteners: e.g. Concealed or Pierced, Crest or Valley.</w:t>
      </w:r>
    </w:p>
    <w:p w14:paraId="71F05B22" w14:textId="77777777" w:rsidR="00F07CA1" w:rsidRDefault="00E030C1">
      <w:pPr>
        <w:pStyle w:val="Heading4"/>
      </w:pPr>
      <w:bookmarkStart w:id="434" w:name="h-33_13078-54"/>
      <w:bookmarkStart w:id="435" w:name="f-33_13078-54"/>
      <w:bookmarkStart w:id="436" w:name="f-13253-13"/>
      <w:bookmarkEnd w:id="432"/>
      <w:bookmarkEnd w:id="433"/>
      <w:r>
        <w:t>FC sheet cladding schedule</w:t>
      </w:r>
      <w:bookmarkEnd w:id="434"/>
    </w:p>
    <w:tbl>
      <w:tblPr>
        <w:tblStyle w:val="NATSPECTable"/>
        <w:tblW w:w="5000" w:type="pct"/>
        <w:tblLook w:val="0620" w:firstRow="1" w:lastRow="0" w:firstColumn="0" w:lastColumn="0" w:noHBand="1" w:noVBand="1"/>
      </w:tblPr>
      <w:tblGrid>
        <w:gridCol w:w="3866"/>
        <w:gridCol w:w="1761"/>
        <w:gridCol w:w="1762"/>
        <w:gridCol w:w="1762"/>
      </w:tblGrid>
      <w:tr w:rsidR="00F07CA1" w14:paraId="48A87585" w14:textId="77777777" w:rsidTr="00E030C1">
        <w:trPr>
          <w:tblHeader/>
        </w:trPr>
        <w:tc>
          <w:tcPr>
            <w:tcW w:w="2112" w:type="pct"/>
          </w:tcPr>
          <w:p w14:paraId="2CE5284E" w14:textId="77777777" w:rsidR="00F07CA1" w:rsidRDefault="00F07CA1">
            <w:pPr>
              <w:pStyle w:val="Tabletitle"/>
            </w:pPr>
          </w:p>
        </w:tc>
        <w:tc>
          <w:tcPr>
            <w:tcW w:w="962" w:type="pct"/>
          </w:tcPr>
          <w:p w14:paraId="6E480309" w14:textId="77777777" w:rsidR="00F07CA1" w:rsidRDefault="00E030C1">
            <w:pPr>
              <w:pStyle w:val="Tabletitle"/>
            </w:pPr>
            <w:r>
              <w:t>A</w:t>
            </w:r>
          </w:p>
        </w:tc>
        <w:tc>
          <w:tcPr>
            <w:tcW w:w="963" w:type="pct"/>
          </w:tcPr>
          <w:p w14:paraId="5BA97424" w14:textId="77777777" w:rsidR="00F07CA1" w:rsidRDefault="00E030C1">
            <w:pPr>
              <w:pStyle w:val="Tabletitle"/>
            </w:pPr>
            <w:r>
              <w:t>B</w:t>
            </w:r>
          </w:p>
        </w:tc>
        <w:tc>
          <w:tcPr>
            <w:tcW w:w="963" w:type="pct"/>
          </w:tcPr>
          <w:p w14:paraId="0ED97D4C" w14:textId="77777777" w:rsidR="00F07CA1" w:rsidRDefault="00E030C1">
            <w:pPr>
              <w:pStyle w:val="Tabletitle"/>
            </w:pPr>
            <w:r>
              <w:t>C</w:t>
            </w:r>
          </w:p>
        </w:tc>
      </w:tr>
      <w:tr w:rsidR="00F07CA1" w14:paraId="277DF3E3" w14:textId="77777777" w:rsidTr="00E030C1">
        <w:tc>
          <w:tcPr>
            <w:tcW w:w="2112" w:type="pct"/>
          </w:tcPr>
          <w:p w14:paraId="01B14FE7" w14:textId="77777777" w:rsidR="00F07CA1" w:rsidRDefault="00E030C1">
            <w:pPr>
              <w:pStyle w:val="Tabletext"/>
            </w:pPr>
            <w:r>
              <w:t>Product</w:t>
            </w:r>
          </w:p>
        </w:tc>
        <w:tc>
          <w:tcPr>
            <w:tcW w:w="962" w:type="pct"/>
          </w:tcPr>
          <w:p w14:paraId="0A530991" w14:textId="77777777" w:rsidR="00F07CA1" w:rsidRDefault="00F07CA1">
            <w:pPr>
              <w:pStyle w:val="Tabletext"/>
            </w:pPr>
          </w:p>
        </w:tc>
        <w:tc>
          <w:tcPr>
            <w:tcW w:w="963" w:type="pct"/>
          </w:tcPr>
          <w:p w14:paraId="2EA2BF72" w14:textId="77777777" w:rsidR="00F07CA1" w:rsidRDefault="00F07CA1">
            <w:pPr>
              <w:pStyle w:val="Tabletext"/>
            </w:pPr>
          </w:p>
        </w:tc>
        <w:tc>
          <w:tcPr>
            <w:tcW w:w="963" w:type="pct"/>
          </w:tcPr>
          <w:p w14:paraId="349732A0" w14:textId="77777777" w:rsidR="00F07CA1" w:rsidRDefault="00F07CA1">
            <w:pPr>
              <w:pStyle w:val="Tabletext"/>
            </w:pPr>
          </w:p>
        </w:tc>
      </w:tr>
      <w:tr w:rsidR="00F07CA1" w14:paraId="3EA7DFD2" w14:textId="77777777" w:rsidTr="00E030C1">
        <w:tc>
          <w:tcPr>
            <w:tcW w:w="2112" w:type="pct"/>
          </w:tcPr>
          <w:p w14:paraId="26021FCC" w14:textId="77777777" w:rsidR="00F07CA1" w:rsidRDefault="00E030C1">
            <w:pPr>
              <w:pStyle w:val="Tabletext"/>
            </w:pPr>
            <w:r>
              <w:t>Fixing system</w:t>
            </w:r>
          </w:p>
        </w:tc>
        <w:tc>
          <w:tcPr>
            <w:tcW w:w="962" w:type="pct"/>
          </w:tcPr>
          <w:p w14:paraId="3A8AAC84" w14:textId="77777777" w:rsidR="00F07CA1" w:rsidRDefault="00F07CA1">
            <w:pPr>
              <w:pStyle w:val="Tabletext"/>
            </w:pPr>
          </w:p>
        </w:tc>
        <w:tc>
          <w:tcPr>
            <w:tcW w:w="963" w:type="pct"/>
          </w:tcPr>
          <w:p w14:paraId="75090626" w14:textId="77777777" w:rsidR="00F07CA1" w:rsidRDefault="00F07CA1">
            <w:pPr>
              <w:pStyle w:val="Tabletext"/>
            </w:pPr>
          </w:p>
        </w:tc>
        <w:tc>
          <w:tcPr>
            <w:tcW w:w="963" w:type="pct"/>
          </w:tcPr>
          <w:p w14:paraId="763DDF2E" w14:textId="77777777" w:rsidR="00F07CA1" w:rsidRDefault="00F07CA1">
            <w:pPr>
              <w:pStyle w:val="Tabletext"/>
            </w:pPr>
          </w:p>
        </w:tc>
      </w:tr>
      <w:tr w:rsidR="00F07CA1" w14:paraId="33A61E1D" w14:textId="77777777" w:rsidTr="00E030C1">
        <w:tc>
          <w:tcPr>
            <w:tcW w:w="2112" w:type="pct"/>
          </w:tcPr>
          <w:p w14:paraId="49425BB9" w14:textId="77777777" w:rsidR="00F07CA1" w:rsidRDefault="00E030C1">
            <w:pPr>
              <w:pStyle w:val="Tabletext"/>
            </w:pPr>
            <w:r>
              <w:t>Thickness (mm)</w:t>
            </w:r>
          </w:p>
        </w:tc>
        <w:tc>
          <w:tcPr>
            <w:tcW w:w="962" w:type="pct"/>
          </w:tcPr>
          <w:p w14:paraId="11C59948" w14:textId="77777777" w:rsidR="00F07CA1" w:rsidRDefault="00F07CA1">
            <w:pPr>
              <w:pStyle w:val="Tabletext"/>
            </w:pPr>
          </w:p>
        </w:tc>
        <w:tc>
          <w:tcPr>
            <w:tcW w:w="963" w:type="pct"/>
          </w:tcPr>
          <w:p w14:paraId="64962729" w14:textId="77777777" w:rsidR="00F07CA1" w:rsidRDefault="00F07CA1">
            <w:pPr>
              <w:pStyle w:val="Tabletext"/>
            </w:pPr>
          </w:p>
        </w:tc>
        <w:tc>
          <w:tcPr>
            <w:tcW w:w="963" w:type="pct"/>
          </w:tcPr>
          <w:p w14:paraId="6F693F16" w14:textId="77777777" w:rsidR="00F07CA1" w:rsidRDefault="00F07CA1">
            <w:pPr>
              <w:pStyle w:val="Tabletext"/>
            </w:pPr>
          </w:p>
        </w:tc>
      </w:tr>
      <w:tr w:rsidR="00F07CA1" w14:paraId="0A679EFF" w14:textId="77777777" w:rsidTr="00E030C1">
        <w:tc>
          <w:tcPr>
            <w:tcW w:w="2112" w:type="pct"/>
          </w:tcPr>
          <w:p w14:paraId="06DE0067" w14:textId="77777777" w:rsidR="00F07CA1" w:rsidRDefault="00E030C1">
            <w:pPr>
              <w:pStyle w:val="Tabletext"/>
            </w:pPr>
            <w:r>
              <w:t>Length (mm)</w:t>
            </w:r>
          </w:p>
        </w:tc>
        <w:tc>
          <w:tcPr>
            <w:tcW w:w="962" w:type="pct"/>
          </w:tcPr>
          <w:p w14:paraId="0DC215EF" w14:textId="77777777" w:rsidR="00F07CA1" w:rsidRDefault="00F07CA1">
            <w:pPr>
              <w:pStyle w:val="Tabletext"/>
            </w:pPr>
          </w:p>
        </w:tc>
        <w:tc>
          <w:tcPr>
            <w:tcW w:w="963" w:type="pct"/>
          </w:tcPr>
          <w:p w14:paraId="69D0333C" w14:textId="77777777" w:rsidR="00F07CA1" w:rsidRDefault="00F07CA1">
            <w:pPr>
              <w:pStyle w:val="Tabletext"/>
            </w:pPr>
          </w:p>
        </w:tc>
        <w:tc>
          <w:tcPr>
            <w:tcW w:w="963" w:type="pct"/>
          </w:tcPr>
          <w:p w14:paraId="734A7496" w14:textId="77777777" w:rsidR="00F07CA1" w:rsidRDefault="00F07CA1">
            <w:pPr>
              <w:pStyle w:val="Tabletext"/>
            </w:pPr>
          </w:p>
        </w:tc>
      </w:tr>
      <w:tr w:rsidR="00F07CA1" w14:paraId="4F0A7ACA" w14:textId="77777777" w:rsidTr="00E030C1">
        <w:tc>
          <w:tcPr>
            <w:tcW w:w="2112" w:type="pct"/>
          </w:tcPr>
          <w:p w14:paraId="444B63E5" w14:textId="77777777" w:rsidR="00F07CA1" w:rsidRDefault="00E030C1">
            <w:pPr>
              <w:pStyle w:val="Tabletext"/>
            </w:pPr>
            <w:r>
              <w:t>Width (mm)</w:t>
            </w:r>
          </w:p>
        </w:tc>
        <w:tc>
          <w:tcPr>
            <w:tcW w:w="962" w:type="pct"/>
          </w:tcPr>
          <w:p w14:paraId="1B441811" w14:textId="77777777" w:rsidR="00F07CA1" w:rsidRDefault="00F07CA1">
            <w:pPr>
              <w:pStyle w:val="Tabletext"/>
            </w:pPr>
          </w:p>
        </w:tc>
        <w:tc>
          <w:tcPr>
            <w:tcW w:w="963" w:type="pct"/>
          </w:tcPr>
          <w:p w14:paraId="1E5C0FC8" w14:textId="77777777" w:rsidR="00F07CA1" w:rsidRDefault="00F07CA1">
            <w:pPr>
              <w:pStyle w:val="Tabletext"/>
            </w:pPr>
          </w:p>
        </w:tc>
        <w:tc>
          <w:tcPr>
            <w:tcW w:w="963" w:type="pct"/>
          </w:tcPr>
          <w:p w14:paraId="4CD629B2" w14:textId="77777777" w:rsidR="00F07CA1" w:rsidRDefault="00F07CA1">
            <w:pPr>
              <w:pStyle w:val="Tabletext"/>
            </w:pPr>
          </w:p>
        </w:tc>
      </w:tr>
      <w:tr w:rsidR="00F07CA1" w14:paraId="351F8858" w14:textId="77777777" w:rsidTr="00E030C1">
        <w:tc>
          <w:tcPr>
            <w:tcW w:w="2112" w:type="pct"/>
          </w:tcPr>
          <w:p w14:paraId="60156B27" w14:textId="77777777" w:rsidR="00F07CA1" w:rsidRDefault="00E030C1">
            <w:pPr>
              <w:pStyle w:val="Tabletext"/>
            </w:pPr>
            <w:r>
              <w:t>Finish</w:t>
            </w:r>
          </w:p>
        </w:tc>
        <w:tc>
          <w:tcPr>
            <w:tcW w:w="962" w:type="pct"/>
          </w:tcPr>
          <w:p w14:paraId="30BC93DB" w14:textId="77777777" w:rsidR="00F07CA1" w:rsidRDefault="00F07CA1">
            <w:pPr>
              <w:pStyle w:val="Tabletext"/>
            </w:pPr>
          </w:p>
        </w:tc>
        <w:tc>
          <w:tcPr>
            <w:tcW w:w="963" w:type="pct"/>
          </w:tcPr>
          <w:p w14:paraId="4D81067C" w14:textId="77777777" w:rsidR="00F07CA1" w:rsidRDefault="00F07CA1">
            <w:pPr>
              <w:pStyle w:val="Tabletext"/>
            </w:pPr>
          </w:p>
        </w:tc>
        <w:tc>
          <w:tcPr>
            <w:tcW w:w="963" w:type="pct"/>
          </w:tcPr>
          <w:p w14:paraId="69E29949" w14:textId="77777777" w:rsidR="00F07CA1" w:rsidRDefault="00F07CA1">
            <w:pPr>
              <w:pStyle w:val="Tabletext"/>
            </w:pPr>
          </w:p>
        </w:tc>
      </w:tr>
      <w:tr w:rsidR="00F07CA1" w14:paraId="7477C2FF" w14:textId="77777777" w:rsidTr="00E030C1">
        <w:tc>
          <w:tcPr>
            <w:tcW w:w="2112" w:type="pct"/>
          </w:tcPr>
          <w:p w14:paraId="15BE775B" w14:textId="77777777" w:rsidR="00F07CA1" w:rsidRDefault="00E030C1">
            <w:pPr>
              <w:pStyle w:val="Tabletext"/>
            </w:pPr>
            <w:r>
              <w:t>Colour</w:t>
            </w:r>
          </w:p>
        </w:tc>
        <w:tc>
          <w:tcPr>
            <w:tcW w:w="962" w:type="pct"/>
          </w:tcPr>
          <w:p w14:paraId="46F59A4D" w14:textId="77777777" w:rsidR="00F07CA1" w:rsidRDefault="00F07CA1">
            <w:pPr>
              <w:pStyle w:val="Tabletext"/>
            </w:pPr>
          </w:p>
        </w:tc>
        <w:tc>
          <w:tcPr>
            <w:tcW w:w="963" w:type="pct"/>
          </w:tcPr>
          <w:p w14:paraId="572D574F" w14:textId="77777777" w:rsidR="00F07CA1" w:rsidRDefault="00F07CA1">
            <w:pPr>
              <w:pStyle w:val="Tabletext"/>
            </w:pPr>
          </w:p>
        </w:tc>
        <w:tc>
          <w:tcPr>
            <w:tcW w:w="963" w:type="pct"/>
          </w:tcPr>
          <w:p w14:paraId="017B5BA7" w14:textId="77777777" w:rsidR="00F07CA1" w:rsidRDefault="00F07CA1">
            <w:pPr>
              <w:pStyle w:val="Tabletext"/>
            </w:pPr>
          </w:p>
        </w:tc>
      </w:tr>
      <w:tr w:rsidR="00F07CA1" w14:paraId="0F452929" w14:textId="77777777" w:rsidTr="00E030C1">
        <w:tc>
          <w:tcPr>
            <w:tcW w:w="2112" w:type="pct"/>
          </w:tcPr>
          <w:p w14:paraId="3180ACB8" w14:textId="77777777" w:rsidR="00F07CA1" w:rsidRDefault="00E030C1">
            <w:pPr>
              <w:pStyle w:val="Tabletext"/>
            </w:pPr>
            <w:r>
              <w:t>Joints</w:t>
            </w:r>
          </w:p>
        </w:tc>
        <w:tc>
          <w:tcPr>
            <w:tcW w:w="962" w:type="pct"/>
          </w:tcPr>
          <w:p w14:paraId="306EEC6E" w14:textId="77777777" w:rsidR="00F07CA1" w:rsidRDefault="00F07CA1">
            <w:pPr>
              <w:pStyle w:val="Tabletext"/>
            </w:pPr>
          </w:p>
        </w:tc>
        <w:tc>
          <w:tcPr>
            <w:tcW w:w="963" w:type="pct"/>
          </w:tcPr>
          <w:p w14:paraId="2A710CC8" w14:textId="77777777" w:rsidR="00F07CA1" w:rsidRDefault="00F07CA1">
            <w:pPr>
              <w:pStyle w:val="Tabletext"/>
            </w:pPr>
          </w:p>
        </w:tc>
        <w:tc>
          <w:tcPr>
            <w:tcW w:w="963" w:type="pct"/>
          </w:tcPr>
          <w:p w14:paraId="4E041FCF" w14:textId="77777777" w:rsidR="00F07CA1" w:rsidRDefault="00F07CA1">
            <w:pPr>
              <w:pStyle w:val="Tabletext"/>
            </w:pPr>
          </w:p>
        </w:tc>
      </w:tr>
      <w:tr w:rsidR="00F07CA1" w14:paraId="501AA460" w14:textId="77777777" w:rsidTr="00E030C1">
        <w:tc>
          <w:tcPr>
            <w:tcW w:w="2112" w:type="pct"/>
          </w:tcPr>
          <w:p w14:paraId="6B48BF04" w14:textId="77777777" w:rsidR="00F07CA1" w:rsidRDefault="00E030C1">
            <w:pPr>
              <w:pStyle w:val="Tabletext"/>
            </w:pPr>
            <w:r>
              <w:t>Edge profile</w:t>
            </w:r>
          </w:p>
        </w:tc>
        <w:tc>
          <w:tcPr>
            <w:tcW w:w="962" w:type="pct"/>
          </w:tcPr>
          <w:p w14:paraId="60D4F456" w14:textId="77777777" w:rsidR="00F07CA1" w:rsidRDefault="00F07CA1">
            <w:pPr>
              <w:pStyle w:val="Tabletext"/>
            </w:pPr>
          </w:p>
        </w:tc>
        <w:tc>
          <w:tcPr>
            <w:tcW w:w="963" w:type="pct"/>
          </w:tcPr>
          <w:p w14:paraId="64AE790E" w14:textId="77777777" w:rsidR="00F07CA1" w:rsidRDefault="00F07CA1">
            <w:pPr>
              <w:pStyle w:val="Tabletext"/>
            </w:pPr>
          </w:p>
        </w:tc>
        <w:tc>
          <w:tcPr>
            <w:tcW w:w="963" w:type="pct"/>
          </w:tcPr>
          <w:p w14:paraId="14670AEB" w14:textId="77777777" w:rsidR="00F07CA1" w:rsidRDefault="00F07CA1">
            <w:pPr>
              <w:pStyle w:val="Tabletext"/>
            </w:pPr>
          </w:p>
        </w:tc>
      </w:tr>
      <w:tr w:rsidR="00F07CA1" w14:paraId="274BC699" w14:textId="77777777" w:rsidTr="00E030C1">
        <w:tc>
          <w:tcPr>
            <w:tcW w:w="2112" w:type="pct"/>
          </w:tcPr>
          <w:p w14:paraId="2920C9E6" w14:textId="77777777" w:rsidR="00F07CA1" w:rsidRDefault="00E030C1">
            <w:pPr>
              <w:pStyle w:val="Tabletext"/>
            </w:pPr>
            <w:r>
              <w:t>Panel edge treatment</w:t>
            </w:r>
          </w:p>
        </w:tc>
        <w:tc>
          <w:tcPr>
            <w:tcW w:w="962" w:type="pct"/>
          </w:tcPr>
          <w:p w14:paraId="69EE39EB" w14:textId="77777777" w:rsidR="00F07CA1" w:rsidRDefault="00F07CA1">
            <w:pPr>
              <w:pStyle w:val="Tabletext"/>
            </w:pPr>
          </w:p>
        </w:tc>
        <w:tc>
          <w:tcPr>
            <w:tcW w:w="963" w:type="pct"/>
          </w:tcPr>
          <w:p w14:paraId="7330E381" w14:textId="77777777" w:rsidR="00F07CA1" w:rsidRDefault="00F07CA1">
            <w:pPr>
              <w:pStyle w:val="Tabletext"/>
            </w:pPr>
          </w:p>
        </w:tc>
        <w:tc>
          <w:tcPr>
            <w:tcW w:w="963" w:type="pct"/>
          </w:tcPr>
          <w:p w14:paraId="3594C4B9" w14:textId="77777777" w:rsidR="00F07CA1" w:rsidRDefault="00F07CA1">
            <w:pPr>
              <w:pStyle w:val="Tabletext"/>
            </w:pPr>
          </w:p>
        </w:tc>
      </w:tr>
      <w:tr w:rsidR="00F07CA1" w14:paraId="087279AE" w14:textId="77777777" w:rsidTr="00E030C1">
        <w:tc>
          <w:tcPr>
            <w:tcW w:w="2112" w:type="pct"/>
          </w:tcPr>
          <w:p w14:paraId="210EA9CF" w14:textId="77777777" w:rsidR="00F07CA1" w:rsidRDefault="00E030C1">
            <w:pPr>
              <w:pStyle w:val="Tabletext"/>
            </w:pPr>
            <w:r>
              <w:t>Corners</w:t>
            </w:r>
          </w:p>
        </w:tc>
        <w:tc>
          <w:tcPr>
            <w:tcW w:w="962" w:type="pct"/>
          </w:tcPr>
          <w:p w14:paraId="4A9535F4" w14:textId="77777777" w:rsidR="00F07CA1" w:rsidRDefault="00F07CA1">
            <w:pPr>
              <w:pStyle w:val="Tabletext"/>
            </w:pPr>
          </w:p>
        </w:tc>
        <w:tc>
          <w:tcPr>
            <w:tcW w:w="963" w:type="pct"/>
          </w:tcPr>
          <w:p w14:paraId="59439D9E" w14:textId="77777777" w:rsidR="00F07CA1" w:rsidRDefault="00F07CA1">
            <w:pPr>
              <w:pStyle w:val="Tabletext"/>
            </w:pPr>
          </w:p>
        </w:tc>
        <w:tc>
          <w:tcPr>
            <w:tcW w:w="963" w:type="pct"/>
          </w:tcPr>
          <w:p w14:paraId="12029749" w14:textId="77777777" w:rsidR="00F07CA1" w:rsidRDefault="00F07CA1">
            <w:pPr>
              <w:pStyle w:val="Tabletext"/>
            </w:pPr>
          </w:p>
        </w:tc>
      </w:tr>
      <w:tr w:rsidR="00F07CA1" w14:paraId="40943CB9" w14:textId="77777777" w:rsidTr="00E030C1">
        <w:tc>
          <w:tcPr>
            <w:tcW w:w="2112" w:type="pct"/>
          </w:tcPr>
          <w:p w14:paraId="2AB2B77E" w14:textId="77777777" w:rsidR="00F07CA1" w:rsidRDefault="00E030C1">
            <w:pPr>
              <w:pStyle w:val="Tabletext"/>
            </w:pPr>
            <w:r>
              <w:t>Soffit lining perforations</w:t>
            </w:r>
          </w:p>
        </w:tc>
        <w:tc>
          <w:tcPr>
            <w:tcW w:w="962" w:type="pct"/>
          </w:tcPr>
          <w:p w14:paraId="253627DB" w14:textId="77777777" w:rsidR="00F07CA1" w:rsidRDefault="00F07CA1">
            <w:pPr>
              <w:pStyle w:val="Tabletext"/>
            </w:pPr>
          </w:p>
        </w:tc>
        <w:tc>
          <w:tcPr>
            <w:tcW w:w="963" w:type="pct"/>
          </w:tcPr>
          <w:p w14:paraId="29A3B030" w14:textId="77777777" w:rsidR="00F07CA1" w:rsidRDefault="00F07CA1">
            <w:pPr>
              <w:pStyle w:val="Tabletext"/>
            </w:pPr>
          </w:p>
        </w:tc>
        <w:tc>
          <w:tcPr>
            <w:tcW w:w="963" w:type="pct"/>
          </w:tcPr>
          <w:p w14:paraId="07AADAB0" w14:textId="77777777" w:rsidR="00F07CA1" w:rsidRDefault="00F07CA1">
            <w:pPr>
              <w:pStyle w:val="Tabletext"/>
            </w:pPr>
          </w:p>
        </w:tc>
      </w:tr>
      <w:tr w:rsidR="00F07CA1" w14:paraId="534FBEFD" w14:textId="77777777" w:rsidTr="00E030C1">
        <w:tc>
          <w:tcPr>
            <w:tcW w:w="2112" w:type="pct"/>
          </w:tcPr>
          <w:p w14:paraId="11EA542F" w14:textId="77777777" w:rsidR="00F07CA1" w:rsidRDefault="00E030C1">
            <w:pPr>
              <w:pStyle w:val="Tabletext"/>
            </w:pPr>
            <w:r>
              <w:t>Trim</w:t>
            </w:r>
          </w:p>
        </w:tc>
        <w:tc>
          <w:tcPr>
            <w:tcW w:w="962" w:type="pct"/>
          </w:tcPr>
          <w:p w14:paraId="65AC53C8" w14:textId="77777777" w:rsidR="00F07CA1" w:rsidRDefault="00F07CA1">
            <w:pPr>
              <w:pStyle w:val="Tabletext"/>
            </w:pPr>
          </w:p>
        </w:tc>
        <w:tc>
          <w:tcPr>
            <w:tcW w:w="963" w:type="pct"/>
          </w:tcPr>
          <w:p w14:paraId="1F170F27" w14:textId="77777777" w:rsidR="00F07CA1" w:rsidRDefault="00F07CA1">
            <w:pPr>
              <w:pStyle w:val="Tabletext"/>
            </w:pPr>
          </w:p>
        </w:tc>
        <w:tc>
          <w:tcPr>
            <w:tcW w:w="963" w:type="pct"/>
          </w:tcPr>
          <w:p w14:paraId="52AD096F" w14:textId="77777777" w:rsidR="00F07CA1" w:rsidRDefault="00F07CA1">
            <w:pPr>
              <w:pStyle w:val="Tabletext"/>
            </w:pPr>
          </w:p>
        </w:tc>
      </w:tr>
      <w:tr w:rsidR="00F07CA1" w14:paraId="51030C9A" w14:textId="77777777" w:rsidTr="00E030C1">
        <w:tc>
          <w:tcPr>
            <w:tcW w:w="2112" w:type="pct"/>
          </w:tcPr>
          <w:p w14:paraId="355EDDAE" w14:textId="77777777" w:rsidR="00F07CA1" w:rsidRDefault="00E030C1">
            <w:pPr>
              <w:pStyle w:val="Tabletext"/>
            </w:pPr>
            <w:r>
              <w:t>Control joint width (mm)</w:t>
            </w:r>
          </w:p>
        </w:tc>
        <w:tc>
          <w:tcPr>
            <w:tcW w:w="962" w:type="pct"/>
          </w:tcPr>
          <w:p w14:paraId="136B3A06" w14:textId="77777777" w:rsidR="00F07CA1" w:rsidRDefault="00F07CA1">
            <w:pPr>
              <w:pStyle w:val="Tabletext"/>
            </w:pPr>
          </w:p>
        </w:tc>
        <w:tc>
          <w:tcPr>
            <w:tcW w:w="963" w:type="pct"/>
          </w:tcPr>
          <w:p w14:paraId="139DBB8B" w14:textId="77777777" w:rsidR="00F07CA1" w:rsidRDefault="00F07CA1">
            <w:pPr>
              <w:pStyle w:val="Tabletext"/>
            </w:pPr>
          </w:p>
        </w:tc>
        <w:tc>
          <w:tcPr>
            <w:tcW w:w="963" w:type="pct"/>
          </w:tcPr>
          <w:p w14:paraId="2530824A" w14:textId="77777777" w:rsidR="00F07CA1" w:rsidRDefault="00F07CA1">
            <w:pPr>
              <w:pStyle w:val="Tabletext"/>
            </w:pPr>
          </w:p>
        </w:tc>
      </w:tr>
      <w:tr w:rsidR="00F07CA1" w14:paraId="7119B7C6" w14:textId="77777777" w:rsidTr="00E030C1">
        <w:tc>
          <w:tcPr>
            <w:tcW w:w="2112" w:type="pct"/>
          </w:tcPr>
          <w:p w14:paraId="7D0740DD" w14:textId="77777777" w:rsidR="00F07CA1" w:rsidRDefault="00E030C1">
            <w:pPr>
              <w:pStyle w:val="Tabletext"/>
            </w:pPr>
            <w:r>
              <w:t>Flashings and cappings</w:t>
            </w:r>
          </w:p>
        </w:tc>
        <w:tc>
          <w:tcPr>
            <w:tcW w:w="962" w:type="pct"/>
          </w:tcPr>
          <w:p w14:paraId="1A506515" w14:textId="77777777" w:rsidR="00F07CA1" w:rsidRDefault="00F07CA1">
            <w:pPr>
              <w:pStyle w:val="Tabletext"/>
            </w:pPr>
          </w:p>
        </w:tc>
        <w:tc>
          <w:tcPr>
            <w:tcW w:w="963" w:type="pct"/>
          </w:tcPr>
          <w:p w14:paraId="1942A7C7" w14:textId="77777777" w:rsidR="00F07CA1" w:rsidRDefault="00F07CA1">
            <w:pPr>
              <w:pStyle w:val="Tabletext"/>
            </w:pPr>
          </w:p>
        </w:tc>
        <w:tc>
          <w:tcPr>
            <w:tcW w:w="963" w:type="pct"/>
          </w:tcPr>
          <w:p w14:paraId="2D2B4C45" w14:textId="77777777" w:rsidR="00F07CA1" w:rsidRDefault="00F07CA1">
            <w:pPr>
              <w:pStyle w:val="Tabletext"/>
            </w:pPr>
          </w:p>
        </w:tc>
      </w:tr>
      <w:tr w:rsidR="00F07CA1" w14:paraId="7535CC77" w14:textId="77777777" w:rsidTr="00E030C1">
        <w:tc>
          <w:tcPr>
            <w:tcW w:w="2112" w:type="pct"/>
          </w:tcPr>
          <w:p w14:paraId="02AC166D" w14:textId="77777777" w:rsidR="00F07CA1" w:rsidRDefault="00E030C1">
            <w:pPr>
              <w:pStyle w:val="Tabletext"/>
            </w:pPr>
            <w:r>
              <w:t>Fasteners</w:t>
            </w:r>
          </w:p>
        </w:tc>
        <w:tc>
          <w:tcPr>
            <w:tcW w:w="962" w:type="pct"/>
          </w:tcPr>
          <w:p w14:paraId="1EE511DE" w14:textId="77777777" w:rsidR="00F07CA1" w:rsidRDefault="00F07CA1">
            <w:pPr>
              <w:pStyle w:val="Tabletext"/>
            </w:pPr>
          </w:p>
        </w:tc>
        <w:tc>
          <w:tcPr>
            <w:tcW w:w="963" w:type="pct"/>
          </w:tcPr>
          <w:p w14:paraId="54EB22F4" w14:textId="77777777" w:rsidR="00F07CA1" w:rsidRDefault="00F07CA1">
            <w:pPr>
              <w:pStyle w:val="Tabletext"/>
            </w:pPr>
          </w:p>
        </w:tc>
        <w:tc>
          <w:tcPr>
            <w:tcW w:w="963" w:type="pct"/>
          </w:tcPr>
          <w:p w14:paraId="5BA8C90D" w14:textId="77777777" w:rsidR="00F07CA1" w:rsidRDefault="00F07CA1">
            <w:pPr>
              <w:pStyle w:val="Tabletext"/>
            </w:pPr>
          </w:p>
        </w:tc>
      </w:tr>
    </w:tbl>
    <w:p w14:paraId="2BF1DBC8" w14:textId="77777777" w:rsidR="00F07CA1" w:rsidRDefault="00E030C1">
      <w:r>
        <w:t> </w:t>
      </w:r>
    </w:p>
    <w:p w14:paraId="78894685" w14:textId="77777777" w:rsidR="00F07CA1" w:rsidRDefault="00E030C1">
      <w:pPr>
        <w:pStyle w:val="Instructions"/>
      </w:pPr>
      <w:r>
        <w:t>The codes in the header row of the schedule designate each application or location of the item scheduled. Edit the codes to match those in other contract documents.</w:t>
      </w:r>
    </w:p>
    <w:p w14:paraId="4563455E" w14:textId="77777777" w:rsidR="00F07CA1" w:rsidRDefault="00E030C1">
      <w:pPr>
        <w:pStyle w:val="Instructions"/>
      </w:pPr>
      <w:r>
        <w:t>Product: Nominate a proprietary system or product and edit schedule to suit. For flush-set systems; select the appropriate pre-primed sheets with recessed edges.</w:t>
      </w:r>
    </w:p>
    <w:p w14:paraId="0C68F41A" w14:textId="77777777" w:rsidR="00F07CA1" w:rsidRDefault="00E030C1">
      <w:pPr>
        <w:pStyle w:val="Instructions"/>
      </w:pPr>
      <w:r>
        <w:t>Fixing system: e.g. Waterproof direct fix, top hat framing, ventilated cavity/rainscreen.</w:t>
      </w:r>
    </w:p>
    <w:p w14:paraId="316951D4" w14:textId="77777777" w:rsidR="00F07CA1" w:rsidRDefault="00E030C1">
      <w:pPr>
        <w:pStyle w:val="Instructions"/>
      </w:pPr>
      <w:r>
        <w:t>Thickness:</w:t>
      </w:r>
    </w:p>
    <w:p w14:paraId="3074F753" w14:textId="77777777" w:rsidR="00F07CA1" w:rsidRDefault="00E030C1">
      <w:pPr>
        <w:pStyle w:val="Instructionsindent"/>
      </w:pPr>
      <w:r>
        <w:t>FC sheets: 6 mm, 7.5 mm and 9 mm.</w:t>
      </w:r>
    </w:p>
    <w:p w14:paraId="124105AB" w14:textId="77777777" w:rsidR="00F07CA1" w:rsidRDefault="00E030C1">
      <w:pPr>
        <w:pStyle w:val="Instructionsindent"/>
      </w:pPr>
      <w:r>
        <w:t>Soffit and eaves lining minimum: 4.5 mm.</w:t>
      </w:r>
    </w:p>
    <w:p w14:paraId="638334C8" w14:textId="77777777" w:rsidR="00F07CA1" w:rsidRDefault="00E030C1">
      <w:pPr>
        <w:pStyle w:val="Instructions"/>
      </w:pPr>
      <w:r>
        <w:t xml:space="preserve">Finish: If prefinished, select from the manufacturer’s options, e.g. Two-pack fluoropolymer, and choose the colour. If site painted, refer to </w:t>
      </w:r>
      <w:r>
        <w:rPr>
          <w:i/>
        </w:rPr>
        <w:t>0671 Painting</w:t>
      </w:r>
      <w:r>
        <w:t xml:space="preserve"> or </w:t>
      </w:r>
      <w:r>
        <w:rPr>
          <w:i/>
        </w:rPr>
        <w:t>0672 Textured and membrane coatings</w:t>
      </w:r>
      <w:r>
        <w:t>.</w:t>
      </w:r>
    </w:p>
    <w:p w14:paraId="3B8CB752" w14:textId="77777777" w:rsidR="00F07CA1" w:rsidRDefault="00E030C1">
      <w:pPr>
        <w:pStyle w:val="Instructions"/>
      </w:pPr>
      <w:r>
        <w:t>Joints: If not shown on drawings. e.g. Flush-set recessed joints (for textured finish systems), Prefinished metal backing/joint strip, EPDM gasket, PVC H-mould, PVC or timber cover moulds, Sealant joint with backing rod, Painted frame with bond breaker.</w:t>
      </w:r>
    </w:p>
    <w:p w14:paraId="20619663" w14:textId="77777777" w:rsidR="00F07CA1" w:rsidRDefault="00E030C1">
      <w:pPr>
        <w:pStyle w:val="Instructions"/>
      </w:pPr>
      <w:r>
        <w:t>Edge profile: Square or Recessed ( for flush-set joints).</w:t>
      </w:r>
    </w:p>
    <w:p w14:paraId="5AD32662" w14:textId="77777777" w:rsidR="00F07CA1" w:rsidRDefault="00E030C1">
      <w:pPr>
        <w:pStyle w:val="Instructions"/>
      </w:pPr>
      <w:r>
        <w:t>Panel edge treatment: e.g. Prefinished to match face.</w:t>
      </w:r>
    </w:p>
    <w:p w14:paraId="7174764F" w14:textId="77777777" w:rsidR="00F07CA1" w:rsidRDefault="00E030C1">
      <w:pPr>
        <w:pStyle w:val="Instructions"/>
      </w:pPr>
      <w:r>
        <w:t>Corners: If not shown on drawings. Select from Moulding (e.g. preformed shadow metal trim) or Butt jointed (taped and set).</w:t>
      </w:r>
    </w:p>
    <w:p w14:paraId="1BEBA671" w14:textId="77777777" w:rsidR="00F07CA1" w:rsidRDefault="00E030C1">
      <w:pPr>
        <w:pStyle w:val="Instructions"/>
      </w:pPr>
      <w:r>
        <w:t>Soffit lining perforations: Nominate pattern, perforation percentage and diameter.</w:t>
      </w:r>
    </w:p>
    <w:p w14:paraId="3A5D0CB3" w14:textId="77777777" w:rsidR="00F07CA1" w:rsidRDefault="00E030C1">
      <w:pPr>
        <w:pStyle w:val="Instructions"/>
      </w:pPr>
      <w:r>
        <w:lastRenderedPageBreak/>
        <w:t>Trim: e.g. Proprietary accessories for sills, reveals or corner returns.</w:t>
      </w:r>
    </w:p>
    <w:p w14:paraId="1EBD0C17"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558598C2" w14:textId="77777777" w:rsidR="00F07CA1" w:rsidRDefault="00E030C1">
      <w:pPr>
        <w:pStyle w:val="Instructions"/>
      </w:pPr>
      <w:r>
        <w:t>Fasteners: e.g. Concealed or Pierced, Crest or Valley.</w:t>
      </w:r>
    </w:p>
    <w:p w14:paraId="0142327B" w14:textId="77777777" w:rsidR="00F07CA1" w:rsidRDefault="00E030C1">
      <w:pPr>
        <w:pStyle w:val="Heading4"/>
      </w:pPr>
      <w:bookmarkStart w:id="437" w:name="h-13_13079-20"/>
      <w:bookmarkStart w:id="438" w:name="f-13_13079-20"/>
      <w:bookmarkStart w:id="439" w:name="f-13253-14"/>
      <w:bookmarkEnd w:id="435"/>
      <w:bookmarkEnd w:id="436"/>
      <w:r>
        <w:t>Hardboard plank cladding schedule</w:t>
      </w:r>
      <w:bookmarkEnd w:id="437"/>
    </w:p>
    <w:tbl>
      <w:tblPr>
        <w:tblStyle w:val="NATSPECTable"/>
        <w:tblW w:w="5000" w:type="pct"/>
        <w:tblLook w:val="0620" w:firstRow="1" w:lastRow="0" w:firstColumn="0" w:lastColumn="0" w:noHBand="1" w:noVBand="1"/>
      </w:tblPr>
      <w:tblGrid>
        <w:gridCol w:w="3867"/>
        <w:gridCol w:w="1761"/>
        <w:gridCol w:w="1761"/>
        <w:gridCol w:w="1762"/>
      </w:tblGrid>
      <w:tr w:rsidR="00F07CA1" w14:paraId="35E5BE95" w14:textId="77777777" w:rsidTr="00E030C1">
        <w:trPr>
          <w:tblHeader/>
        </w:trPr>
        <w:tc>
          <w:tcPr>
            <w:tcW w:w="2113" w:type="pct"/>
          </w:tcPr>
          <w:p w14:paraId="639750A7" w14:textId="77777777" w:rsidR="00F07CA1" w:rsidRDefault="00F07CA1">
            <w:pPr>
              <w:pStyle w:val="Tabletitle"/>
            </w:pPr>
          </w:p>
        </w:tc>
        <w:tc>
          <w:tcPr>
            <w:tcW w:w="962" w:type="pct"/>
          </w:tcPr>
          <w:p w14:paraId="3EFE0ACF" w14:textId="77777777" w:rsidR="00F07CA1" w:rsidRDefault="00E030C1">
            <w:pPr>
              <w:pStyle w:val="Tabletitle"/>
            </w:pPr>
            <w:r>
              <w:t>A</w:t>
            </w:r>
          </w:p>
        </w:tc>
        <w:tc>
          <w:tcPr>
            <w:tcW w:w="962" w:type="pct"/>
          </w:tcPr>
          <w:p w14:paraId="32F17AF8" w14:textId="77777777" w:rsidR="00F07CA1" w:rsidRDefault="00E030C1">
            <w:pPr>
              <w:pStyle w:val="Tabletitle"/>
            </w:pPr>
            <w:r>
              <w:t>B</w:t>
            </w:r>
          </w:p>
        </w:tc>
        <w:tc>
          <w:tcPr>
            <w:tcW w:w="963" w:type="pct"/>
          </w:tcPr>
          <w:p w14:paraId="750758C7" w14:textId="77777777" w:rsidR="00F07CA1" w:rsidRDefault="00E030C1">
            <w:pPr>
              <w:pStyle w:val="Tabletitle"/>
            </w:pPr>
            <w:r>
              <w:t>C</w:t>
            </w:r>
          </w:p>
        </w:tc>
      </w:tr>
      <w:tr w:rsidR="00F07CA1" w14:paraId="6D9C2274" w14:textId="77777777" w:rsidTr="00E030C1">
        <w:tc>
          <w:tcPr>
            <w:tcW w:w="2113" w:type="pct"/>
          </w:tcPr>
          <w:p w14:paraId="49CD305F" w14:textId="77777777" w:rsidR="00F07CA1" w:rsidRDefault="00E030C1">
            <w:pPr>
              <w:pStyle w:val="Tabletext"/>
            </w:pPr>
            <w:r>
              <w:t>Product</w:t>
            </w:r>
          </w:p>
        </w:tc>
        <w:tc>
          <w:tcPr>
            <w:tcW w:w="962" w:type="pct"/>
          </w:tcPr>
          <w:p w14:paraId="5FC588F9" w14:textId="77777777" w:rsidR="00F07CA1" w:rsidRDefault="00F07CA1">
            <w:pPr>
              <w:pStyle w:val="Tabletext"/>
            </w:pPr>
          </w:p>
        </w:tc>
        <w:tc>
          <w:tcPr>
            <w:tcW w:w="962" w:type="pct"/>
          </w:tcPr>
          <w:p w14:paraId="382497D7" w14:textId="77777777" w:rsidR="00F07CA1" w:rsidRDefault="00F07CA1">
            <w:pPr>
              <w:pStyle w:val="Tabletext"/>
            </w:pPr>
          </w:p>
        </w:tc>
        <w:tc>
          <w:tcPr>
            <w:tcW w:w="963" w:type="pct"/>
          </w:tcPr>
          <w:p w14:paraId="6EE1F5B5" w14:textId="77777777" w:rsidR="00F07CA1" w:rsidRDefault="00F07CA1">
            <w:pPr>
              <w:pStyle w:val="Tabletext"/>
            </w:pPr>
          </w:p>
        </w:tc>
      </w:tr>
      <w:tr w:rsidR="00F07CA1" w14:paraId="4C8AC585" w14:textId="77777777" w:rsidTr="00E030C1">
        <w:tc>
          <w:tcPr>
            <w:tcW w:w="2113" w:type="pct"/>
          </w:tcPr>
          <w:p w14:paraId="19E2A62B" w14:textId="77777777" w:rsidR="00F07CA1" w:rsidRDefault="00E030C1">
            <w:pPr>
              <w:pStyle w:val="Tabletext"/>
            </w:pPr>
            <w:r>
              <w:t>Fixing system</w:t>
            </w:r>
          </w:p>
        </w:tc>
        <w:tc>
          <w:tcPr>
            <w:tcW w:w="962" w:type="pct"/>
          </w:tcPr>
          <w:p w14:paraId="270D73FF" w14:textId="77777777" w:rsidR="00F07CA1" w:rsidRDefault="00F07CA1">
            <w:pPr>
              <w:pStyle w:val="Tabletext"/>
            </w:pPr>
          </w:p>
        </w:tc>
        <w:tc>
          <w:tcPr>
            <w:tcW w:w="962" w:type="pct"/>
          </w:tcPr>
          <w:p w14:paraId="4A27D634" w14:textId="77777777" w:rsidR="00F07CA1" w:rsidRDefault="00F07CA1">
            <w:pPr>
              <w:pStyle w:val="Tabletext"/>
            </w:pPr>
          </w:p>
        </w:tc>
        <w:tc>
          <w:tcPr>
            <w:tcW w:w="963" w:type="pct"/>
          </w:tcPr>
          <w:p w14:paraId="75515730" w14:textId="77777777" w:rsidR="00F07CA1" w:rsidRDefault="00F07CA1">
            <w:pPr>
              <w:pStyle w:val="Tabletext"/>
            </w:pPr>
          </w:p>
        </w:tc>
      </w:tr>
      <w:tr w:rsidR="00F07CA1" w14:paraId="091B7D06" w14:textId="77777777" w:rsidTr="00E030C1">
        <w:tc>
          <w:tcPr>
            <w:tcW w:w="2113" w:type="pct"/>
          </w:tcPr>
          <w:p w14:paraId="02C86D8A" w14:textId="77777777" w:rsidR="00F07CA1" w:rsidRDefault="00E030C1">
            <w:pPr>
              <w:pStyle w:val="Tabletext"/>
            </w:pPr>
            <w:r>
              <w:t>Bending strength</w:t>
            </w:r>
          </w:p>
        </w:tc>
        <w:tc>
          <w:tcPr>
            <w:tcW w:w="962" w:type="pct"/>
          </w:tcPr>
          <w:p w14:paraId="5E1F0206" w14:textId="77777777" w:rsidR="00F07CA1" w:rsidRDefault="00F07CA1">
            <w:pPr>
              <w:pStyle w:val="Tabletext"/>
            </w:pPr>
          </w:p>
        </w:tc>
        <w:tc>
          <w:tcPr>
            <w:tcW w:w="962" w:type="pct"/>
          </w:tcPr>
          <w:p w14:paraId="669D978A" w14:textId="77777777" w:rsidR="00F07CA1" w:rsidRDefault="00F07CA1">
            <w:pPr>
              <w:pStyle w:val="Tabletext"/>
            </w:pPr>
          </w:p>
        </w:tc>
        <w:tc>
          <w:tcPr>
            <w:tcW w:w="963" w:type="pct"/>
          </w:tcPr>
          <w:p w14:paraId="46CB8789" w14:textId="77777777" w:rsidR="00F07CA1" w:rsidRDefault="00F07CA1">
            <w:pPr>
              <w:pStyle w:val="Tabletext"/>
            </w:pPr>
          </w:p>
        </w:tc>
      </w:tr>
      <w:tr w:rsidR="00F07CA1" w14:paraId="4D054DF0" w14:textId="77777777" w:rsidTr="00E030C1">
        <w:tc>
          <w:tcPr>
            <w:tcW w:w="2113" w:type="pct"/>
          </w:tcPr>
          <w:p w14:paraId="7E97F205" w14:textId="77777777" w:rsidR="00F07CA1" w:rsidRDefault="00E030C1">
            <w:pPr>
              <w:pStyle w:val="Tabletext"/>
            </w:pPr>
            <w:r>
              <w:t>Texture</w:t>
            </w:r>
          </w:p>
        </w:tc>
        <w:tc>
          <w:tcPr>
            <w:tcW w:w="962" w:type="pct"/>
          </w:tcPr>
          <w:p w14:paraId="262C956A" w14:textId="77777777" w:rsidR="00F07CA1" w:rsidRDefault="00F07CA1">
            <w:pPr>
              <w:pStyle w:val="Tabletext"/>
            </w:pPr>
          </w:p>
        </w:tc>
        <w:tc>
          <w:tcPr>
            <w:tcW w:w="962" w:type="pct"/>
          </w:tcPr>
          <w:p w14:paraId="176CD70E" w14:textId="77777777" w:rsidR="00F07CA1" w:rsidRDefault="00F07CA1">
            <w:pPr>
              <w:pStyle w:val="Tabletext"/>
            </w:pPr>
          </w:p>
        </w:tc>
        <w:tc>
          <w:tcPr>
            <w:tcW w:w="963" w:type="pct"/>
          </w:tcPr>
          <w:p w14:paraId="4582FBDE" w14:textId="77777777" w:rsidR="00F07CA1" w:rsidRDefault="00F07CA1">
            <w:pPr>
              <w:pStyle w:val="Tabletext"/>
            </w:pPr>
          </w:p>
        </w:tc>
      </w:tr>
      <w:tr w:rsidR="00F07CA1" w14:paraId="2A880F2B" w14:textId="77777777" w:rsidTr="00E030C1">
        <w:tc>
          <w:tcPr>
            <w:tcW w:w="2113" w:type="pct"/>
          </w:tcPr>
          <w:p w14:paraId="5F8BC54E" w14:textId="77777777" w:rsidR="00F07CA1" w:rsidRDefault="00E030C1">
            <w:pPr>
              <w:pStyle w:val="Tabletext"/>
            </w:pPr>
            <w:r>
              <w:t>Width (mm)</w:t>
            </w:r>
          </w:p>
        </w:tc>
        <w:tc>
          <w:tcPr>
            <w:tcW w:w="962" w:type="pct"/>
          </w:tcPr>
          <w:p w14:paraId="101D285E" w14:textId="77777777" w:rsidR="00F07CA1" w:rsidRDefault="00F07CA1">
            <w:pPr>
              <w:pStyle w:val="Tabletext"/>
            </w:pPr>
          </w:p>
        </w:tc>
        <w:tc>
          <w:tcPr>
            <w:tcW w:w="962" w:type="pct"/>
          </w:tcPr>
          <w:p w14:paraId="49A24842" w14:textId="77777777" w:rsidR="00F07CA1" w:rsidRDefault="00F07CA1">
            <w:pPr>
              <w:pStyle w:val="Tabletext"/>
            </w:pPr>
          </w:p>
        </w:tc>
        <w:tc>
          <w:tcPr>
            <w:tcW w:w="963" w:type="pct"/>
          </w:tcPr>
          <w:p w14:paraId="71BAE8F6" w14:textId="77777777" w:rsidR="00F07CA1" w:rsidRDefault="00F07CA1">
            <w:pPr>
              <w:pStyle w:val="Tabletext"/>
            </w:pPr>
          </w:p>
        </w:tc>
      </w:tr>
      <w:tr w:rsidR="00F07CA1" w14:paraId="44C9D025" w14:textId="77777777" w:rsidTr="00E030C1">
        <w:tc>
          <w:tcPr>
            <w:tcW w:w="2113" w:type="pct"/>
          </w:tcPr>
          <w:p w14:paraId="40BAAA61" w14:textId="77777777" w:rsidR="00F07CA1" w:rsidRDefault="00E030C1">
            <w:pPr>
              <w:pStyle w:val="Tabletext"/>
            </w:pPr>
            <w:r>
              <w:t>Length (mm)</w:t>
            </w:r>
          </w:p>
        </w:tc>
        <w:tc>
          <w:tcPr>
            <w:tcW w:w="962" w:type="pct"/>
          </w:tcPr>
          <w:p w14:paraId="54272933" w14:textId="77777777" w:rsidR="00F07CA1" w:rsidRDefault="00F07CA1">
            <w:pPr>
              <w:pStyle w:val="Tabletext"/>
            </w:pPr>
          </w:p>
        </w:tc>
        <w:tc>
          <w:tcPr>
            <w:tcW w:w="962" w:type="pct"/>
          </w:tcPr>
          <w:p w14:paraId="7D645AD2" w14:textId="77777777" w:rsidR="00F07CA1" w:rsidRDefault="00F07CA1">
            <w:pPr>
              <w:pStyle w:val="Tabletext"/>
            </w:pPr>
          </w:p>
        </w:tc>
        <w:tc>
          <w:tcPr>
            <w:tcW w:w="963" w:type="pct"/>
          </w:tcPr>
          <w:p w14:paraId="0DFD2D91" w14:textId="77777777" w:rsidR="00F07CA1" w:rsidRDefault="00F07CA1">
            <w:pPr>
              <w:pStyle w:val="Tabletext"/>
            </w:pPr>
          </w:p>
        </w:tc>
      </w:tr>
      <w:tr w:rsidR="00F07CA1" w14:paraId="6DDB54E1" w14:textId="77777777" w:rsidTr="00E030C1">
        <w:tc>
          <w:tcPr>
            <w:tcW w:w="2113" w:type="pct"/>
          </w:tcPr>
          <w:p w14:paraId="0D42E553" w14:textId="77777777" w:rsidR="00F07CA1" w:rsidRDefault="00E030C1">
            <w:pPr>
              <w:pStyle w:val="Tabletext"/>
            </w:pPr>
            <w:r>
              <w:t>Joints</w:t>
            </w:r>
          </w:p>
        </w:tc>
        <w:tc>
          <w:tcPr>
            <w:tcW w:w="962" w:type="pct"/>
          </w:tcPr>
          <w:p w14:paraId="5A645860" w14:textId="77777777" w:rsidR="00F07CA1" w:rsidRDefault="00F07CA1">
            <w:pPr>
              <w:pStyle w:val="Tabletext"/>
            </w:pPr>
          </w:p>
        </w:tc>
        <w:tc>
          <w:tcPr>
            <w:tcW w:w="962" w:type="pct"/>
          </w:tcPr>
          <w:p w14:paraId="569F2FB1" w14:textId="77777777" w:rsidR="00F07CA1" w:rsidRDefault="00F07CA1">
            <w:pPr>
              <w:pStyle w:val="Tabletext"/>
            </w:pPr>
          </w:p>
        </w:tc>
        <w:tc>
          <w:tcPr>
            <w:tcW w:w="963" w:type="pct"/>
          </w:tcPr>
          <w:p w14:paraId="33F58AD1" w14:textId="77777777" w:rsidR="00F07CA1" w:rsidRDefault="00F07CA1">
            <w:pPr>
              <w:pStyle w:val="Tabletext"/>
            </w:pPr>
          </w:p>
        </w:tc>
      </w:tr>
      <w:tr w:rsidR="00F07CA1" w14:paraId="1EF607C6" w14:textId="77777777" w:rsidTr="00E030C1">
        <w:tc>
          <w:tcPr>
            <w:tcW w:w="2113" w:type="pct"/>
          </w:tcPr>
          <w:p w14:paraId="12543D98" w14:textId="77777777" w:rsidR="00F07CA1" w:rsidRDefault="00E030C1">
            <w:pPr>
              <w:pStyle w:val="Tabletext"/>
            </w:pPr>
            <w:r>
              <w:t>Finish</w:t>
            </w:r>
          </w:p>
        </w:tc>
        <w:tc>
          <w:tcPr>
            <w:tcW w:w="962" w:type="pct"/>
          </w:tcPr>
          <w:p w14:paraId="44CB9B74" w14:textId="77777777" w:rsidR="00F07CA1" w:rsidRDefault="00F07CA1">
            <w:pPr>
              <w:pStyle w:val="Tabletext"/>
            </w:pPr>
          </w:p>
        </w:tc>
        <w:tc>
          <w:tcPr>
            <w:tcW w:w="962" w:type="pct"/>
          </w:tcPr>
          <w:p w14:paraId="52178390" w14:textId="77777777" w:rsidR="00F07CA1" w:rsidRDefault="00F07CA1">
            <w:pPr>
              <w:pStyle w:val="Tabletext"/>
            </w:pPr>
          </w:p>
        </w:tc>
        <w:tc>
          <w:tcPr>
            <w:tcW w:w="963" w:type="pct"/>
          </w:tcPr>
          <w:p w14:paraId="6B1EFDA8" w14:textId="77777777" w:rsidR="00F07CA1" w:rsidRDefault="00F07CA1">
            <w:pPr>
              <w:pStyle w:val="Tabletext"/>
            </w:pPr>
          </w:p>
        </w:tc>
      </w:tr>
      <w:tr w:rsidR="00F07CA1" w14:paraId="1076B838" w14:textId="77777777" w:rsidTr="00E030C1">
        <w:tc>
          <w:tcPr>
            <w:tcW w:w="2113" w:type="pct"/>
          </w:tcPr>
          <w:p w14:paraId="5F950694" w14:textId="77777777" w:rsidR="00F07CA1" w:rsidRDefault="00E030C1">
            <w:pPr>
              <w:pStyle w:val="Tabletext"/>
            </w:pPr>
            <w:r>
              <w:t>Trim</w:t>
            </w:r>
          </w:p>
        </w:tc>
        <w:tc>
          <w:tcPr>
            <w:tcW w:w="962" w:type="pct"/>
          </w:tcPr>
          <w:p w14:paraId="732A38D3" w14:textId="77777777" w:rsidR="00F07CA1" w:rsidRDefault="00F07CA1">
            <w:pPr>
              <w:pStyle w:val="Tabletext"/>
            </w:pPr>
          </w:p>
        </w:tc>
        <w:tc>
          <w:tcPr>
            <w:tcW w:w="962" w:type="pct"/>
          </w:tcPr>
          <w:p w14:paraId="35D2E76C" w14:textId="77777777" w:rsidR="00F07CA1" w:rsidRDefault="00F07CA1">
            <w:pPr>
              <w:pStyle w:val="Tabletext"/>
            </w:pPr>
          </w:p>
        </w:tc>
        <w:tc>
          <w:tcPr>
            <w:tcW w:w="963" w:type="pct"/>
          </w:tcPr>
          <w:p w14:paraId="7704DBF2" w14:textId="77777777" w:rsidR="00F07CA1" w:rsidRDefault="00F07CA1">
            <w:pPr>
              <w:pStyle w:val="Tabletext"/>
            </w:pPr>
          </w:p>
        </w:tc>
      </w:tr>
      <w:tr w:rsidR="00F07CA1" w14:paraId="73667C3C" w14:textId="77777777" w:rsidTr="00E030C1">
        <w:tc>
          <w:tcPr>
            <w:tcW w:w="2113" w:type="pct"/>
          </w:tcPr>
          <w:p w14:paraId="35860600" w14:textId="77777777" w:rsidR="00F07CA1" w:rsidRDefault="00E030C1">
            <w:pPr>
              <w:pStyle w:val="Tabletext"/>
            </w:pPr>
            <w:r>
              <w:t>Flashings and cappings</w:t>
            </w:r>
          </w:p>
        </w:tc>
        <w:tc>
          <w:tcPr>
            <w:tcW w:w="962" w:type="pct"/>
          </w:tcPr>
          <w:p w14:paraId="71A0F6AE" w14:textId="77777777" w:rsidR="00F07CA1" w:rsidRDefault="00F07CA1">
            <w:pPr>
              <w:pStyle w:val="Tabletext"/>
            </w:pPr>
          </w:p>
        </w:tc>
        <w:tc>
          <w:tcPr>
            <w:tcW w:w="962" w:type="pct"/>
          </w:tcPr>
          <w:p w14:paraId="47245265" w14:textId="77777777" w:rsidR="00F07CA1" w:rsidRDefault="00F07CA1">
            <w:pPr>
              <w:pStyle w:val="Tabletext"/>
            </w:pPr>
          </w:p>
        </w:tc>
        <w:tc>
          <w:tcPr>
            <w:tcW w:w="963" w:type="pct"/>
          </w:tcPr>
          <w:p w14:paraId="5779B6CB" w14:textId="77777777" w:rsidR="00F07CA1" w:rsidRDefault="00F07CA1">
            <w:pPr>
              <w:pStyle w:val="Tabletext"/>
            </w:pPr>
          </w:p>
        </w:tc>
      </w:tr>
      <w:tr w:rsidR="00F07CA1" w14:paraId="38FA5B1C" w14:textId="77777777" w:rsidTr="00E030C1">
        <w:tc>
          <w:tcPr>
            <w:tcW w:w="2113" w:type="pct"/>
          </w:tcPr>
          <w:p w14:paraId="3DB8F89E" w14:textId="77777777" w:rsidR="00F07CA1" w:rsidRDefault="00E030C1">
            <w:pPr>
              <w:pStyle w:val="Tabletext"/>
            </w:pPr>
            <w:r>
              <w:t>Fasteners</w:t>
            </w:r>
          </w:p>
        </w:tc>
        <w:tc>
          <w:tcPr>
            <w:tcW w:w="962" w:type="pct"/>
          </w:tcPr>
          <w:p w14:paraId="7C2691BF" w14:textId="77777777" w:rsidR="00F07CA1" w:rsidRDefault="00F07CA1">
            <w:pPr>
              <w:pStyle w:val="Tabletext"/>
            </w:pPr>
          </w:p>
        </w:tc>
        <w:tc>
          <w:tcPr>
            <w:tcW w:w="962" w:type="pct"/>
          </w:tcPr>
          <w:p w14:paraId="6EB2501C" w14:textId="77777777" w:rsidR="00F07CA1" w:rsidRDefault="00F07CA1">
            <w:pPr>
              <w:pStyle w:val="Tabletext"/>
            </w:pPr>
          </w:p>
        </w:tc>
        <w:tc>
          <w:tcPr>
            <w:tcW w:w="963" w:type="pct"/>
          </w:tcPr>
          <w:p w14:paraId="49B82899" w14:textId="77777777" w:rsidR="00F07CA1" w:rsidRDefault="00F07CA1">
            <w:pPr>
              <w:pStyle w:val="Tabletext"/>
            </w:pPr>
          </w:p>
        </w:tc>
      </w:tr>
    </w:tbl>
    <w:p w14:paraId="77861FBA" w14:textId="77777777" w:rsidR="00F07CA1" w:rsidRDefault="00E030C1">
      <w:r>
        <w:t> </w:t>
      </w:r>
    </w:p>
    <w:p w14:paraId="6F7C2B9D" w14:textId="77777777" w:rsidR="00F07CA1" w:rsidRDefault="00E030C1">
      <w:pPr>
        <w:pStyle w:val="Instructions"/>
      </w:pPr>
      <w:r>
        <w:t>The codes in the header row of the schedule designate each application or location of the item scheduled. Edit the codes to match those in other contract documents.</w:t>
      </w:r>
    </w:p>
    <w:p w14:paraId="09A2086B" w14:textId="77777777" w:rsidR="00F07CA1" w:rsidRDefault="00E030C1">
      <w:pPr>
        <w:pStyle w:val="Instructions"/>
      </w:pPr>
      <w:r>
        <w:t>Product: Nominate a proprietary system or product and edit schedule to suit.</w:t>
      </w:r>
    </w:p>
    <w:p w14:paraId="2829B761" w14:textId="77777777" w:rsidR="00F07CA1" w:rsidRDefault="00E030C1">
      <w:pPr>
        <w:pStyle w:val="Instructions"/>
      </w:pPr>
      <w:r>
        <w:t>Fixing system: e.g. Waterproof direct fix, batten framing, ventilated cavity/rainscreen.</w:t>
      </w:r>
    </w:p>
    <w:p w14:paraId="636CDB27" w14:textId="77777777" w:rsidR="00F07CA1" w:rsidRDefault="00E030C1">
      <w:pPr>
        <w:pStyle w:val="Instructions"/>
      </w:pPr>
      <w:r>
        <w:t>Bending strength: e.g. L (low), M (medium) or H (high).</w:t>
      </w:r>
    </w:p>
    <w:p w14:paraId="62205BFB" w14:textId="77777777" w:rsidR="00F07CA1" w:rsidRDefault="00E030C1">
      <w:pPr>
        <w:pStyle w:val="Instructions"/>
      </w:pPr>
      <w:r>
        <w:t>Texture: e.g. Smooth, Rough sawn.</w:t>
      </w:r>
    </w:p>
    <w:p w14:paraId="0E758CD8" w14:textId="77777777" w:rsidR="00F07CA1" w:rsidRDefault="00E030C1">
      <w:pPr>
        <w:pStyle w:val="Instructions"/>
      </w:pPr>
      <w:r>
        <w:t>Width (mm): e.g. 200 mm.</w:t>
      </w:r>
    </w:p>
    <w:p w14:paraId="4EA8FA15" w14:textId="77777777" w:rsidR="00F07CA1" w:rsidRDefault="00E030C1">
      <w:pPr>
        <w:pStyle w:val="Instructions"/>
      </w:pPr>
      <w:r>
        <w:t>Length (mm): Typically 3660 mm.</w:t>
      </w:r>
    </w:p>
    <w:p w14:paraId="438ED9A3" w14:textId="77777777" w:rsidR="00F07CA1" w:rsidRDefault="00E030C1">
      <w:pPr>
        <w:pStyle w:val="Instructions"/>
      </w:pPr>
      <w:r>
        <w:t>Joints: e.g. On-stud, Butt, Clip, PVC-U extrusion, Concealed, Aluminium.</w:t>
      </w:r>
    </w:p>
    <w:p w14:paraId="5A400C2B" w14:textId="77777777" w:rsidR="00F07CA1" w:rsidRDefault="00E030C1">
      <w:pPr>
        <w:pStyle w:val="Instructions"/>
      </w:pPr>
      <w:r>
        <w:t xml:space="preserve">Finish: e.g. Painted or Coated. Refer to </w:t>
      </w:r>
      <w:r>
        <w:rPr>
          <w:i/>
        </w:rPr>
        <w:t>0671 Painting</w:t>
      </w:r>
      <w:r>
        <w:t xml:space="preserve"> or </w:t>
      </w:r>
      <w:r>
        <w:rPr>
          <w:i/>
        </w:rPr>
        <w:t>0672 Textured and membrane coatings</w:t>
      </w:r>
      <w:r>
        <w:t>.</w:t>
      </w:r>
    </w:p>
    <w:p w14:paraId="661FB22C" w14:textId="77777777" w:rsidR="00F07CA1" w:rsidRDefault="00E030C1">
      <w:pPr>
        <w:pStyle w:val="Instructions"/>
      </w:pPr>
      <w:r>
        <w:t>Trim: e.g. Proprietary accessories for sills, reveals or corner returns.</w:t>
      </w:r>
    </w:p>
    <w:p w14:paraId="6903390B"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3BB04CE3" w14:textId="77777777" w:rsidR="00F07CA1" w:rsidRDefault="00E030C1">
      <w:pPr>
        <w:pStyle w:val="Instructions"/>
      </w:pPr>
      <w:r>
        <w:t>Fasteners: e.g. Concealed or Pierced, Crest or Valley.</w:t>
      </w:r>
    </w:p>
    <w:p w14:paraId="75827DE6" w14:textId="77777777" w:rsidR="00F07CA1" w:rsidRDefault="00E030C1">
      <w:pPr>
        <w:pStyle w:val="Heading4"/>
      </w:pPr>
      <w:bookmarkStart w:id="440" w:name="h-9_13080-13"/>
      <w:bookmarkStart w:id="441" w:name="f-9_13080-13"/>
      <w:bookmarkStart w:id="442" w:name="f-13253-15"/>
      <w:bookmarkEnd w:id="438"/>
      <w:bookmarkEnd w:id="439"/>
      <w:r>
        <w:t>Insulated panel system schedule</w:t>
      </w:r>
      <w:bookmarkEnd w:id="440"/>
    </w:p>
    <w:tbl>
      <w:tblPr>
        <w:tblStyle w:val="NATSPECTable"/>
        <w:tblW w:w="5000" w:type="pct"/>
        <w:tblLook w:val="0620" w:firstRow="1" w:lastRow="0" w:firstColumn="0" w:lastColumn="0" w:noHBand="1" w:noVBand="1"/>
      </w:tblPr>
      <w:tblGrid>
        <w:gridCol w:w="3661"/>
        <w:gridCol w:w="1830"/>
        <w:gridCol w:w="1830"/>
        <w:gridCol w:w="1830"/>
      </w:tblGrid>
      <w:tr w:rsidR="00F07CA1" w14:paraId="01C1A322" w14:textId="77777777">
        <w:trPr>
          <w:tblHeader/>
        </w:trPr>
        <w:tc>
          <w:tcPr>
            <w:tcW w:w="2000" w:type="pct"/>
          </w:tcPr>
          <w:p w14:paraId="2A24CDCD" w14:textId="77777777" w:rsidR="00F07CA1" w:rsidRDefault="00F07CA1">
            <w:pPr>
              <w:pStyle w:val="Tabletitle"/>
            </w:pPr>
          </w:p>
        </w:tc>
        <w:tc>
          <w:tcPr>
            <w:tcW w:w="1000" w:type="pct"/>
          </w:tcPr>
          <w:p w14:paraId="60F80504" w14:textId="77777777" w:rsidR="00F07CA1" w:rsidRDefault="00E030C1">
            <w:pPr>
              <w:pStyle w:val="Tabletitle"/>
            </w:pPr>
            <w:r>
              <w:t>A</w:t>
            </w:r>
          </w:p>
        </w:tc>
        <w:tc>
          <w:tcPr>
            <w:tcW w:w="1000" w:type="pct"/>
          </w:tcPr>
          <w:p w14:paraId="25E5589A" w14:textId="77777777" w:rsidR="00F07CA1" w:rsidRDefault="00E030C1">
            <w:pPr>
              <w:pStyle w:val="Tabletitle"/>
            </w:pPr>
            <w:r>
              <w:t>B</w:t>
            </w:r>
          </w:p>
        </w:tc>
        <w:tc>
          <w:tcPr>
            <w:tcW w:w="1000" w:type="pct"/>
          </w:tcPr>
          <w:p w14:paraId="6A84BFDE" w14:textId="77777777" w:rsidR="00F07CA1" w:rsidRDefault="00E030C1">
            <w:pPr>
              <w:pStyle w:val="Tabletitle"/>
            </w:pPr>
            <w:r>
              <w:t>C</w:t>
            </w:r>
          </w:p>
        </w:tc>
      </w:tr>
      <w:tr w:rsidR="00F07CA1" w14:paraId="00A1610C" w14:textId="77777777">
        <w:tc>
          <w:tcPr>
            <w:tcW w:w="2000" w:type="pct"/>
          </w:tcPr>
          <w:p w14:paraId="7C9C1003" w14:textId="77777777" w:rsidR="00F07CA1" w:rsidRDefault="00E030C1">
            <w:pPr>
              <w:pStyle w:val="Tabletext"/>
            </w:pPr>
            <w:r>
              <w:t>Product</w:t>
            </w:r>
          </w:p>
        </w:tc>
        <w:tc>
          <w:tcPr>
            <w:tcW w:w="1000" w:type="pct"/>
          </w:tcPr>
          <w:p w14:paraId="0A1F39EF" w14:textId="77777777" w:rsidR="00F07CA1" w:rsidRDefault="00F07CA1">
            <w:pPr>
              <w:pStyle w:val="Tabletext"/>
            </w:pPr>
          </w:p>
        </w:tc>
        <w:tc>
          <w:tcPr>
            <w:tcW w:w="1000" w:type="pct"/>
          </w:tcPr>
          <w:p w14:paraId="6AFE2D29" w14:textId="77777777" w:rsidR="00F07CA1" w:rsidRDefault="00F07CA1">
            <w:pPr>
              <w:pStyle w:val="Tabletext"/>
            </w:pPr>
          </w:p>
        </w:tc>
        <w:tc>
          <w:tcPr>
            <w:tcW w:w="1000" w:type="pct"/>
          </w:tcPr>
          <w:p w14:paraId="34176599" w14:textId="77777777" w:rsidR="00F07CA1" w:rsidRDefault="00F07CA1">
            <w:pPr>
              <w:pStyle w:val="Tabletext"/>
            </w:pPr>
          </w:p>
        </w:tc>
      </w:tr>
      <w:tr w:rsidR="00F07CA1" w14:paraId="78237F73" w14:textId="77777777">
        <w:tc>
          <w:tcPr>
            <w:tcW w:w="2000" w:type="pct"/>
          </w:tcPr>
          <w:p w14:paraId="4A14C141" w14:textId="77777777" w:rsidR="00F07CA1" w:rsidRDefault="00E030C1">
            <w:pPr>
              <w:pStyle w:val="Tabletext"/>
            </w:pPr>
            <w:r>
              <w:t>Panel core</w:t>
            </w:r>
          </w:p>
        </w:tc>
        <w:tc>
          <w:tcPr>
            <w:tcW w:w="1000" w:type="pct"/>
          </w:tcPr>
          <w:p w14:paraId="1946C7CA" w14:textId="77777777" w:rsidR="00F07CA1" w:rsidRDefault="00F07CA1">
            <w:pPr>
              <w:pStyle w:val="Tabletext"/>
            </w:pPr>
          </w:p>
        </w:tc>
        <w:tc>
          <w:tcPr>
            <w:tcW w:w="1000" w:type="pct"/>
          </w:tcPr>
          <w:p w14:paraId="4B6B41E9" w14:textId="77777777" w:rsidR="00F07CA1" w:rsidRDefault="00F07CA1">
            <w:pPr>
              <w:pStyle w:val="Tabletext"/>
            </w:pPr>
          </w:p>
        </w:tc>
        <w:tc>
          <w:tcPr>
            <w:tcW w:w="1000" w:type="pct"/>
          </w:tcPr>
          <w:p w14:paraId="6CCC63F4" w14:textId="77777777" w:rsidR="00F07CA1" w:rsidRDefault="00F07CA1">
            <w:pPr>
              <w:pStyle w:val="Tabletext"/>
            </w:pPr>
          </w:p>
        </w:tc>
      </w:tr>
      <w:tr w:rsidR="00F07CA1" w14:paraId="38033A06" w14:textId="77777777">
        <w:tc>
          <w:tcPr>
            <w:tcW w:w="2000" w:type="pct"/>
          </w:tcPr>
          <w:p w14:paraId="04DD49B4" w14:textId="77777777" w:rsidR="00F07CA1" w:rsidRDefault="00E030C1">
            <w:pPr>
              <w:pStyle w:val="Tabletext"/>
            </w:pPr>
            <w:r>
              <w:t>Panel thickness (mm)</w:t>
            </w:r>
          </w:p>
        </w:tc>
        <w:tc>
          <w:tcPr>
            <w:tcW w:w="1000" w:type="pct"/>
          </w:tcPr>
          <w:p w14:paraId="386139A9" w14:textId="77777777" w:rsidR="00F07CA1" w:rsidRDefault="00F07CA1">
            <w:pPr>
              <w:pStyle w:val="Tabletext"/>
            </w:pPr>
          </w:p>
        </w:tc>
        <w:tc>
          <w:tcPr>
            <w:tcW w:w="1000" w:type="pct"/>
          </w:tcPr>
          <w:p w14:paraId="04EDD5E0" w14:textId="77777777" w:rsidR="00F07CA1" w:rsidRDefault="00F07CA1">
            <w:pPr>
              <w:pStyle w:val="Tabletext"/>
            </w:pPr>
          </w:p>
        </w:tc>
        <w:tc>
          <w:tcPr>
            <w:tcW w:w="1000" w:type="pct"/>
          </w:tcPr>
          <w:p w14:paraId="33329ECF" w14:textId="77777777" w:rsidR="00F07CA1" w:rsidRDefault="00F07CA1">
            <w:pPr>
              <w:pStyle w:val="Tabletext"/>
            </w:pPr>
          </w:p>
        </w:tc>
      </w:tr>
      <w:tr w:rsidR="00F07CA1" w14:paraId="5FB69FF2" w14:textId="77777777">
        <w:tc>
          <w:tcPr>
            <w:tcW w:w="2000" w:type="pct"/>
          </w:tcPr>
          <w:p w14:paraId="6ED5D550" w14:textId="77777777" w:rsidR="00F07CA1" w:rsidRDefault="00E030C1">
            <w:pPr>
              <w:pStyle w:val="Tabletext"/>
            </w:pPr>
            <w:r>
              <w:t>Panel skin material: External</w:t>
            </w:r>
          </w:p>
        </w:tc>
        <w:tc>
          <w:tcPr>
            <w:tcW w:w="1000" w:type="pct"/>
          </w:tcPr>
          <w:p w14:paraId="1C6555CD" w14:textId="77777777" w:rsidR="00F07CA1" w:rsidRDefault="00F07CA1">
            <w:pPr>
              <w:pStyle w:val="Tabletext"/>
            </w:pPr>
          </w:p>
        </w:tc>
        <w:tc>
          <w:tcPr>
            <w:tcW w:w="1000" w:type="pct"/>
          </w:tcPr>
          <w:p w14:paraId="76995723" w14:textId="77777777" w:rsidR="00F07CA1" w:rsidRDefault="00F07CA1">
            <w:pPr>
              <w:pStyle w:val="Tabletext"/>
            </w:pPr>
          </w:p>
        </w:tc>
        <w:tc>
          <w:tcPr>
            <w:tcW w:w="1000" w:type="pct"/>
          </w:tcPr>
          <w:p w14:paraId="73B0C65C" w14:textId="77777777" w:rsidR="00F07CA1" w:rsidRDefault="00F07CA1">
            <w:pPr>
              <w:pStyle w:val="Tabletext"/>
            </w:pPr>
          </w:p>
        </w:tc>
      </w:tr>
      <w:tr w:rsidR="00F07CA1" w14:paraId="1C1088D9" w14:textId="77777777">
        <w:tc>
          <w:tcPr>
            <w:tcW w:w="2000" w:type="pct"/>
          </w:tcPr>
          <w:p w14:paraId="7C22EFBC" w14:textId="77777777" w:rsidR="00F07CA1" w:rsidRDefault="00E030C1">
            <w:pPr>
              <w:pStyle w:val="Tabletext"/>
            </w:pPr>
            <w:r>
              <w:t>Panel skin material: Internal</w:t>
            </w:r>
          </w:p>
        </w:tc>
        <w:tc>
          <w:tcPr>
            <w:tcW w:w="1000" w:type="pct"/>
          </w:tcPr>
          <w:p w14:paraId="635403EB" w14:textId="77777777" w:rsidR="00F07CA1" w:rsidRDefault="00F07CA1">
            <w:pPr>
              <w:pStyle w:val="Tabletext"/>
            </w:pPr>
          </w:p>
        </w:tc>
        <w:tc>
          <w:tcPr>
            <w:tcW w:w="1000" w:type="pct"/>
          </w:tcPr>
          <w:p w14:paraId="29273BB1" w14:textId="77777777" w:rsidR="00F07CA1" w:rsidRDefault="00F07CA1">
            <w:pPr>
              <w:pStyle w:val="Tabletext"/>
            </w:pPr>
          </w:p>
        </w:tc>
        <w:tc>
          <w:tcPr>
            <w:tcW w:w="1000" w:type="pct"/>
          </w:tcPr>
          <w:p w14:paraId="6129CFAA" w14:textId="77777777" w:rsidR="00F07CA1" w:rsidRDefault="00F07CA1">
            <w:pPr>
              <w:pStyle w:val="Tabletext"/>
            </w:pPr>
          </w:p>
        </w:tc>
      </w:tr>
      <w:tr w:rsidR="00F07CA1" w14:paraId="4C7AC3D8" w14:textId="77777777">
        <w:tc>
          <w:tcPr>
            <w:tcW w:w="2000" w:type="pct"/>
          </w:tcPr>
          <w:p w14:paraId="415EA960" w14:textId="77777777" w:rsidR="00F07CA1" w:rsidRDefault="00E030C1">
            <w:pPr>
              <w:pStyle w:val="Tabletext"/>
            </w:pPr>
            <w:r>
              <w:t>Panel skin thickness (mm): External</w:t>
            </w:r>
          </w:p>
        </w:tc>
        <w:tc>
          <w:tcPr>
            <w:tcW w:w="1000" w:type="pct"/>
          </w:tcPr>
          <w:p w14:paraId="679498B8" w14:textId="77777777" w:rsidR="00F07CA1" w:rsidRDefault="00F07CA1">
            <w:pPr>
              <w:pStyle w:val="Tabletext"/>
            </w:pPr>
          </w:p>
        </w:tc>
        <w:tc>
          <w:tcPr>
            <w:tcW w:w="1000" w:type="pct"/>
          </w:tcPr>
          <w:p w14:paraId="4AB3CAAC" w14:textId="77777777" w:rsidR="00F07CA1" w:rsidRDefault="00F07CA1">
            <w:pPr>
              <w:pStyle w:val="Tabletext"/>
            </w:pPr>
          </w:p>
        </w:tc>
        <w:tc>
          <w:tcPr>
            <w:tcW w:w="1000" w:type="pct"/>
          </w:tcPr>
          <w:p w14:paraId="6E72FDAD" w14:textId="77777777" w:rsidR="00F07CA1" w:rsidRDefault="00F07CA1">
            <w:pPr>
              <w:pStyle w:val="Tabletext"/>
            </w:pPr>
          </w:p>
        </w:tc>
      </w:tr>
      <w:tr w:rsidR="00F07CA1" w14:paraId="710A28C6" w14:textId="77777777">
        <w:tc>
          <w:tcPr>
            <w:tcW w:w="2000" w:type="pct"/>
          </w:tcPr>
          <w:p w14:paraId="1CB801D3" w14:textId="77777777" w:rsidR="00F07CA1" w:rsidRDefault="00E030C1">
            <w:pPr>
              <w:pStyle w:val="Tabletext"/>
            </w:pPr>
            <w:r>
              <w:t>Panel skin thickness (mm): Internal</w:t>
            </w:r>
          </w:p>
        </w:tc>
        <w:tc>
          <w:tcPr>
            <w:tcW w:w="1000" w:type="pct"/>
          </w:tcPr>
          <w:p w14:paraId="5A2AB2A6" w14:textId="77777777" w:rsidR="00F07CA1" w:rsidRDefault="00F07CA1">
            <w:pPr>
              <w:pStyle w:val="Tabletext"/>
            </w:pPr>
          </w:p>
        </w:tc>
        <w:tc>
          <w:tcPr>
            <w:tcW w:w="1000" w:type="pct"/>
          </w:tcPr>
          <w:p w14:paraId="33147095" w14:textId="77777777" w:rsidR="00F07CA1" w:rsidRDefault="00F07CA1">
            <w:pPr>
              <w:pStyle w:val="Tabletext"/>
            </w:pPr>
          </w:p>
        </w:tc>
        <w:tc>
          <w:tcPr>
            <w:tcW w:w="1000" w:type="pct"/>
          </w:tcPr>
          <w:p w14:paraId="322FDBA5" w14:textId="77777777" w:rsidR="00F07CA1" w:rsidRDefault="00F07CA1">
            <w:pPr>
              <w:pStyle w:val="Tabletext"/>
            </w:pPr>
          </w:p>
        </w:tc>
      </w:tr>
      <w:tr w:rsidR="00F07CA1" w14:paraId="07C69116" w14:textId="77777777">
        <w:tc>
          <w:tcPr>
            <w:tcW w:w="2000" w:type="pct"/>
          </w:tcPr>
          <w:p w14:paraId="2DCB19FC" w14:textId="77777777" w:rsidR="00F07CA1" w:rsidRDefault="00E030C1">
            <w:pPr>
              <w:pStyle w:val="Tabletext"/>
            </w:pPr>
            <w:r>
              <w:t>Panel skin profile</w:t>
            </w:r>
          </w:p>
        </w:tc>
        <w:tc>
          <w:tcPr>
            <w:tcW w:w="1000" w:type="pct"/>
          </w:tcPr>
          <w:p w14:paraId="63B09B4E" w14:textId="77777777" w:rsidR="00F07CA1" w:rsidRDefault="00F07CA1">
            <w:pPr>
              <w:pStyle w:val="Tabletext"/>
            </w:pPr>
          </w:p>
        </w:tc>
        <w:tc>
          <w:tcPr>
            <w:tcW w:w="1000" w:type="pct"/>
          </w:tcPr>
          <w:p w14:paraId="0942F979" w14:textId="77777777" w:rsidR="00F07CA1" w:rsidRDefault="00F07CA1">
            <w:pPr>
              <w:pStyle w:val="Tabletext"/>
            </w:pPr>
          </w:p>
        </w:tc>
        <w:tc>
          <w:tcPr>
            <w:tcW w:w="1000" w:type="pct"/>
          </w:tcPr>
          <w:p w14:paraId="69694D47" w14:textId="77777777" w:rsidR="00F07CA1" w:rsidRDefault="00F07CA1">
            <w:pPr>
              <w:pStyle w:val="Tabletext"/>
            </w:pPr>
          </w:p>
        </w:tc>
      </w:tr>
      <w:tr w:rsidR="00F07CA1" w14:paraId="685502F4" w14:textId="77777777">
        <w:tc>
          <w:tcPr>
            <w:tcW w:w="2000" w:type="pct"/>
          </w:tcPr>
          <w:p w14:paraId="67B8A8DF" w14:textId="77777777" w:rsidR="00F07CA1" w:rsidRDefault="00E030C1">
            <w:pPr>
              <w:pStyle w:val="Tabletext"/>
            </w:pPr>
            <w:r>
              <w:t>Panel finish and colour: External</w:t>
            </w:r>
          </w:p>
        </w:tc>
        <w:tc>
          <w:tcPr>
            <w:tcW w:w="1000" w:type="pct"/>
          </w:tcPr>
          <w:p w14:paraId="32334F79" w14:textId="77777777" w:rsidR="00F07CA1" w:rsidRDefault="00F07CA1">
            <w:pPr>
              <w:pStyle w:val="Tabletext"/>
            </w:pPr>
          </w:p>
        </w:tc>
        <w:tc>
          <w:tcPr>
            <w:tcW w:w="1000" w:type="pct"/>
          </w:tcPr>
          <w:p w14:paraId="757CB456" w14:textId="77777777" w:rsidR="00F07CA1" w:rsidRDefault="00F07CA1">
            <w:pPr>
              <w:pStyle w:val="Tabletext"/>
            </w:pPr>
          </w:p>
        </w:tc>
        <w:tc>
          <w:tcPr>
            <w:tcW w:w="1000" w:type="pct"/>
          </w:tcPr>
          <w:p w14:paraId="4C1F5036" w14:textId="77777777" w:rsidR="00F07CA1" w:rsidRDefault="00F07CA1">
            <w:pPr>
              <w:pStyle w:val="Tabletext"/>
            </w:pPr>
          </w:p>
        </w:tc>
      </w:tr>
      <w:tr w:rsidR="00F07CA1" w14:paraId="3BA37473" w14:textId="77777777">
        <w:tc>
          <w:tcPr>
            <w:tcW w:w="2000" w:type="pct"/>
          </w:tcPr>
          <w:p w14:paraId="205F3497" w14:textId="77777777" w:rsidR="00F07CA1" w:rsidRDefault="00E030C1">
            <w:pPr>
              <w:pStyle w:val="Tabletext"/>
            </w:pPr>
            <w:r>
              <w:t>Panel finish and colour: Internal</w:t>
            </w:r>
          </w:p>
        </w:tc>
        <w:tc>
          <w:tcPr>
            <w:tcW w:w="1000" w:type="pct"/>
          </w:tcPr>
          <w:p w14:paraId="7F71588C" w14:textId="77777777" w:rsidR="00F07CA1" w:rsidRDefault="00F07CA1">
            <w:pPr>
              <w:pStyle w:val="Tabletext"/>
            </w:pPr>
          </w:p>
        </w:tc>
        <w:tc>
          <w:tcPr>
            <w:tcW w:w="1000" w:type="pct"/>
          </w:tcPr>
          <w:p w14:paraId="3A5EEEF1" w14:textId="77777777" w:rsidR="00F07CA1" w:rsidRDefault="00F07CA1">
            <w:pPr>
              <w:pStyle w:val="Tabletext"/>
            </w:pPr>
          </w:p>
        </w:tc>
        <w:tc>
          <w:tcPr>
            <w:tcW w:w="1000" w:type="pct"/>
          </w:tcPr>
          <w:p w14:paraId="67016598" w14:textId="77777777" w:rsidR="00F07CA1" w:rsidRDefault="00F07CA1">
            <w:pPr>
              <w:pStyle w:val="Tabletext"/>
            </w:pPr>
          </w:p>
        </w:tc>
      </w:tr>
      <w:tr w:rsidR="00F07CA1" w14:paraId="6860C6D1" w14:textId="77777777">
        <w:tc>
          <w:tcPr>
            <w:tcW w:w="2000" w:type="pct"/>
          </w:tcPr>
          <w:p w14:paraId="08B73FC4" w14:textId="77777777" w:rsidR="00F07CA1" w:rsidRDefault="00E030C1">
            <w:pPr>
              <w:pStyle w:val="Tabletext"/>
            </w:pPr>
            <w:r>
              <w:t>Control joint width (mm)</w:t>
            </w:r>
          </w:p>
        </w:tc>
        <w:tc>
          <w:tcPr>
            <w:tcW w:w="1000" w:type="pct"/>
          </w:tcPr>
          <w:p w14:paraId="7915E976" w14:textId="77777777" w:rsidR="00F07CA1" w:rsidRDefault="00F07CA1">
            <w:pPr>
              <w:pStyle w:val="Tabletext"/>
            </w:pPr>
          </w:p>
        </w:tc>
        <w:tc>
          <w:tcPr>
            <w:tcW w:w="1000" w:type="pct"/>
          </w:tcPr>
          <w:p w14:paraId="58AA5AF6" w14:textId="77777777" w:rsidR="00F07CA1" w:rsidRDefault="00F07CA1">
            <w:pPr>
              <w:pStyle w:val="Tabletext"/>
            </w:pPr>
          </w:p>
        </w:tc>
        <w:tc>
          <w:tcPr>
            <w:tcW w:w="1000" w:type="pct"/>
          </w:tcPr>
          <w:p w14:paraId="1A707C64" w14:textId="77777777" w:rsidR="00F07CA1" w:rsidRDefault="00F07CA1">
            <w:pPr>
              <w:pStyle w:val="Tabletext"/>
            </w:pPr>
          </w:p>
        </w:tc>
      </w:tr>
      <w:tr w:rsidR="00F07CA1" w14:paraId="0F9185F7" w14:textId="77777777">
        <w:tc>
          <w:tcPr>
            <w:tcW w:w="2000" w:type="pct"/>
          </w:tcPr>
          <w:p w14:paraId="63B82C7F" w14:textId="77777777" w:rsidR="00F07CA1" w:rsidRDefault="00E030C1">
            <w:pPr>
              <w:pStyle w:val="Tabletext"/>
            </w:pPr>
            <w:r>
              <w:t>Trim</w:t>
            </w:r>
          </w:p>
        </w:tc>
        <w:tc>
          <w:tcPr>
            <w:tcW w:w="1000" w:type="pct"/>
          </w:tcPr>
          <w:p w14:paraId="2B8FE58C" w14:textId="77777777" w:rsidR="00F07CA1" w:rsidRDefault="00F07CA1">
            <w:pPr>
              <w:pStyle w:val="Tabletext"/>
            </w:pPr>
          </w:p>
        </w:tc>
        <w:tc>
          <w:tcPr>
            <w:tcW w:w="1000" w:type="pct"/>
          </w:tcPr>
          <w:p w14:paraId="4A65E46E" w14:textId="77777777" w:rsidR="00F07CA1" w:rsidRDefault="00F07CA1">
            <w:pPr>
              <w:pStyle w:val="Tabletext"/>
            </w:pPr>
          </w:p>
        </w:tc>
        <w:tc>
          <w:tcPr>
            <w:tcW w:w="1000" w:type="pct"/>
          </w:tcPr>
          <w:p w14:paraId="41F92F1F" w14:textId="77777777" w:rsidR="00F07CA1" w:rsidRDefault="00F07CA1">
            <w:pPr>
              <w:pStyle w:val="Tabletext"/>
            </w:pPr>
          </w:p>
        </w:tc>
      </w:tr>
      <w:tr w:rsidR="00F07CA1" w14:paraId="4560F84E" w14:textId="77777777">
        <w:tc>
          <w:tcPr>
            <w:tcW w:w="2000" w:type="pct"/>
          </w:tcPr>
          <w:p w14:paraId="5CCD1611" w14:textId="77777777" w:rsidR="00F07CA1" w:rsidRDefault="00E030C1">
            <w:pPr>
              <w:pStyle w:val="Tabletext"/>
            </w:pPr>
            <w:r>
              <w:t>Fasteners</w:t>
            </w:r>
          </w:p>
        </w:tc>
        <w:tc>
          <w:tcPr>
            <w:tcW w:w="1000" w:type="pct"/>
          </w:tcPr>
          <w:p w14:paraId="42D47300" w14:textId="77777777" w:rsidR="00F07CA1" w:rsidRDefault="00F07CA1">
            <w:pPr>
              <w:pStyle w:val="Tabletext"/>
            </w:pPr>
          </w:p>
        </w:tc>
        <w:tc>
          <w:tcPr>
            <w:tcW w:w="1000" w:type="pct"/>
          </w:tcPr>
          <w:p w14:paraId="6B4CA542" w14:textId="77777777" w:rsidR="00F07CA1" w:rsidRDefault="00F07CA1">
            <w:pPr>
              <w:pStyle w:val="Tabletext"/>
            </w:pPr>
          </w:p>
        </w:tc>
        <w:tc>
          <w:tcPr>
            <w:tcW w:w="1000" w:type="pct"/>
          </w:tcPr>
          <w:p w14:paraId="766CC225" w14:textId="77777777" w:rsidR="00F07CA1" w:rsidRDefault="00F07CA1">
            <w:pPr>
              <w:pStyle w:val="Tabletext"/>
            </w:pPr>
          </w:p>
        </w:tc>
      </w:tr>
      <w:tr w:rsidR="00F07CA1" w14:paraId="42FFACC8" w14:textId="77777777">
        <w:tc>
          <w:tcPr>
            <w:tcW w:w="2000" w:type="pct"/>
          </w:tcPr>
          <w:p w14:paraId="3422B3B6" w14:textId="77777777" w:rsidR="00F07CA1" w:rsidRDefault="00E030C1">
            <w:pPr>
              <w:pStyle w:val="Tabletext"/>
            </w:pPr>
            <w:r>
              <w:t>Flashings and cappings</w:t>
            </w:r>
          </w:p>
        </w:tc>
        <w:tc>
          <w:tcPr>
            <w:tcW w:w="1000" w:type="pct"/>
          </w:tcPr>
          <w:p w14:paraId="32550BC2" w14:textId="77777777" w:rsidR="00F07CA1" w:rsidRDefault="00F07CA1">
            <w:pPr>
              <w:pStyle w:val="Tabletext"/>
            </w:pPr>
          </w:p>
        </w:tc>
        <w:tc>
          <w:tcPr>
            <w:tcW w:w="1000" w:type="pct"/>
          </w:tcPr>
          <w:p w14:paraId="03B0E5A0" w14:textId="77777777" w:rsidR="00F07CA1" w:rsidRDefault="00F07CA1">
            <w:pPr>
              <w:pStyle w:val="Tabletext"/>
            </w:pPr>
          </w:p>
        </w:tc>
        <w:tc>
          <w:tcPr>
            <w:tcW w:w="1000" w:type="pct"/>
          </w:tcPr>
          <w:p w14:paraId="3465DDED" w14:textId="77777777" w:rsidR="00F07CA1" w:rsidRDefault="00F07CA1">
            <w:pPr>
              <w:pStyle w:val="Tabletext"/>
            </w:pPr>
          </w:p>
        </w:tc>
      </w:tr>
    </w:tbl>
    <w:p w14:paraId="65944CC5" w14:textId="77777777" w:rsidR="00F07CA1" w:rsidRDefault="00E030C1">
      <w:r>
        <w:t> </w:t>
      </w:r>
    </w:p>
    <w:p w14:paraId="055212C9" w14:textId="77777777" w:rsidR="00F07CA1" w:rsidRDefault="00E030C1">
      <w:pPr>
        <w:pStyle w:val="Instructions"/>
      </w:pPr>
      <w:r>
        <w:lastRenderedPageBreak/>
        <w:t>The codes in the header row of the schedule designate each application or location of the item scheduled. Edit the codes to match those in other contract documents.</w:t>
      </w:r>
    </w:p>
    <w:p w14:paraId="38A76E1B" w14:textId="77777777" w:rsidR="00F07CA1" w:rsidRDefault="00E030C1">
      <w:pPr>
        <w:pStyle w:val="Instructions"/>
      </w:pPr>
      <w:r>
        <w:t>Product: Nominate a proprietary system or product and edit schedule to suit.</w:t>
      </w:r>
    </w:p>
    <w:p w14:paraId="0A37C76C" w14:textId="77777777" w:rsidR="00F07CA1" w:rsidRDefault="00E030C1">
      <w:pPr>
        <w:pStyle w:val="Instructions"/>
      </w:pPr>
      <w:r>
        <w:t>Panel core: e.g. Select from the following:</w:t>
      </w:r>
    </w:p>
    <w:p w14:paraId="18EA23E6" w14:textId="77777777" w:rsidR="00F07CA1" w:rsidRDefault="00E030C1">
      <w:pPr>
        <w:pStyle w:val="Instructionsindent"/>
      </w:pPr>
      <w:r>
        <w:t>Expanded polystyrene with fire retardant (EPS-FR).</w:t>
      </w:r>
    </w:p>
    <w:p w14:paraId="696FE1BA" w14:textId="77777777" w:rsidR="00F07CA1" w:rsidRDefault="00E030C1">
      <w:pPr>
        <w:pStyle w:val="Instructionsindent"/>
      </w:pPr>
      <w:r>
        <w:t>Polyisocyanurate (PIR).</w:t>
      </w:r>
    </w:p>
    <w:p w14:paraId="04339F19" w14:textId="77777777" w:rsidR="00F07CA1" w:rsidRDefault="00E030C1">
      <w:pPr>
        <w:pStyle w:val="Instructionsindent"/>
      </w:pPr>
      <w:r>
        <w:t>Mineral fibre (MRF).</w:t>
      </w:r>
    </w:p>
    <w:p w14:paraId="4B6B4598" w14:textId="77777777" w:rsidR="00F07CA1" w:rsidRDefault="00E030C1">
      <w:pPr>
        <w:pStyle w:val="Instructions"/>
      </w:pPr>
      <w:r>
        <w:t>See also BCA (2022) Spec 7 for related material on fire hazard properties of linings, materials and assemblies and NATSPEC TECHnote DES 020 on fire behaviour of building materials and assemblies.</w:t>
      </w:r>
    </w:p>
    <w:p w14:paraId="6D59A4F1" w14:textId="77777777" w:rsidR="00F07CA1" w:rsidRDefault="00E030C1">
      <w:pPr>
        <w:pStyle w:val="Instructions"/>
      </w:pPr>
      <w:r>
        <w:t>Panel thickness (mm): Consult manufacturer.</w:t>
      </w:r>
    </w:p>
    <w:p w14:paraId="2319B1C1" w14:textId="77777777" w:rsidR="00F07CA1" w:rsidRDefault="00E030C1">
      <w:pPr>
        <w:pStyle w:val="Instructions"/>
      </w:pPr>
      <w:r>
        <w:t>Panel skin material: External and internal: Select from:</w:t>
      </w:r>
    </w:p>
    <w:p w14:paraId="2BC50ADD" w14:textId="77777777" w:rsidR="00F07CA1" w:rsidRDefault="00E030C1">
      <w:pPr>
        <w:pStyle w:val="Instructionsindent"/>
      </w:pPr>
      <w:r>
        <w:t>AM100 colour coated steel.</w:t>
      </w:r>
    </w:p>
    <w:p w14:paraId="413E7A48" w14:textId="77777777" w:rsidR="00F07CA1" w:rsidRDefault="00E030C1">
      <w:pPr>
        <w:pStyle w:val="Instructionsindent"/>
      </w:pPr>
      <w:r>
        <w:t>Z275 colour coated steel.</w:t>
      </w:r>
    </w:p>
    <w:p w14:paraId="14E5E643" w14:textId="77777777" w:rsidR="00F07CA1" w:rsidRDefault="00E030C1">
      <w:pPr>
        <w:pStyle w:val="Instructionsindent"/>
      </w:pPr>
      <w:r>
        <w:t>Stainless steel.</w:t>
      </w:r>
    </w:p>
    <w:p w14:paraId="52BF6477" w14:textId="77777777" w:rsidR="00F07CA1" w:rsidRDefault="00E030C1">
      <w:pPr>
        <w:pStyle w:val="Instructionsindent"/>
      </w:pPr>
      <w:r>
        <w:t>Aluminium.</w:t>
      </w:r>
    </w:p>
    <w:p w14:paraId="137E180D" w14:textId="77777777" w:rsidR="00F07CA1" w:rsidRDefault="00E030C1">
      <w:pPr>
        <w:pStyle w:val="Instructions"/>
      </w:pPr>
      <w:r>
        <w:t>Panel skin profile: Consult manufacturer.</w:t>
      </w:r>
    </w:p>
    <w:p w14:paraId="676D76FF" w14:textId="77777777" w:rsidR="00F07CA1" w:rsidRDefault="00E030C1">
      <w:pPr>
        <w:pStyle w:val="Instructions"/>
      </w:pPr>
      <w:r>
        <w:t>Panel finish and colour: External and internal: e.g. Select from Colorbond® range.</w:t>
      </w:r>
    </w:p>
    <w:p w14:paraId="6D7B1164" w14:textId="77777777" w:rsidR="00F07CA1" w:rsidRDefault="00E030C1">
      <w:pPr>
        <w:pStyle w:val="Instructions"/>
      </w:pPr>
      <w:r>
        <w:t>Control joint width (mm): Consult manufacturer.</w:t>
      </w:r>
    </w:p>
    <w:p w14:paraId="255713BA" w14:textId="77777777" w:rsidR="00F07CA1" w:rsidRDefault="00E030C1">
      <w:pPr>
        <w:pStyle w:val="Instructions"/>
      </w:pPr>
      <w:r>
        <w:t>Trim: e.g. Proprietary accessories for sills, reveals or corner returns.</w:t>
      </w:r>
    </w:p>
    <w:p w14:paraId="189C9DB7" w14:textId="77777777" w:rsidR="00F07CA1" w:rsidRDefault="00E030C1">
      <w:pPr>
        <w:pStyle w:val="Instructions"/>
      </w:pPr>
      <w:r>
        <w:t>Fasteners: e.g. Concealed or Pierced, Crest or Valley.</w:t>
      </w:r>
    </w:p>
    <w:p w14:paraId="4B5B3279"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04AC2041" w14:textId="77777777" w:rsidR="00F07CA1" w:rsidRDefault="00E030C1">
      <w:pPr>
        <w:pStyle w:val="Heading4"/>
      </w:pPr>
      <w:bookmarkStart w:id="443" w:name="h-34_13078-55"/>
      <w:bookmarkStart w:id="444" w:name="f-34_13078-55"/>
      <w:bookmarkStart w:id="445" w:name="f-13253-16"/>
      <w:bookmarkEnd w:id="441"/>
      <w:bookmarkEnd w:id="442"/>
      <w:r>
        <w:t>Plastic sheet cladding schedule</w:t>
      </w:r>
      <w:bookmarkEnd w:id="443"/>
    </w:p>
    <w:tbl>
      <w:tblPr>
        <w:tblStyle w:val="NATSPECTable"/>
        <w:tblW w:w="5000" w:type="pct"/>
        <w:tblLook w:val="0620" w:firstRow="1" w:lastRow="0" w:firstColumn="0" w:lastColumn="0" w:noHBand="1" w:noVBand="1"/>
      </w:tblPr>
      <w:tblGrid>
        <w:gridCol w:w="3583"/>
        <w:gridCol w:w="1856"/>
        <w:gridCol w:w="1856"/>
        <w:gridCol w:w="1856"/>
      </w:tblGrid>
      <w:tr w:rsidR="00F07CA1" w14:paraId="2B956BCA" w14:textId="77777777" w:rsidTr="00E030C1">
        <w:trPr>
          <w:tblHeader/>
        </w:trPr>
        <w:tc>
          <w:tcPr>
            <w:tcW w:w="1958" w:type="pct"/>
          </w:tcPr>
          <w:p w14:paraId="5A5E1E5A" w14:textId="77777777" w:rsidR="00F07CA1" w:rsidRDefault="00F07CA1">
            <w:pPr>
              <w:pStyle w:val="Tabletitle"/>
            </w:pPr>
          </w:p>
        </w:tc>
        <w:tc>
          <w:tcPr>
            <w:tcW w:w="1014" w:type="pct"/>
          </w:tcPr>
          <w:p w14:paraId="67BF3A22" w14:textId="77777777" w:rsidR="00F07CA1" w:rsidRDefault="00E030C1">
            <w:pPr>
              <w:pStyle w:val="Tabletitle"/>
            </w:pPr>
            <w:r>
              <w:t>A</w:t>
            </w:r>
          </w:p>
        </w:tc>
        <w:tc>
          <w:tcPr>
            <w:tcW w:w="1014" w:type="pct"/>
          </w:tcPr>
          <w:p w14:paraId="2E262995" w14:textId="77777777" w:rsidR="00F07CA1" w:rsidRDefault="00E030C1">
            <w:pPr>
              <w:pStyle w:val="Tabletitle"/>
            </w:pPr>
            <w:r>
              <w:t>B</w:t>
            </w:r>
          </w:p>
        </w:tc>
        <w:tc>
          <w:tcPr>
            <w:tcW w:w="1014" w:type="pct"/>
          </w:tcPr>
          <w:p w14:paraId="0915FCF1" w14:textId="77777777" w:rsidR="00F07CA1" w:rsidRDefault="00E030C1">
            <w:pPr>
              <w:pStyle w:val="Tabletitle"/>
            </w:pPr>
            <w:r>
              <w:t>C</w:t>
            </w:r>
          </w:p>
        </w:tc>
      </w:tr>
      <w:tr w:rsidR="00F07CA1" w14:paraId="1F67B50E" w14:textId="77777777" w:rsidTr="00E030C1">
        <w:tc>
          <w:tcPr>
            <w:tcW w:w="1958" w:type="pct"/>
          </w:tcPr>
          <w:p w14:paraId="1E54EDBD" w14:textId="77777777" w:rsidR="00F07CA1" w:rsidRDefault="00E030C1">
            <w:pPr>
              <w:pStyle w:val="Tabletext"/>
            </w:pPr>
            <w:r>
              <w:t>Product</w:t>
            </w:r>
          </w:p>
        </w:tc>
        <w:tc>
          <w:tcPr>
            <w:tcW w:w="1014" w:type="pct"/>
          </w:tcPr>
          <w:p w14:paraId="3B313ED5" w14:textId="77777777" w:rsidR="00F07CA1" w:rsidRDefault="00F07CA1">
            <w:pPr>
              <w:pStyle w:val="Tabletext"/>
            </w:pPr>
          </w:p>
        </w:tc>
        <w:tc>
          <w:tcPr>
            <w:tcW w:w="1014" w:type="pct"/>
          </w:tcPr>
          <w:p w14:paraId="6B443CAE" w14:textId="77777777" w:rsidR="00F07CA1" w:rsidRDefault="00F07CA1">
            <w:pPr>
              <w:pStyle w:val="Tabletext"/>
            </w:pPr>
          </w:p>
        </w:tc>
        <w:tc>
          <w:tcPr>
            <w:tcW w:w="1014" w:type="pct"/>
          </w:tcPr>
          <w:p w14:paraId="33D8CE1B" w14:textId="77777777" w:rsidR="00F07CA1" w:rsidRDefault="00F07CA1">
            <w:pPr>
              <w:pStyle w:val="Tabletext"/>
            </w:pPr>
          </w:p>
        </w:tc>
      </w:tr>
      <w:tr w:rsidR="00F07CA1" w14:paraId="6BDF95EA" w14:textId="77777777" w:rsidTr="00E030C1">
        <w:tc>
          <w:tcPr>
            <w:tcW w:w="1958" w:type="pct"/>
          </w:tcPr>
          <w:p w14:paraId="6899AC5B" w14:textId="77777777" w:rsidR="00F07CA1" w:rsidRDefault="00E030C1">
            <w:pPr>
              <w:pStyle w:val="Tabletext"/>
            </w:pPr>
            <w:r>
              <w:t>Material</w:t>
            </w:r>
          </w:p>
        </w:tc>
        <w:tc>
          <w:tcPr>
            <w:tcW w:w="1014" w:type="pct"/>
          </w:tcPr>
          <w:p w14:paraId="6A7609D4" w14:textId="77777777" w:rsidR="00F07CA1" w:rsidRDefault="00F07CA1">
            <w:pPr>
              <w:pStyle w:val="Tabletext"/>
            </w:pPr>
          </w:p>
        </w:tc>
        <w:tc>
          <w:tcPr>
            <w:tcW w:w="1014" w:type="pct"/>
          </w:tcPr>
          <w:p w14:paraId="4D640400" w14:textId="77777777" w:rsidR="00F07CA1" w:rsidRDefault="00F07CA1">
            <w:pPr>
              <w:pStyle w:val="Tabletext"/>
            </w:pPr>
          </w:p>
        </w:tc>
        <w:tc>
          <w:tcPr>
            <w:tcW w:w="1014" w:type="pct"/>
          </w:tcPr>
          <w:p w14:paraId="10FA42C1" w14:textId="77777777" w:rsidR="00F07CA1" w:rsidRDefault="00F07CA1">
            <w:pPr>
              <w:pStyle w:val="Tabletext"/>
            </w:pPr>
          </w:p>
        </w:tc>
      </w:tr>
      <w:tr w:rsidR="00F07CA1" w14:paraId="41C9F57A" w14:textId="77777777" w:rsidTr="00E030C1">
        <w:tc>
          <w:tcPr>
            <w:tcW w:w="1958" w:type="pct"/>
          </w:tcPr>
          <w:p w14:paraId="7B872DDC" w14:textId="77777777" w:rsidR="00F07CA1" w:rsidRDefault="00E030C1">
            <w:pPr>
              <w:pStyle w:val="Tabletext"/>
            </w:pPr>
            <w:r>
              <w:t>Thickness (mm)</w:t>
            </w:r>
          </w:p>
        </w:tc>
        <w:tc>
          <w:tcPr>
            <w:tcW w:w="1014" w:type="pct"/>
          </w:tcPr>
          <w:p w14:paraId="0BF75ADE" w14:textId="77777777" w:rsidR="00F07CA1" w:rsidRDefault="00F07CA1">
            <w:pPr>
              <w:pStyle w:val="Tabletext"/>
            </w:pPr>
          </w:p>
        </w:tc>
        <w:tc>
          <w:tcPr>
            <w:tcW w:w="1014" w:type="pct"/>
          </w:tcPr>
          <w:p w14:paraId="2B65B990" w14:textId="77777777" w:rsidR="00F07CA1" w:rsidRDefault="00F07CA1">
            <w:pPr>
              <w:pStyle w:val="Tabletext"/>
            </w:pPr>
          </w:p>
        </w:tc>
        <w:tc>
          <w:tcPr>
            <w:tcW w:w="1014" w:type="pct"/>
          </w:tcPr>
          <w:p w14:paraId="788C84A7" w14:textId="77777777" w:rsidR="00F07CA1" w:rsidRDefault="00F07CA1">
            <w:pPr>
              <w:pStyle w:val="Tabletext"/>
            </w:pPr>
          </w:p>
        </w:tc>
      </w:tr>
      <w:tr w:rsidR="00F07CA1" w14:paraId="4291D357" w14:textId="77777777" w:rsidTr="00E030C1">
        <w:tc>
          <w:tcPr>
            <w:tcW w:w="1958" w:type="pct"/>
          </w:tcPr>
          <w:p w14:paraId="7BDB1811" w14:textId="77777777" w:rsidR="00F07CA1" w:rsidRDefault="00E030C1">
            <w:pPr>
              <w:pStyle w:val="Tabletext"/>
            </w:pPr>
            <w:r>
              <w:t>Length (mm)</w:t>
            </w:r>
          </w:p>
        </w:tc>
        <w:tc>
          <w:tcPr>
            <w:tcW w:w="1014" w:type="pct"/>
          </w:tcPr>
          <w:p w14:paraId="1F3740B5" w14:textId="77777777" w:rsidR="00F07CA1" w:rsidRDefault="00F07CA1">
            <w:pPr>
              <w:pStyle w:val="Tabletext"/>
            </w:pPr>
          </w:p>
        </w:tc>
        <w:tc>
          <w:tcPr>
            <w:tcW w:w="1014" w:type="pct"/>
          </w:tcPr>
          <w:p w14:paraId="25BA3566" w14:textId="77777777" w:rsidR="00F07CA1" w:rsidRDefault="00F07CA1">
            <w:pPr>
              <w:pStyle w:val="Tabletext"/>
            </w:pPr>
          </w:p>
        </w:tc>
        <w:tc>
          <w:tcPr>
            <w:tcW w:w="1014" w:type="pct"/>
          </w:tcPr>
          <w:p w14:paraId="739F5521" w14:textId="77777777" w:rsidR="00F07CA1" w:rsidRDefault="00F07CA1">
            <w:pPr>
              <w:pStyle w:val="Tabletext"/>
            </w:pPr>
          </w:p>
        </w:tc>
      </w:tr>
      <w:tr w:rsidR="00F07CA1" w14:paraId="292FD28D" w14:textId="77777777" w:rsidTr="00E030C1">
        <w:tc>
          <w:tcPr>
            <w:tcW w:w="1958" w:type="pct"/>
          </w:tcPr>
          <w:p w14:paraId="6F659049" w14:textId="77777777" w:rsidR="00F07CA1" w:rsidRDefault="00E030C1">
            <w:pPr>
              <w:pStyle w:val="Tabletext"/>
            </w:pPr>
            <w:r>
              <w:t>Width (mm)</w:t>
            </w:r>
          </w:p>
        </w:tc>
        <w:tc>
          <w:tcPr>
            <w:tcW w:w="1014" w:type="pct"/>
          </w:tcPr>
          <w:p w14:paraId="265D3F00" w14:textId="77777777" w:rsidR="00F07CA1" w:rsidRDefault="00F07CA1">
            <w:pPr>
              <w:pStyle w:val="Tabletext"/>
            </w:pPr>
          </w:p>
        </w:tc>
        <w:tc>
          <w:tcPr>
            <w:tcW w:w="1014" w:type="pct"/>
          </w:tcPr>
          <w:p w14:paraId="6246ADDA" w14:textId="77777777" w:rsidR="00F07CA1" w:rsidRDefault="00F07CA1">
            <w:pPr>
              <w:pStyle w:val="Tabletext"/>
            </w:pPr>
          </w:p>
        </w:tc>
        <w:tc>
          <w:tcPr>
            <w:tcW w:w="1014" w:type="pct"/>
          </w:tcPr>
          <w:p w14:paraId="4C886FA4" w14:textId="77777777" w:rsidR="00F07CA1" w:rsidRDefault="00F07CA1">
            <w:pPr>
              <w:pStyle w:val="Tabletext"/>
            </w:pPr>
          </w:p>
        </w:tc>
      </w:tr>
      <w:tr w:rsidR="00F07CA1" w14:paraId="7444EB6B" w14:textId="77777777" w:rsidTr="00E030C1">
        <w:tc>
          <w:tcPr>
            <w:tcW w:w="1958" w:type="pct"/>
          </w:tcPr>
          <w:p w14:paraId="2AAD3B3F" w14:textId="77777777" w:rsidR="00F07CA1" w:rsidRDefault="00E030C1">
            <w:pPr>
              <w:pStyle w:val="Tabletext"/>
            </w:pPr>
            <w:r>
              <w:t>Class or grade</w:t>
            </w:r>
          </w:p>
        </w:tc>
        <w:tc>
          <w:tcPr>
            <w:tcW w:w="1014" w:type="pct"/>
          </w:tcPr>
          <w:p w14:paraId="52C6B96D" w14:textId="77777777" w:rsidR="00F07CA1" w:rsidRDefault="00F07CA1">
            <w:pPr>
              <w:pStyle w:val="Tabletext"/>
            </w:pPr>
          </w:p>
        </w:tc>
        <w:tc>
          <w:tcPr>
            <w:tcW w:w="1014" w:type="pct"/>
          </w:tcPr>
          <w:p w14:paraId="2CC466C3" w14:textId="77777777" w:rsidR="00F07CA1" w:rsidRDefault="00F07CA1">
            <w:pPr>
              <w:pStyle w:val="Tabletext"/>
            </w:pPr>
          </w:p>
        </w:tc>
        <w:tc>
          <w:tcPr>
            <w:tcW w:w="1014" w:type="pct"/>
          </w:tcPr>
          <w:p w14:paraId="05A70A5B" w14:textId="77777777" w:rsidR="00F07CA1" w:rsidRDefault="00F07CA1">
            <w:pPr>
              <w:pStyle w:val="Tabletext"/>
            </w:pPr>
          </w:p>
        </w:tc>
      </w:tr>
      <w:tr w:rsidR="00F07CA1" w14:paraId="633D3B69" w14:textId="77777777" w:rsidTr="00E030C1">
        <w:tc>
          <w:tcPr>
            <w:tcW w:w="1958" w:type="pct"/>
          </w:tcPr>
          <w:p w14:paraId="13086814" w14:textId="77777777" w:rsidR="00F07CA1" w:rsidRDefault="00E030C1">
            <w:pPr>
              <w:pStyle w:val="Tabletext"/>
            </w:pPr>
            <w:r>
              <w:t>Type</w:t>
            </w:r>
          </w:p>
        </w:tc>
        <w:tc>
          <w:tcPr>
            <w:tcW w:w="1014" w:type="pct"/>
          </w:tcPr>
          <w:p w14:paraId="448D72A6" w14:textId="77777777" w:rsidR="00F07CA1" w:rsidRDefault="00F07CA1">
            <w:pPr>
              <w:pStyle w:val="Tabletext"/>
            </w:pPr>
          </w:p>
        </w:tc>
        <w:tc>
          <w:tcPr>
            <w:tcW w:w="1014" w:type="pct"/>
          </w:tcPr>
          <w:p w14:paraId="01742AAB" w14:textId="77777777" w:rsidR="00F07CA1" w:rsidRDefault="00F07CA1">
            <w:pPr>
              <w:pStyle w:val="Tabletext"/>
            </w:pPr>
          </w:p>
        </w:tc>
        <w:tc>
          <w:tcPr>
            <w:tcW w:w="1014" w:type="pct"/>
          </w:tcPr>
          <w:p w14:paraId="609585DC" w14:textId="77777777" w:rsidR="00F07CA1" w:rsidRDefault="00F07CA1">
            <w:pPr>
              <w:pStyle w:val="Tabletext"/>
            </w:pPr>
          </w:p>
        </w:tc>
      </w:tr>
      <w:tr w:rsidR="00F07CA1" w14:paraId="47930B48" w14:textId="77777777" w:rsidTr="00E030C1">
        <w:tc>
          <w:tcPr>
            <w:tcW w:w="1958" w:type="pct"/>
          </w:tcPr>
          <w:p w14:paraId="3F1D256E" w14:textId="77777777" w:rsidR="00F07CA1" w:rsidRDefault="00E030C1">
            <w:pPr>
              <w:pStyle w:val="Tabletext"/>
            </w:pPr>
            <w:r>
              <w:t>Translucency</w:t>
            </w:r>
          </w:p>
        </w:tc>
        <w:tc>
          <w:tcPr>
            <w:tcW w:w="1014" w:type="pct"/>
          </w:tcPr>
          <w:p w14:paraId="5C31B138" w14:textId="77777777" w:rsidR="00F07CA1" w:rsidRDefault="00F07CA1">
            <w:pPr>
              <w:pStyle w:val="Tabletext"/>
            </w:pPr>
          </w:p>
        </w:tc>
        <w:tc>
          <w:tcPr>
            <w:tcW w:w="1014" w:type="pct"/>
          </w:tcPr>
          <w:p w14:paraId="79689D63" w14:textId="77777777" w:rsidR="00F07CA1" w:rsidRDefault="00F07CA1">
            <w:pPr>
              <w:pStyle w:val="Tabletext"/>
            </w:pPr>
          </w:p>
        </w:tc>
        <w:tc>
          <w:tcPr>
            <w:tcW w:w="1014" w:type="pct"/>
          </w:tcPr>
          <w:p w14:paraId="3D6ADC52" w14:textId="77777777" w:rsidR="00F07CA1" w:rsidRDefault="00F07CA1">
            <w:pPr>
              <w:pStyle w:val="Tabletext"/>
            </w:pPr>
          </w:p>
        </w:tc>
      </w:tr>
      <w:tr w:rsidR="00F07CA1" w14:paraId="2787CA3F" w14:textId="77777777" w:rsidTr="00E030C1">
        <w:tc>
          <w:tcPr>
            <w:tcW w:w="1958" w:type="pct"/>
          </w:tcPr>
          <w:p w14:paraId="6F24ACA9" w14:textId="77777777" w:rsidR="00F07CA1" w:rsidRDefault="00E030C1">
            <w:pPr>
              <w:pStyle w:val="Tabletext"/>
            </w:pPr>
            <w:r>
              <w:t>Colour</w:t>
            </w:r>
          </w:p>
        </w:tc>
        <w:tc>
          <w:tcPr>
            <w:tcW w:w="1014" w:type="pct"/>
          </w:tcPr>
          <w:p w14:paraId="6D00B1A0" w14:textId="77777777" w:rsidR="00F07CA1" w:rsidRDefault="00F07CA1">
            <w:pPr>
              <w:pStyle w:val="Tabletext"/>
            </w:pPr>
          </w:p>
        </w:tc>
        <w:tc>
          <w:tcPr>
            <w:tcW w:w="1014" w:type="pct"/>
          </w:tcPr>
          <w:p w14:paraId="4EAB260F" w14:textId="77777777" w:rsidR="00F07CA1" w:rsidRDefault="00F07CA1">
            <w:pPr>
              <w:pStyle w:val="Tabletext"/>
            </w:pPr>
          </w:p>
        </w:tc>
        <w:tc>
          <w:tcPr>
            <w:tcW w:w="1014" w:type="pct"/>
          </w:tcPr>
          <w:p w14:paraId="16DFECB0" w14:textId="77777777" w:rsidR="00F07CA1" w:rsidRDefault="00F07CA1">
            <w:pPr>
              <w:pStyle w:val="Tabletext"/>
            </w:pPr>
          </w:p>
        </w:tc>
      </w:tr>
      <w:tr w:rsidR="00F07CA1" w14:paraId="12E4C999" w14:textId="77777777" w:rsidTr="00E030C1">
        <w:tc>
          <w:tcPr>
            <w:tcW w:w="1958" w:type="pct"/>
          </w:tcPr>
          <w:p w14:paraId="1F66901B" w14:textId="77777777" w:rsidR="00F07CA1" w:rsidRDefault="00E030C1">
            <w:pPr>
              <w:pStyle w:val="Tabletext"/>
            </w:pPr>
            <w:r>
              <w:t>Impact resistance</w:t>
            </w:r>
          </w:p>
        </w:tc>
        <w:tc>
          <w:tcPr>
            <w:tcW w:w="1014" w:type="pct"/>
          </w:tcPr>
          <w:p w14:paraId="3CB31EA5" w14:textId="77777777" w:rsidR="00F07CA1" w:rsidRDefault="00F07CA1">
            <w:pPr>
              <w:pStyle w:val="Tabletext"/>
            </w:pPr>
          </w:p>
        </w:tc>
        <w:tc>
          <w:tcPr>
            <w:tcW w:w="1014" w:type="pct"/>
          </w:tcPr>
          <w:p w14:paraId="3EAB7AAE" w14:textId="77777777" w:rsidR="00F07CA1" w:rsidRDefault="00F07CA1">
            <w:pPr>
              <w:pStyle w:val="Tabletext"/>
            </w:pPr>
          </w:p>
        </w:tc>
        <w:tc>
          <w:tcPr>
            <w:tcW w:w="1014" w:type="pct"/>
          </w:tcPr>
          <w:p w14:paraId="538E3DC6" w14:textId="77777777" w:rsidR="00F07CA1" w:rsidRDefault="00F07CA1">
            <w:pPr>
              <w:pStyle w:val="Tabletext"/>
            </w:pPr>
          </w:p>
        </w:tc>
      </w:tr>
      <w:tr w:rsidR="00F07CA1" w14:paraId="479B47A7" w14:textId="77777777" w:rsidTr="00E030C1">
        <w:tc>
          <w:tcPr>
            <w:tcW w:w="1958" w:type="pct"/>
          </w:tcPr>
          <w:p w14:paraId="6E169EF0" w14:textId="77777777" w:rsidR="00F07CA1" w:rsidRDefault="00E030C1">
            <w:pPr>
              <w:pStyle w:val="Tabletext"/>
            </w:pPr>
            <w:r>
              <w:t>Ignitability</w:t>
            </w:r>
          </w:p>
        </w:tc>
        <w:tc>
          <w:tcPr>
            <w:tcW w:w="1014" w:type="pct"/>
          </w:tcPr>
          <w:p w14:paraId="74DC4B67" w14:textId="77777777" w:rsidR="00F07CA1" w:rsidRDefault="00F07CA1">
            <w:pPr>
              <w:pStyle w:val="Tabletext"/>
            </w:pPr>
          </w:p>
        </w:tc>
        <w:tc>
          <w:tcPr>
            <w:tcW w:w="1014" w:type="pct"/>
          </w:tcPr>
          <w:p w14:paraId="4245B61D" w14:textId="77777777" w:rsidR="00F07CA1" w:rsidRDefault="00F07CA1">
            <w:pPr>
              <w:pStyle w:val="Tabletext"/>
            </w:pPr>
          </w:p>
        </w:tc>
        <w:tc>
          <w:tcPr>
            <w:tcW w:w="1014" w:type="pct"/>
          </w:tcPr>
          <w:p w14:paraId="07684E94" w14:textId="77777777" w:rsidR="00F07CA1" w:rsidRDefault="00F07CA1">
            <w:pPr>
              <w:pStyle w:val="Tabletext"/>
            </w:pPr>
          </w:p>
        </w:tc>
      </w:tr>
      <w:tr w:rsidR="00F07CA1" w14:paraId="5E3EDDE9" w14:textId="77777777" w:rsidTr="00E030C1">
        <w:tc>
          <w:tcPr>
            <w:tcW w:w="1958" w:type="pct"/>
          </w:tcPr>
          <w:p w14:paraId="2B189AE0" w14:textId="77777777" w:rsidR="00F07CA1" w:rsidRDefault="00E030C1">
            <w:pPr>
              <w:pStyle w:val="Tabletext"/>
            </w:pPr>
            <w:r>
              <w:t>Trim</w:t>
            </w:r>
          </w:p>
        </w:tc>
        <w:tc>
          <w:tcPr>
            <w:tcW w:w="1014" w:type="pct"/>
          </w:tcPr>
          <w:p w14:paraId="69FA489B" w14:textId="77777777" w:rsidR="00F07CA1" w:rsidRDefault="00F07CA1">
            <w:pPr>
              <w:pStyle w:val="Tabletext"/>
            </w:pPr>
          </w:p>
        </w:tc>
        <w:tc>
          <w:tcPr>
            <w:tcW w:w="1014" w:type="pct"/>
          </w:tcPr>
          <w:p w14:paraId="41C05C38" w14:textId="77777777" w:rsidR="00F07CA1" w:rsidRDefault="00F07CA1">
            <w:pPr>
              <w:pStyle w:val="Tabletext"/>
            </w:pPr>
          </w:p>
        </w:tc>
        <w:tc>
          <w:tcPr>
            <w:tcW w:w="1014" w:type="pct"/>
          </w:tcPr>
          <w:p w14:paraId="0B9E9821" w14:textId="77777777" w:rsidR="00F07CA1" w:rsidRDefault="00F07CA1">
            <w:pPr>
              <w:pStyle w:val="Tabletext"/>
            </w:pPr>
          </w:p>
        </w:tc>
      </w:tr>
      <w:tr w:rsidR="00F07CA1" w14:paraId="3879F1B0" w14:textId="77777777" w:rsidTr="00E030C1">
        <w:tc>
          <w:tcPr>
            <w:tcW w:w="1958" w:type="pct"/>
          </w:tcPr>
          <w:p w14:paraId="2CD42F21" w14:textId="77777777" w:rsidR="00F07CA1" w:rsidRDefault="00E030C1">
            <w:pPr>
              <w:pStyle w:val="Tabletext"/>
            </w:pPr>
            <w:r>
              <w:t>Flashings and cappings</w:t>
            </w:r>
          </w:p>
        </w:tc>
        <w:tc>
          <w:tcPr>
            <w:tcW w:w="1014" w:type="pct"/>
          </w:tcPr>
          <w:p w14:paraId="6320C5A6" w14:textId="77777777" w:rsidR="00F07CA1" w:rsidRDefault="00F07CA1">
            <w:pPr>
              <w:pStyle w:val="Tabletext"/>
            </w:pPr>
          </w:p>
        </w:tc>
        <w:tc>
          <w:tcPr>
            <w:tcW w:w="1014" w:type="pct"/>
          </w:tcPr>
          <w:p w14:paraId="7B4B6823" w14:textId="77777777" w:rsidR="00F07CA1" w:rsidRDefault="00F07CA1">
            <w:pPr>
              <w:pStyle w:val="Tabletext"/>
            </w:pPr>
          </w:p>
        </w:tc>
        <w:tc>
          <w:tcPr>
            <w:tcW w:w="1014" w:type="pct"/>
          </w:tcPr>
          <w:p w14:paraId="16E70A11" w14:textId="77777777" w:rsidR="00F07CA1" w:rsidRDefault="00F07CA1">
            <w:pPr>
              <w:pStyle w:val="Tabletext"/>
            </w:pPr>
          </w:p>
        </w:tc>
      </w:tr>
      <w:tr w:rsidR="00F07CA1" w14:paraId="73EC2E54" w14:textId="77777777" w:rsidTr="00E030C1">
        <w:tc>
          <w:tcPr>
            <w:tcW w:w="1958" w:type="pct"/>
          </w:tcPr>
          <w:p w14:paraId="3939B9AA" w14:textId="77777777" w:rsidR="00F07CA1" w:rsidRDefault="00E030C1">
            <w:pPr>
              <w:pStyle w:val="Tabletext"/>
            </w:pPr>
            <w:r>
              <w:t>Fasteners</w:t>
            </w:r>
          </w:p>
        </w:tc>
        <w:tc>
          <w:tcPr>
            <w:tcW w:w="1014" w:type="pct"/>
          </w:tcPr>
          <w:p w14:paraId="76948898" w14:textId="77777777" w:rsidR="00F07CA1" w:rsidRDefault="00F07CA1">
            <w:pPr>
              <w:pStyle w:val="Tabletext"/>
            </w:pPr>
          </w:p>
        </w:tc>
        <w:tc>
          <w:tcPr>
            <w:tcW w:w="1014" w:type="pct"/>
          </w:tcPr>
          <w:p w14:paraId="3B492741" w14:textId="77777777" w:rsidR="00F07CA1" w:rsidRDefault="00F07CA1">
            <w:pPr>
              <w:pStyle w:val="Tabletext"/>
            </w:pPr>
          </w:p>
        </w:tc>
        <w:tc>
          <w:tcPr>
            <w:tcW w:w="1014" w:type="pct"/>
          </w:tcPr>
          <w:p w14:paraId="0073C228" w14:textId="77777777" w:rsidR="00F07CA1" w:rsidRDefault="00F07CA1">
            <w:pPr>
              <w:pStyle w:val="Tabletext"/>
            </w:pPr>
          </w:p>
        </w:tc>
      </w:tr>
    </w:tbl>
    <w:p w14:paraId="46BA3664" w14:textId="77777777" w:rsidR="00F07CA1" w:rsidRDefault="00E030C1">
      <w:r>
        <w:t> </w:t>
      </w:r>
    </w:p>
    <w:p w14:paraId="70C572AA" w14:textId="77777777" w:rsidR="00F07CA1" w:rsidRDefault="00E030C1">
      <w:pPr>
        <w:pStyle w:val="Instructions"/>
      </w:pPr>
      <w:r>
        <w:t>The codes in the header row of the schedule designate each application or location of the item scheduled. Edit the codes to match those in other contract documents.</w:t>
      </w:r>
    </w:p>
    <w:p w14:paraId="61CCE9E1" w14:textId="77777777" w:rsidR="00F07CA1" w:rsidRDefault="00E030C1">
      <w:pPr>
        <w:pStyle w:val="Instructions"/>
      </w:pPr>
      <w:r>
        <w:t>Product: Nominate a proprietary system or product and edit schedule to suit.</w:t>
      </w:r>
    </w:p>
    <w:p w14:paraId="0D353BFA" w14:textId="77777777" w:rsidR="00F07CA1" w:rsidRDefault="00E030C1">
      <w:pPr>
        <w:pStyle w:val="Instructions"/>
      </w:pPr>
      <w:r>
        <w:t>Material: Select either PVC-U, GRP, Polycarbonate.</w:t>
      </w:r>
    </w:p>
    <w:p w14:paraId="4E4A9420" w14:textId="77777777" w:rsidR="00F07CA1" w:rsidRDefault="00E030C1">
      <w:pPr>
        <w:pStyle w:val="Instructions"/>
      </w:pPr>
      <w:r>
        <w:t>Class or grade:</w:t>
      </w:r>
    </w:p>
    <w:p w14:paraId="1E217335" w14:textId="77777777" w:rsidR="00F07CA1" w:rsidRDefault="00E030C1">
      <w:pPr>
        <w:pStyle w:val="Instructionsindent"/>
      </w:pPr>
      <w:r>
        <w:t>PVC-U Type A or B.</w:t>
      </w:r>
    </w:p>
    <w:p w14:paraId="044D7B18" w14:textId="77777777" w:rsidR="00F07CA1" w:rsidRDefault="00E030C1">
      <w:pPr>
        <w:pStyle w:val="Instructionsindent"/>
      </w:pPr>
      <w:r>
        <w:t>GRP: GP (general purpose), FR (fire retardant) or CR (chemical resistant).</w:t>
      </w:r>
    </w:p>
    <w:p w14:paraId="2B77FC18" w14:textId="77777777" w:rsidR="00F07CA1" w:rsidRDefault="00E030C1">
      <w:pPr>
        <w:pStyle w:val="Instructionsindent"/>
      </w:pPr>
      <w:r>
        <w:t>Polycarbonate, Grade S (sold flat sheet), P (profiled sheet) or M (multi-layered) as noted in the AS 4256 series.</w:t>
      </w:r>
    </w:p>
    <w:p w14:paraId="350EFD49" w14:textId="77777777" w:rsidR="00F07CA1" w:rsidRDefault="00E030C1">
      <w:pPr>
        <w:pStyle w:val="Instructions"/>
      </w:pPr>
      <w:r>
        <w:t>Type as noted in AS 4256:</w:t>
      </w:r>
    </w:p>
    <w:p w14:paraId="1B17A7D2" w14:textId="77777777" w:rsidR="00F07CA1" w:rsidRDefault="00E030C1">
      <w:pPr>
        <w:pStyle w:val="Instructionsindent"/>
      </w:pPr>
      <w:r>
        <w:t>GRP: CT (surface tissue present), ST/SX (surface treated).</w:t>
      </w:r>
    </w:p>
    <w:p w14:paraId="758DF602" w14:textId="77777777" w:rsidR="00F07CA1" w:rsidRDefault="00E030C1">
      <w:pPr>
        <w:pStyle w:val="Instructionsindent"/>
      </w:pPr>
      <w:r>
        <w:t>Polycarbonate: ST (surface treated), GP (general purpose).</w:t>
      </w:r>
    </w:p>
    <w:p w14:paraId="622398F2" w14:textId="77777777" w:rsidR="00F07CA1" w:rsidRDefault="00E030C1">
      <w:pPr>
        <w:pStyle w:val="Instructions"/>
      </w:pPr>
      <w:r>
        <w:lastRenderedPageBreak/>
        <w:t>Translucency: Transparent, Translucent, Opaque.</w:t>
      </w:r>
    </w:p>
    <w:p w14:paraId="0AAF5D40" w14:textId="77777777" w:rsidR="00F07CA1" w:rsidRDefault="00E030C1">
      <w:pPr>
        <w:pStyle w:val="Instructions"/>
      </w:pPr>
      <w:r>
        <w:t>Colour: If applicable, use the manufacturer’s name.</w:t>
      </w:r>
    </w:p>
    <w:p w14:paraId="049911DB" w14:textId="77777777" w:rsidR="00F07CA1" w:rsidRDefault="00E030C1">
      <w:pPr>
        <w:pStyle w:val="Instructions"/>
      </w:pPr>
      <w:r>
        <w:t>Trim: e.g. Proprietary accessories for sills, reveals or corner returns.</w:t>
      </w:r>
    </w:p>
    <w:p w14:paraId="7F4EBB79"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0A7B04A6" w14:textId="77777777" w:rsidR="00F07CA1" w:rsidRDefault="00E030C1">
      <w:pPr>
        <w:pStyle w:val="Instructions"/>
      </w:pPr>
      <w:r>
        <w:t>Fasteners: e.g. Concealed or Pierced, Crest or Valley.</w:t>
      </w:r>
    </w:p>
    <w:p w14:paraId="2C6E192A" w14:textId="77777777" w:rsidR="00F07CA1" w:rsidRDefault="00E030C1">
      <w:pPr>
        <w:pStyle w:val="Heading4"/>
      </w:pPr>
      <w:bookmarkStart w:id="446" w:name="h-35_13078-56"/>
      <w:bookmarkStart w:id="447" w:name="f-35_13078-56"/>
      <w:bookmarkStart w:id="448" w:name="f-13253-17"/>
      <w:bookmarkEnd w:id="444"/>
      <w:bookmarkEnd w:id="445"/>
      <w:r>
        <w:t>Plywood sheet cladding schedule</w:t>
      </w:r>
      <w:bookmarkEnd w:id="446"/>
    </w:p>
    <w:tbl>
      <w:tblPr>
        <w:tblStyle w:val="NATSPECTable"/>
        <w:tblW w:w="5000" w:type="pct"/>
        <w:tblLook w:val="0620" w:firstRow="1" w:lastRow="0" w:firstColumn="0" w:lastColumn="0" w:noHBand="1" w:noVBand="1"/>
      </w:tblPr>
      <w:tblGrid>
        <w:gridCol w:w="3583"/>
        <w:gridCol w:w="1856"/>
        <w:gridCol w:w="1856"/>
        <w:gridCol w:w="1856"/>
      </w:tblGrid>
      <w:tr w:rsidR="00F07CA1" w14:paraId="7B8CAB87" w14:textId="77777777" w:rsidTr="00E030C1">
        <w:trPr>
          <w:tblHeader/>
        </w:trPr>
        <w:tc>
          <w:tcPr>
            <w:tcW w:w="1958" w:type="pct"/>
          </w:tcPr>
          <w:p w14:paraId="16C83754" w14:textId="77777777" w:rsidR="00F07CA1" w:rsidRDefault="00F07CA1">
            <w:pPr>
              <w:pStyle w:val="Tabletitle"/>
            </w:pPr>
          </w:p>
        </w:tc>
        <w:tc>
          <w:tcPr>
            <w:tcW w:w="1014" w:type="pct"/>
          </w:tcPr>
          <w:p w14:paraId="19FF478B" w14:textId="77777777" w:rsidR="00F07CA1" w:rsidRDefault="00E030C1">
            <w:pPr>
              <w:pStyle w:val="Tabletitle"/>
            </w:pPr>
            <w:r>
              <w:t>A</w:t>
            </w:r>
          </w:p>
        </w:tc>
        <w:tc>
          <w:tcPr>
            <w:tcW w:w="1014" w:type="pct"/>
          </w:tcPr>
          <w:p w14:paraId="7168518C" w14:textId="77777777" w:rsidR="00F07CA1" w:rsidRDefault="00E030C1">
            <w:pPr>
              <w:pStyle w:val="Tabletitle"/>
            </w:pPr>
            <w:r>
              <w:t>B</w:t>
            </w:r>
          </w:p>
        </w:tc>
        <w:tc>
          <w:tcPr>
            <w:tcW w:w="1014" w:type="pct"/>
          </w:tcPr>
          <w:p w14:paraId="4A0D4E96" w14:textId="77777777" w:rsidR="00F07CA1" w:rsidRDefault="00E030C1">
            <w:pPr>
              <w:pStyle w:val="Tabletitle"/>
            </w:pPr>
            <w:r>
              <w:t>C</w:t>
            </w:r>
          </w:p>
        </w:tc>
      </w:tr>
      <w:tr w:rsidR="00F07CA1" w14:paraId="736EE09A" w14:textId="77777777" w:rsidTr="00E030C1">
        <w:tc>
          <w:tcPr>
            <w:tcW w:w="1958" w:type="pct"/>
          </w:tcPr>
          <w:p w14:paraId="5E9D4E7B" w14:textId="77777777" w:rsidR="00F07CA1" w:rsidRDefault="00E030C1">
            <w:pPr>
              <w:pStyle w:val="Tabletext"/>
            </w:pPr>
            <w:r>
              <w:t>Product</w:t>
            </w:r>
          </w:p>
        </w:tc>
        <w:tc>
          <w:tcPr>
            <w:tcW w:w="1014" w:type="pct"/>
          </w:tcPr>
          <w:p w14:paraId="53D8A903" w14:textId="77777777" w:rsidR="00F07CA1" w:rsidRDefault="00F07CA1">
            <w:pPr>
              <w:pStyle w:val="Tabletext"/>
            </w:pPr>
          </w:p>
        </w:tc>
        <w:tc>
          <w:tcPr>
            <w:tcW w:w="1014" w:type="pct"/>
          </w:tcPr>
          <w:p w14:paraId="39D8BA3F" w14:textId="77777777" w:rsidR="00F07CA1" w:rsidRDefault="00F07CA1">
            <w:pPr>
              <w:pStyle w:val="Tabletext"/>
            </w:pPr>
          </w:p>
        </w:tc>
        <w:tc>
          <w:tcPr>
            <w:tcW w:w="1014" w:type="pct"/>
          </w:tcPr>
          <w:p w14:paraId="4A6DDAC7" w14:textId="77777777" w:rsidR="00F07CA1" w:rsidRDefault="00F07CA1">
            <w:pPr>
              <w:pStyle w:val="Tabletext"/>
            </w:pPr>
          </w:p>
        </w:tc>
      </w:tr>
      <w:tr w:rsidR="00F07CA1" w14:paraId="0A00CC5D" w14:textId="77777777" w:rsidTr="00E030C1">
        <w:tc>
          <w:tcPr>
            <w:tcW w:w="1958" w:type="pct"/>
          </w:tcPr>
          <w:p w14:paraId="7FAB6BC1" w14:textId="77777777" w:rsidR="00F07CA1" w:rsidRDefault="00E030C1">
            <w:pPr>
              <w:pStyle w:val="Tabletext"/>
            </w:pPr>
            <w:r>
              <w:t>Fixing system</w:t>
            </w:r>
          </w:p>
        </w:tc>
        <w:tc>
          <w:tcPr>
            <w:tcW w:w="1014" w:type="pct"/>
          </w:tcPr>
          <w:p w14:paraId="6E51B609" w14:textId="77777777" w:rsidR="00F07CA1" w:rsidRDefault="00F07CA1">
            <w:pPr>
              <w:pStyle w:val="Tabletext"/>
            </w:pPr>
          </w:p>
        </w:tc>
        <w:tc>
          <w:tcPr>
            <w:tcW w:w="1014" w:type="pct"/>
          </w:tcPr>
          <w:p w14:paraId="4FC158E7" w14:textId="77777777" w:rsidR="00F07CA1" w:rsidRDefault="00F07CA1">
            <w:pPr>
              <w:pStyle w:val="Tabletext"/>
            </w:pPr>
          </w:p>
        </w:tc>
        <w:tc>
          <w:tcPr>
            <w:tcW w:w="1014" w:type="pct"/>
          </w:tcPr>
          <w:p w14:paraId="477C6378" w14:textId="77777777" w:rsidR="00F07CA1" w:rsidRDefault="00F07CA1">
            <w:pPr>
              <w:pStyle w:val="Tabletext"/>
            </w:pPr>
          </w:p>
        </w:tc>
      </w:tr>
      <w:tr w:rsidR="00F07CA1" w14:paraId="104678DD" w14:textId="77777777" w:rsidTr="00E030C1">
        <w:tc>
          <w:tcPr>
            <w:tcW w:w="1958" w:type="pct"/>
          </w:tcPr>
          <w:p w14:paraId="5BACB020" w14:textId="77777777" w:rsidR="00F07CA1" w:rsidRDefault="00E030C1">
            <w:pPr>
              <w:pStyle w:val="Tabletext"/>
            </w:pPr>
            <w:r>
              <w:t>Thickness (mm)</w:t>
            </w:r>
          </w:p>
        </w:tc>
        <w:tc>
          <w:tcPr>
            <w:tcW w:w="1014" w:type="pct"/>
          </w:tcPr>
          <w:p w14:paraId="0AED9924" w14:textId="77777777" w:rsidR="00F07CA1" w:rsidRDefault="00F07CA1">
            <w:pPr>
              <w:pStyle w:val="Tabletext"/>
            </w:pPr>
          </w:p>
        </w:tc>
        <w:tc>
          <w:tcPr>
            <w:tcW w:w="1014" w:type="pct"/>
          </w:tcPr>
          <w:p w14:paraId="5818A190" w14:textId="77777777" w:rsidR="00F07CA1" w:rsidRDefault="00F07CA1">
            <w:pPr>
              <w:pStyle w:val="Tabletext"/>
            </w:pPr>
          </w:p>
        </w:tc>
        <w:tc>
          <w:tcPr>
            <w:tcW w:w="1014" w:type="pct"/>
          </w:tcPr>
          <w:p w14:paraId="43FB06F3" w14:textId="77777777" w:rsidR="00F07CA1" w:rsidRDefault="00F07CA1">
            <w:pPr>
              <w:pStyle w:val="Tabletext"/>
            </w:pPr>
          </w:p>
        </w:tc>
      </w:tr>
      <w:tr w:rsidR="00F07CA1" w14:paraId="3AFF9240" w14:textId="77777777" w:rsidTr="00E030C1">
        <w:tc>
          <w:tcPr>
            <w:tcW w:w="1958" w:type="pct"/>
          </w:tcPr>
          <w:p w14:paraId="7A976EED" w14:textId="77777777" w:rsidR="00F07CA1" w:rsidRDefault="00E030C1">
            <w:pPr>
              <w:pStyle w:val="Tabletext"/>
            </w:pPr>
            <w:r>
              <w:t>Length (mm)</w:t>
            </w:r>
          </w:p>
        </w:tc>
        <w:tc>
          <w:tcPr>
            <w:tcW w:w="1014" w:type="pct"/>
          </w:tcPr>
          <w:p w14:paraId="1E878697" w14:textId="77777777" w:rsidR="00F07CA1" w:rsidRDefault="00F07CA1">
            <w:pPr>
              <w:pStyle w:val="Tabletext"/>
            </w:pPr>
          </w:p>
        </w:tc>
        <w:tc>
          <w:tcPr>
            <w:tcW w:w="1014" w:type="pct"/>
          </w:tcPr>
          <w:p w14:paraId="50431882" w14:textId="77777777" w:rsidR="00F07CA1" w:rsidRDefault="00F07CA1">
            <w:pPr>
              <w:pStyle w:val="Tabletext"/>
            </w:pPr>
          </w:p>
        </w:tc>
        <w:tc>
          <w:tcPr>
            <w:tcW w:w="1014" w:type="pct"/>
          </w:tcPr>
          <w:p w14:paraId="39102245" w14:textId="77777777" w:rsidR="00F07CA1" w:rsidRDefault="00F07CA1">
            <w:pPr>
              <w:pStyle w:val="Tabletext"/>
            </w:pPr>
          </w:p>
        </w:tc>
      </w:tr>
      <w:tr w:rsidR="00F07CA1" w14:paraId="1D0DF483" w14:textId="77777777" w:rsidTr="00E030C1">
        <w:tc>
          <w:tcPr>
            <w:tcW w:w="1958" w:type="pct"/>
          </w:tcPr>
          <w:p w14:paraId="799A6B47" w14:textId="77777777" w:rsidR="00F07CA1" w:rsidRDefault="00E030C1">
            <w:pPr>
              <w:pStyle w:val="Tabletext"/>
            </w:pPr>
            <w:r>
              <w:t>Width (mm)</w:t>
            </w:r>
          </w:p>
        </w:tc>
        <w:tc>
          <w:tcPr>
            <w:tcW w:w="1014" w:type="pct"/>
          </w:tcPr>
          <w:p w14:paraId="34126E51" w14:textId="77777777" w:rsidR="00F07CA1" w:rsidRDefault="00F07CA1">
            <w:pPr>
              <w:pStyle w:val="Tabletext"/>
            </w:pPr>
          </w:p>
        </w:tc>
        <w:tc>
          <w:tcPr>
            <w:tcW w:w="1014" w:type="pct"/>
          </w:tcPr>
          <w:p w14:paraId="421EE614" w14:textId="77777777" w:rsidR="00F07CA1" w:rsidRDefault="00F07CA1">
            <w:pPr>
              <w:pStyle w:val="Tabletext"/>
            </w:pPr>
          </w:p>
        </w:tc>
        <w:tc>
          <w:tcPr>
            <w:tcW w:w="1014" w:type="pct"/>
          </w:tcPr>
          <w:p w14:paraId="366D6023" w14:textId="77777777" w:rsidR="00F07CA1" w:rsidRDefault="00F07CA1">
            <w:pPr>
              <w:pStyle w:val="Tabletext"/>
            </w:pPr>
          </w:p>
        </w:tc>
      </w:tr>
      <w:tr w:rsidR="00F07CA1" w14:paraId="3ECAFB42" w14:textId="77777777" w:rsidTr="00E030C1">
        <w:tc>
          <w:tcPr>
            <w:tcW w:w="1958" w:type="pct"/>
          </w:tcPr>
          <w:p w14:paraId="3B69F83E" w14:textId="77777777" w:rsidR="00F07CA1" w:rsidRDefault="00E030C1">
            <w:pPr>
              <w:pStyle w:val="Tabletext"/>
            </w:pPr>
            <w:r>
              <w:t>Veneer species</w:t>
            </w:r>
          </w:p>
        </w:tc>
        <w:tc>
          <w:tcPr>
            <w:tcW w:w="1014" w:type="pct"/>
          </w:tcPr>
          <w:p w14:paraId="6B653445" w14:textId="77777777" w:rsidR="00F07CA1" w:rsidRDefault="00F07CA1">
            <w:pPr>
              <w:pStyle w:val="Tabletext"/>
            </w:pPr>
          </w:p>
        </w:tc>
        <w:tc>
          <w:tcPr>
            <w:tcW w:w="1014" w:type="pct"/>
          </w:tcPr>
          <w:p w14:paraId="24931B6D" w14:textId="77777777" w:rsidR="00F07CA1" w:rsidRDefault="00F07CA1">
            <w:pPr>
              <w:pStyle w:val="Tabletext"/>
            </w:pPr>
          </w:p>
        </w:tc>
        <w:tc>
          <w:tcPr>
            <w:tcW w:w="1014" w:type="pct"/>
          </w:tcPr>
          <w:p w14:paraId="3A8FEEDA" w14:textId="77777777" w:rsidR="00F07CA1" w:rsidRDefault="00F07CA1">
            <w:pPr>
              <w:pStyle w:val="Tabletext"/>
            </w:pPr>
          </w:p>
        </w:tc>
      </w:tr>
      <w:tr w:rsidR="00F07CA1" w14:paraId="51F1C10F" w14:textId="77777777" w:rsidTr="00E030C1">
        <w:tc>
          <w:tcPr>
            <w:tcW w:w="1958" w:type="pct"/>
          </w:tcPr>
          <w:p w14:paraId="0C15F98F" w14:textId="77777777" w:rsidR="00F07CA1" w:rsidRDefault="00E030C1">
            <w:pPr>
              <w:pStyle w:val="Tabletext"/>
            </w:pPr>
            <w:r>
              <w:t>Finish</w:t>
            </w:r>
          </w:p>
        </w:tc>
        <w:tc>
          <w:tcPr>
            <w:tcW w:w="1014" w:type="pct"/>
          </w:tcPr>
          <w:p w14:paraId="4213899D" w14:textId="77777777" w:rsidR="00F07CA1" w:rsidRDefault="00F07CA1">
            <w:pPr>
              <w:pStyle w:val="Tabletext"/>
            </w:pPr>
          </w:p>
        </w:tc>
        <w:tc>
          <w:tcPr>
            <w:tcW w:w="1014" w:type="pct"/>
          </w:tcPr>
          <w:p w14:paraId="02931B63" w14:textId="77777777" w:rsidR="00F07CA1" w:rsidRDefault="00F07CA1">
            <w:pPr>
              <w:pStyle w:val="Tabletext"/>
            </w:pPr>
          </w:p>
        </w:tc>
        <w:tc>
          <w:tcPr>
            <w:tcW w:w="1014" w:type="pct"/>
          </w:tcPr>
          <w:p w14:paraId="608E6627" w14:textId="77777777" w:rsidR="00F07CA1" w:rsidRDefault="00F07CA1">
            <w:pPr>
              <w:pStyle w:val="Tabletext"/>
            </w:pPr>
          </w:p>
        </w:tc>
      </w:tr>
      <w:tr w:rsidR="00F07CA1" w14:paraId="2F04FDB3" w14:textId="77777777" w:rsidTr="00E030C1">
        <w:tc>
          <w:tcPr>
            <w:tcW w:w="1958" w:type="pct"/>
          </w:tcPr>
          <w:p w14:paraId="42883397" w14:textId="77777777" w:rsidR="00F07CA1" w:rsidRDefault="00E030C1">
            <w:pPr>
              <w:pStyle w:val="Tabletext"/>
            </w:pPr>
            <w:r>
              <w:t>Coating</w:t>
            </w:r>
          </w:p>
        </w:tc>
        <w:tc>
          <w:tcPr>
            <w:tcW w:w="1014" w:type="pct"/>
          </w:tcPr>
          <w:p w14:paraId="7E300B35" w14:textId="77777777" w:rsidR="00F07CA1" w:rsidRDefault="00F07CA1">
            <w:pPr>
              <w:pStyle w:val="Tabletext"/>
            </w:pPr>
          </w:p>
        </w:tc>
        <w:tc>
          <w:tcPr>
            <w:tcW w:w="1014" w:type="pct"/>
          </w:tcPr>
          <w:p w14:paraId="142AEAEA" w14:textId="77777777" w:rsidR="00F07CA1" w:rsidRDefault="00F07CA1">
            <w:pPr>
              <w:pStyle w:val="Tabletext"/>
            </w:pPr>
          </w:p>
        </w:tc>
        <w:tc>
          <w:tcPr>
            <w:tcW w:w="1014" w:type="pct"/>
          </w:tcPr>
          <w:p w14:paraId="4D82D3D2" w14:textId="77777777" w:rsidR="00F07CA1" w:rsidRDefault="00F07CA1">
            <w:pPr>
              <w:pStyle w:val="Tabletext"/>
            </w:pPr>
          </w:p>
        </w:tc>
      </w:tr>
      <w:tr w:rsidR="00F07CA1" w14:paraId="5E4399A1" w14:textId="77777777" w:rsidTr="00E030C1">
        <w:tc>
          <w:tcPr>
            <w:tcW w:w="1958" w:type="pct"/>
          </w:tcPr>
          <w:p w14:paraId="6D8590C5" w14:textId="77777777" w:rsidR="00F07CA1" w:rsidRDefault="00E030C1">
            <w:pPr>
              <w:pStyle w:val="Tabletext"/>
            </w:pPr>
            <w:r>
              <w:t>Colour</w:t>
            </w:r>
          </w:p>
        </w:tc>
        <w:tc>
          <w:tcPr>
            <w:tcW w:w="1014" w:type="pct"/>
          </w:tcPr>
          <w:p w14:paraId="380FC01E" w14:textId="77777777" w:rsidR="00F07CA1" w:rsidRDefault="00F07CA1">
            <w:pPr>
              <w:pStyle w:val="Tabletext"/>
            </w:pPr>
          </w:p>
        </w:tc>
        <w:tc>
          <w:tcPr>
            <w:tcW w:w="1014" w:type="pct"/>
          </w:tcPr>
          <w:p w14:paraId="4F49FDC3" w14:textId="77777777" w:rsidR="00F07CA1" w:rsidRDefault="00F07CA1">
            <w:pPr>
              <w:pStyle w:val="Tabletext"/>
            </w:pPr>
          </w:p>
        </w:tc>
        <w:tc>
          <w:tcPr>
            <w:tcW w:w="1014" w:type="pct"/>
          </w:tcPr>
          <w:p w14:paraId="64990AE3" w14:textId="77777777" w:rsidR="00F07CA1" w:rsidRDefault="00F07CA1">
            <w:pPr>
              <w:pStyle w:val="Tabletext"/>
            </w:pPr>
          </w:p>
        </w:tc>
      </w:tr>
      <w:tr w:rsidR="00F07CA1" w14:paraId="4E1B5B98" w14:textId="77777777" w:rsidTr="00E030C1">
        <w:tc>
          <w:tcPr>
            <w:tcW w:w="1958" w:type="pct"/>
          </w:tcPr>
          <w:p w14:paraId="6269964B" w14:textId="77777777" w:rsidR="00F07CA1" w:rsidRDefault="00E030C1">
            <w:pPr>
              <w:pStyle w:val="Tabletext"/>
            </w:pPr>
            <w:r>
              <w:t>Joints</w:t>
            </w:r>
          </w:p>
        </w:tc>
        <w:tc>
          <w:tcPr>
            <w:tcW w:w="1014" w:type="pct"/>
          </w:tcPr>
          <w:p w14:paraId="07B7AF2A" w14:textId="77777777" w:rsidR="00F07CA1" w:rsidRDefault="00F07CA1">
            <w:pPr>
              <w:pStyle w:val="Tabletext"/>
            </w:pPr>
          </w:p>
        </w:tc>
        <w:tc>
          <w:tcPr>
            <w:tcW w:w="1014" w:type="pct"/>
          </w:tcPr>
          <w:p w14:paraId="2CC791A9" w14:textId="77777777" w:rsidR="00F07CA1" w:rsidRDefault="00F07CA1">
            <w:pPr>
              <w:pStyle w:val="Tabletext"/>
            </w:pPr>
          </w:p>
        </w:tc>
        <w:tc>
          <w:tcPr>
            <w:tcW w:w="1014" w:type="pct"/>
          </w:tcPr>
          <w:p w14:paraId="7F2BCB18" w14:textId="77777777" w:rsidR="00F07CA1" w:rsidRDefault="00F07CA1">
            <w:pPr>
              <w:pStyle w:val="Tabletext"/>
            </w:pPr>
          </w:p>
        </w:tc>
      </w:tr>
      <w:tr w:rsidR="00F07CA1" w14:paraId="4B3878E7" w14:textId="77777777" w:rsidTr="00E030C1">
        <w:tc>
          <w:tcPr>
            <w:tcW w:w="1958" w:type="pct"/>
          </w:tcPr>
          <w:p w14:paraId="0A95A413" w14:textId="77777777" w:rsidR="00F07CA1" w:rsidRDefault="00E030C1">
            <w:pPr>
              <w:pStyle w:val="Tabletext"/>
            </w:pPr>
            <w:r>
              <w:t>Corners</w:t>
            </w:r>
          </w:p>
        </w:tc>
        <w:tc>
          <w:tcPr>
            <w:tcW w:w="1014" w:type="pct"/>
          </w:tcPr>
          <w:p w14:paraId="29C415D1" w14:textId="77777777" w:rsidR="00F07CA1" w:rsidRDefault="00F07CA1">
            <w:pPr>
              <w:pStyle w:val="Tabletext"/>
            </w:pPr>
          </w:p>
        </w:tc>
        <w:tc>
          <w:tcPr>
            <w:tcW w:w="1014" w:type="pct"/>
          </w:tcPr>
          <w:p w14:paraId="6285AD25" w14:textId="77777777" w:rsidR="00F07CA1" w:rsidRDefault="00F07CA1">
            <w:pPr>
              <w:pStyle w:val="Tabletext"/>
            </w:pPr>
          </w:p>
        </w:tc>
        <w:tc>
          <w:tcPr>
            <w:tcW w:w="1014" w:type="pct"/>
          </w:tcPr>
          <w:p w14:paraId="3D504373" w14:textId="77777777" w:rsidR="00F07CA1" w:rsidRDefault="00F07CA1">
            <w:pPr>
              <w:pStyle w:val="Tabletext"/>
            </w:pPr>
          </w:p>
        </w:tc>
      </w:tr>
      <w:tr w:rsidR="00F07CA1" w14:paraId="43436802" w14:textId="77777777" w:rsidTr="00E030C1">
        <w:tc>
          <w:tcPr>
            <w:tcW w:w="1958" w:type="pct"/>
          </w:tcPr>
          <w:p w14:paraId="508325DC" w14:textId="77777777" w:rsidR="00F07CA1" w:rsidRDefault="00E030C1">
            <w:pPr>
              <w:pStyle w:val="Tabletext"/>
            </w:pPr>
            <w:r>
              <w:t>Fixing start location</w:t>
            </w:r>
          </w:p>
        </w:tc>
        <w:tc>
          <w:tcPr>
            <w:tcW w:w="1014" w:type="pct"/>
          </w:tcPr>
          <w:p w14:paraId="525050FF" w14:textId="77777777" w:rsidR="00F07CA1" w:rsidRDefault="00F07CA1">
            <w:pPr>
              <w:pStyle w:val="Tabletext"/>
            </w:pPr>
          </w:p>
        </w:tc>
        <w:tc>
          <w:tcPr>
            <w:tcW w:w="1014" w:type="pct"/>
          </w:tcPr>
          <w:p w14:paraId="6E402BF0" w14:textId="77777777" w:rsidR="00F07CA1" w:rsidRDefault="00F07CA1">
            <w:pPr>
              <w:pStyle w:val="Tabletext"/>
            </w:pPr>
          </w:p>
        </w:tc>
        <w:tc>
          <w:tcPr>
            <w:tcW w:w="1014" w:type="pct"/>
          </w:tcPr>
          <w:p w14:paraId="2EE28635" w14:textId="77777777" w:rsidR="00F07CA1" w:rsidRDefault="00F07CA1">
            <w:pPr>
              <w:pStyle w:val="Tabletext"/>
            </w:pPr>
          </w:p>
        </w:tc>
      </w:tr>
      <w:tr w:rsidR="00F07CA1" w14:paraId="1AFD198F" w14:textId="77777777" w:rsidTr="00E030C1">
        <w:tc>
          <w:tcPr>
            <w:tcW w:w="1958" w:type="pct"/>
          </w:tcPr>
          <w:p w14:paraId="0BF9FCE1" w14:textId="77777777" w:rsidR="00F07CA1" w:rsidRDefault="00E030C1">
            <w:pPr>
              <w:pStyle w:val="Tabletext"/>
            </w:pPr>
            <w:r>
              <w:t>Trim</w:t>
            </w:r>
          </w:p>
        </w:tc>
        <w:tc>
          <w:tcPr>
            <w:tcW w:w="1014" w:type="pct"/>
          </w:tcPr>
          <w:p w14:paraId="106709A6" w14:textId="77777777" w:rsidR="00F07CA1" w:rsidRDefault="00F07CA1">
            <w:pPr>
              <w:pStyle w:val="Tabletext"/>
            </w:pPr>
          </w:p>
        </w:tc>
        <w:tc>
          <w:tcPr>
            <w:tcW w:w="1014" w:type="pct"/>
          </w:tcPr>
          <w:p w14:paraId="5BE9EAD6" w14:textId="77777777" w:rsidR="00F07CA1" w:rsidRDefault="00F07CA1">
            <w:pPr>
              <w:pStyle w:val="Tabletext"/>
            </w:pPr>
          </w:p>
        </w:tc>
        <w:tc>
          <w:tcPr>
            <w:tcW w:w="1014" w:type="pct"/>
          </w:tcPr>
          <w:p w14:paraId="37E30329" w14:textId="77777777" w:rsidR="00F07CA1" w:rsidRDefault="00F07CA1">
            <w:pPr>
              <w:pStyle w:val="Tabletext"/>
            </w:pPr>
          </w:p>
        </w:tc>
      </w:tr>
      <w:tr w:rsidR="00F07CA1" w14:paraId="23C6786F" w14:textId="77777777" w:rsidTr="00E030C1">
        <w:tc>
          <w:tcPr>
            <w:tcW w:w="1958" w:type="pct"/>
          </w:tcPr>
          <w:p w14:paraId="7ACA385F" w14:textId="77777777" w:rsidR="00F07CA1" w:rsidRDefault="00E030C1">
            <w:pPr>
              <w:pStyle w:val="Tabletext"/>
            </w:pPr>
            <w:r>
              <w:t>Control joint width</w:t>
            </w:r>
          </w:p>
        </w:tc>
        <w:tc>
          <w:tcPr>
            <w:tcW w:w="1014" w:type="pct"/>
          </w:tcPr>
          <w:p w14:paraId="3AE181E8" w14:textId="77777777" w:rsidR="00F07CA1" w:rsidRDefault="00F07CA1">
            <w:pPr>
              <w:pStyle w:val="Tabletext"/>
            </w:pPr>
          </w:p>
        </w:tc>
        <w:tc>
          <w:tcPr>
            <w:tcW w:w="1014" w:type="pct"/>
          </w:tcPr>
          <w:p w14:paraId="7841829C" w14:textId="77777777" w:rsidR="00F07CA1" w:rsidRDefault="00F07CA1">
            <w:pPr>
              <w:pStyle w:val="Tabletext"/>
            </w:pPr>
          </w:p>
        </w:tc>
        <w:tc>
          <w:tcPr>
            <w:tcW w:w="1014" w:type="pct"/>
          </w:tcPr>
          <w:p w14:paraId="043C9901" w14:textId="77777777" w:rsidR="00F07CA1" w:rsidRDefault="00F07CA1">
            <w:pPr>
              <w:pStyle w:val="Tabletext"/>
            </w:pPr>
          </w:p>
        </w:tc>
      </w:tr>
      <w:tr w:rsidR="00F07CA1" w14:paraId="55B9EA12" w14:textId="77777777" w:rsidTr="00E030C1">
        <w:tc>
          <w:tcPr>
            <w:tcW w:w="1958" w:type="pct"/>
          </w:tcPr>
          <w:p w14:paraId="1006EF3A" w14:textId="77777777" w:rsidR="00F07CA1" w:rsidRDefault="00E030C1">
            <w:pPr>
              <w:pStyle w:val="Tabletext"/>
            </w:pPr>
            <w:r>
              <w:t>Flashings and cappings</w:t>
            </w:r>
          </w:p>
        </w:tc>
        <w:tc>
          <w:tcPr>
            <w:tcW w:w="1014" w:type="pct"/>
          </w:tcPr>
          <w:p w14:paraId="751440AF" w14:textId="77777777" w:rsidR="00F07CA1" w:rsidRDefault="00F07CA1">
            <w:pPr>
              <w:pStyle w:val="Tabletext"/>
            </w:pPr>
          </w:p>
        </w:tc>
        <w:tc>
          <w:tcPr>
            <w:tcW w:w="1014" w:type="pct"/>
          </w:tcPr>
          <w:p w14:paraId="250277C1" w14:textId="77777777" w:rsidR="00F07CA1" w:rsidRDefault="00F07CA1">
            <w:pPr>
              <w:pStyle w:val="Tabletext"/>
            </w:pPr>
          </w:p>
        </w:tc>
        <w:tc>
          <w:tcPr>
            <w:tcW w:w="1014" w:type="pct"/>
          </w:tcPr>
          <w:p w14:paraId="6AB8FC74" w14:textId="77777777" w:rsidR="00F07CA1" w:rsidRDefault="00F07CA1">
            <w:pPr>
              <w:pStyle w:val="Tabletext"/>
            </w:pPr>
          </w:p>
        </w:tc>
      </w:tr>
      <w:tr w:rsidR="00F07CA1" w14:paraId="7E9156CE" w14:textId="77777777" w:rsidTr="00E030C1">
        <w:tc>
          <w:tcPr>
            <w:tcW w:w="1958" w:type="pct"/>
          </w:tcPr>
          <w:p w14:paraId="58559F03" w14:textId="77777777" w:rsidR="00F07CA1" w:rsidRDefault="00E030C1">
            <w:pPr>
              <w:pStyle w:val="Tabletext"/>
            </w:pPr>
            <w:r>
              <w:t>Fasteners</w:t>
            </w:r>
          </w:p>
        </w:tc>
        <w:tc>
          <w:tcPr>
            <w:tcW w:w="1014" w:type="pct"/>
          </w:tcPr>
          <w:p w14:paraId="67C21433" w14:textId="77777777" w:rsidR="00F07CA1" w:rsidRDefault="00F07CA1">
            <w:pPr>
              <w:pStyle w:val="Tabletext"/>
            </w:pPr>
          </w:p>
        </w:tc>
        <w:tc>
          <w:tcPr>
            <w:tcW w:w="1014" w:type="pct"/>
          </w:tcPr>
          <w:p w14:paraId="1B8DC7C4" w14:textId="77777777" w:rsidR="00F07CA1" w:rsidRDefault="00F07CA1">
            <w:pPr>
              <w:pStyle w:val="Tabletext"/>
            </w:pPr>
          </w:p>
        </w:tc>
        <w:tc>
          <w:tcPr>
            <w:tcW w:w="1014" w:type="pct"/>
          </w:tcPr>
          <w:p w14:paraId="29355883" w14:textId="77777777" w:rsidR="00F07CA1" w:rsidRDefault="00F07CA1">
            <w:pPr>
              <w:pStyle w:val="Tabletext"/>
            </w:pPr>
          </w:p>
        </w:tc>
      </w:tr>
    </w:tbl>
    <w:p w14:paraId="28BC0609" w14:textId="77777777" w:rsidR="00F07CA1" w:rsidRDefault="00E030C1">
      <w:r>
        <w:t> </w:t>
      </w:r>
    </w:p>
    <w:p w14:paraId="50406202" w14:textId="77777777" w:rsidR="00F07CA1" w:rsidRDefault="00E030C1">
      <w:pPr>
        <w:pStyle w:val="Instructions"/>
      </w:pPr>
      <w:r>
        <w:t>The codes in the header row of the schedule designate each application or location of the item scheduled. Edit the codes to match those in other contract documents.</w:t>
      </w:r>
    </w:p>
    <w:p w14:paraId="50FCBF4B" w14:textId="77777777" w:rsidR="00F07CA1" w:rsidRDefault="00E030C1">
      <w:pPr>
        <w:pStyle w:val="Instructions"/>
      </w:pPr>
      <w:r>
        <w:t>Product: Nominate a proprietary system or product and edit schedule to suit.</w:t>
      </w:r>
    </w:p>
    <w:p w14:paraId="0B436E8D" w14:textId="77777777" w:rsidR="00F07CA1" w:rsidRDefault="00E030C1">
      <w:pPr>
        <w:pStyle w:val="Instructions"/>
      </w:pPr>
      <w:r>
        <w:t>Fixing system: e.g. waterproof direct fix, batten framing, ventilated cavity/rainscreen.</w:t>
      </w:r>
    </w:p>
    <w:p w14:paraId="34F4C395" w14:textId="77777777" w:rsidR="00F07CA1" w:rsidRDefault="00E030C1">
      <w:pPr>
        <w:pStyle w:val="Instructions"/>
      </w:pPr>
      <w:r>
        <w:t>Thickness (mm): e.g. Minimum 7 mm, 8 mm, 12 mm, 15 mm, 17 mm, 19 mm.</w:t>
      </w:r>
    </w:p>
    <w:p w14:paraId="2CFFF2FD" w14:textId="77777777" w:rsidR="00F07CA1" w:rsidRDefault="00E030C1">
      <w:pPr>
        <w:pStyle w:val="Instructions"/>
      </w:pPr>
      <w:r>
        <w:t>Length (mm): e.g. 1800 mm, 2400 mm, 2700 mm.</w:t>
      </w:r>
    </w:p>
    <w:p w14:paraId="72198ECD" w14:textId="77777777" w:rsidR="00F07CA1" w:rsidRDefault="00E030C1">
      <w:pPr>
        <w:pStyle w:val="Instructions"/>
      </w:pPr>
      <w:r>
        <w:t>Width (mm): e.g. 1200 mm.</w:t>
      </w:r>
    </w:p>
    <w:p w14:paraId="598845D5" w14:textId="77777777" w:rsidR="00F07CA1" w:rsidRDefault="00E030C1">
      <w:pPr>
        <w:pStyle w:val="Instructions"/>
      </w:pPr>
      <w:r>
        <w:t>Veneer species: e.g. Hoop Pine.</w:t>
      </w:r>
    </w:p>
    <w:p w14:paraId="5BEBE3DA" w14:textId="77777777" w:rsidR="00F07CA1" w:rsidRDefault="00E030C1">
      <w:pPr>
        <w:pStyle w:val="Instructions"/>
      </w:pPr>
      <w:r>
        <w:t>Finish: Rough sawn, Solid, Grooved, V-grooved, Profiled, Plain faced, Pre-surfaced, Overlaid, Film faced.</w:t>
      </w:r>
    </w:p>
    <w:p w14:paraId="03911C7B" w14:textId="77777777" w:rsidR="00F07CA1" w:rsidRDefault="00E030C1">
      <w:pPr>
        <w:pStyle w:val="Instructions"/>
      </w:pPr>
      <w:r>
        <w:t xml:space="preserve">Coating: Two-pack polyurethane, Painted, Oil based exterior stain, Coated in water repellent. If painted, use.100% latex paint system and with a mouldicide in humid areas. If site painted, refer to </w:t>
      </w:r>
      <w:r>
        <w:rPr>
          <w:i/>
        </w:rPr>
        <w:t>0671 Painting</w:t>
      </w:r>
      <w:r>
        <w:t>.</w:t>
      </w:r>
    </w:p>
    <w:p w14:paraId="70FE5EF1" w14:textId="77777777" w:rsidR="00F07CA1" w:rsidRDefault="00E030C1">
      <w:pPr>
        <w:pStyle w:val="Instructions"/>
      </w:pPr>
      <w:r>
        <w:t>Joints: Flashed, Sealant-filled, Jointing moulds, Cover strips, Expressed joint with gasket.</w:t>
      </w:r>
    </w:p>
    <w:p w14:paraId="698D2F98" w14:textId="77777777" w:rsidR="00F07CA1" w:rsidRDefault="00E030C1">
      <w:pPr>
        <w:pStyle w:val="Instructions"/>
      </w:pPr>
      <w:r>
        <w:t>Corners: Butt, Batten, Flashed.</w:t>
      </w:r>
    </w:p>
    <w:p w14:paraId="6867D7B9" w14:textId="77777777" w:rsidR="00F07CA1" w:rsidRDefault="00E030C1">
      <w:pPr>
        <w:pStyle w:val="Instructions"/>
      </w:pPr>
      <w:r>
        <w:t>Fixing start location: Note the elevation that will allow fixing to proceed from leeward to the windward of prevailing wind.</w:t>
      </w:r>
    </w:p>
    <w:p w14:paraId="72CBB78F" w14:textId="77777777" w:rsidR="00F07CA1" w:rsidRDefault="00E030C1">
      <w:pPr>
        <w:pStyle w:val="Instructions"/>
      </w:pPr>
      <w:r>
        <w:t>Trim: e.g. Proprietary accessories for sills, reveals or corner returns.</w:t>
      </w:r>
    </w:p>
    <w:p w14:paraId="0C4DE39C"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2321987D" w14:textId="77777777" w:rsidR="00F07CA1" w:rsidRDefault="00E030C1">
      <w:pPr>
        <w:pStyle w:val="Instructions"/>
      </w:pPr>
      <w:r>
        <w:t>Fasteners: e.g. Concealed or Pierced, Crest or Valley.</w:t>
      </w:r>
    </w:p>
    <w:p w14:paraId="5AE3AB75" w14:textId="77777777" w:rsidR="00F07CA1" w:rsidRDefault="00E030C1">
      <w:pPr>
        <w:pStyle w:val="Heading4"/>
      </w:pPr>
      <w:bookmarkStart w:id="449" w:name="h-13253-18"/>
      <w:bookmarkStart w:id="450" w:name="f-13253-18"/>
      <w:bookmarkEnd w:id="447"/>
      <w:bookmarkEnd w:id="448"/>
      <w:r>
        <w:t>STRAMIT profiled sheet metal cladding schedule </w:t>
      </w:r>
      <w:bookmarkEnd w:id="449"/>
    </w:p>
    <w:tbl>
      <w:tblPr>
        <w:tblStyle w:val="NATSPECTable"/>
        <w:tblW w:w="5000" w:type="pct"/>
        <w:tblLook w:val="0620" w:firstRow="1" w:lastRow="0" w:firstColumn="0" w:lastColumn="0" w:noHBand="1" w:noVBand="1"/>
      </w:tblPr>
      <w:tblGrid>
        <w:gridCol w:w="3583"/>
        <w:gridCol w:w="1856"/>
        <w:gridCol w:w="1856"/>
        <w:gridCol w:w="1856"/>
      </w:tblGrid>
      <w:tr w:rsidR="00F07CA1" w14:paraId="5EE3CE2D" w14:textId="77777777" w:rsidTr="00E030C1">
        <w:trPr>
          <w:tblHeader/>
        </w:trPr>
        <w:tc>
          <w:tcPr>
            <w:tcW w:w="1958" w:type="pct"/>
          </w:tcPr>
          <w:p w14:paraId="6B357C3F" w14:textId="77777777" w:rsidR="00F07CA1" w:rsidRDefault="00E030C1">
            <w:pPr>
              <w:pStyle w:val="Tabletitle"/>
            </w:pPr>
            <w:r>
              <w:t> </w:t>
            </w:r>
          </w:p>
        </w:tc>
        <w:tc>
          <w:tcPr>
            <w:tcW w:w="1014" w:type="pct"/>
          </w:tcPr>
          <w:p w14:paraId="7DEC676E" w14:textId="77777777" w:rsidR="00F07CA1" w:rsidRDefault="00E030C1">
            <w:pPr>
              <w:pStyle w:val="Tabletitle"/>
            </w:pPr>
            <w:r>
              <w:t>A</w:t>
            </w:r>
          </w:p>
        </w:tc>
        <w:tc>
          <w:tcPr>
            <w:tcW w:w="1014" w:type="pct"/>
          </w:tcPr>
          <w:p w14:paraId="7148F28D" w14:textId="77777777" w:rsidR="00F07CA1" w:rsidRDefault="00E030C1">
            <w:pPr>
              <w:pStyle w:val="Tabletitle"/>
            </w:pPr>
            <w:r>
              <w:t>B</w:t>
            </w:r>
          </w:p>
        </w:tc>
        <w:tc>
          <w:tcPr>
            <w:tcW w:w="1014" w:type="pct"/>
          </w:tcPr>
          <w:p w14:paraId="168DF45A" w14:textId="77777777" w:rsidR="00F07CA1" w:rsidRDefault="00E030C1">
            <w:pPr>
              <w:pStyle w:val="Tabletitle"/>
            </w:pPr>
            <w:r>
              <w:t>C</w:t>
            </w:r>
          </w:p>
        </w:tc>
      </w:tr>
      <w:tr w:rsidR="00F07CA1" w14:paraId="480AC939" w14:textId="77777777" w:rsidTr="00E030C1">
        <w:tc>
          <w:tcPr>
            <w:tcW w:w="1958" w:type="pct"/>
          </w:tcPr>
          <w:p w14:paraId="64697800" w14:textId="77777777" w:rsidR="00F07CA1" w:rsidRDefault="00E030C1">
            <w:pPr>
              <w:pStyle w:val="Tabletext"/>
            </w:pPr>
            <w:r>
              <w:t>Profile</w:t>
            </w:r>
          </w:p>
        </w:tc>
        <w:tc>
          <w:tcPr>
            <w:tcW w:w="1014" w:type="pct"/>
          </w:tcPr>
          <w:p w14:paraId="3D2D882B" w14:textId="6A3A3703" w:rsidR="00F07CA1" w:rsidRDefault="00F07CA1">
            <w:pPr>
              <w:pStyle w:val="Tabletext"/>
            </w:pPr>
          </w:p>
        </w:tc>
        <w:tc>
          <w:tcPr>
            <w:tcW w:w="1014" w:type="pct"/>
          </w:tcPr>
          <w:p w14:paraId="16CDB03E" w14:textId="035B8CEE" w:rsidR="00F07CA1" w:rsidRDefault="00F07CA1">
            <w:pPr>
              <w:pStyle w:val="Tabletext"/>
            </w:pPr>
          </w:p>
        </w:tc>
        <w:tc>
          <w:tcPr>
            <w:tcW w:w="1014" w:type="pct"/>
          </w:tcPr>
          <w:p w14:paraId="6BEEED19" w14:textId="69B94366" w:rsidR="00F07CA1" w:rsidRDefault="00F07CA1">
            <w:pPr>
              <w:pStyle w:val="Tabletext"/>
            </w:pPr>
          </w:p>
        </w:tc>
      </w:tr>
      <w:tr w:rsidR="00F07CA1" w14:paraId="45D0F321" w14:textId="77777777" w:rsidTr="00E030C1">
        <w:tc>
          <w:tcPr>
            <w:tcW w:w="1958" w:type="pct"/>
          </w:tcPr>
          <w:p w14:paraId="60D67456" w14:textId="77777777" w:rsidR="00F07CA1" w:rsidRDefault="00E030C1">
            <w:pPr>
              <w:pStyle w:val="Tabletext"/>
            </w:pPr>
            <w:r>
              <w:t>Fixing system</w:t>
            </w:r>
          </w:p>
        </w:tc>
        <w:tc>
          <w:tcPr>
            <w:tcW w:w="1014" w:type="pct"/>
          </w:tcPr>
          <w:p w14:paraId="1E39DEE9" w14:textId="66C3A561" w:rsidR="00F07CA1" w:rsidRDefault="00F07CA1">
            <w:pPr>
              <w:pStyle w:val="Tabletext"/>
            </w:pPr>
          </w:p>
        </w:tc>
        <w:tc>
          <w:tcPr>
            <w:tcW w:w="1014" w:type="pct"/>
          </w:tcPr>
          <w:p w14:paraId="2D29580D" w14:textId="57A81893" w:rsidR="00F07CA1" w:rsidRDefault="00F07CA1">
            <w:pPr>
              <w:pStyle w:val="Tabletext"/>
            </w:pPr>
          </w:p>
        </w:tc>
        <w:tc>
          <w:tcPr>
            <w:tcW w:w="1014" w:type="pct"/>
          </w:tcPr>
          <w:p w14:paraId="2623C889" w14:textId="565D62E7" w:rsidR="00F07CA1" w:rsidRDefault="00F07CA1">
            <w:pPr>
              <w:pStyle w:val="Tabletext"/>
            </w:pPr>
          </w:p>
        </w:tc>
      </w:tr>
      <w:tr w:rsidR="00F07CA1" w14:paraId="3D6B4C42" w14:textId="77777777" w:rsidTr="00E030C1">
        <w:tc>
          <w:tcPr>
            <w:tcW w:w="1958" w:type="pct"/>
          </w:tcPr>
          <w:p w14:paraId="7C0C1E23" w14:textId="77777777" w:rsidR="00F07CA1" w:rsidRDefault="00E030C1">
            <w:pPr>
              <w:pStyle w:val="Tabletext"/>
            </w:pPr>
            <w:r>
              <w:t>Material type</w:t>
            </w:r>
          </w:p>
        </w:tc>
        <w:tc>
          <w:tcPr>
            <w:tcW w:w="1014" w:type="pct"/>
          </w:tcPr>
          <w:p w14:paraId="77ED2D28" w14:textId="741C6ABB" w:rsidR="00F07CA1" w:rsidRDefault="00F07CA1">
            <w:pPr>
              <w:pStyle w:val="Tabletext"/>
            </w:pPr>
          </w:p>
        </w:tc>
        <w:tc>
          <w:tcPr>
            <w:tcW w:w="1014" w:type="pct"/>
          </w:tcPr>
          <w:p w14:paraId="60EA4EE4" w14:textId="415BA6D7" w:rsidR="00F07CA1" w:rsidRDefault="00F07CA1">
            <w:pPr>
              <w:pStyle w:val="Tabletext"/>
            </w:pPr>
          </w:p>
        </w:tc>
        <w:tc>
          <w:tcPr>
            <w:tcW w:w="1014" w:type="pct"/>
          </w:tcPr>
          <w:p w14:paraId="17E1684F" w14:textId="7AAC5C3E" w:rsidR="00F07CA1" w:rsidRDefault="00F07CA1">
            <w:pPr>
              <w:pStyle w:val="Tabletext"/>
            </w:pPr>
          </w:p>
        </w:tc>
      </w:tr>
      <w:tr w:rsidR="00F07CA1" w14:paraId="7A1A4EEC" w14:textId="77777777" w:rsidTr="00E030C1">
        <w:tc>
          <w:tcPr>
            <w:tcW w:w="1958" w:type="pct"/>
          </w:tcPr>
          <w:p w14:paraId="5859443C" w14:textId="77777777" w:rsidR="00F07CA1" w:rsidRDefault="00E030C1">
            <w:pPr>
              <w:pStyle w:val="Tabletext"/>
            </w:pPr>
            <w:r>
              <w:t>Base metal thickness (BMT) (mm)</w:t>
            </w:r>
          </w:p>
        </w:tc>
        <w:tc>
          <w:tcPr>
            <w:tcW w:w="1014" w:type="pct"/>
          </w:tcPr>
          <w:p w14:paraId="739B9DD7" w14:textId="0D190845" w:rsidR="00F07CA1" w:rsidRDefault="00F07CA1">
            <w:pPr>
              <w:pStyle w:val="Tabletext"/>
            </w:pPr>
          </w:p>
        </w:tc>
        <w:tc>
          <w:tcPr>
            <w:tcW w:w="1014" w:type="pct"/>
          </w:tcPr>
          <w:p w14:paraId="34033E76" w14:textId="4A1B1C49" w:rsidR="00F07CA1" w:rsidRDefault="00F07CA1">
            <w:pPr>
              <w:pStyle w:val="Tabletext"/>
            </w:pPr>
          </w:p>
        </w:tc>
        <w:tc>
          <w:tcPr>
            <w:tcW w:w="1014" w:type="pct"/>
          </w:tcPr>
          <w:p w14:paraId="7B800A5B" w14:textId="013785F8" w:rsidR="00F07CA1" w:rsidRDefault="00F07CA1">
            <w:pPr>
              <w:pStyle w:val="Tabletext"/>
            </w:pPr>
          </w:p>
        </w:tc>
      </w:tr>
      <w:tr w:rsidR="00F07CA1" w14:paraId="47E94F2A" w14:textId="77777777" w:rsidTr="00E030C1">
        <w:tc>
          <w:tcPr>
            <w:tcW w:w="1958" w:type="pct"/>
          </w:tcPr>
          <w:p w14:paraId="5E52BC54" w14:textId="77777777" w:rsidR="00F07CA1" w:rsidRDefault="00E030C1">
            <w:pPr>
              <w:pStyle w:val="Tabletext"/>
            </w:pPr>
            <w:r>
              <w:t>Colour</w:t>
            </w:r>
          </w:p>
        </w:tc>
        <w:tc>
          <w:tcPr>
            <w:tcW w:w="1014" w:type="pct"/>
          </w:tcPr>
          <w:p w14:paraId="270FC174" w14:textId="724A1520" w:rsidR="00F07CA1" w:rsidRDefault="00F07CA1">
            <w:pPr>
              <w:pStyle w:val="Tabletext"/>
            </w:pPr>
          </w:p>
        </w:tc>
        <w:tc>
          <w:tcPr>
            <w:tcW w:w="1014" w:type="pct"/>
          </w:tcPr>
          <w:p w14:paraId="227D37F0" w14:textId="1C688F31" w:rsidR="00F07CA1" w:rsidRDefault="00F07CA1">
            <w:pPr>
              <w:pStyle w:val="Tabletext"/>
            </w:pPr>
          </w:p>
        </w:tc>
        <w:tc>
          <w:tcPr>
            <w:tcW w:w="1014" w:type="pct"/>
          </w:tcPr>
          <w:p w14:paraId="38D7BFE4" w14:textId="145F05A7" w:rsidR="00F07CA1" w:rsidRDefault="00F07CA1">
            <w:pPr>
              <w:pStyle w:val="Tabletext"/>
            </w:pPr>
          </w:p>
        </w:tc>
      </w:tr>
      <w:tr w:rsidR="00F07CA1" w14:paraId="3F2FEBC7" w14:textId="77777777" w:rsidTr="00E030C1">
        <w:tc>
          <w:tcPr>
            <w:tcW w:w="1958" w:type="pct"/>
          </w:tcPr>
          <w:p w14:paraId="5C8EE715" w14:textId="77777777" w:rsidR="00F07CA1" w:rsidRDefault="00E030C1">
            <w:pPr>
              <w:pStyle w:val="Tabletext"/>
            </w:pPr>
            <w:r>
              <w:lastRenderedPageBreak/>
              <w:t>Trim</w:t>
            </w:r>
          </w:p>
        </w:tc>
        <w:tc>
          <w:tcPr>
            <w:tcW w:w="1014" w:type="pct"/>
          </w:tcPr>
          <w:p w14:paraId="7143EEE3" w14:textId="36BA18B4" w:rsidR="00F07CA1" w:rsidRDefault="00F07CA1">
            <w:pPr>
              <w:pStyle w:val="Tabletext"/>
            </w:pPr>
          </w:p>
        </w:tc>
        <w:tc>
          <w:tcPr>
            <w:tcW w:w="1014" w:type="pct"/>
          </w:tcPr>
          <w:p w14:paraId="563067A2" w14:textId="2E84C659" w:rsidR="00F07CA1" w:rsidRDefault="00F07CA1">
            <w:pPr>
              <w:pStyle w:val="Tabletext"/>
            </w:pPr>
          </w:p>
        </w:tc>
        <w:tc>
          <w:tcPr>
            <w:tcW w:w="1014" w:type="pct"/>
          </w:tcPr>
          <w:p w14:paraId="1A04A4B8" w14:textId="1F197406" w:rsidR="00F07CA1" w:rsidRDefault="00F07CA1">
            <w:pPr>
              <w:pStyle w:val="Tabletext"/>
            </w:pPr>
          </w:p>
        </w:tc>
      </w:tr>
      <w:tr w:rsidR="00F07CA1" w14:paraId="1BCC301F" w14:textId="77777777" w:rsidTr="00E030C1">
        <w:tc>
          <w:tcPr>
            <w:tcW w:w="1958" w:type="pct"/>
          </w:tcPr>
          <w:p w14:paraId="2C750F54" w14:textId="77777777" w:rsidR="00F07CA1" w:rsidRDefault="00E030C1">
            <w:pPr>
              <w:pStyle w:val="Tabletext"/>
            </w:pPr>
            <w:r>
              <w:t>Flashing and cappings</w:t>
            </w:r>
          </w:p>
        </w:tc>
        <w:tc>
          <w:tcPr>
            <w:tcW w:w="1014" w:type="pct"/>
          </w:tcPr>
          <w:p w14:paraId="21D9E1C9" w14:textId="4CE353A8" w:rsidR="00F07CA1" w:rsidRDefault="00F07CA1">
            <w:pPr>
              <w:pStyle w:val="Tabletext"/>
            </w:pPr>
          </w:p>
        </w:tc>
        <w:tc>
          <w:tcPr>
            <w:tcW w:w="1014" w:type="pct"/>
          </w:tcPr>
          <w:p w14:paraId="3EB78E72" w14:textId="22FC8768" w:rsidR="00F07CA1" w:rsidRDefault="00F07CA1">
            <w:pPr>
              <w:pStyle w:val="Tabletext"/>
            </w:pPr>
          </w:p>
        </w:tc>
        <w:tc>
          <w:tcPr>
            <w:tcW w:w="1014" w:type="pct"/>
          </w:tcPr>
          <w:p w14:paraId="22E08E9F" w14:textId="1C527919" w:rsidR="00F07CA1" w:rsidRDefault="00F07CA1">
            <w:pPr>
              <w:pStyle w:val="Tabletext"/>
            </w:pPr>
          </w:p>
        </w:tc>
      </w:tr>
      <w:tr w:rsidR="00F07CA1" w14:paraId="1FEBAEE7" w14:textId="77777777" w:rsidTr="00E030C1">
        <w:tc>
          <w:tcPr>
            <w:tcW w:w="1958" w:type="pct"/>
          </w:tcPr>
          <w:p w14:paraId="035EDE3F" w14:textId="77777777" w:rsidR="00F07CA1" w:rsidRDefault="00E030C1">
            <w:pPr>
              <w:pStyle w:val="Tabletext"/>
            </w:pPr>
            <w:r>
              <w:t>Fasteners</w:t>
            </w:r>
          </w:p>
        </w:tc>
        <w:tc>
          <w:tcPr>
            <w:tcW w:w="1014" w:type="pct"/>
          </w:tcPr>
          <w:p w14:paraId="6980C737" w14:textId="6074EF44" w:rsidR="00F07CA1" w:rsidRDefault="00F07CA1">
            <w:pPr>
              <w:pStyle w:val="Tabletext"/>
            </w:pPr>
          </w:p>
        </w:tc>
        <w:tc>
          <w:tcPr>
            <w:tcW w:w="1014" w:type="pct"/>
          </w:tcPr>
          <w:p w14:paraId="0C6768E4" w14:textId="3E911F92" w:rsidR="00F07CA1" w:rsidRDefault="00F07CA1">
            <w:pPr>
              <w:pStyle w:val="Tabletext"/>
            </w:pPr>
          </w:p>
        </w:tc>
        <w:tc>
          <w:tcPr>
            <w:tcW w:w="1014" w:type="pct"/>
          </w:tcPr>
          <w:p w14:paraId="762FB97C" w14:textId="480D3AAF" w:rsidR="00F07CA1" w:rsidRDefault="00F07CA1">
            <w:pPr>
              <w:pStyle w:val="Tabletext"/>
            </w:pPr>
          </w:p>
        </w:tc>
      </w:tr>
    </w:tbl>
    <w:p w14:paraId="2FA19A47" w14:textId="77777777" w:rsidR="00F07CA1" w:rsidRDefault="00E030C1">
      <w:r>
        <w:t> </w:t>
      </w:r>
    </w:p>
    <w:p w14:paraId="65A85EC5" w14:textId="77777777" w:rsidR="00F07CA1" w:rsidRDefault="00E030C1">
      <w:pPr>
        <w:pStyle w:val="Instructions"/>
      </w:pPr>
      <w:bookmarkStart w:id="451" w:name="f-8767-1"/>
      <w:bookmarkStart w:id="452" w:name="f-8767"/>
      <w:r>
        <w:t>The codes in the header row of the schedule designate each application or location of the item scheduled. Edit the codes to match those in other contract documents.</w:t>
      </w:r>
    </w:p>
    <w:bookmarkEnd w:id="451"/>
    <w:bookmarkEnd w:id="452"/>
    <w:p w14:paraId="0748A8A0" w14:textId="77777777" w:rsidR="00F07CA1" w:rsidRDefault="00E030C1">
      <w:pPr>
        <w:pStyle w:val="Instructions"/>
      </w:pPr>
      <w:r>
        <w:t>Profile: Select from:</w:t>
      </w:r>
    </w:p>
    <w:p w14:paraId="0979BBAC" w14:textId="77777777" w:rsidR="00F07CA1" w:rsidRDefault="00E030C1">
      <w:pPr>
        <w:pStyle w:val="Instructionsindent"/>
      </w:pPr>
      <w:r>
        <w:t>Stramit Corrugated.</w:t>
      </w:r>
    </w:p>
    <w:p w14:paraId="1E217C25" w14:textId="77777777" w:rsidR="00F07CA1" w:rsidRDefault="00E030C1">
      <w:pPr>
        <w:pStyle w:val="Instructionsindent"/>
      </w:pPr>
      <w:r>
        <w:t>Stramit K-Panel.</w:t>
      </w:r>
    </w:p>
    <w:p w14:paraId="05A455EF" w14:textId="77777777" w:rsidR="00F07CA1" w:rsidRDefault="00E030C1">
      <w:pPr>
        <w:pStyle w:val="Instructionsindent"/>
      </w:pPr>
      <w:r>
        <w:t>Stramit Longspan.</w:t>
      </w:r>
    </w:p>
    <w:p w14:paraId="0C817809" w14:textId="77777777" w:rsidR="00F07CA1" w:rsidRDefault="00E030C1">
      <w:pPr>
        <w:pStyle w:val="Instructionsindent"/>
      </w:pPr>
      <w:r>
        <w:t>Stramit Monoclad.</w:t>
      </w:r>
    </w:p>
    <w:p w14:paraId="5DE6AC50" w14:textId="77777777" w:rsidR="00F07CA1" w:rsidRDefault="00E030C1">
      <w:pPr>
        <w:pStyle w:val="Instructionsindent"/>
      </w:pPr>
      <w:r>
        <w:t>Stramit Mini Corry.</w:t>
      </w:r>
    </w:p>
    <w:p w14:paraId="756D57FE" w14:textId="77777777" w:rsidR="00F07CA1" w:rsidRDefault="00E030C1">
      <w:pPr>
        <w:pStyle w:val="Instructionsindent"/>
      </w:pPr>
      <w:r>
        <w:t>Stramit Minirib.</w:t>
      </w:r>
    </w:p>
    <w:p w14:paraId="7ED5B0CB" w14:textId="77777777" w:rsidR="00F07CA1" w:rsidRDefault="00E030C1">
      <w:pPr>
        <w:pStyle w:val="Instructionsindent"/>
      </w:pPr>
      <w:r>
        <w:t>Stramit Monopanel.</w:t>
      </w:r>
    </w:p>
    <w:p w14:paraId="66EC4FF5" w14:textId="77777777" w:rsidR="00F07CA1" w:rsidRDefault="00E030C1">
      <w:pPr>
        <w:pStyle w:val="Instructionsindent"/>
      </w:pPr>
      <w:r>
        <w:t>Stramit C-Clad 280.</w:t>
      </w:r>
    </w:p>
    <w:p w14:paraId="12C45FB8" w14:textId="77777777" w:rsidR="00F07CA1" w:rsidRDefault="00E030C1">
      <w:pPr>
        <w:pStyle w:val="Instructionsindent"/>
      </w:pPr>
      <w:r>
        <w:t>Stramit Premier 300.</w:t>
      </w:r>
    </w:p>
    <w:p w14:paraId="1298D709" w14:textId="77777777" w:rsidR="00F07CA1" w:rsidRDefault="00E030C1">
      <w:pPr>
        <w:pStyle w:val="Instructionsindent"/>
      </w:pPr>
      <w:r>
        <w:t>Stramit SharpLine.</w:t>
      </w:r>
    </w:p>
    <w:p w14:paraId="0C7E28CC" w14:textId="77777777" w:rsidR="00F07CA1" w:rsidRDefault="00E030C1">
      <w:pPr>
        <w:pStyle w:val="Instructions"/>
      </w:pPr>
      <w:r>
        <w:t>Fixing system: e.g. direct fix, clip fix, top hat framing, ventilated cavity/rainscreen.</w:t>
      </w:r>
    </w:p>
    <w:p w14:paraId="5EEFDA3F" w14:textId="77777777" w:rsidR="00F07CA1" w:rsidRDefault="00E030C1">
      <w:pPr>
        <w:pStyle w:val="Instructions"/>
      </w:pPr>
      <w:r>
        <w:t xml:space="preserve">Material type: Select the product material recommended with reference to the atmospheric corrosivity category nominated for the project in </w:t>
      </w:r>
      <w:r>
        <w:rPr>
          <w:i/>
        </w:rPr>
        <w:t>0171 General requirements</w:t>
      </w:r>
      <w:r>
        <w:t>. Refer also to NATSPEC TECHnote DES 010.</w:t>
      </w:r>
    </w:p>
    <w:p w14:paraId="32948F4F" w14:textId="77777777" w:rsidR="00F07CA1" w:rsidRDefault="00E030C1">
      <w:pPr>
        <w:pStyle w:val="Instructionsindent"/>
      </w:pPr>
      <w:r>
        <w:t>Benign: COLORBOND steel, COLORBOND</w:t>
      </w:r>
      <w:r>
        <w:rPr>
          <w:vertAlign w:val="superscript"/>
        </w:rPr>
        <w:t>®</w:t>
      </w:r>
      <w:r>
        <w:t xml:space="preserve"> Metallic steel or ZINCALUME</w:t>
      </w:r>
      <w:r>
        <w:rPr>
          <w:vertAlign w:val="superscript"/>
        </w:rPr>
        <w:t>®</w:t>
      </w:r>
    </w:p>
    <w:p w14:paraId="084A9D2C" w14:textId="77777777" w:rsidR="00F07CA1" w:rsidRDefault="00E030C1">
      <w:pPr>
        <w:pStyle w:val="Instructionsindent"/>
      </w:pPr>
      <w:r>
        <w:t>Moderate: COLORBOND</w:t>
      </w:r>
      <w:r>
        <w:rPr>
          <w:vertAlign w:val="superscript"/>
        </w:rPr>
        <w:t>®</w:t>
      </w:r>
    </w:p>
    <w:p w14:paraId="317C61CC" w14:textId="77777777" w:rsidR="00F07CA1" w:rsidRDefault="00E030C1">
      <w:pPr>
        <w:pStyle w:val="Instructionsindent"/>
      </w:pPr>
      <w:r>
        <w:t>Marine: Colorbond® steel or Zincalume® steel or MagnaFlow®.</w:t>
      </w:r>
    </w:p>
    <w:p w14:paraId="0BC0AD86" w14:textId="77777777" w:rsidR="00F07CA1" w:rsidRDefault="00E030C1">
      <w:pPr>
        <w:pStyle w:val="Instructionsindent"/>
      </w:pPr>
      <w:r>
        <w:t>Severe marine: MagnaFlow</w:t>
      </w:r>
      <w:r>
        <w:rPr>
          <w:vertAlign w:val="superscript"/>
        </w:rPr>
        <w:t>®</w:t>
      </w:r>
      <w:r>
        <w:t xml:space="preserve"> steel, COLORBOND</w:t>
      </w:r>
      <w:r>
        <w:rPr>
          <w:vertAlign w:val="superscript"/>
        </w:rPr>
        <w:t>®</w:t>
      </w:r>
      <w:r>
        <w:t xml:space="preserve"> Ultra steel.</w:t>
      </w:r>
    </w:p>
    <w:p w14:paraId="79CD9C0F" w14:textId="77777777" w:rsidR="00F07CA1" w:rsidRDefault="00E030C1">
      <w:pPr>
        <w:pStyle w:val="Instructionsindent"/>
      </w:pPr>
      <w:r>
        <w:t>Very severe marine: MagnaFlow</w:t>
      </w:r>
      <w:r>
        <w:rPr>
          <w:vertAlign w:val="superscript"/>
        </w:rPr>
        <w:t>®</w:t>
      </w:r>
      <w:r>
        <w:t xml:space="preserve"> steel, COLORBOND</w:t>
      </w:r>
      <w:r>
        <w:rPr>
          <w:vertAlign w:val="superscript"/>
        </w:rPr>
        <w:t>®</w:t>
      </w:r>
      <w:r>
        <w:t xml:space="preserve"> Stainless steel.</w:t>
      </w:r>
    </w:p>
    <w:p w14:paraId="5FE8D5FF" w14:textId="77777777" w:rsidR="00F07CA1" w:rsidRDefault="00E030C1">
      <w:pPr>
        <w:pStyle w:val="Instructions"/>
      </w:pPr>
      <w:r>
        <w:t>This is a guide only. Contact STRAMIT technical services to determine the appropriate product for the project location.</w:t>
      </w:r>
    </w:p>
    <w:p w14:paraId="02667CDE" w14:textId="77777777" w:rsidR="00F07CA1" w:rsidRDefault="00E030C1">
      <w:pPr>
        <w:pStyle w:val="Instructions"/>
      </w:pPr>
      <w:r>
        <w:t>Base Metal Thickness (BMT) (mm): Refer to STRAMIT product brochures. Select from the following:</w:t>
      </w:r>
    </w:p>
    <w:p w14:paraId="30D11356" w14:textId="77777777" w:rsidR="00F07CA1" w:rsidRDefault="00E030C1">
      <w:pPr>
        <w:pStyle w:val="Instructionsindent"/>
      </w:pPr>
      <w:r>
        <w:t>Generally: 0.42 or 0.48.</w:t>
      </w:r>
    </w:p>
    <w:p w14:paraId="5FDF970B" w14:textId="77777777" w:rsidR="00F07CA1" w:rsidRDefault="00E030C1">
      <w:pPr>
        <w:pStyle w:val="Instructions"/>
      </w:pPr>
      <w:r>
        <w:t>Colour: Select from the COLORBOND</w:t>
      </w:r>
      <w:r>
        <w:rPr>
          <w:vertAlign w:val="superscript"/>
        </w:rPr>
        <w:t>®</w:t>
      </w:r>
      <w:r>
        <w:t xml:space="preserve"> and MagnaFlow</w:t>
      </w:r>
      <w:r>
        <w:rPr>
          <w:vertAlign w:val="superscript"/>
        </w:rPr>
        <w:t>®</w:t>
      </w:r>
      <w:r>
        <w:t xml:space="preserve"> Colour Charts.</w:t>
      </w:r>
    </w:p>
    <w:p w14:paraId="1FB278CF" w14:textId="77777777" w:rsidR="00F07CA1" w:rsidRDefault="00E030C1">
      <w:pPr>
        <w:pStyle w:val="Instructions"/>
      </w:pPr>
      <w:r>
        <w:t>Trim: e.g. Proprietary accessories for sills, reveals or corner returns.</w:t>
      </w:r>
    </w:p>
    <w:p w14:paraId="1CD161B0" w14:textId="77777777" w:rsidR="00F07CA1" w:rsidRDefault="00E030C1">
      <w:pPr>
        <w:pStyle w:val="Instructions"/>
      </w:pPr>
      <w:r>
        <w:t>Flashings and capping types: List type of component or delete and refer to details. Prefinished steel to match cladding colour.</w:t>
      </w:r>
    </w:p>
    <w:p w14:paraId="279D512A" w14:textId="77777777" w:rsidR="00F07CA1" w:rsidRDefault="00E030C1">
      <w:pPr>
        <w:pStyle w:val="Instructions"/>
      </w:pPr>
      <w:r>
        <w:t>Fasteners: e.g. Concealed or Pierced: Crest or Valley to suit the profile.</w:t>
      </w:r>
    </w:p>
    <w:p w14:paraId="593F82E3" w14:textId="77777777" w:rsidR="00F07CA1" w:rsidRDefault="00E030C1">
      <w:pPr>
        <w:pStyle w:val="Heading4"/>
      </w:pPr>
      <w:bookmarkStart w:id="453" w:name="h-12_13081-20"/>
      <w:bookmarkStart w:id="454" w:name="f-12_13081-20"/>
      <w:bookmarkStart w:id="455" w:name="f-13253-19"/>
      <w:bookmarkEnd w:id="450"/>
      <w:r>
        <w:t>Seamed sheet metal cladding schedule</w:t>
      </w:r>
      <w:bookmarkEnd w:id="453"/>
    </w:p>
    <w:tbl>
      <w:tblPr>
        <w:tblStyle w:val="NATSPECTable"/>
        <w:tblW w:w="5000" w:type="pct"/>
        <w:tblLook w:val="0620" w:firstRow="1" w:lastRow="0" w:firstColumn="0" w:lastColumn="0" w:noHBand="1" w:noVBand="1"/>
      </w:tblPr>
      <w:tblGrid>
        <w:gridCol w:w="3583"/>
        <w:gridCol w:w="1856"/>
        <w:gridCol w:w="1856"/>
        <w:gridCol w:w="1856"/>
      </w:tblGrid>
      <w:tr w:rsidR="00F07CA1" w14:paraId="45F457EC" w14:textId="77777777" w:rsidTr="00E030C1">
        <w:trPr>
          <w:tblHeader/>
        </w:trPr>
        <w:tc>
          <w:tcPr>
            <w:tcW w:w="1958" w:type="pct"/>
          </w:tcPr>
          <w:p w14:paraId="748D1501" w14:textId="77777777" w:rsidR="00F07CA1" w:rsidRDefault="00F07CA1">
            <w:pPr>
              <w:pStyle w:val="Tabletitle"/>
            </w:pPr>
          </w:p>
        </w:tc>
        <w:tc>
          <w:tcPr>
            <w:tcW w:w="1014" w:type="pct"/>
          </w:tcPr>
          <w:p w14:paraId="636BBFB2" w14:textId="77777777" w:rsidR="00F07CA1" w:rsidRDefault="00E030C1">
            <w:pPr>
              <w:pStyle w:val="Tabletitle"/>
            </w:pPr>
            <w:r>
              <w:t>A</w:t>
            </w:r>
          </w:p>
        </w:tc>
        <w:tc>
          <w:tcPr>
            <w:tcW w:w="1014" w:type="pct"/>
          </w:tcPr>
          <w:p w14:paraId="37A60514" w14:textId="77777777" w:rsidR="00F07CA1" w:rsidRDefault="00E030C1">
            <w:pPr>
              <w:pStyle w:val="Tabletitle"/>
            </w:pPr>
            <w:r>
              <w:t>B</w:t>
            </w:r>
          </w:p>
        </w:tc>
        <w:tc>
          <w:tcPr>
            <w:tcW w:w="1014" w:type="pct"/>
          </w:tcPr>
          <w:p w14:paraId="771D9BF1" w14:textId="77777777" w:rsidR="00F07CA1" w:rsidRDefault="00E030C1">
            <w:pPr>
              <w:pStyle w:val="Tabletitle"/>
            </w:pPr>
            <w:r>
              <w:t>C</w:t>
            </w:r>
          </w:p>
        </w:tc>
      </w:tr>
      <w:tr w:rsidR="00F07CA1" w14:paraId="74448F0E" w14:textId="77777777" w:rsidTr="00E030C1">
        <w:tc>
          <w:tcPr>
            <w:tcW w:w="1958" w:type="pct"/>
          </w:tcPr>
          <w:p w14:paraId="49DDDDD0" w14:textId="77777777" w:rsidR="00F07CA1" w:rsidRDefault="00E030C1">
            <w:pPr>
              <w:pStyle w:val="Tabletext"/>
            </w:pPr>
            <w:r>
              <w:t>Product</w:t>
            </w:r>
          </w:p>
        </w:tc>
        <w:tc>
          <w:tcPr>
            <w:tcW w:w="1014" w:type="pct"/>
          </w:tcPr>
          <w:p w14:paraId="5F934FAC" w14:textId="77777777" w:rsidR="00F07CA1" w:rsidRDefault="00F07CA1">
            <w:pPr>
              <w:pStyle w:val="Tabletext"/>
            </w:pPr>
          </w:p>
        </w:tc>
        <w:tc>
          <w:tcPr>
            <w:tcW w:w="1014" w:type="pct"/>
          </w:tcPr>
          <w:p w14:paraId="316474E4" w14:textId="77777777" w:rsidR="00F07CA1" w:rsidRDefault="00F07CA1">
            <w:pPr>
              <w:pStyle w:val="Tabletext"/>
            </w:pPr>
          </w:p>
        </w:tc>
        <w:tc>
          <w:tcPr>
            <w:tcW w:w="1014" w:type="pct"/>
          </w:tcPr>
          <w:p w14:paraId="75E52EE2" w14:textId="77777777" w:rsidR="00F07CA1" w:rsidRDefault="00F07CA1">
            <w:pPr>
              <w:pStyle w:val="Tabletext"/>
            </w:pPr>
          </w:p>
        </w:tc>
      </w:tr>
      <w:tr w:rsidR="00F07CA1" w14:paraId="36BD6556" w14:textId="77777777" w:rsidTr="00E030C1">
        <w:tc>
          <w:tcPr>
            <w:tcW w:w="1958" w:type="pct"/>
          </w:tcPr>
          <w:p w14:paraId="05310F24" w14:textId="77777777" w:rsidR="00F07CA1" w:rsidRDefault="00E030C1">
            <w:pPr>
              <w:pStyle w:val="Tabletext"/>
            </w:pPr>
            <w:r>
              <w:t>Fixing system</w:t>
            </w:r>
          </w:p>
        </w:tc>
        <w:tc>
          <w:tcPr>
            <w:tcW w:w="1014" w:type="pct"/>
          </w:tcPr>
          <w:p w14:paraId="461E7FB7" w14:textId="77777777" w:rsidR="00F07CA1" w:rsidRDefault="00F07CA1">
            <w:pPr>
              <w:pStyle w:val="Tabletext"/>
            </w:pPr>
          </w:p>
        </w:tc>
        <w:tc>
          <w:tcPr>
            <w:tcW w:w="1014" w:type="pct"/>
          </w:tcPr>
          <w:p w14:paraId="1B166CB2" w14:textId="77777777" w:rsidR="00F07CA1" w:rsidRDefault="00F07CA1">
            <w:pPr>
              <w:pStyle w:val="Tabletext"/>
            </w:pPr>
          </w:p>
        </w:tc>
        <w:tc>
          <w:tcPr>
            <w:tcW w:w="1014" w:type="pct"/>
          </w:tcPr>
          <w:p w14:paraId="46549AA4" w14:textId="77777777" w:rsidR="00F07CA1" w:rsidRDefault="00F07CA1">
            <w:pPr>
              <w:pStyle w:val="Tabletext"/>
            </w:pPr>
          </w:p>
        </w:tc>
      </w:tr>
      <w:tr w:rsidR="00F07CA1" w14:paraId="7A0B648A" w14:textId="77777777" w:rsidTr="00E030C1">
        <w:tc>
          <w:tcPr>
            <w:tcW w:w="1958" w:type="pct"/>
          </w:tcPr>
          <w:p w14:paraId="1AE57354" w14:textId="77777777" w:rsidR="00F07CA1" w:rsidRDefault="00E030C1">
            <w:pPr>
              <w:pStyle w:val="Tabletext"/>
            </w:pPr>
            <w:r>
              <w:t>Material</w:t>
            </w:r>
          </w:p>
        </w:tc>
        <w:tc>
          <w:tcPr>
            <w:tcW w:w="1014" w:type="pct"/>
          </w:tcPr>
          <w:p w14:paraId="6F86243F" w14:textId="77777777" w:rsidR="00F07CA1" w:rsidRDefault="00F07CA1">
            <w:pPr>
              <w:pStyle w:val="Tabletext"/>
            </w:pPr>
          </w:p>
        </w:tc>
        <w:tc>
          <w:tcPr>
            <w:tcW w:w="1014" w:type="pct"/>
          </w:tcPr>
          <w:p w14:paraId="082970B6" w14:textId="77777777" w:rsidR="00F07CA1" w:rsidRDefault="00F07CA1">
            <w:pPr>
              <w:pStyle w:val="Tabletext"/>
            </w:pPr>
          </w:p>
        </w:tc>
        <w:tc>
          <w:tcPr>
            <w:tcW w:w="1014" w:type="pct"/>
          </w:tcPr>
          <w:p w14:paraId="38D5B848" w14:textId="77777777" w:rsidR="00F07CA1" w:rsidRDefault="00F07CA1">
            <w:pPr>
              <w:pStyle w:val="Tabletext"/>
            </w:pPr>
          </w:p>
        </w:tc>
      </w:tr>
      <w:tr w:rsidR="00F07CA1" w14:paraId="4DA38691" w14:textId="77777777" w:rsidTr="00E030C1">
        <w:tc>
          <w:tcPr>
            <w:tcW w:w="1958" w:type="pct"/>
          </w:tcPr>
          <w:p w14:paraId="221CFFCA" w14:textId="77777777" w:rsidR="00F07CA1" w:rsidRDefault="00E030C1">
            <w:pPr>
              <w:pStyle w:val="Tabletext"/>
            </w:pPr>
            <w:r>
              <w:t>Minimum thickness (mm)</w:t>
            </w:r>
          </w:p>
        </w:tc>
        <w:tc>
          <w:tcPr>
            <w:tcW w:w="1014" w:type="pct"/>
          </w:tcPr>
          <w:p w14:paraId="4D8DB363" w14:textId="77777777" w:rsidR="00F07CA1" w:rsidRDefault="00F07CA1">
            <w:pPr>
              <w:pStyle w:val="Tabletext"/>
            </w:pPr>
          </w:p>
        </w:tc>
        <w:tc>
          <w:tcPr>
            <w:tcW w:w="1014" w:type="pct"/>
          </w:tcPr>
          <w:p w14:paraId="5027AFFC" w14:textId="77777777" w:rsidR="00F07CA1" w:rsidRDefault="00F07CA1">
            <w:pPr>
              <w:pStyle w:val="Tabletext"/>
            </w:pPr>
          </w:p>
        </w:tc>
        <w:tc>
          <w:tcPr>
            <w:tcW w:w="1014" w:type="pct"/>
          </w:tcPr>
          <w:p w14:paraId="1D973A47" w14:textId="77777777" w:rsidR="00F07CA1" w:rsidRDefault="00F07CA1">
            <w:pPr>
              <w:pStyle w:val="Tabletext"/>
            </w:pPr>
          </w:p>
        </w:tc>
      </w:tr>
      <w:tr w:rsidR="00F07CA1" w14:paraId="6509464D" w14:textId="77777777" w:rsidTr="00E030C1">
        <w:tc>
          <w:tcPr>
            <w:tcW w:w="1958" w:type="pct"/>
          </w:tcPr>
          <w:p w14:paraId="156E3B2D" w14:textId="77777777" w:rsidR="00F07CA1" w:rsidRDefault="00E030C1">
            <w:pPr>
              <w:pStyle w:val="Tabletext"/>
            </w:pPr>
            <w:r>
              <w:t>Seam spacing</w:t>
            </w:r>
          </w:p>
        </w:tc>
        <w:tc>
          <w:tcPr>
            <w:tcW w:w="1014" w:type="pct"/>
          </w:tcPr>
          <w:p w14:paraId="40E0E04D" w14:textId="77777777" w:rsidR="00F07CA1" w:rsidRDefault="00F07CA1">
            <w:pPr>
              <w:pStyle w:val="Tabletext"/>
            </w:pPr>
          </w:p>
        </w:tc>
        <w:tc>
          <w:tcPr>
            <w:tcW w:w="1014" w:type="pct"/>
          </w:tcPr>
          <w:p w14:paraId="0E09B13C" w14:textId="77777777" w:rsidR="00F07CA1" w:rsidRDefault="00F07CA1">
            <w:pPr>
              <w:pStyle w:val="Tabletext"/>
            </w:pPr>
          </w:p>
        </w:tc>
        <w:tc>
          <w:tcPr>
            <w:tcW w:w="1014" w:type="pct"/>
          </w:tcPr>
          <w:p w14:paraId="24E0F44F" w14:textId="77777777" w:rsidR="00F07CA1" w:rsidRDefault="00F07CA1">
            <w:pPr>
              <w:pStyle w:val="Tabletext"/>
            </w:pPr>
          </w:p>
        </w:tc>
      </w:tr>
      <w:tr w:rsidR="00F07CA1" w14:paraId="0500A849" w14:textId="77777777" w:rsidTr="00E030C1">
        <w:tc>
          <w:tcPr>
            <w:tcW w:w="1958" w:type="pct"/>
          </w:tcPr>
          <w:p w14:paraId="2FDADC61" w14:textId="77777777" w:rsidR="00F07CA1" w:rsidRDefault="00E030C1">
            <w:pPr>
              <w:pStyle w:val="Tabletext"/>
            </w:pPr>
            <w:r>
              <w:t>Colour</w:t>
            </w:r>
          </w:p>
        </w:tc>
        <w:tc>
          <w:tcPr>
            <w:tcW w:w="1014" w:type="pct"/>
          </w:tcPr>
          <w:p w14:paraId="7A4537FF" w14:textId="77777777" w:rsidR="00F07CA1" w:rsidRDefault="00F07CA1">
            <w:pPr>
              <w:pStyle w:val="Tabletext"/>
            </w:pPr>
          </w:p>
        </w:tc>
        <w:tc>
          <w:tcPr>
            <w:tcW w:w="1014" w:type="pct"/>
          </w:tcPr>
          <w:p w14:paraId="4C822BC5" w14:textId="77777777" w:rsidR="00F07CA1" w:rsidRDefault="00F07CA1">
            <w:pPr>
              <w:pStyle w:val="Tabletext"/>
            </w:pPr>
          </w:p>
        </w:tc>
        <w:tc>
          <w:tcPr>
            <w:tcW w:w="1014" w:type="pct"/>
          </w:tcPr>
          <w:p w14:paraId="38D60167" w14:textId="77777777" w:rsidR="00F07CA1" w:rsidRDefault="00F07CA1">
            <w:pPr>
              <w:pStyle w:val="Tabletext"/>
            </w:pPr>
          </w:p>
        </w:tc>
      </w:tr>
      <w:tr w:rsidR="00F07CA1" w14:paraId="5EB36694" w14:textId="77777777" w:rsidTr="00E030C1">
        <w:tc>
          <w:tcPr>
            <w:tcW w:w="1958" w:type="pct"/>
          </w:tcPr>
          <w:p w14:paraId="0544A029" w14:textId="77777777" w:rsidR="00F07CA1" w:rsidRDefault="00E030C1">
            <w:pPr>
              <w:pStyle w:val="Tabletext"/>
            </w:pPr>
            <w:r>
              <w:t>Finish</w:t>
            </w:r>
          </w:p>
        </w:tc>
        <w:tc>
          <w:tcPr>
            <w:tcW w:w="1014" w:type="pct"/>
          </w:tcPr>
          <w:p w14:paraId="34C0FBBE" w14:textId="77777777" w:rsidR="00F07CA1" w:rsidRDefault="00F07CA1">
            <w:pPr>
              <w:pStyle w:val="Tabletext"/>
            </w:pPr>
          </w:p>
        </w:tc>
        <w:tc>
          <w:tcPr>
            <w:tcW w:w="1014" w:type="pct"/>
          </w:tcPr>
          <w:p w14:paraId="6A86805D" w14:textId="77777777" w:rsidR="00F07CA1" w:rsidRDefault="00F07CA1">
            <w:pPr>
              <w:pStyle w:val="Tabletext"/>
            </w:pPr>
          </w:p>
        </w:tc>
        <w:tc>
          <w:tcPr>
            <w:tcW w:w="1014" w:type="pct"/>
          </w:tcPr>
          <w:p w14:paraId="44F74F8B" w14:textId="77777777" w:rsidR="00F07CA1" w:rsidRDefault="00F07CA1">
            <w:pPr>
              <w:pStyle w:val="Tabletext"/>
            </w:pPr>
          </w:p>
        </w:tc>
      </w:tr>
      <w:tr w:rsidR="00F07CA1" w14:paraId="0F528527" w14:textId="77777777" w:rsidTr="00E030C1">
        <w:tc>
          <w:tcPr>
            <w:tcW w:w="1958" w:type="pct"/>
          </w:tcPr>
          <w:p w14:paraId="237328DD" w14:textId="77777777" w:rsidR="00F07CA1" w:rsidRDefault="00E030C1">
            <w:pPr>
              <w:pStyle w:val="Tabletext"/>
            </w:pPr>
            <w:r>
              <w:t>Trim</w:t>
            </w:r>
          </w:p>
        </w:tc>
        <w:tc>
          <w:tcPr>
            <w:tcW w:w="1014" w:type="pct"/>
          </w:tcPr>
          <w:p w14:paraId="13F36BBF" w14:textId="77777777" w:rsidR="00F07CA1" w:rsidRDefault="00F07CA1">
            <w:pPr>
              <w:pStyle w:val="Tabletext"/>
            </w:pPr>
          </w:p>
        </w:tc>
        <w:tc>
          <w:tcPr>
            <w:tcW w:w="1014" w:type="pct"/>
          </w:tcPr>
          <w:p w14:paraId="7C794078" w14:textId="77777777" w:rsidR="00F07CA1" w:rsidRDefault="00F07CA1">
            <w:pPr>
              <w:pStyle w:val="Tabletext"/>
            </w:pPr>
          </w:p>
        </w:tc>
        <w:tc>
          <w:tcPr>
            <w:tcW w:w="1014" w:type="pct"/>
          </w:tcPr>
          <w:p w14:paraId="52AB43BD" w14:textId="77777777" w:rsidR="00F07CA1" w:rsidRDefault="00F07CA1">
            <w:pPr>
              <w:pStyle w:val="Tabletext"/>
            </w:pPr>
          </w:p>
        </w:tc>
      </w:tr>
      <w:tr w:rsidR="00F07CA1" w14:paraId="2D61DC57" w14:textId="77777777" w:rsidTr="00E030C1">
        <w:tc>
          <w:tcPr>
            <w:tcW w:w="1958" w:type="pct"/>
          </w:tcPr>
          <w:p w14:paraId="6BCAD453" w14:textId="77777777" w:rsidR="00F07CA1" w:rsidRDefault="00E030C1">
            <w:pPr>
              <w:pStyle w:val="Tabletext"/>
            </w:pPr>
            <w:r>
              <w:t>Flashings and cappings</w:t>
            </w:r>
          </w:p>
        </w:tc>
        <w:tc>
          <w:tcPr>
            <w:tcW w:w="1014" w:type="pct"/>
          </w:tcPr>
          <w:p w14:paraId="5F4065F8" w14:textId="77777777" w:rsidR="00F07CA1" w:rsidRDefault="00F07CA1">
            <w:pPr>
              <w:pStyle w:val="Tabletext"/>
            </w:pPr>
          </w:p>
        </w:tc>
        <w:tc>
          <w:tcPr>
            <w:tcW w:w="1014" w:type="pct"/>
          </w:tcPr>
          <w:p w14:paraId="4494B1A3" w14:textId="77777777" w:rsidR="00F07CA1" w:rsidRDefault="00F07CA1">
            <w:pPr>
              <w:pStyle w:val="Tabletext"/>
            </w:pPr>
          </w:p>
        </w:tc>
        <w:tc>
          <w:tcPr>
            <w:tcW w:w="1014" w:type="pct"/>
          </w:tcPr>
          <w:p w14:paraId="176F8C30" w14:textId="77777777" w:rsidR="00F07CA1" w:rsidRDefault="00F07CA1">
            <w:pPr>
              <w:pStyle w:val="Tabletext"/>
            </w:pPr>
          </w:p>
        </w:tc>
      </w:tr>
      <w:tr w:rsidR="00F07CA1" w14:paraId="35C70D65" w14:textId="77777777" w:rsidTr="00E030C1">
        <w:tc>
          <w:tcPr>
            <w:tcW w:w="1958" w:type="pct"/>
          </w:tcPr>
          <w:p w14:paraId="1E4EB359" w14:textId="77777777" w:rsidR="00F07CA1" w:rsidRDefault="00E030C1">
            <w:pPr>
              <w:pStyle w:val="Tabletext"/>
            </w:pPr>
            <w:r>
              <w:t>Fasteners</w:t>
            </w:r>
          </w:p>
        </w:tc>
        <w:tc>
          <w:tcPr>
            <w:tcW w:w="1014" w:type="pct"/>
          </w:tcPr>
          <w:p w14:paraId="4C432A95" w14:textId="77777777" w:rsidR="00F07CA1" w:rsidRDefault="00F07CA1">
            <w:pPr>
              <w:pStyle w:val="Tabletext"/>
            </w:pPr>
          </w:p>
        </w:tc>
        <w:tc>
          <w:tcPr>
            <w:tcW w:w="1014" w:type="pct"/>
          </w:tcPr>
          <w:p w14:paraId="47C57A62" w14:textId="77777777" w:rsidR="00F07CA1" w:rsidRDefault="00F07CA1">
            <w:pPr>
              <w:pStyle w:val="Tabletext"/>
            </w:pPr>
          </w:p>
        </w:tc>
        <w:tc>
          <w:tcPr>
            <w:tcW w:w="1014" w:type="pct"/>
          </w:tcPr>
          <w:p w14:paraId="7DF4DCC9" w14:textId="77777777" w:rsidR="00F07CA1" w:rsidRDefault="00F07CA1">
            <w:pPr>
              <w:pStyle w:val="Tabletext"/>
            </w:pPr>
          </w:p>
        </w:tc>
      </w:tr>
    </w:tbl>
    <w:p w14:paraId="3059B7A1" w14:textId="77777777" w:rsidR="00F07CA1" w:rsidRDefault="00E030C1">
      <w:r>
        <w:t> </w:t>
      </w:r>
    </w:p>
    <w:p w14:paraId="7CE67074" w14:textId="77777777" w:rsidR="00F07CA1" w:rsidRDefault="00E030C1">
      <w:pPr>
        <w:pStyle w:val="Instructions"/>
      </w:pPr>
      <w:r>
        <w:t>The codes in the header row of the schedule designate each application or location of the item scheduled. Edit the codes to match those in other contract documents.</w:t>
      </w:r>
    </w:p>
    <w:p w14:paraId="2F751198" w14:textId="77777777" w:rsidR="00F07CA1" w:rsidRDefault="00E030C1">
      <w:pPr>
        <w:pStyle w:val="Instructions"/>
      </w:pPr>
      <w:r>
        <w:t>Product: Seamed sheet metal or Flat lock tiles. Tiles and panels are an alternative to seamed sheeting.</w:t>
      </w:r>
    </w:p>
    <w:p w14:paraId="3930CD02" w14:textId="77777777" w:rsidR="00F07CA1" w:rsidRDefault="00E030C1">
      <w:pPr>
        <w:pStyle w:val="Instructions"/>
      </w:pPr>
      <w:r>
        <w:lastRenderedPageBreak/>
        <w:t>Fixing system: e.g. waterproof direct fix, top hat framing, ventilated cavity/rainscreen.</w:t>
      </w:r>
    </w:p>
    <w:p w14:paraId="2035A8EF" w14:textId="77777777" w:rsidR="00F07CA1" w:rsidRDefault="00E030C1">
      <w:pPr>
        <w:pStyle w:val="Instructions"/>
      </w:pPr>
      <w:r>
        <w:t>Material: e.g. Soft temper copper to AS 1566 (1997) or Titanium zinc pre-weathered by pickling process.</w:t>
      </w:r>
    </w:p>
    <w:p w14:paraId="459E9F2F" w14:textId="77777777" w:rsidR="00F07CA1" w:rsidRDefault="00E030C1">
      <w:pPr>
        <w:pStyle w:val="Instructions"/>
      </w:pPr>
      <w:r>
        <w:t>Minimum thickness (mm):</w:t>
      </w:r>
    </w:p>
    <w:p w14:paraId="714D970D" w14:textId="77777777" w:rsidR="00F07CA1" w:rsidRDefault="00E030C1">
      <w:pPr>
        <w:pStyle w:val="Instructionsindent"/>
      </w:pPr>
      <w:r>
        <w:t>Copper: 0.7 mm.</w:t>
      </w:r>
    </w:p>
    <w:p w14:paraId="48A8CAC7" w14:textId="77777777" w:rsidR="00F07CA1" w:rsidRDefault="00E030C1">
      <w:pPr>
        <w:pStyle w:val="Instructionsindent"/>
      </w:pPr>
      <w:r>
        <w:t>Zinc: 0.8 mm.</w:t>
      </w:r>
    </w:p>
    <w:p w14:paraId="0E781448" w14:textId="77777777" w:rsidR="00F07CA1" w:rsidRDefault="00E030C1">
      <w:pPr>
        <w:pStyle w:val="Instructions"/>
      </w:pPr>
      <w:r>
        <w:t>Width between seams:</w:t>
      </w:r>
    </w:p>
    <w:p w14:paraId="2FAEB56C" w14:textId="77777777" w:rsidR="00F07CA1" w:rsidRDefault="00E030C1">
      <w:pPr>
        <w:pStyle w:val="Instructionsindent"/>
      </w:pPr>
      <w:r>
        <w:t>Copper: 500 mm.</w:t>
      </w:r>
    </w:p>
    <w:p w14:paraId="5C72AA9A" w14:textId="77777777" w:rsidR="00F07CA1" w:rsidRDefault="00E030C1">
      <w:pPr>
        <w:pStyle w:val="Instructionsindent"/>
      </w:pPr>
      <w:r>
        <w:t>Zinc: 600 mm.</w:t>
      </w:r>
    </w:p>
    <w:p w14:paraId="3607C2E4" w14:textId="77777777" w:rsidR="00F07CA1" w:rsidRDefault="00E030C1">
      <w:pPr>
        <w:pStyle w:val="Instructions"/>
      </w:pPr>
      <w:r>
        <w:t>Finish: e.g. Polished, Sandblast, Varnish coated, Pre-weathered.</w:t>
      </w:r>
    </w:p>
    <w:p w14:paraId="62CC82B6" w14:textId="77777777" w:rsidR="00F07CA1" w:rsidRDefault="00E030C1">
      <w:pPr>
        <w:pStyle w:val="Instructions"/>
      </w:pPr>
      <w:r>
        <w:t>Trim: e.g. Proprietary accessories for sills, reveals or corner returns.</w:t>
      </w:r>
    </w:p>
    <w:p w14:paraId="5ABF70CF"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7D57963A" w14:textId="77777777" w:rsidR="00F07CA1" w:rsidRDefault="00E030C1">
      <w:pPr>
        <w:pStyle w:val="Instructions"/>
      </w:pPr>
      <w:r>
        <w:t>Fasteners: e.g. Concealed or Pierced: Crest or Valley.</w:t>
      </w:r>
    </w:p>
    <w:p w14:paraId="242B37E4" w14:textId="77777777" w:rsidR="00F07CA1" w:rsidRDefault="00E030C1">
      <w:pPr>
        <w:pStyle w:val="Heading4"/>
      </w:pPr>
      <w:bookmarkStart w:id="456" w:name="h-36_13078-57"/>
      <w:bookmarkStart w:id="457" w:name="f-36_13078-57"/>
      <w:bookmarkStart w:id="458" w:name="f-13253-20"/>
      <w:bookmarkEnd w:id="454"/>
      <w:bookmarkEnd w:id="455"/>
      <w:r>
        <w:t>Terracotta cladding schedule</w:t>
      </w:r>
      <w:bookmarkEnd w:id="456"/>
    </w:p>
    <w:tbl>
      <w:tblPr>
        <w:tblStyle w:val="NATSPECTable"/>
        <w:tblW w:w="5000" w:type="pct"/>
        <w:tblLook w:val="0620" w:firstRow="1" w:lastRow="0" w:firstColumn="0" w:lastColumn="0" w:noHBand="1" w:noVBand="1"/>
      </w:tblPr>
      <w:tblGrid>
        <w:gridCol w:w="3443"/>
        <w:gridCol w:w="1902"/>
        <w:gridCol w:w="1903"/>
        <w:gridCol w:w="1903"/>
      </w:tblGrid>
      <w:tr w:rsidR="00F07CA1" w14:paraId="0AD3DDCB" w14:textId="77777777" w:rsidTr="00E030C1">
        <w:trPr>
          <w:tblHeader/>
        </w:trPr>
        <w:tc>
          <w:tcPr>
            <w:tcW w:w="1881" w:type="pct"/>
          </w:tcPr>
          <w:p w14:paraId="290BF361" w14:textId="77777777" w:rsidR="00F07CA1" w:rsidRDefault="00F07CA1">
            <w:pPr>
              <w:pStyle w:val="Tabletitle"/>
            </w:pPr>
          </w:p>
        </w:tc>
        <w:tc>
          <w:tcPr>
            <w:tcW w:w="1039" w:type="pct"/>
          </w:tcPr>
          <w:p w14:paraId="4A84AA01" w14:textId="77777777" w:rsidR="00F07CA1" w:rsidRDefault="00E030C1">
            <w:pPr>
              <w:pStyle w:val="Tabletitle"/>
            </w:pPr>
            <w:r>
              <w:t>A</w:t>
            </w:r>
          </w:p>
        </w:tc>
        <w:tc>
          <w:tcPr>
            <w:tcW w:w="1040" w:type="pct"/>
          </w:tcPr>
          <w:p w14:paraId="5E7AB311" w14:textId="77777777" w:rsidR="00F07CA1" w:rsidRDefault="00E030C1">
            <w:pPr>
              <w:pStyle w:val="Tabletitle"/>
            </w:pPr>
            <w:r>
              <w:t>B</w:t>
            </w:r>
          </w:p>
        </w:tc>
        <w:tc>
          <w:tcPr>
            <w:tcW w:w="1040" w:type="pct"/>
          </w:tcPr>
          <w:p w14:paraId="243470B0" w14:textId="77777777" w:rsidR="00F07CA1" w:rsidRDefault="00E030C1">
            <w:pPr>
              <w:pStyle w:val="Tabletitle"/>
            </w:pPr>
            <w:r>
              <w:t>C</w:t>
            </w:r>
          </w:p>
        </w:tc>
      </w:tr>
      <w:tr w:rsidR="00F07CA1" w14:paraId="1DD81F19" w14:textId="77777777" w:rsidTr="00E030C1">
        <w:tc>
          <w:tcPr>
            <w:tcW w:w="1881" w:type="pct"/>
          </w:tcPr>
          <w:p w14:paraId="7CF05DA7" w14:textId="77777777" w:rsidR="00F07CA1" w:rsidRDefault="00E030C1">
            <w:pPr>
              <w:pStyle w:val="Tabletext"/>
            </w:pPr>
            <w:r>
              <w:t>Product</w:t>
            </w:r>
          </w:p>
        </w:tc>
        <w:tc>
          <w:tcPr>
            <w:tcW w:w="1039" w:type="pct"/>
          </w:tcPr>
          <w:p w14:paraId="2C45D69E" w14:textId="77777777" w:rsidR="00F07CA1" w:rsidRDefault="00F07CA1">
            <w:pPr>
              <w:pStyle w:val="Tabletext"/>
            </w:pPr>
          </w:p>
        </w:tc>
        <w:tc>
          <w:tcPr>
            <w:tcW w:w="1040" w:type="pct"/>
          </w:tcPr>
          <w:p w14:paraId="0E47241F" w14:textId="77777777" w:rsidR="00F07CA1" w:rsidRDefault="00F07CA1">
            <w:pPr>
              <w:pStyle w:val="Tabletext"/>
            </w:pPr>
          </w:p>
        </w:tc>
        <w:tc>
          <w:tcPr>
            <w:tcW w:w="1040" w:type="pct"/>
          </w:tcPr>
          <w:p w14:paraId="5A417FFE" w14:textId="77777777" w:rsidR="00F07CA1" w:rsidRDefault="00F07CA1">
            <w:pPr>
              <w:pStyle w:val="Tabletext"/>
            </w:pPr>
          </w:p>
        </w:tc>
      </w:tr>
      <w:tr w:rsidR="00F07CA1" w14:paraId="4E963567" w14:textId="77777777" w:rsidTr="00E030C1">
        <w:tc>
          <w:tcPr>
            <w:tcW w:w="1881" w:type="pct"/>
          </w:tcPr>
          <w:p w14:paraId="072DC42C" w14:textId="77777777" w:rsidR="00F07CA1" w:rsidRDefault="00E030C1">
            <w:pPr>
              <w:pStyle w:val="Tabletext"/>
            </w:pPr>
            <w:r>
              <w:t>Fixing system</w:t>
            </w:r>
          </w:p>
        </w:tc>
        <w:tc>
          <w:tcPr>
            <w:tcW w:w="1039" w:type="pct"/>
          </w:tcPr>
          <w:p w14:paraId="01CB8768" w14:textId="77777777" w:rsidR="00F07CA1" w:rsidRDefault="00F07CA1">
            <w:pPr>
              <w:pStyle w:val="Tabletext"/>
            </w:pPr>
          </w:p>
        </w:tc>
        <w:tc>
          <w:tcPr>
            <w:tcW w:w="1040" w:type="pct"/>
          </w:tcPr>
          <w:p w14:paraId="781655D4" w14:textId="77777777" w:rsidR="00F07CA1" w:rsidRDefault="00F07CA1">
            <w:pPr>
              <w:pStyle w:val="Tabletext"/>
            </w:pPr>
          </w:p>
        </w:tc>
        <w:tc>
          <w:tcPr>
            <w:tcW w:w="1040" w:type="pct"/>
          </w:tcPr>
          <w:p w14:paraId="0BE796F0" w14:textId="77777777" w:rsidR="00F07CA1" w:rsidRDefault="00F07CA1">
            <w:pPr>
              <w:pStyle w:val="Tabletext"/>
            </w:pPr>
          </w:p>
        </w:tc>
      </w:tr>
      <w:tr w:rsidR="00F07CA1" w14:paraId="33F74A60" w14:textId="77777777" w:rsidTr="00E030C1">
        <w:tc>
          <w:tcPr>
            <w:tcW w:w="1881" w:type="pct"/>
          </w:tcPr>
          <w:p w14:paraId="738B7D71" w14:textId="77777777" w:rsidR="00F07CA1" w:rsidRDefault="00E030C1">
            <w:pPr>
              <w:pStyle w:val="Tabletext"/>
            </w:pPr>
            <w:r>
              <w:t>Thickness (mm)</w:t>
            </w:r>
          </w:p>
        </w:tc>
        <w:tc>
          <w:tcPr>
            <w:tcW w:w="1039" w:type="pct"/>
          </w:tcPr>
          <w:p w14:paraId="49584DC3" w14:textId="77777777" w:rsidR="00F07CA1" w:rsidRDefault="00F07CA1">
            <w:pPr>
              <w:pStyle w:val="Tabletext"/>
            </w:pPr>
          </w:p>
        </w:tc>
        <w:tc>
          <w:tcPr>
            <w:tcW w:w="1040" w:type="pct"/>
          </w:tcPr>
          <w:p w14:paraId="5BAC1977" w14:textId="77777777" w:rsidR="00F07CA1" w:rsidRDefault="00F07CA1">
            <w:pPr>
              <w:pStyle w:val="Tabletext"/>
            </w:pPr>
          </w:p>
        </w:tc>
        <w:tc>
          <w:tcPr>
            <w:tcW w:w="1040" w:type="pct"/>
          </w:tcPr>
          <w:p w14:paraId="7459CC15" w14:textId="77777777" w:rsidR="00F07CA1" w:rsidRDefault="00F07CA1">
            <w:pPr>
              <w:pStyle w:val="Tabletext"/>
            </w:pPr>
          </w:p>
        </w:tc>
      </w:tr>
      <w:tr w:rsidR="00F07CA1" w14:paraId="258CF5E7" w14:textId="77777777" w:rsidTr="00E030C1">
        <w:tc>
          <w:tcPr>
            <w:tcW w:w="1881" w:type="pct"/>
          </w:tcPr>
          <w:p w14:paraId="30ED0B62" w14:textId="77777777" w:rsidR="00F07CA1" w:rsidRDefault="00E030C1">
            <w:pPr>
              <w:pStyle w:val="Tabletext"/>
            </w:pPr>
            <w:r>
              <w:t>Length (mm)</w:t>
            </w:r>
          </w:p>
        </w:tc>
        <w:tc>
          <w:tcPr>
            <w:tcW w:w="1039" w:type="pct"/>
          </w:tcPr>
          <w:p w14:paraId="10DA8586" w14:textId="77777777" w:rsidR="00F07CA1" w:rsidRDefault="00F07CA1">
            <w:pPr>
              <w:pStyle w:val="Tabletext"/>
            </w:pPr>
          </w:p>
        </w:tc>
        <w:tc>
          <w:tcPr>
            <w:tcW w:w="1040" w:type="pct"/>
          </w:tcPr>
          <w:p w14:paraId="2A410DC5" w14:textId="77777777" w:rsidR="00F07CA1" w:rsidRDefault="00F07CA1">
            <w:pPr>
              <w:pStyle w:val="Tabletext"/>
            </w:pPr>
          </w:p>
        </w:tc>
        <w:tc>
          <w:tcPr>
            <w:tcW w:w="1040" w:type="pct"/>
          </w:tcPr>
          <w:p w14:paraId="1CB9F8DD" w14:textId="77777777" w:rsidR="00F07CA1" w:rsidRDefault="00F07CA1">
            <w:pPr>
              <w:pStyle w:val="Tabletext"/>
            </w:pPr>
          </w:p>
        </w:tc>
      </w:tr>
      <w:tr w:rsidR="00F07CA1" w14:paraId="52BBE960" w14:textId="77777777" w:rsidTr="00E030C1">
        <w:tc>
          <w:tcPr>
            <w:tcW w:w="1881" w:type="pct"/>
          </w:tcPr>
          <w:p w14:paraId="2BC25A90" w14:textId="77777777" w:rsidR="00F07CA1" w:rsidRDefault="00E030C1">
            <w:pPr>
              <w:pStyle w:val="Tabletext"/>
            </w:pPr>
            <w:r>
              <w:t>Width (mm)</w:t>
            </w:r>
          </w:p>
        </w:tc>
        <w:tc>
          <w:tcPr>
            <w:tcW w:w="1039" w:type="pct"/>
          </w:tcPr>
          <w:p w14:paraId="5A191044" w14:textId="77777777" w:rsidR="00F07CA1" w:rsidRDefault="00F07CA1">
            <w:pPr>
              <w:pStyle w:val="Tabletext"/>
            </w:pPr>
          </w:p>
        </w:tc>
        <w:tc>
          <w:tcPr>
            <w:tcW w:w="1040" w:type="pct"/>
          </w:tcPr>
          <w:p w14:paraId="0E91E543" w14:textId="77777777" w:rsidR="00F07CA1" w:rsidRDefault="00F07CA1">
            <w:pPr>
              <w:pStyle w:val="Tabletext"/>
            </w:pPr>
          </w:p>
        </w:tc>
        <w:tc>
          <w:tcPr>
            <w:tcW w:w="1040" w:type="pct"/>
          </w:tcPr>
          <w:p w14:paraId="0E14E5AD" w14:textId="77777777" w:rsidR="00F07CA1" w:rsidRDefault="00F07CA1">
            <w:pPr>
              <w:pStyle w:val="Tabletext"/>
            </w:pPr>
          </w:p>
        </w:tc>
      </w:tr>
      <w:tr w:rsidR="00F07CA1" w14:paraId="049997D1" w14:textId="77777777" w:rsidTr="00E030C1">
        <w:tc>
          <w:tcPr>
            <w:tcW w:w="1881" w:type="pct"/>
          </w:tcPr>
          <w:p w14:paraId="0DF4E550" w14:textId="77777777" w:rsidR="00F07CA1" w:rsidRDefault="00E030C1">
            <w:pPr>
              <w:pStyle w:val="Tabletext"/>
            </w:pPr>
            <w:r>
              <w:t>Edge profile</w:t>
            </w:r>
          </w:p>
        </w:tc>
        <w:tc>
          <w:tcPr>
            <w:tcW w:w="1039" w:type="pct"/>
          </w:tcPr>
          <w:p w14:paraId="070DF4F3" w14:textId="77777777" w:rsidR="00F07CA1" w:rsidRDefault="00F07CA1">
            <w:pPr>
              <w:pStyle w:val="Tabletext"/>
            </w:pPr>
          </w:p>
        </w:tc>
        <w:tc>
          <w:tcPr>
            <w:tcW w:w="1040" w:type="pct"/>
          </w:tcPr>
          <w:p w14:paraId="3D7ABB4F" w14:textId="77777777" w:rsidR="00F07CA1" w:rsidRDefault="00F07CA1">
            <w:pPr>
              <w:pStyle w:val="Tabletext"/>
            </w:pPr>
          </w:p>
        </w:tc>
        <w:tc>
          <w:tcPr>
            <w:tcW w:w="1040" w:type="pct"/>
          </w:tcPr>
          <w:p w14:paraId="2870A5E9" w14:textId="77777777" w:rsidR="00F07CA1" w:rsidRDefault="00F07CA1">
            <w:pPr>
              <w:pStyle w:val="Tabletext"/>
            </w:pPr>
          </w:p>
        </w:tc>
      </w:tr>
      <w:tr w:rsidR="00F07CA1" w14:paraId="590889DA" w14:textId="77777777" w:rsidTr="00E030C1">
        <w:tc>
          <w:tcPr>
            <w:tcW w:w="1881" w:type="pct"/>
          </w:tcPr>
          <w:p w14:paraId="1361DAEF" w14:textId="77777777" w:rsidR="00F07CA1" w:rsidRDefault="00E030C1">
            <w:pPr>
              <w:pStyle w:val="Tabletext"/>
            </w:pPr>
            <w:r>
              <w:t>Finish</w:t>
            </w:r>
          </w:p>
        </w:tc>
        <w:tc>
          <w:tcPr>
            <w:tcW w:w="1039" w:type="pct"/>
          </w:tcPr>
          <w:p w14:paraId="2C18CA88" w14:textId="77777777" w:rsidR="00F07CA1" w:rsidRDefault="00F07CA1">
            <w:pPr>
              <w:pStyle w:val="Tabletext"/>
            </w:pPr>
          </w:p>
        </w:tc>
        <w:tc>
          <w:tcPr>
            <w:tcW w:w="1040" w:type="pct"/>
          </w:tcPr>
          <w:p w14:paraId="4E1E96BA" w14:textId="77777777" w:rsidR="00F07CA1" w:rsidRDefault="00F07CA1">
            <w:pPr>
              <w:pStyle w:val="Tabletext"/>
            </w:pPr>
          </w:p>
        </w:tc>
        <w:tc>
          <w:tcPr>
            <w:tcW w:w="1040" w:type="pct"/>
          </w:tcPr>
          <w:p w14:paraId="068936D0" w14:textId="77777777" w:rsidR="00F07CA1" w:rsidRDefault="00F07CA1">
            <w:pPr>
              <w:pStyle w:val="Tabletext"/>
            </w:pPr>
          </w:p>
        </w:tc>
      </w:tr>
      <w:tr w:rsidR="00F07CA1" w14:paraId="6925C069" w14:textId="77777777" w:rsidTr="00E030C1">
        <w:tc>
          <w:tcPr>
            <w:tcW w:w="1881" w:type="pct"/>
          </w:tcPr>
          <w:p w14:paraId="379D4431" w14:textId="77777777" w:rsidR="00F07CA1" w:rsidRDefault="00E030C1">
            <w:pPr>
              <w:pStyle w:val="Tabletext"/>
            </w:pPr>
            <w:r>
              <w:t>Panel orientation layout</w:t>
            </w:r>
          </w:p>
        </w:tc>
        <w:tc>
          <w:tcPr>
            <w:tcW w:w="1039" w:type="pct"/>
          </w:tcPr>
          <w:p w14:paraId="274DD708" w14:textId="77777777" w:rsidR="00F07CA1" w:rsidRDefault="00F07CA1">
            <w:pPr>
              <w:pStyle w:val="Tabletext"/>
            </w:pPr>
          </w:p>
        </w:tc>
        <w:tc>
          <w:tcPr>
            <w:tcW w:w="1040" w:type="pct"/>
          </w:tcPr>
          <w:p w14:paraId="703F0F77" w14:textId="77777777" w:rsidR="00F07CA1" w:rsidRDefault="00F07CA1">
            <w:pPr>
              <w:pStyle w:val="Tabletext"/>
            </w:pPr>
          </w:p>
        </w:tc>
        <w:tc>
          <w:tcPr>
            <w:tcW w:w="1040" w:type="pct"/>
          </w:tcPr>
          <w:p w14:paraId="3E4145F6" w14:textId="77777777" w:rsidR="00F07CA1" w:rsidRDefault="00F07CA1">
            <w:pPr>
              <w:pStyle w:val="Tabletext"/>
            </w:pPr>
          </w:p>
        </w:tc>
      </w:tr>
      <w:tr w:rsidR="00F07CA1" w14:paraId="13D80BCE" w14:textId="77777777" w:rsidTr="00E030C1">
        <w:tc>
          <w:tcPr>
            <w:tcW w:w="1881" w:type="pct"/>
          </w:tcPr>
          <w:p w14:paraId="68537860" w14:textId="77777777" w:rsidR="00F07CA1" w:rsidRDefault="00E030C1">
            <w:pPr>
              <w:pStyle w:val="Tabletext"/>
            </w:pPr>
            <w:r>
              <w:t>Trim</w:t>
            </w:r>
          </w:p>
        </w:tc>
        <w:tc>
          <w:tcPr>
            <w:tcW w:w="1039" w:type="pct"/>
          </w:tcPr>
          <w:p w14:paraId="653DDADB" w14:textId="77777777" w:rsidR="00F07CA1" w:rsidRDefault="00F07CA1">
            <w:pPr>
              <w:pStyle w:val="Tabletext"/>
            </w:pPr>
          </w:p>
        </w:tc>
        <w:tc>
          <w:tcPr>
            <w:tcW w:w="1040" w:type="pct"/>
          </w:tcPr>
          <w:p w14:paraId="1101F78D" w14:textId="77777777" w:rsidR="00F07CA1" w:rsidRDefault="00F07CA1">
            <w:pPr>
              <w:pStyle w:val="Tabletext"/>
            </w:pPr>
          </w:p>
        </w:tc>
        <w:tc>
          <w:tcPr>
            <w:tcW w:w="1040" w:type="pct"/>
          </w:tcPr>
          <w:p w14:paraId="13829698" w14:textId="77777777" w:rsidR="00F07CA1" w:rsidRDefault="00F07CA1">
            <w:pPr>
              <w:pStyle w:val="Tabletext"/>
            </w:pPr>
          </w:p>
        </w:tc>
      </w:tr>
      <w:tr w:rsidR="00F07CA1" w14:paraId="2FC88EF0" w14:textId="77777777" w:rsidTr="00E030C1">
        <w:tc>
          <w:tcPr>
            <w:tcW w:w="1881" w:type="pct"/>
          </w:tcPr>
          <w:p w14:paraId="6249955B" w14:textId="77777777" w:rsidR="00F07CA1" w:rsidRDefault="00E030C1">
            <w:pPr>
              <w:pStyle w:val="Tabletext"/>
            </w:pPr>
            <w:r>
              <w:t>Joint width</w:t>
            </w:r>
          </w:p>
        </w:tc>
        <w:tc>
          <w:tcPr>
            <w:tcW w:w="1039" w:type="pct"/>
          </w:tcPr>
          <w:p w14:paraId="3BF3B4C0" w14:textId="77777777" w:rsidR="00F07CA1" w:rsidRDefault="00F07CA1">
            <w:pPr>
              <w:pStyle w:val="Tabletext"/>
            </w:pPr>
          </w:p>
        </w:tc>
        <w:tc>
          <w:tcPr>
            <w:tcW w:w="1040" w:type="pct"/>
          </w:tcPr>
          <w:p w14:paraId="0F6A0AC9" w14:textId="77777777" w:rsidR="00F07CA1" w:rsidRDefault="00F07CA1">
            <w:pPr>
              <w:pStyle w:val="Tabletext"/>
            </w:pPr>
          </w:p>
        </w:tc>
        <w:tc>
          <w:tcPr>
            <w:tcW w:w="1040" w:type="pct"/>
          </w:tcPr>
          <w:p w14:paraId="722C7D1C" w14:textId="77777777" w:rsidR="00F07CA1" w:rsidRDefault="00F07CA1">
            <w:pPr>
              <w:pStyle w:val="Tabletext"/>
            </w:pPr>
          </w:p>
        </w:tc>
      </w:tr>
      <w:tr w:rsidR="00F07CA1" w14:paraId="7BBFC1C7" w14:textId="77777777" w:rsidTr="00E030C1">
        <w:tc>
          <w:tcPr>
            <w:tcW w:w="1881" w:type="pct"/>
          </w:tcPr>
          <w:p w14:paraId="3C205917" w14:textId="77777777" w:rsidR="00F07CA1" w:rsidRDefault="00E030C1">
            <w:pPr>
              <w:pStyle w:val="Tabletext"/>
            </w:pPr>
            <w:r>
              <w:t>Flashings and cappings</w:t>
            </w:r>
          </w:p>
        </w:tc>
        <w:tc>
          <w:tcPr>
            <w:tcW w:w="1039" w:type="pct"/>
          </w:tcPr>
          <w:p w14:paraId="4006A145" w14:textId="77777777" w:rsidR="00F07CA1" w:rsidRDefault="00F07CA1">
            <w:pPr>
              <w:pStyle w:val="Tabletext"/>
            </w:pPr>
          </w:p>
        </w:tc>
        <w:tc>
          <w:tcPr>
            <w:tcW w:w="1040" w:type="pct"/>
          </w:tcPr>
          <w:p w14:paraId="5965ACB5" w14:textId="77777777" w:rsidR="00F07CA1" w:rsidRDefault="00F07CA1">
            <w:pPr>
              <w:pStyle w:val="Tabletext"/>
            </w:pPr>
          </w:p>
        </w:tc>
        <w:tc>
          <w:tcPr>
            <w:tcW w:w="1040" w:type="pct"/>
          </w:tcPr>
          <w:p w14:paraId="2C9F7106" w14:textId="77777777" w:rsidR="00F07CA1" w:rsidRDefault="00F07CA1">
            <w:pPr>
              <w:pStyle w:val="Tabletext"/>
            </w:pPr>
          </w:p>
        </w:tc>
      </w:tr>
      <w:tr w:rsidR="00F07CA1" w14:paraId="7AF73AAA" w14:textId="77777777" w:rsidTr="00E030C1">
        <w:tc>
          <w:tcPr>
            <w:tcW w:w="1881" w:type="pct"/>
          </w:tcPr>
          <w:p w14:paraId="0679DDE4" w14:textId="77777777" w:rsidR="00F07CA1" w:rsidRDefault="00E030C1">
            <w:pPr>
              <w:pStyle w:val="Tabletext"/>
            </w:pPr>
            <w:r>
              <w:t>Suspension rails</w:t>
            </w:r>
          </w:p>
        </w:tc>
        <w:tc>
          <w:tcPr>
            <w:tcW w:w="1039" w:type="pct"/>
          </w:tcPr>
          <w:p w14:paraId="0C422B34" w14:textId="77777777" w:rsidR="00F07CA1" w:rsidRDefault="00F07CA1">
            <w:pPr>
              <w:pStyle w:val="Tabletext"/>
            </w:pPr>
          </w:p>
        </w:tc>
        <w:tc>
          <w:tcPr>
            <w:tcW w:w="1040" w:type="pct"/>
          </w:tcPr>
          <w:p w14:paraId="61802648" w14:textId="77777777" w:rsidR="00F07CA1" w:rsidRDefault="00F07CA1">
            <w:pPr>
              <w:pStyle w:val="Tabletext"/>
            </w:pPr>
          </w:p>
        </w:tc>
        <w:tc>
          <w:tcPr>
            <w:tcW w:w="1040" w:type="pct"/>
          </w:tcPr>
          <w:p w14:paraId="0C49816F" w14:textId="77777777" w:rsidR="00F07CA1" w:rsidRDefault="00F07CA1">
            <w:pPr>
              <w:pStyle w:val="Tabletext"/>
            </w:pPr>
          </w:p>
        </w:tc>
      </w:tr>
      <w:tr w:rsidR="00F07CA1" w14:paraId="755EB40E" w14:textId="77777777" w:rsidTr="00E030C1">
        <w:tc>
          <w:tcPr>
            <w:tcW w:w="1881" w:type="pct"/>
          </w:tcPr>
          <w:p w14:paraId="79928690" w14:textId="77777777" w:rsidR="00F07CA1" w:rsidRDefault="00E030C1">
            <w:pPr>
              <w:pStyle w:val="Tabletext"/>
            </w:pPr>
            <w:r>
              <w:t>Fasteners</w:t>
            </w:r>
          </w:p>
        </w:tc>
        <w:tc>
          <w:tcPr>
            <w:tcW w:w="1039" w:type="pct"/>
          </w:tcPr>
          <w:p w14:paraId="0541376E" w14:textId="77777777" w:rsidR="00F07CA1" w:rsidRDefault="00F07CA1">
            <w:pPr>
              <w:pStyle w:val="Tabletext"/>
            </w:pPr>
          </w:p>
        </w:tc>
        <w:tc>
          <w:tcPr>
            <w:tcW w:w="1040" w:type="pct"/>
          </w:tcPr>
          <w:p w14:paraId="31F826D7" w14:textId="77777777" w:rsidR="00F07CA1" w:rsidRDefault="00F07CA1">
            <w:pPr>
              <w:pStyle w:val="Tabletext"/>
            </w:pPr>
          </w:p>
        </w:tc>
        <w:tc>
          <w:tcPr>
            <w:tcW w:w="1040" w:type="pct"/>
          </w:tcPr>
          <w:p w14:paraId="17F6E292" w14:textId="77777777" w:rsidR="00F07CA1" w:rsidRDefault="00F07CA1">
            <w:pPr>
              <w:pStyle w:val="Tabletext"/>
            </w:pPr>
          </w:p>
        </w:tc>
      </w:tr>
    </w:tbl>
    <w:p w14:paraId="4D2E860E" w14:textId="77777777" w:rsidR="00F07CA1" w:rsidRDefault="00E030C1">
      <w:r>
        <w:t> </w:t>
      </w:r>
    </w:p>
    <w:p w14:paraId="0CD9A26D" w14:textId="77777777" w:rsidR="00F07CA1" w:rsidRDefault="00E030C1">
      <w:pPr>
        <w:pStyle w:val="Instructions"/>
      </w:pPr>
      <w:r>
        <w:t>The codes in the header row of the schedule designate each application or location of the item scheduled. Edit the codes to match those in other contract documents.</w:t>
      </w:r>
    </w:p>
    <w:p w14:paraId="1438F330" w14:textId="77777777" w:rsidR="00F07CA1" w:rsidRDefault="00E030C1">
      <w:pPr>
        <w:pStyle w:val="Instructions"/>
      </w:pPr>
      <w:r>
        <w:t>Product: Nominate a proprietary system or product and edit schedule to suit.</w:t>
      </w:r>
    </w:p>
    <w:p w14:paraId="67D625C4" w14:textId="77777777" w:rsidR="00F07CA1" w:rsidRDefault="00E030C1">
      <w:pPr>
        <w:pStyle w:val="Instructions"/>
      </w:pPr>
      <w:r>
        <w:t>Fixing system: e.g. Rainscreen vented cavity.</w:t>
      </w:r>
    </w:p>
    <w:p w14:paraId="1D73CC49" w14:textId="77777777" w:rsidR="00F07CA1" w:rsidRDefault="00E030C1">
      <w:pPr>
        <w:pStyle w:val="Instructions"/>
      </w:pPr>
      <w:r>
        <w:t>Thickness (mm): e.g. 14 to 40 mm.</w:t>
      </w:r>
    </w:p>
    <w:p w14:paraId="7E70DE90" w14:textId="77777777" w:rsidR="00F07CA1" w:rsidRDefault="00E030C1">
      <w:pPr>
        <w:pStyle w:val="Instructions"/>
      </w:pPr>
      <w:r>
        <w:t>Length (mm): e.g. 600 to 3000 mm.</w:t>
      </w:r>
    </w:p>
    <w:p w14:paraId="4B17368B" w14:textId="77777777" w:rsidR="00F07CA1" w:rsidRDefault="00E030C1">
      <w:pPr>
        <w:pStyle w:val="Instructions"/>
      </w:pPr>
      <w:r>
        <w:t>Width (mm): Panel height, e.g. 300 to 600 mm.</w:t>
      </w:r>
    </w:p>
    <w:p w14:paraId="549452A1" w14:textId="77777777" w:rsidR="00F07CA1" w:rsidRDefault="00E030C1">
      <w:pPr>
        <w:pStyle w:val="Instructions"/>
      </w:pPr>
      <w:r>
        <w:t>Edge profile: e.g. Smooth (square edge), Tongue and groove (T&amp;G) or rebated.</w:t>
      </w:r>
    </w:p>
    <w:p w14:paraId="5932C60D" w14:textId="77777777" w:rsidR="00F07CA1" w:rsidRDefault="00E030C1">
      <w:pPr>
        <w:pStyle w:val="Instructions"/>
      </w:pPr>
      <w:r>
        <w:t>Finish: Terracotta panels are factory finished and available in a number of different finishes, e.g. glazed, sandblasted, linear</w:t>
      </w:r>
    </w:p>
    <w:p w14:paraId="0BE4B937" w14:textId="77777777" w:rsidR="00F07CA1" w:rsidRDefault="00E030C1">
      <w:pPr>
        <w:pStyle w:val="Instructions"/>
      </w:pPr>
      <w:r>
        <w:t>Joint width (mm): Check proprietary system product details.</w:t>
      </w:r>
    </w:p>
    <w:p w14:paraId="60A23A4F" w14:textId="77777777" w:rsidR="00F07CA1" w:rsidRDefault="00E030C1">
      <w:pPr>
        <w:pStyle w:val="Instructions"/>
      </w:pPr>
      <w:r>
        <w:t>Panel orientation: Generally horizontal. Document unusual options.</w:t>
      </w:r>
    </w:p>
    <w:p w14:paraId="4AA3E5E7" w14:textId="77777777" w:rsidR="00F07CA1" w:rsidRDefault="00E030C1">
      <w:pPr>
        <w:pStyle w:val="Instructions"/>
      </w:pPr>
      <w:r>
        <w:t>Trim: e.g. Proprietary accessories for sills, reveals or corner returns. Document requirements not covered by proprietary systems.</w:t>
      </w:r>
    </w:p>
    <w:p w14:paraId="0CB7BCC4"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7FD1699D" w14:textId="77777777" w:rsidR="00F07CA1" w:rsidRDefault="00E030C1">
      <w:pPr>
        <w:pStyle w:val="Instructions"/>
      </w:pPr>
      <w:r>
        <w:t>Suspension rails: e.g. Aluminium or galvanized steel proprietary system.</w:t>
      </w:r>
    </w:p>
    <w:p w14:paraId="1FCDB801" w14:textId="77777777" w:rsidR="00F07CA1" w:rsidRDefault="00E030C1">
      <w:pPr>
        <w:pStyle w:val="Instructions"/>
      </w:pPr>
      <w:r>
        <w:t>Fasteners: e.g. proprietary concealed. Coordinate with support schedule below.</w:t>
      </w:r>
    </w:p>
    <w:p w14:paraId="3218BD87" w14:textId="77777777" w:rsidR="00F07CA1" w:rsidRDefault="00E030C1">
      <w:pPr>
        <w:pStyle w:val="Heading4"/>
      </w:pPr>
      <w:bookmarkStart w:id="459" w:name="h-14_13079-21"/>
      <w:bookmarkStart w:id="460" w:name="f-14_13079-21"/>
      <w:bookmarkStart w:id="461" w:name="f-13253-21"/>
      <w:bookmarkEnd w:id="457"/>
      <w:bookmarkEnd w:id="458"/>
      <w:r>
        <w:t>Timber weatherboard cladding schedule</w:t>
      </w:r>
      <w:bookmarkEnd w:id="459"/>
    </w:p>
    <w:tbl>
      <w:tblPr>
        <w:tblStyle w:val="NATSPECTable"/>
        <w:tblW w:w="5000" w:type="pct"/>
        <w:tblLook w:val="0620" w:firstRow="1" w:lastRow="0" w:firstColumn="0" w:lastColumn="0" w:noHBand="1" w:noVBand="1"/>
      </w:tblPr>
      <w:tblGrid>
        <w:gridCol w:w="3443"/>
        <w:gridCol w:w="1902"/>
        <w:gridCol w:w="1903"/>
        <w:gridCol w:w="1903"/>
      </w:tblGrid>
      <w:tr w:rsidR="00F07CA1" w14:paraId="648E8C36" w14:textId="77777777" w:rsidTr="00E030C1">
        <w:trPr>
          <w:tblHeader/>
        </w:trPr>
        <w:tc>
          <w:tcPr>
            <w:tcW w:w="1881" w:type="pct"/>
          </w:tcPr>
          <w:p w14:paraId="7A2BC299" w14:textId="77777777" w:rsidR="00F07CA1" w:rsidRDefault="00F07CA1">
            <w:pPr>
              <w:pStyle w:val="Tabletitle"/>
            </w:pPr>
          </w:p>
        </w:tc>
        <w:tc>
          <w:tcPr>
            <w:tcW w:w="1039" w:type="pct"/>
          </w:tcPr>
          <w:p w14:paraId="7BD5709F" w14:textId="77777777" w:rsidR="00F07CA1" w:rsidRDefault="00E030C1">
            <w:pPr>
              <w:pStyle w:val="Tabletitle"/>
            </w:pPr>
            <w:r>
              <w:t>A</w:t>
            </w:r>
          </w:p>
        </w:tc>
        <w:tc>
          <w:tcPr>
            <w:tcW w:w="1040" w:type="pct"/>
          </w:tcPr>
          <w:p w14:paraId="464E8C81" w14:textId="77777777" w:rsidR="00F07CA1" w:rsidRDefault="00E030C1">
            <w:pPr>
              <w:pStyle w:val="Tabletitle"/>
            </w:pPr>
            <w:r>
              <w:t>B</w:t>
            </w:r>
          </w:p>
        </w:tc>
        <w:tc>
          <w:tcPr>
            <w:tcW w:w="1040" w:type="pct"/>
          </w:tcPr>
          <w:p w14:paraId="4E711DBC" w14:textId="77777777" w:rsidR="00F07CA1" w:rsidRDefault="00E030C1">
            <w:pPr>
              <w:pStyle w:val="Tabletitle"/>
            </w:pPr>
            <w:r>
              <w:t>C</w:t>
            </w:r>
          </w:p>
        </w:tc>
      </w:tr>
      <w:tr w:rsidR="00F07CA1" w14:paraId="4BA9FB0E" w14:textId="77777777" w:rsidTr="00E030C1">
        <w:tc>
          <w:tcPr>
            <w:tcW w:w="1881" w:type="pct"/>
          </w:tcPr>
          <w:p w14:paraId="4BA5E86E" w14:textId="77777777" w:rsidR="00F07CA1" w:rsidRDefault="00E030C1">
            <w:pPr>
              <w:pStyle w:val="Tabletext"/>
            </w:pPr>
            <w:r>
              <w:t>Timber species</w:t>
            </w:r>
          </w:p>
        </w:tc>
        <w:tc>
          <w:tcPr>
            <w:tcW w:w="1039" w:type="pct"/>
          </w:tcPr>
          <w:p w14:paraId="36D2A49F" w14:textId="77777777" w:rsidR="00F07CA1" w:rsidRDefault="00F07CA1">
            <w:pPr>
              <w:pStyle w:val="Tabletext"/>
            </w:pPr>
          </w:p>
        </w:tc>
        <w:tc>
          <w:tcPr>
            <w:tcW w:w="1040" w:type="pct"/>
          </w:tcPr>
          <w:p w14:paraId="4A022760" w14:textId="77777777" w:rsidR="00F07CA1" w:rsidRDefault="00F07CA1">
            <w:pPr>
              <w:pStyle w:val="Tabletext"/>
            </w:pPr>
          </w:p>
        </w:tc>
        <w:tc>
          <w:tcPr>
            <w:tcW w:w="1040" w:type="pct"/>
          </w:tcPr>
          <w:p w14:paraId="4FAD6FE1" w14:textId="77777777" w:rsidR="00F07CA1" w:rsidRDefault="00F07CA1">
            <w:pPr>
              <w:pStyle w:val="Tabletext"/>
            </w:pPr>
          </w:p>
        </w:tc>
      </w:tr>
      <w:tr w:rsidR="00F07CA1" w14:paraId="75EFA9F3" w14:textId="77777777" w:rsidTr="00E030C1">
        <w:tc>
          <w:tcPr>
            <w:tcW w:w="1881" w:type="pct"/>
          </w:tcPr>
          <w:p w14:paraId="53112CA4" w14:textId="77777777" w:rsidR="00F07CA1" w:rsidRDefault="00E030C1">
            <w:pPr>
              <w:pStyle w:val="Tabletext"/>
            </w:pPr>
            <w:r>
              <w:t>Fixing system</w:t>
            </w:r>
          </w:p>
        </w:tc>
        <w:tc>
          <w:tcPr>
            <w:tcW w:w="1039" w:type="pct"/>
          </w:tcPr>
          <w:p w14:paraId="54EA6046" w14:textId="77777777" w:rsidR="00F07CA1" w:rsidRDefault="00F07CA1">
            <w:pPr>
              <w:pStyle w:val="Tabletext"/>
            </w:pPr>
          </w:p>
        </w:tc>
        <w:tc>
          <w:tcPr>
            <w:tcW w:w="1040" w:type="pct"/>
          </w:tcPr>
          <w:p w14:paraId="3E7C4F52" w14:textId="77777777" w:rsidR="00F07CA1" w:rsidRDefault="00F07CA1">
            <w:pPr>
              <w:pStyle w:val="Tabletext"/>
            </w:pPr>
          </w:p>
        </w:tc>
        <w:tc>
          <w:tcPr>
            <w:tcW w:w="1040" w:type="pct"/>
          </w:tcPr>
          <w:p w14:paraId="41FBDA3A" w14:textId="77777777" w:rsidR="00F07CA1" w:rsidRDefault="00F07CA1">
            <w:pPr>
              <w:pStyle w:val="Tabletext"/>
            </w:pPr>
          </w:p>
        </w:tc>
      </w:tr>
      <w:tr w:rsidR="00F07CA1" w14:paraId="20A32596" w14:textId="77777777" w:rsidTr="00E030C1">
        <w:tc>
          <w:tcPr>
            <w:tcW w:w="1881" w:type="pct"/>
          </w:tcPr>
          <w:p w14:paraId="0657C90A" w14:textId="77777777" w:rsidR="00F07CA1" w:rsidRDefault="00E030C1">
            <w:pPr>
              <w:pStyle w:val="Tabletext"/>
            </w:pPr>
            <w:r>
              <w:t>Grade</w:t>
            </w:r>
          </w:p>
        </w:tc>
        <w:tc>
          <w:tcPr>
            <w:tcW w:w="1039" w:type="pct"/>
          </w:tcPr>
          <w:p w14:paraId="70C83E8D" w14:textId="77777777" w:rsidR="00F07CA1" w:rsidRDefault="00F07CA1">
            <w:pPr>
              <w:pStyle w:val="Tabletext"/>
            </w:pPr>
          </w:p>
        </w:tc>
        <w:tc>
          <w:tcPr>
            <w:tcW w:w="1040" w:type="pct"/>
          </w:tcPr>
          <w:p w14:paraId="4D1490B9" w14:textId="77777777" w:rsidR="00F07CA1" w:rsidRDefault="00F07CA1">
            <w:pPr>
              <w:pStyle w:val="Tabletext"/>
            </w:pPr>
          </w:p>
        </w:tc>
        <w:tc>
          <w:tcPr>
            <w:tcW w:w="1040" w:type="pct"/>
          </w:tcPr>
          <w:p w14:paraId="2900D975" w14:textId="77777777" w:rsidR="00F07CA1" w:rsidRDefault="00F07CA1">
            <w:pPr>
              <w:pStyle w:val="Tabletext"/>
            </w:pPr>
          </w:p>
        </w:tc>
      </w:tr>
      <w:tr w:rsidR="00F07CA1" w14:paraId="603EE0A5" w14:textId="77777777" w:rsidTr="00E030C1">
        <w:tc>
          <w:tcPr>
            <w:tcW w:w="1881" w:type="pct"/>
          </w:tcPr>
          <w:p w14:paraId="2DE5BB4B" w14:textId="77777777" w:rsidR="00F07CA1" w:rsidRDefault="00E030C1">
            <w:pPr>
              <w:pStyle w:val="Tabletext"/>
            </w:pPr>
            <w:r>
              <w:lastRenderedPageBreak/>
              <w:t>Profile</w:t>
            </w:r>
          </w:p>
        </w:tc>
        <w:tc>
          <w:tcPr>
            <w:tcW w:w="1039" w:type="pct"/>
          </w:tcPr>
          <w:p w14:paraId="614EF0E1" w14:textId="77777777" w:rsidR="00F07CA1" w:rsidRDefault="00F07CA1">
            <w:pPr>
              <w:pStyle w:val="Tabletext"/>
            </w:pPr>
          </w:p>
        </w:tc>
        <w:tc>
          <w:tcPr>
            <w:tcW w:w="1040" w:type="pct"/>
          </w:tcPr>
          <w:p w14:paraId="2C7BD044" w14:textId="77777777" w:rsidR="00F07CA1" w:rsidRDefault="00F07CA1">
            <w:pPr>
              <w:pStyle w:val="Tabletext"/>
            </w:pPr>
          </w:p>
        </w:tc>
        <w:tc>
          <w:tcPr>
            <w:tcW w:w="1040" w:type="pct"/>
          </w:tcPr>
          <w:p w14:paraId="24F18317" w14:textId="77777777" w:rsidR="00F07CA1" w:rsidRDefault="00F07CA1">
            <w:pPr>
              <w:pStyle w:val="Tabletext"/>
            </w:pPr>
          </w:p>
        </w:tc>
      </w:tr>
      <w:tr w:rsidR="00F07CA1" w14:paraId="26D41F7B" w14:textId="77777777" w:rsidTr="00E030C1">
        <w:tc>
          <w:tcPr>
            <w:tcW w:w="1881" w:type="pct"/>
          </w:tcPr>
          <w:p w14:paraId="673D0B3B" w14:textId="77777777" w:rsidR="00F07CA1" w:rsidRDefault="00E030C1">
            <w:pPr>
              <w:pStyle w:val="Tabletext"/>
            </w:pPr>
            <w:r>
              <w:t>Width (mm)</w:t>
            </w:r>
          </w:p>
        </w:tc>
        <w:tc>
          <w:tcPr>
            <w:tcW w:w="1039" w:type="pct"/>
          </w:tcPr>
          <w:p w14:paraId="2BE4C8DA" w14:textId="77777777" w:rsidR="00F07CA1" w:rsidRDefault="00F07CA1">
            <w:pPr>
              <w:pStyle w:val="Tabletext"/>
            </w:pPr>
          </w:p>
        </w:tc>
        <w:tc>
          <w:tcPr>
            <w:tcW w:w="1040" w:type="pct"/>
          </w:tcPr>
          <w:p w14:paraId="02FA14B0" w14:textId="77777777" w:rsidR="00F07CA1" w:rsidRDefault="00F07CA1">
            <w:pPr>
              <w:pStyle w:val="Tabletext"/>
            </w:pPr>
          </w:p>
        </w:tc>
        <w:tc>
          <w:tcPr>
            <w:tcW w:w="1040" w:type="pct"/>
          </w:tcPr>
          <w:p w14:paraId="4EF84DF9" w14:textId="77777777" w:rsidR="00F07CA1" w:rsidRDefault="00F07CA1">
            <w:pPr>
              <w:pStyle w:val="Tabletext"/>
            </w:pPr>
          </w:p>
        </w:tc>
      </w:tr>
      <w:tr w:rsidR="00F07CA1" w14:paraId="69D7646A" w14:textId="77777777" w:rsidTr="00E030C1">
        <w:tc>
          <w:tcPr>
            <w:tcW w:w="1881" w:type="pct"/>
          </w:tcPr>
          <w:p w14:paraId="32C869E2" w14:textId="77777777" w:rsidR="00F07CA1" w:rsidRDefault="00E030C1">
            <w:pPr>
              <w:pStyle w:val="Tabletext"/>
            </w:pPr>
            <w:r>
              <w:t>Joints</w:t>
            </w:r>
          </w:p>
        </w:tc>
        <w:tc>
          <w:tcPr>
            <w:tcW w:w="1039" w:type="pct"/>
          </w:tcPr>
          <w:p w14:paraId="4D92BF6B" w14:textId="77777777" w:rsidR="00F07CA1" w:rsidRDefault="00F07CA1">
            <w:pPr>
              <w:pStyle w:val="Tabletext"/>
            </w:pPr>
          </w:p>
        </w:tc>
        <w:tc>
          <w:tcPr>
            <w:tcW w:w="1040" w:type="pct"/>
          </w:tcPr>
          <w:p w14:paraId="11C64E2E" w14:textId="77777777" w:rsidR="00F07CA1" w:rsidRDefault="00F07CA1">
            <w:pPr>
              <w:pStyle w:val="Tabletext"/>
            </w:pPr>
          </w:p>
        </w:tc>
        <w:tc>
          <w:tcPr>
            <w:tcW w:w="1040" w:type="pct"/>
          </w:tcPr>
          <w:p w14:paraId="7FB1FA2C" w14:textId="77777777" w:rsidR="00F07CA1" w:rsidRDefault="00F07CA1">
            <w:pPr>
              <w:pStyle w:val="Tabletext"/>
            </w:pPr>
          </w:p>
        </w:tc>
      </w:tr>
      <w:tr w:rsidR="00F07CA1" w14:paraId="2EE6F242" w14:textId="77777777" w:rsidTr="00E030C1">
        <w:tc>
          <w:tcPr>
            <w:tcW w:w="1881" w:type="pct"/>
          </w:tcPr>
          <w:p w14:paraId="07342F39" w14:textId="77777777" w:rsidR="00F07CA1" w:rsidRDefault="00E030C1">
            <w:pPr>
              <w:pStyle w:val="Tabletext"/>
            </w:pPr>
            <w:r>
              <w:t>Finish</w:t>
            </w:r>
          </w:p>
        </w:tc>
        <w:tc>
          <w:tcPr>
            <w:tcW w:w="1039" w:type="pct"/>
          </w:tcPr>
          <w:p w14:paraId="780442B8" w14:textId="77777777" w:rsidR="00F07CA1" w:rsidRDefault="00F07CA1">
            <w:pPr>
              <w:pStyle w:val="Tabletext"/>
            </w:pPr>
          </w:p>
        </w:tc>
        <w:tc>
          <w:tcPr>
            <w:tcW w:w="1040" w:type="pct"/>
          </w:tcPr>
          <w:p w14:paraId="568082B4" w14:textId="77777777" w:rsidR="00F07CA1" w:rsidRDefault="00F07CA1">
            <w:pPr>
              <w:pStyle w:val="Tabletext"/>
            </w:pPr>
          </w:p>
        </w:tc>
        <w:tc>
          <w:tcPr>
            <w:tcW w:w="1040" w:type="pct"/>
          </w:tcPr>
          <w:p w14:paraId="1B2328F5" w14:textId="77777777" w:rsidR="00F07CA1" w:rsidRDefault="00F07CA1">
            <w:pPr>
              <w:pStyle w:val="Tabletext"/>
            </w:pPr>
          </w:p>
        </w:tc>
      </w:tr>
      <w:tr w:rsidR="00F07CA1" w14:paraId="7130CFEF" w14:textId="77777777" w:rsidTr="00E030C1">
        <w:tc>
          <w:tcPr>
            <w:tcW w:w="1881" w:type="pct"/>
          </w:tcPr>
          <w:p w14:paraId="6CE88ABE" w14:textId="77777777" w:rsidR="00F07CA1" w:rsidRDefault="00E030C1">
            <w:pPr>
              <w:pStyle w:val="Tabletext"/>
            </w:pPr>
            <w:r>
              <w:t>Preservative</w:t>
            </w:r>
          </w:p>
        </w:tc>
        <w:tc>
          <w:tcPr>
            <w:tcW w:w="1039" w:type="pct"/>
          </w:tcPr>
          <w:p w14:paraId="301F80C7" w14:textId="77777777" w:rsidR="00F07CA1" w:rsidRDefault="00F07CA1">
            <w:pPr>
              <w:pStyle w:val="Tabletext"/>
            </w:pPr>
          </w:p>
        </w:tc>
        <w:tc>
          <w:tcPr>
            <w:tcW w:w="1040" w:type="pct"/>
          </w:tcPr>
          <w:p w14:paraId="439C1F8B" w14:textId="77777777" w:rsidR="00F07CA1" w:rsidRDefault="00F07CA1">
            <w:pPr>
              <w:pStyle w:val="Tabletext"/>
            </w:pPr>
          </w:p>
        </w:tc>
        <w:tc>
          <w:tcPr>
            <w:tcW w:w="1040" w:type="pct"/>
          </w:tcPr>
          <w:p w14:paraId="5772FBC0" w14:textId="77777777" w:rsidR="00F07CA1" w:rsidRDefault="00F07CA1">
            <w:pPr>
              <w:pStyle w:val="Tabletext"/>
            </w:pPr>
          </w:p>
        </w:tc>
      </w:tr>
      <w:tr w:rsidR="00F07CA1" w14:paraId="465B3901" w14:textId="77777777" w:rsidTr="00E030C1">
        <w:tc>
          <w:tcPr>
            <w:tcW w:w="1881" w:type="pct"/>
          </w:tcPr>
          <w:p w14:paraId="78A60632" w14:textId="77777777" w:rsidR="00F07CA1" w:rsidRDefault="00E030C1">
            <w:pPr>
              <w:pStyle w:val="Tabletext"/>
            </w:pPr>
            <w:r>
              <w:t>Trim</w:t>
            </w:r>
          </w:p>
        </w:tc>
        <w:tc>
          <w:tcPr>
            <w:tcW w:w="1039" w:type="pct"/>
          </w:tcPr>
          <w:p w14:paraId="1448AE78" w14:textId="77777777" w:rsidR="00F07CA1" w:rsidRDefault="00F07CA1">
            <w:pPr>
              <w:pStyle w:val="Tabletext"/>
            </w:pPr>
          </w:p>
        </w:tc>
        <w:tc>
          <w:tcPr>
            <w:tcW w:w="1040" w:type="pct"/>
          </w:tcPr>
          <w:p w14:paraId="4359E046" w14:textId="77777777" w:rsidR="00F07CA1" w:rsidRDefault="00F07CA1">
            <w:pPr>
              <w:pStyle w:val="Tabletext"/>
            </w:pPr>
          </w:p>
        </w:tc>
        <w:tc>
          <w:tcPr>
            <w:tcW w:w="1040" w:type="pct"/>
          </w:tcPr>
          <w:p w14:paraId="69FDBD7C" w14:textId="77777777" w:rsidR="00F07CA1" w:rsidRDefault="00F07CA1">
            <w:pPr>
              <w:pStyle w:val="Tabletext"/>
            </w:pPr>
          </w:p>
        </w:tc>
      </w:tr>
      <w:tr w:rsidR="00F07CA1" w14:paraId="451B0A8C" w14:textId="77777777" w:rsidTr="00E030C1">
        <w:tc>
          <w:tcPr>
            <w:tcW w:w="1881" w:type="pct"/>
          </w:tcPr>
          <w:p w14:paraId="34A6B7FA" w14:textId="77777777" w:rsidR="00F07CA1" w:rsidRDefault="00E030C1">
            <w:pPr>
              <w:pStyle w:val="Tabletext"/>
            </w:pPr>
            <w:r>
              <w:t>Flashings and cappings</w:t>
            </w:r>
          </w:p>
        </w:tc>
        <w:tc>
          <w:tcPr>
            <w:tcW w:w="1039" w:type="pct"/>
          </w:tcPr>
          <w:p w14:paraId="7AECB8C6" w14:textId="77777777" w:rsidR="00F07CA1" w:rsidRDefault="00F07CA1">
            <w:pPr>
              <w:pStyle w:val="Tabletext"/>
            </w:pPr>
          </w:p>
        </w:tc>
        <w:tc>
          <w:tcPr>
            <w:tcW w:w="1040" w:type="pct"/>
          </w:tcPr>
          <w:p w14:paraId="667984A8" w14:textId="77777777" w:rsidR="00F07CA1" w:rsidRDefault="00F07CA1">
            <w:pPr>
              <w:pStyle w:val="Tabletext"/>
            </w:pPr>
          </w:p>
        </w:tc>
        <w:tc>
          <w:tcPr>
            <w:tcW w:w="1040" w:type="pct"/>
          </w:tcPr>
          <w:p w14:paraId="5EE2FD44" w14:textId="77777777" w:rsidR="00F07CA1" w:rsidRDefault="00F07CA1">
            <w:pPr>
              <w:pStyle w:val="Tabletext"/>
            </w:pPr>
          </w:p>
        </w:tc>
      </w:tr>
      <w:tr w:rsidR="00F07CA1" w14:paraId="4845BD1D" w14:textId="77777777" w:rsidTr="00E030C1">
        <w:tc>
          <w:tcPr>
            <w:tcW w:w="1881" w:type="pct"/>
          </w:tcPr>
          <w:p w14:paraId="39706577" w14:textId="77777777" w:rsidR="00F07CA1" w:rsidRDefault="00E030C1">
            <w:pPr>
              <w:pStyle w:val="Tabletext"/>
            </w:pPr>
            <w:r>
              <w:t>Fasteners</w:t>
            </w:r>
          </w:p>
        </w:tc>
        <w:tc>
          <w:tcPr>
            <w:tcW w:w="1039" w:type="pct"/>
          </w:tcPr>
          <w:p w14:paraId="27F16072" w14:textId="77777777" w:rsidR="00F07CA1" w:rsidRDefault="00F07CA1">
            <w:pPr>
              <w:pStyle w:val="Tabletext"/>
            </w:pPr>
          </w:p>
        </w:tc>
        <w:tc>
          <w:tcPr>
            <w:tcW w:w="1040" w:type="pct"/>
          </w:tcPr>
          <w:p w14:paraId="720DC390" w14:textId="77777777" w:rsidR="00F07CA1" w:rsidRDefault="00F07CA1">
            <w:pPr>
              <w:pStyle w:val="Tabletext"/>
            </w:pPr>
          </w:p>
        </w:tc>
        <w:tc>
          <w:tcPr>
            <w:tcW w:w="1040" w:type="pct"/>
          </w:tcPr>
          <w:p w14:paraId="15145677" w14:textId="77777777" w:rsidR="00F07CA1" w:rsidRDefault="00F07CA1">
            <w:pPr>
              <w:pStyle w:val="Tabletext"/>
            </w:pPr>
          </w:p>
        </w:tc>
      </w:tr>
    </w:tbl>
    <w:p w14:paraId="3674EFFB" w14:textId="77777777" w:rsidR="00F07CA1" w:rsidRDefault="00E030C1">
      <w:r>
        <w:t> </w:t>
      </w:r>
    </w:p>
    <w:p w14:paraId="3F273FFC" w14:textId="77777777" w:rsidR="00F07CA1" w:rsidRDefault="00E030C1">
      <w:pPr>
        <w:pStyle w:val="Instructions"/>
      </w:pPr>
      <w:r>
        <w:t>The codes in the header row of the schedule designate each application or location of the item scheduled. Edit the codes to match those in other contract documents.</w:t>
      </w:r>
    </w:p>
    <w:p w14:paraId="5FCE6B2E" w14:textId="77777777" w:rsidR="00F07CA1" w:rsidRDefault="00E030C1">
      <w:pPr>
        <w:pStyle w:val="Instructions"/>
      </w:pPr>
      <w:r>
        <w:t>Timber species: When selecting hardwood, give preference to the naturally durable species.</w:t>
      </w:r>
    </w:p>
    <w:p w14:paraId="0CF2AC3D" w14:textId="77777777" w:rsidR="00F07CA1" w:rsidRDefault="00E030C1">
      <w:pPr>
        <w:pStyle w:val="Instructions"/>
      </w:pPr>
      <w:r>
        <w:t>Fixing system: e.g. waterproof direct fix, batten framing, ventilated cavity/rainscreen.</w:t>
      </w:r>
    </w:p>
    <w:p w14:paraId="54C6628C" w14:textId="77777777" w:rsidR="00F07CA1" w:rsidRDefault="00E030C1">
      <w:pPr>
        <w:pStyle w:val="Instructions"/>
      </w:pPr>
      <w:r>
        <w:t>Grade:</w:t>
      </w:r>
    </w:p>
    <w:p w14:paraId="59BF6C26" w14:textId="77777777" w:rsidR="00F07CA1" w:rsidRDefault="00E030C1">
      <w:pPr>
        <w:pStyle w:val="Instructionsindent"/>
      </w:pPr>
      <w:r>
        <w:t>Hardwood: Select (SEL), Medium feature (MF) and High feature (HF).</w:t>
      </w:r>
    </w:p>
    <w:p w14:paraId="1FA4DF19" w14:textId="77777777" w:rsidR="00F07CA1" w:rsidRDefault="00E030C1">
      <w:pPr>
        <w:pStyle w:val="Instructionsindent"/>
      </w:pPr>
      <w:r>
        <w:t>Seasoned cypress pine: Grade 1 or Grade 2.</w:t>
      </w:r>
    </w:p>
    <w:p w14:paraId="130F8E23" w14:textId="77777777" w:rsidR="00F07CA1" w:rsidRDefault="00E030C1">
      <w:pPr>
        <w:pStyle w:val="Instructionsindent"/>
      </w:pPr>
      <w:r>
        <w:t>Softwood: Clear (CL), Appearance (AP), Select (SEL), Standard (STD) and Utility (UTL).</w:t>
      </w:r>
    </w:p>
    <w:p w14:paraId="56CC9633" w14:textId="77777777" w:rsidR="00F07CA1" w:rsidRDefault="00E030C1">
      <w:pPr>
        <w:pStyle w:val="Instructions"/>
      </w:pPr>
      <w:r>
        <w:t>Profile: e.g. Weatherboard, Shiplap, Chamferboard.</w:t>
      </w:r>
    </w:p>
    <w:p w14:paraId="01AB194B" w14:textId="77777777" w:rsidR="00F07CA1" w:rsidRDefault="00E030C1">
      <w:pPr>
        <w:pStyle w:val="Instructions"/>
      </w:pPr>
      <w:r>
        <w:t>Width (mm): e.g. 150 mm, 200 mm.</w:t>
      </w:r>
    </w:p>
    <w:p w14:paraId="1BF601E7" w14:textId="77777777" w:rsidR="00F07CA1" w:rsidRDefault="00E030C1">
      <w:pPr>
        <w:pStyle w:val="Instructions"/>
      </w:pPr>
      <w:r>
        <w:t>Joints: e.g. On-stud, Butt, Clip, PVC-U extrusion, Concealed, Aluminium.</w:t>
      </w:r>
    </w:p>
    <w:p w14:paraId="47B3C27A" w14:textId="77777777" w:rsidR="00F07CA1" w:rsidRDefault="00E030C1">
      <w:pPr>
        <w:pStyle w:val="Instructions"/>
      </w:pPr>
      <w:r>
        <w:t>Finish: e.g. Milled or Sawn.</w:t>
      </w:r>
    </w:p>
    <w:p w14:paraId="56389EB5" w14:textId="77777777" w:rsidR="00F07CA1" w:rsidRDefault="00E030C1">
      <w:pPr>
        <w:pStyle w:val="Instructions"/>
      </w:pPr>
      <w:r>
        <w:t>Preservative: Select one compatible with the finish.</w:t>
      </w:r>
    </w:p>
    <w:p w14:paraId="552D5E2B" w14:textId="77777777" w:rsidR="00F07CA1" w:rsidRDefault="00E030C1">
      <w:pPr>
        <w:pStyle w:val="Instructions"/>
      </w:pPr>
      <w:r>
        <w:t>Trim: e.g. Proprietary accessories for sills, reveals or corner returns.</w:t>
      </w:r>
    </w:p>
    <w:p w14:paraId="48827E59" w14:textId="77777777" w:rsidR="00F07CA1" w:rsidRDefault="00E030C1">
      <w:pPr>
        <w:pStyle w:val="Instructions"/>
      </w:pPr>
      <w:r>
        <w:t xml:space="preserve">Flashings and cappings: e.g. Prefinished sheet metal to match cladding colour. Coordinate with </w:t>
      </w:r>
      <w:r>
        <w:rPr>
          <w:i/>
        </w:rPr>
        <w:t>042 Roofing</w:t>
      </w:r>
      <w:r>
        <w:t xml:space="preserve"> worksections.</w:t>
      </w:r>
    </w:p>
    <w:p w14:paraId="5135F74B" w14:textId="77777777" w:rsidR="00F07CA1" w:rsidRDefault="00E030C1">
      <w:pPr>
        <w:pStyle w:val="Instructions"/>
      </w:pPr>
      <w:r>
        <w:t>Fasteners: e.g. Concealed or Pierced: Crest or Valley.</w:t>
      </w:r>
    </w:p>
    <w:p w14:paraId="1E5CE5B8" w14:textId="77777777" w:rsidR="00F07CA1" w:rsidRDefault="00E030C1">
      <w:pPr>
        <w:pStyle w:val="InstructionsHeading4"/>
      </w:pPr>
      <w:bookmarkStart w:id="462" w:name="h-13254-1"/>
      <w:bookmarkStart w:id="463" w:name="f-13254-1"/>
      <w:bookmarkStart w:id="464" w:name="f-13254"/>
      <w:bookmarkStart w:id="465" w:name="f-13256-bibliography"/>
      <w:bookmarkEnd w:id="460"/>
      <w:bookmarkEnd w:id="461"/>
      <w:bookmarkEnd w:id="402"/>
      <w:bookmarkEnd w:id="26"/>
      <w:r>
        <w:t>REFERENCED DOCUMENTS</w:t>
      </w:r>
      <w:bookmarkEnd w:id="462"/>
    </w:p>
    <w:bookmarkEnd w:id="463"/>
    <w:p w14:paraId="6CE585C7" w14:textId="77777777" w:rsidR="00F07CA1" w:rsidRDefault="00E030C1">
      <w:pPr>
        <w:pStyle w:val="Instructions"/>
      </w:pPr>
      <w:r>
        <w:rPr>
          <w:b/>
        </w:rPr>
        <w:t>The following documents are incorporated into this worksection by reference:</w:t>
      </w:r>
    </w:p>
    <w:p w14:paraId="3C4A1D80" w14:textId="77777777" w:rsidR="00F07CA1" w:rsidRDefault="00E030C1">
      <w:pPr>
        <w:pStyle w:val="Standard1"/>
      </w:pPr>
      <w:bookmarkStart w:id="466" w:name="f-13254-10_01231_000-000_2000"/>
      <w:r>
        <w:t>AS 1231</w:t>
      </w:r>
      <w:r>
        <w:tab/>
        <w:t>2000</w:t>
      </w:r>
      <w:r>
        <w:tab/>
        <w:t>Aluminium and aluminium alloys - Anodic oxidation coatings</w:t>
      </w:r>
    </w:p>
    <w:p w14:paraId="025A9B3C" w14:textId="77777777" w:rsidR="00F07CA1" w:rsidRDefault="00E030C1">
      <w:pPr>
        <w:pStyle w:val="Standard1"/>
      </w:pPr>
      <w:bookmarkStart w:id="467" w:name="f-13254-10_01530_000-000"/>
      <w:bookmarkEnd w:id="466"/>
      <w:r>
        <w:t>AS 1530</w:t>
      </w:r>
      <w:r>
        <w:tab/>
      </w:r>
      <w:r>
        <w:tab/>
        <w:t>Methods for fire tests on building materials, components and structures</w:t>
      </w:r>
    </w:p>
    <w:p w14:paraId="6901F734" w14:textId="77777777" w:rsidR="00F07CA1" w:rsidRDefault="00E030C1">
      <w:pPr>
        <w:pStyle w:val="Standard2"/>
      </w:pPr>
      <w:bookmarkStart w:id="468" w:name="f-13254-10_01530_001-000_1994"/>
      <w:bookmarkEnd w:id="467"/>
      <w:r>
        <w:t>AS 1530.1</w:t>
      </w:r>
      <w:r>
        <w:tab/>
        <w:t>1994</w:t>
      </w:r>
      <w:r>
        <w:tab/>
        <w:t>Combustibility test for materials</w:t>
      </w:r>
    </w:p>
    <w:p w14:paraId="0B757EC1" w14:textId="77777777" w:rsidR="00F07CA1" w:rsidRDefault="00E030C1">
      <w:pPr>
        <w:pStyle w:val="Standard2"/>
      </w:pPr>
      <w:bookmarkStart w:id="469" w:name="f-13254-10_01530_003-000_1999"/>
      <w:bookmarkEnd w:id="468"/>
      <w:r>
        <w:t>AS/NZS 1530.3</w:t>
      </w:r>
      <w:r>
        <w:tab/>
        <w:t>1999</w:t>
      </w:r>
      <w:r>
        <w:tab/>
      </w:r>
      <w:r>
        <w:t>Simultaneous determination of ignitability, flame propagation, heat release and smoke release</w:t>
      </w:r>
    </w:p>
    <w:p w14:paraId="358C7C12" w14:textId="77777777" w:rsidR="00F07CA1" w:rsidRDefault="00E030C1">
      <w:pPr>
        <w:pStyle w:val="Standard2"/>
      </w:pPr>
      <w:bookmarkStart w:id="470" w:name="f-13254-10_01530_004-000_2014"/>
      <w:bookmarkEnd w:id="469"/>
      <w:r>
        <w:t>AS 1530.4</w:t>
      </w:r>
      <w:r>
        <w:tab/>
        <w:t>2014</w:t>
      </w:r>
      <w:r>
        <w:tab/>
        <w:t>Fire-resistance tests for elements of construction</w:t>
      </w:r>
    </w:p>
    <w:p w14:paraId="69807CBA" w14:textId="77777777" w:rsidR="00F07CA1" w:rsidRDefault="00E030C1">
      <w:pPr>
        <w:pStyle w:val="Standard1"/>
      </w:pPr>
      <w:bookmarkStart w:id="471" w:name="f-13254-10_01562_000-000"/>
      <w:bookmarkEnd w:id="470"/>
      <w:r>
        <w:t>AS 1562</w:t>
      </w:r>
      <w:r>
        <w:tab/>
      </w:r>
      <w:r>
        <w:tab/>
        <w:t>Design and installation of sheet roof and wall cladding</w:t>
      </w:r>
    </w:p>
    <w:p w14:paraId="013DE2A3" w14:textId="77777777" w:rsidR="00F07CA1" w:rsidRDefault="00E030C1">
      <w:pPr>
        <w:pStyle w:val="Standard2"/>
      </w:pPr>
      <w:bookmarkStart w:id="472" w:name="f-13254-10_01562_001-000_2018"/>
      <w:bookmarkEnd w:id="471"/>
      <w:r>
        <w:t>AS 1562.1</w:t>
      </w:r>
      <w:r>
        <w:tab/>
        <w:t>2018</w:t>
      </w:r>
      <w:r>
        <w:tab/>
        <w:t>Metal</w:t>
      </w:r>
    </w:p>
    <w:p w14:paraId="3E2C2C61" w14:textId="77777777" w:rsidR="00F07CA1" w:rsidRDefault="00E030C1">
      <w:pPr>
        <w:pStyle w:val="Standard2"/>
      </w:pPr>
      <w:bookmarkStart w:id="473" w:name="f-13254-10_01562_003-000_2006"/>
      <w:bookmarkEnd w:id="472"/>
      <w:r>
        <w:t>AS 1562.3</w:t>
      </w:r>
      <w:r>
        <w:tab/>
        <w:t>2006</w:t>
      </w:r>
      <w:r>
        <w:tab/>
        <w:t>Plastic</w:t>
      </w:r>
    </w:p>
    <w:p w14:paraId="3FAF62AD" w14:textId="77777777" w:rsidR="00F07CA1" w:rsidRDefault="00E030C1">
      <w:pPr>
        <w:pStyle w:val="Standard1"/>
      </w:pPr>
      <w:bookmarkStart w:id="474" w:name="f-13254-10_01734_000-000_1997"/>
      <w:bookmarkEnd w:id="473"/>
      <w:r>
        <w:t>AS/NZS 1734</w:t>
      </w:r>
      <w:r>
        <w:tab/>
        <w:t>1997</w:t>
      </w:r>
      <w:r>
        <w:tab/>
        <w:t>Aluminium and aluminium alloys - Flat sheet, coiled sheet and plate</w:t>
      </w:r>
    </w:p>
    <w:p w14:paraId="46695932" w14:textId="77777777" w:rsidR="00F07CA1" w:rsidRDefault="00E030C1">
      <w:pPr>
        <w:pStyle w:val="Standard1"/>
      </w:pPr>
      <w:bookmarkStart w:id="475" w:name="f-13254-10_01810_000-000_1995"/>
      <w:bookmarkEnd w:id="474"/>
      <w:r>
        <w:t>AS 1810</w:t>
      </w:r>
      <w:r>
        <w:tab/>
        <w:t>1995</w:t>
      </w:r>
      <w:r>
        <w:tab/>
        <w:t>Timber - Seasoned cypress pine - Milled products</w:t>
      </w:r>
    </w:p>
    <w:p w14:paraId="528F9E8B" w14:textId="77777777" w:rsidR="00F07CA1" w:rsidRDefault="00E030C1">
      <w:pPr>
        <w:pStyle w:val="Standard1"/>
      </w:pPr>
      <w:bookmarkStart w:id="476" w:name="f-13254-10_01859_000-000"/>
      <w:bookmarkEnd w:id="475"/>
      <w:r>
        <w:t>AS/NZS 1859</w:t>
      </w:r>
      <w:r>
        <w:tab/>
      </w:r>
      <w:r>
        <w:tab/>
        <w:t>Reconstituted wood-based panels - Specifications</w:t>
      </w:r>
    </w:p>
    <w:p w14:paraId="6AC209FE" w14:textId="77777777" w:rsidR="00F07CA1" w:rsidRDefault="00E030C1">
      <w:pPr>
        <w:pStyle w:val="Standard2"/>
      </w:pPr>
      <w:bookmarkStart w:id="477" w:name="f-13254-10_01859_004-000_2018"/>
      <w:bookmarkEnd w:id="476"/>
      <w:r>
        <w:t>AS/NZS 1859.4</w:t>
      </w:r>
      <w:r>
        <w:tab/>
        <w:t>2018</w:t>
      </w:r>
      <w:r>
        <w:tab/>
        <w:t>Wet process fibreboard</w:t>
      </w:r>
    </w:p>
    <w:p w14:paraId="31064AC3" w14:textId="77777777" w:rsidR="00F07CA1" w:rsidRDefault="00E030C1">
      <w:pPr>
        <w:pStyle w:val="Standard1"/>
      </w:pPr>
      <w:bookmarkStart w:id="478" w:name="f-13254-10_02269_000-000"/>
      <w:bookmarkEnd w:id="477"/>
      <w:r>
        <w:t>AS/NZS 2269</w:t>
      </w:r>
      <w:r>
        <w:tab/>
      </w:r>
      <w:r>
        <w:tab/>
        <w:t>Plywood - Structural</w:t>
      </w:r>
    </w:p>
    <w:p w14:paraId="596EED7C" w14:textId="77777777" w:rsidR="00F07CA1" w:rsidRDefault="00E030C1">
      <w:pPr>
        <w:pStyle w:val="Standard2"/>
      </w:pPr>
      <w:bookmarkStart w:id="479" w:name="f-13254-10_02269_000-000_2012"/>
      <w:bookmarkEnd w:id="478"/>
      <w:r>
        <w:t>AS/NZS 2269.0</w:t>
      </w:r>
      <w:r>
        <w:tab/>
        <w:t>2012</w:t>
      </w:r>
      <w:r>
        <w:tab/>
        <w:t>Specifications</w:t>
      </w:r>
    </w:p>
    <w:p w14:paraId="0F99954D" w14:textId="77777777" w:rsidR="00F07CA1" w:rsidRDefault="00E030C1">
      <w:pPr>
        <w:pStyle w:val="Standard1"/>
      </w:pPr>
      <w:bookmarkStart w:id="480" w:name="f-13254-10_02271_000-000_2004"/>
      <w:bookmarkEnd w:id="479"/>
      <w:r>
        <w:t>AS/NZS 2271</w:t>
      </w:r>
      <w:r>
        <w:tab/>
        <w:t>2004</w:t>
      </w:r>
      <w:r>
        <w:tab/>
        <w:t>Plywood and blockboard for exterior use</w:t>
      </w:r>
    </w:p>
    <w:p w14:paraId="120169FE" w14:textId="77777777" w:rsidR="00F07CA1" w:rsidRDefault="00E030C1">
      <w:pPr>
        <w:pStyle w:val="Standard1"/>
      </w:pPr>
      <w:bookmarkStart w:id="481" w:name="f-13254-10_02796_000-000"/>
      <w:bookmarkEnd w:id="480"/>
      <w:r>
        <w:t>AS 2796</w:t>
      </w:r>
      <w:r>
        <w:tab/>
      </w:r>
      <w:r>
        <w:tab/>
        <w:t>Timber - Hardwood - Sawn and milled products</w:t>
      </w:r>
    </w:p>
    <w:p w14:paraId="5B4BDF88" w14:textId="77777777" w:rsidR="00F07CA1" w:rsidRDefault="00E030C1">
      <w:pPr>
        <w:pStyle w:val="Standard2"/>
      </w:pPr>
      <w:bookmarkStart w:id="482" w:name="f-13254-10_02796_001-000_1999"/>
      <w:bookmarkEnd w:id="481"/>
      <w:r>
        <w:t>AS 2796.1</w:t>
      </w:r>
      <w:r>
        <w:tab/>
        <w:t>1999</w:t>
      </w:r>
      <w:r>
        <w:tab/>
        <w:t>Product specification</w:t>
      </w:r>
    </w:p>
    <w:p w14:paraId="08CB4F55" w14:textId="77777777" w:rsidR="00F07CA1" w:rsidRDefault="00E030C1">
      <w:pPr>
        <w:pStyle w:val="Standard2"/>
      </w:pPr>
      <w:bookmarkStart w:id="483" w:name="f-13254-10_02796_002-000_2006"/>
      <w:bookmarkEnd w:id="482"/>
      <w:r>
        <w:t>AS 2796.2</w:t>
      </w:r>
      <w:r>
        <w:tab/>
        <w:t>2006</w:t>
      </w:r>
      <w:r>
        <w:tab/>
        <w:t>Grade description</w:t>
      </w:r>
    </w:p>
    <w:p w14:paraId="7AAF2B12" w14:textId="77777777" w:rsidR="00F07CA1" w:rsidRDefault="00E030C1">
      <w:pPr>
        <w:pStyle w:val="Standard1"/>
      </w:pPr>
      <w:bookmarkStart w:id="484" w:name="f-13254-10_02904_000-000_1995"/>
      <w:bookmarkEnd w:id="483"/>
      <w:r>
        <w:t>AS/NZS 2904</w:t>
      </w:r>
      <w:r>
        <w:tab/>
        <w:t>1995</w:t>
      </w:r>
      <w:r>
        <w:tab/>
        <w:t>Damp-proof courses and flashings</w:t>
      </w:r>
    </w:p>
    <w:p w14:paraId="2D143E69" w14:textId="77777777" w:rsidR="00F07CA1" w:rsidRDefault="00E030C1">
      <w:pPr>
        <w:pStyle w:val="Standard1"/>
      </w:pPr>
      <w:bookmarkStart w:id="485" w:name="f-13254-10_02908_000-000"/>
      <w:bookmarkEnd w:id="484"/>
      <w:r>
        <w:t>AS/NZS 2908</w:t>
      </w:r>
      <w:r>
        <w:tab/>
      </w:r>
      <w:r>
        <w:tab/>
        <w:t>Cellulose-cement products</w:t>
      </w:r>
    </w:p>
    <w:p w14:paraId="7CAB1922" w14:textId="77777777" w:rsidR="00F07CA1" w:rsidRDefault="00E030C1">
      <w:pPr>
        <w:pStyle w:val="Standard2"/>
      </w:pPr>
      <w:bookmarkStart w:id="486" w:name="f-13254-10_02908_002-000_2000"/>
      <w:bookmarkEnd w:id="485"/>
      <w:r>
        <w:t>AS/NZS 2908.2</w:t>
      </w:r>
      <w:r>
        <w:tab/>
        <w:t>2000</w:t>
      </w:r>
      <w:r>
        <w:tab/>
        <w:t>Flat sheets</w:t>
      </w:r>
    </w:p>
    <w:p w14:paraId="4AF02922" w14:textId="77777777" w:rsidR="00F07CA1" w:rsidRDefault="00E030C1">
      <w:pPr>
        <w:pStyle w:val="Standard1"/>
      </w:pPr>
      <w:bookmarkStart w:id="487" w:name="f-13254-10_04040_000-000"/>
      <w:bookmarkEnd w:id="486"/>
      <w:r>
        <w:t>AS 4040</w:t>
      </w:r>
      <w:r>
        <w:tab/>
      </w:r>
      <w:r>
        <w:tab/>
        <w:t>Methods of testing sheet roof and wall cladding</w:t>
      </w:r>
    </w:p>
    <w:p w14:paraId="7A66D9E2" w14:textId="77777777" w:rsidR="00F07CA1" w:rsidRDefault="00E030C1">
      <w:pPr>
        <w:pStyle w:val="Standard2"/>
      </w:pPr>
      <w:bookmarkStart w:id="488" w:name="f-13254-10_04040_002-000_1992"/>
      <w:bookmarkEnd w:id="487"/>
      <w:r>
        <w:t>AS 4040.2</w:t>
      </w:r>
      <w:r>
        <w:tab/>
        <w:t>1992</w:t>
      </w:r>
      <w:r>
        <w:tab/>
        <w:t>Resistance to wind pressures for non-cyclone regions</w:t>
      </w:r>
    </w:p>
    <w:p w14:paraId="56C1BFD1" w14:textId="77777777" w:rsidR="00F07CA1" w:rsidRDefault="00E030C1">
      <w:pPr>
        <w:pStyle w:val="Standard2"/>
      </w:pPr>
      <w:bookmarkStart w:id="489" w:name="f-13254-10_04040_003-000_2018"/>
      <w:bookmarkEnd w:id="488"/>
      <w:r>
        <w:t>AS 4040.3</w:t>
      </w:r>
      <w:r>
        <w:tab/>
        <w:t>2018</w:t>
      </w:r>
      <w:r>
        <w:tab/>
        <w:t>Resistance to wind pressures for cyclone regions</w:t>
      </w:r>
    </w:p>
    <w:p w14:paraId="61E8938F" w14:textId="77777777" w:rsidR="00F07CA1" w:rsidRDefault="00E030C1">
      <w:pPr>
        <w:pStyle w:val="Standard2"/>
      </w:pPr>
      <w:bookmarkStart w:id="490" w:name="f-13254-10_04040_005-000_1996"/>
      <w:bookmarkEnd w:id="489"/>
      <w:r>
        <w:t>AS/NZS 4040.5</w:t>
      </w:r>
      <w:r>
        <w:tab/>
        <w:t>1996</w:t>
      </w:r>
      <w:r>
        <w:tab/>
        <w:t>Resistance to impact (sandbag) for wall boards</w:t>
      </w:r>
    </w:p>
    <w:p w14:paraId="3271BE99" w14:textId="77777777" w:rsidR="00F07CA1" w:rsidRDefault="00E030C1">
      <w:pPr>
        <w:pStyle w:val="Standard1"/>
      </w:pPr>
      <w:bookmarkStart w:id="491" w:name="f-13254-10_04256_000-000"/>
      <w:bookmarkEnd w:id="490"/>
      <w:r>
        <w:t>AS 4256</w:t>
      </w:r>
      <w:r>
        <w:tab/>
      </w:r>
      <w:r>
        <w:tab/>
        <w:t>Plastic roof and wall cladding materials</w:t>
      </w:r>
    </w:p>
    <w:p w14:paraId="50A9D1C4" w14:textId="77777777" w:rsidR="00F07CA1" w:rsidRDefault="00E030C1">
      <w:pPr>
        <w:pStyle w:val="Standard2"/>
      </w:pPr>
      <w:bookmarkStart w:id="492" w:name="f-13254-10_04256_003-000_2006"/>
      <w:bookmarkEnd w:id="491"/>
      <w:r>
        <w:t>AS 4256.3</w:t>
      </w:r>
      <w:r>
        <w:tab/>
        <w:t>2006</w:t>
      </w:r>
      <w:r>
        <w:tab/>
        <w:t>Glass fibre reinforced polyester (GRP)</w:t>
      </w:r>
    </w:p>
    <w:p w14:paraId="1DE13268" w14:textId="77777777" w:rsidR="00F07CA1" w:rsidRDefault="00E030C1">
      <w:pPr>
        <w:pStyle w:val="Standard2"/>
      </w:pPr>
      <w:bookmarkStart w:id="493" w:name="f-13254-10_04256_004-000_2006"/>
      <w:bookmarkEnd w:id="492"/>
      <w:r>
        <w:t>AS 4256.4</w:t>
      </w:r>
      <w:r>
        <w:tab/>
        <w:t>2006</w:t>
      </w:r>
      <w:r>
        <w:tab/>
        <w:t>Unplasticized polyvinyl chloride (uPVC) wall cladding boards</w:t>
      </w:r>
    </w:p>
    <w:p w14:paraId="63579054" w14:textId="77777777" w:rsidR="00F07CA1" w:rsidRDefault="00E030C1">
      <w:pPr>
        <w:pStyle w:val="Standard2"/>
      </w:pPr>
      <w:bookmarkStart w:id="494" w:name="f-13254-10_04256_005-000_2006"/>
      <w:bookmarkEnd w:id="493"/>
      <w:r>
        <w:t>AS 4256.5</w:t>
      </w:r>
      <w:r>
        <w:tab/>
        <w:t>2006</w:t>
      </w:r>
      <w:r>
        <w:tab/>
        <w:t>Polycarbonate</w:t>
      </w:r>
    </w:p>
    <w:p w14:paraId="3148CA79" w14:textId="77777777" w:rsidR="00F07CA1" w:rsidRDefault="00E030C1">
      <w:pPr>
        <w:pStyle w:val="Standard1"/>
      </w:pPr>
      <w:bookmarkStart w:id="495" w:name="f-13254-10_04284_000-000_2008"/>
      <w:bookmarkEnd w:id="494"/>
      <w:r>
        <w:t>AS/NZS 4284</w:t>
      </w:r>
      <w:r>
        <w:tab/>
        <w:t>2008</w:t>
      </w:r>
      <w:r>
        <w:tab/>
        <w:t>Testing of building facades</w:t>
      </w:r>
    </w:p>
    <w:p w14:paraId="508C4345" w14:textId="77777777" w:rsidR="00F07CA1" w:rsidRDefault="00E030C1">
      <w:pPr>
        <w:pStyle w:val="Standard1"/>
      </w:pPr>
      <w:bookmarkStart w:id="496" w:name="f-13254-10_04785_000-000"/>
      <w:bookmarkEnd w:id="495"/>
      <w:r>
        <w:t>AS 4785</w:t>
      </w:r>
      <w:r>
        <w:tab/>
      </w:r>
      <w:r>
        <w:tab/>
        <w:t>Timber - Softwood - Sawn and milled products</w:t>
      </w:r>
    </w:p>
    <w:p w14:paraId="2FFD9A90" w14:textId="77777777" w:rsidR="00F07CA1" w:rsidRDefault="00E030C1">
      <w:pPr>
        <w:pStyle w:val="Standard2"/>
      </w:pPr>
      <w:bookmarkStart w:id="497" w:name="f-13254-10_04785_001-000_2002"/>
      <w:bookmarkEnd w:id="496"/>
      <w:r>
        <w:lastRenderedPageBreak/>
        <w:t>AS 4785.1</w:t>
      </w:r>
      <w:r>
        <w:tab/>
        <w:t>2002</w:t>
      </w:r>
      <w:r>
        <w:tab/>
        <w:t>Product specification</w:t>
      </w:r>
    </w:p>
    <w:p w14:paraId="2F1F60C1" w14:textId="77777777" w:rsidR="00F07CA1" w:rsidRDefault="00E030C1">
      <w:pPr>
        <w:pStyle w:val="Standard2"/>
      </w:pPr>
      <w:bookmarkStart w:id="498" w:name="f-13254-10_04785_002-000_2002"/>
      <w:bookmarkEnd w:id="497"/>
      <w:r>
        <w:t>AS 4785.2</w:t>
      </w:r>
      <w:r>
        <w:tab/>
        <w:t>2002</w:t>
      </w:r>
      <w:r>
        <w:tab/>
      </w:r>
      <w:r>
        <w:t>Grade description</w:t>
      </w:r>
    </w:p>
    <w:p w14:paraId="61CF88CE" w14:textId="77777777" w:rsidR="00F07CA1" w:rsidRDefault="00E030C1">
      <w:pPr>
        <w:pStyle w:val="Standard1"/>
      </w:pPr>
      <w:bookmarkStart w:id="499" w:name="f-13254-10_04859_000-000"/>
      <w:bookmarkEnd w:id="498"/>
      <w:r>
        <w:t>AS/NZS 4859</w:t>
      </w:r>
      <w:r>
        <w:tab/>
      </w:r>
      <w:r>
        <w:tab/>
        <w:t>Thermal insulation materials for buildings</w:t>
      </w:r>
    </w:p>
    <w:p w14:paraId="71C0259E" w14:textId="77777777" w:rsidR="00F07CA1" w:rsidRDefault="00E030C1">
      <w:pPr>
        <w:pStyle w:val="Standard2"/>
      </w:pPr>
      <w:bookmarkStart w:id="500" w:name="f-13254-10_04859_001-000_2018"/>
      <w:bookmarkEnd w:id="499"/>
      <w:r>
        <w:t>AS/NZS 4859.1</w:t>
      </w:r>
      <w:r>
        <w:tab/>
        <w:t>2018</w:t>
      </w:r>
      <w:r>
        <w:tab/>
        <w:t>General criteria and technical provisions</w:t>
      </w:r>
    </w:p>
    <w:p w14:paraId="737015FB" w14:textId="77777777" w:rsidR="00F07CA1" w:rsidRDefault="00E030C1">
      <w:pPr>
        <w:pStyle w:val="Standard2"/>
      </w:pPr>
      <w:bookmarkStart w:id="501" w:name="f-13254-10_04859_002-000_2018"/>
      <w:bookmarkEnd w:id="500"/>
      <w:r>
        <w:t>AS/NZS 4859.2</w:t>
      </w:r>
      <w:r>
        <w:tab/>
        <w:t>2018</w:t>
      </w:r>
      <w:r>
        <w:tab/>
        <w:t>Design</w:t>
      </w:r>
    </w:p>
    <w:p w14:paraId="2E083A7E" w14:textId="77777777" w:rsidR="00F07CA1" w:rsidRDefault="00E030C1">
      <w:pPr>
        <w:pStyle w:val="Standard1"/>
      </w:pPr>
      <w:bookmarkStart w:id="502" w:name="f-13254-10_05146_000-000"/>
      <w:bookmarkEnd w:id="501"/>
      <w:r>
        <w:t>AS 5146</w:t>
      </w:r>
      <w:r>
        <w:tab/>
      </w:r>
      <w:r>
        <w:tab/>
        <w:t>Reinforced autoclaved aerated concrete</w:t>
      </w:r>
    </w:p>
    <w:p w14:paraId="0CB8B471" w14:textId="77777777" w:rsidR="00F07CA1" w:rsidRDefault="00E030C1">
      <w:pPr>
        <w:pStyle w:val="Standard2"/>
      </w:pPr>
      <w:bookmarkStart w:id="503" w:name="f-13254-10_05146_001-000_2015"/>
      <w:bookmarkEnd w:id="502"/>
      <w:r>
        <w:t>AS 5146.1</w:t>
      </w:r>
      <w:r>
        <w:tab/>
        <w:t>2015</w:t>
      </w:r>
      <w:r>
        <w:tab/>
        <w:t>Structures</w:t>
      </w:r>
    </w:p>
    <w:p w14:paraId="24EEFD2A" w14:textId="77777777" w:rsidR="00F07CA1" w:rsidRDefault="00E030C1">
      <w:pPr>
        <w:pStyle w:val="Standard2"/>
      </w:pPr>
      <w:bookmarkStart w:id="504" w:name="f-13254-10_05146_003-000_2018"/>
      <w:bookmarkEnd w:id="503"/>
      <w:r>
        <w:t>AS 5146.3</w:t>
      </w:r>
      <w:r>
        <w:tab/>
        <w:t>2018</w:t>
      </w:r>
      <w:r>
        <w:tab/>
      </w:r>
      <w:r>
        <w:t>Construction</w:t>
      </w:r>
    </w:p>
    <w:p w14:paraId="7F72EAE1" w14:textId="77777777" w:rsidR="00F07CA1" w:rsidRDefault="00E030C1">
      <w:pPr>
        <w:pStyle w:val="Standard1"/>
      </w:pPr>
      <w:bookmarkStart w:id="505" w:name="f-13254-10_05637_000-000"/>
      <w:bookmarkEnd w:id="504"/>
      <w:r>
        <w:t>AS 5637</w:t>
      </w:r>
      <w:r>
        <w:tab/>
      </w:r>
      <w:r>
        <w:tab/>
        <w:t>Determination of fire hazard properties</w:t>
      </w:r>
    </w:p>
    <w:p w14:paraId="76A9A389" w14:textId="77777777" w:rsidR="00F07CA1" w:rsidRDefault="00E030C1">
      <w:pPr>
        <w:pStyle w:val="Standard2"/>
      </w:pPr>
      <w:bookmarkStart w:id="506" w:name="f-13254-10_05637_001-000_2015"/>
      <w:bookmarkEnd w:id="505"/>
      <w:r>
        <w:t>AS 5637.1</w:t>
      </w:r>
      <w:r>
        <w:tab/>
        <w:t>2015</w:t>
      </w:r>
      <w:r>
        <w:tab/>
        <w:t>Wall and ceiling linings</w:t>
      </w:r>
    </w:p>
    <w:p w14:paraId="64F3AAE4" w14:textId="77777777" w:rsidR="00F07CA1" w:rsidRDefault="00E030C1">
      <w:pPr>
        <w:pStyle w:val="Standard1"/>
      </w:pPr>
      <w:bookmarkStart w:id="507" w:name="f-13254-15_05344_000-000_2019"/>
      <w:bookmarkEnd w:id="506"/>
      <w:r>
        <w:t>SA TS 5344</w:t>
      </w:r>
      <w:r>
        <w:tab/>
        <w:t>2019</w:t>
      </w:r>
      <w:r>
        <w:tab/>
        <w:t>Permanent labelling for Aluminium Composite Panel (ACP) products</w:t>
      </w:r>
    </w:p>
    <w:bookmarkEnd w:id="507"/>
    <w:p w14:paraId="72EFCADC" w14:textId="77777777" w:rsidR="00F07CA1" w:rsidRDefault="00E030C1">
      <w:pPr>
        <w:pStyle w:val="Instructions"/>
      </w:pPr>
      <w:r>
        <w:rPr>
          <w:b/>
        </w:rPr>
        <w:t xml:space="preserve">The following documents are mentioned only in the </w:t>
      </w:r>
      <w:r>
        <w:rPr>
          <w:b/>
          <w:i/>
        </w:rPr>
        <w:t>Guidance</w:t>
      </w:r>
      <w:r>
        <w:rPr>
          <w:b/>
        </w:rPr>
        <w:t xml:space="preserve"> text:</w:t>
      </w:r>
    </w:p>
    <w:p w14:paraId="7446588C" w14:textId="77777777" w:rsidR="00F07CA1" w:rsidRDefault="00E030C1">
      <w:pPr>
        <w:pStyle w:val="Standard1"/>
      </w:pPr>
      <w:bookmarkStart w:id="508" w:name="f-13254-10_01397_000-000_2021"/>
      <w:r>
        <w:t>AS 1397</w:t>
      </w:r>
      <w:r>
        <w:tab/>
        <w:t>2021</w:t>
      </w:r>
      <w:r>
        <w:tab/>
        <w:t>Continuous hot-dip metallic coated steel sheet and strip - Coatings of zinc and zinc alloyed with aluminium and magnesium</w:t>
      </w:r>
    </w:p>
    <w:p w14:paraId="49BFF22A" w14:textId="77777777" w:rsidR="00F07CA1" w:rsidRDefault="00E030C1">
      <w:pPr>
        <w:pStyle w:val="Standard1"/>
      </w:pPr>
      <w:bookmarkStart w:id="509" w:name="f-13254-10_01566_000-000_1997"/>
      <w:bookmarkEnd w:id="508"/>
      <w:r>
        <w:t>AS 1566</w:t>
      </w:r>
      <w:r>
        <w:tab/>
        <w:t>1997</w:t>
      </w:r>
      <w:r>
        <w:tab/>
        <w:t>Copper and copper alloys - Rolled flat products</w:t>
      </w:r>
    </w:p>
    <w:p w14:paraId="63BA001C" w14:textId="77777777" w:rsidR="00F07CA1" w:rsidRDefault="00E030C1">
      <w:pPr>
        <w:pStyle w:val="Standard1"/>
      </w:pPr>
      <w:bookmarkStart w:id="510" w:name="f-13254-10_02272_000-000_2006"/>
      <w:bookmarkEnd w:id="509"/>
      <w:r>
        <w:t>AS/NZS 2272</w:t>
      </w:r>
      <w:r>
        <w:tab/>
        <w:t>2006</w:t>
      </w:r>
      <w:r>
        <w:tab/>
        <w:t>Plywood - Marine</w:t>
      </w:r>
    </w:p>
    <w:p w14:paraId="71A31D9E" w14:textId="77777777" w:rsidR="00F07CA1" w:rsidRDefault="00E030C1">
      <w:pPr>
        <w:pStyle w:val="Standard1"/>
      </w:pPr>
      <w:bookmarkStart w:id="511" w:name="f-13254-10_02312_000-000"/>
      <w:bookmarkEnd w:id="510"/>
      <w:r>
        <w:t>AS/NZS 2312</w:t>
      </w:r>
      <w:r>
        <w:tab/>
      </w:r>
      <w:r>
        <w:tab/>
        <w:t>Guide to the protection of structural steel against atmospheric corrosion by the use of protective coatings</w:t>
      </w:r>
    </w:p>
    <w:p w14:paraId="19B4225F" w14:textId="77777777" w:rsidR="00F07CA1" w:rsidRDefault="00E030C1">
      <w:pPr>
        <w:pStyle w:val="Standard2"/>
      </w:pPr>
      <w:bookmarkStart w:id="512" w:name="f-13254-10_02312_001-000_2014"/>
      <w:bookmarkEnd w:id="511"/>
      <w:r>
        <w:t>AS 2312.1</w:t>
      </w:r>
      <w:r>
        <w:tab/>
        <w:t>2014</w:t>
      </w:r>
      <w:r>
        <w:tab/>
        <w:t>Paint coatings</w:t>
      </w:r>
    </w:p>
    <w:p w14:paraId="2E97669D" w14:textId="77777777" w:rsidR="00F07CA1" w:rsidRDefault="00E030C1">
      <w:pPr>
        <w:pStyle w:val="Standard1"/>
      </w:pPr>
      <w:bookmarkStart w:id="513" w:name="f-13254-10_02728_000-000_2013"/>
      <w:bookmarkEnd w:id="512"/>
      <w:r>
        <w:t>AS/NZS 2728</w:t>
      </w:r>
      <w:r>
        <w:tab/>
        <w:t>2013</w:t>
      </w:r>
      <w:r>
        <w:tab/>
        <w:t>Prefinished/prepainted sheet metal products for interior/exterior building applications - Performance requirements</w:t>
      </w:r>
    </w:p>
    <w:p w14:paraId="01484F2F" w14:textId="77777777" w:rsidR="00F07CA1" w:rsidRDefault="00E030C1">
      <w:pPr>
        <w:pStyle w:val="Standard1"/>
      </w:pPr>
      <w:bookmarkStart w:id="514" w:name="f-13254-10_02754_000-000"/>
      <w:bookmarkEnd w:id="513"/>
      <w:r>
        <w:t>AS/NZS 2754</w:t>
      </w:r>
      <w:r>
        <w:tab/>
      </w:r>
      <w:r>
        <w:tab/>
        <w:t>Adhesives for timber and timber products</w:t>
      </w:r>
    </w:p>
    <w:p w14:paraId="4E126FC0" w14:textId="77777777" w:rsidR="00F07CA1" w:rsidRDefault="00E030C1">
      <w:pPr>
        <w:pStyle w:val="Standard2"/>
      </w:pPr>
      <w:bookmarkStart w:id="515" w:name="f-13254-10_02754_001-000_2016"/>
      <w:bookmarkEnd w:id="514"/>
      <w:r>
        <w:t>AS/NZS 2754.1</w:t>
      </w:r>
      <w:r>
        <w:tab/>
        <w:t>2016</w:t>
      </w:r>
      <w:r>
        <w:tab/>
        <w:t>Adhesives for manufacture of plywood and laminated veneer lumber (LVL)</w:t>
      </w:r>
    </w:p>
    <w:p w14:paraId="34560300" w14:textId="77777777" w:rsidR="00F07CA1" w:rsidRDefault="00E030C1">
      <w:pPr>
        <w:pStyle w:val="Standard1"/>
      </w:pPr>
      <w:bookmarkStart w:id="516" w:name="f-13254-10_03959_000-000_2018"/>
      <w:bookmarkEnd w:id="515"/>
      <w:r>
        <w:t>AS 3959</w:t>
      </w:r>
      <w:r>
        <w:tab/>
        <w:t>2018</w:t>
      </w:r>
      <w:r>
        <w:tab/>
        <w:t>Construction of buildings in bushfire-prone areas</w:t>
      </w:r>
    </w:p>
    <w:p w14:paraId="62BDEBAB" w14:textId="77777777" w:rsidR="00F07CA1" w:rsidRDefault="00E030C1">
      <w:pPr>
        <w:pStyle w:val="Standard1"/>
      </w:pPr>
      <w:bookmarkStart w:id="517" w:name="f-13254-10_04312_000-000_2019"/>
      <w:bookmarkEnd w:id="516"/>
      <w:r>
        <w:t>AS 4312</w:t>
      </w:r>
      <w:r>
        <w:tab/>
        <w:t>2019</w:t>
      </w:r>
      <w:r>
        <w:tab/>
        <w:t>Atmospheric corrosivity zones in Australia</w:t>
      </w:r>
    </w:p>
    <w:p w14:paraId="2B06E2B4" w14:textId="77777777" w:rsidR="00F07CA1" w:rsidRDefault="00E030C1">
      <w:pPr>
        <w:pStyle w:val="Standard1"/>
      </w:pPr>
      <w:bookmarkStart w:id="518" w:name="f-13254-10_05113_000-000_2016"/>
      <w:bookmarkEnd w:id="517"/>
      <w:r>
        <w:t>AS 5113</w:t>
      </w:r>
      <w:r>
        <w:tab/>
        <w:t>2016</w:t>
      </w:r>
      <w:r>
        <w:tab/>
        <w:t>Classification of external walls of buildings based on reaction-to-fire performance</w:t>
      </w:r>
    </w:p>
    <w:p w14:paraId="4233D63A" w14:textId="77777777" w:rsidR="00F07CA1" w:rsidRDefault="00E030C1">
      <w:pPr>
        <w:pStyle w:val="Standard1"/>
      </w:pPr>
      <w:bookmarkStart w:id="519" w:name="f-13254-15_00039_000-000_2015"/>
      <w:bookmarkEnd w:id="518"/>
      <w:r>
        <w:t>SA HB 39</w:t>
      </w:r>
      <w:r>
        <w:tab/>
        <w:t>2015</w:t>
      </w:r>
      <w:r>
        <w:tab/>
        <w:t>Installation code for metal roof and wall cladding</w:t>
      </w:r>
    </w:p>
    <w:p w14:paraId="59AE49CF" w14:textId="77777777" w:rsidR="00F07CA1" w:rsidRDefault="00E030C1">
      <w:pPr>
        <w:pStyle w:val="Standard1"/>
      </w:pPr>
      <w:bookmarkStart w:id="520" w:name="f-13254-20_NCC_C1P2_00000_2022"/>
      <w:bookmarkEnd w:id="519"/>
      <w:r>
        <w:t>BCA C1P2</w:t>
      </w:r>
      <w:r>
        <w:tab/>
        <w:t>2022</w:t>
      </w:r>
      <w:r>
        <w:tab/>
        <w:t>Fire resistance - Fire resistance - Spread of fire</w:t>
      </w:r>
    </w:p>
    <w:p w14:paraId="0E5262C5" w14:textId="77777777" w:rsidR="00F07CA1" w:rsidRDefault="00E030C1">
      <w:pPr>
        <w:pStyle w:val="Standard1"/>
      </w:pPr>
      <w:bookmarkStart w:id="521" w:name="f-13254-20_NCC_C1V3_00000_2022"/>
      <w:bookmarkEnd w:id="520"/>
      <w:r>
        <w:t>BCA C1V3</w:t>
      </w:r>
      <w:r>
        <w:tab/>
        <w:t>2022</w:t>
      </w:r>
      <w:r>
        <w:tab/>
        <w:t>Fire resistance - Fire resistance - Fire spread via external walls</w:t>
      </w:r>
    </w:p>
    <w:p w14:paraId="09A3C782" w14:textId="77777777" w:rsidR="00F07CA1" w:rsidRDefault="00E030C1">
      <w:pPr>
        <w:pStyle w:val="Standard1"/>
      </w:pPr>
      <w:bookmarkStart w:id="522" w:name="f-13254-20_NCC_C2D10_00000_2022"/>
      <w:bookmarkEnd w:id="521"/>
      <w:r>
        <w:t>BCA C2D10</w:t>
      </w:r>
      <w:r>
        <w:tab/>
        <w:t>2022</w:t>
      </w:r>
      <w:r>
        <w:tab/>
        <w:t>Fire resistance - Fire resistance and stability - Non-combustible building elements</w:t>
      </w:r>
    </w:p>
    <w:p w14:paraId="6B297295" w14:textId="77777777" w:rsidR="00F07CA1" w:rsidRDefault="00E030C1">
      <w:pPr>
        <w:pStyle w:val="Standard1"/>
      </w:pPr>
      <w:bookmarkStart w:id="523" w:name="f-13254-20_NCC_C2D15_00000_2022"/>
      <w:bookmarkEnd w:id="522"/>
      <w:r>
        <w:t>BCA C2D15</w:t>
      </w:r>
      <w:r>
        <w:tab/>
        <w:t>2022</w:t>
      </w:r>
      <w:r>
        <w:tab/>
        <w:t>Fire resistance - Fire resistance and stability - Fixing of bonded laminated cladding panels</w:t>
      </w:r>
    </w:p>
    <w:p w14:paraId="301DAC5A" w14:textId="77777777" w:rsidR="00F07CA1" w:rsidRDefault="00E030C1">
      <w:pPr>
        <w:pStyle w:val="Standard1"/>
      </w:pPr>
      <w:bookmarkStart w:id="524" w:name="f-13254-20_NCC_F3D5_00000_2022"/>
      <w:bookmarkEnd w:id="523"/>
      <w:r>
        <w:t>BCA F3D5</w:t>
      </w:r>
      <w:r>
        <w:tab/>
        <w:t>2022</w:t>
      </w:r>
      <w:r>
        <w:tab/>
        <w:t>Health and amenity - Roof and wall cladding - Wall cladding</w:t>
      </w:r>
    </w:p>
    <w:p w14:paraId="7D69B3A9" w14:textId="77777777" w:rsidR="00F07CA1" w:rsidRDefault="00E030C1">
      <w:pPr>
        <w:pStyle w:val="Standard1"/>
      </w:pPr>
      <w:bookmarkStart w:id="525" w:name="f-13254-20_NCC_F3P1_00000_2022"/>
      <w:bookmarkEnd w:id="524"/>
      <w:r>
        <w:t>BCA F3P1</w:t>
      </w:r>
      <w:r>
        <w:tab/>
        <w:t>2022</w:t>
      </w:r>
      <w:r>
        <w:tab/>
        <w:t>Health and amenity - Roof and wall cladding - Weatherproofing</w:t>
      </w:r>
    </w:p>
    <w:p w14:paraId="5B1E58B9" w14:textId="77777777" w:rsidR="00F07CA1" w:rsidRDefault="00E030C1">
      <w:pPr>
        <w:pStyle w:val="Standard1"/>
      </w:pPr>
      <w:bookmarkStart w:id="526" w:name="f-13254-20_NCC_H1D07_00000_2022"/>
      <w:bookmarkEnd w:id="525"/>
      <w:r>
        <w:t>BCA H1D7</w:t>
      </w:r>
      <w:r>
        <w:tab/>
        <w:t>2022</w:t>
      </w:r>
      <w:r>
        <w:tab/>
      </w:r>
      <w:r>
        <w:t>Class 1 and 10 buildings - Structure - Roof and wall cladding</w:t>
      </w:r>
    </w:p>
    <w:p w14:paraId="363E94A3" w14:textId="77777777" w:rsidR="00F07CA1" w:rsidRDefault="00E030C1">
      <w:pPr>
        <w:pStyle w:val="Standard1"/>
      </w:pPr>
      <w:bookmarkStart w:id="527" w:name="f-13254-20_NCC_J3D8_00000_2022"/>
      <w:bookmarkEnd w:id="526"/>
      <w:r>
        <w:t>BCA J3D8</w:t>
      </w:r>
      <w:r>
        <w:tab/>
        <w:t>2022</w:t>
      </w:r>
      <w:r>
        <w:tab/>
        <w:t>Energy efficiency - Elemental provisions for a sole-occupancy unit of a Class 2 building or a Class 4 part of a building - External walls of a sole-occupancy unit of a Class 2 building or a Class 4 part of a building</w:t>
      </w:r>
    </w:p>
    <w:p w14:paraId="19D90C7B" w14:textId="77777777" w:rsidR="00F07CA1" w:rsidRDefault="00E030C1">
      <w:pPr>
        <w:pStyle w:val="Standard1"/>
      </w:pPr>
      <w:bookmarkStart w:id="528" w:name="f-13254-20_NCC_Section_C_00000_2022"/>
      <w:bookmarkEnd w:id="527"/>
      <w:r>
        <w:t>BCA Section C</w:t>
      </w:r>
      <w:r>
        <w:tab/>
        <w:t>2022</w:t>
      </w:r>
      <w:r>
        <w:tab/>
        <w:t>Fire resistance</w:t>
      </w:r>
    </w:p>
    <w:p w14:paraId="36C0874D" w14:textId="77777777" w:rsidR="00F07CA1" w:rsidRDefault="00E030C1">
      <w:pPr>
        <w:pStyle w:val="Standard1"/>
      </w:pPr>
      <w:bookmarkStart w:id="529" w:name="f-13254-20_NCC_Spec_07_00000_2022"/>
      <w:bookmarkEnd w:id="528"/>
      <w:r>
        <w:t>BCA Spec 7</w:t>
      </w:r>
      <w:r>
        <w:tab/>
        <w:t>2022</w:t>
      </w:r>
      <w:r>
        <w:tab/>
        <w:t>Fire resistance - Fire hazard properties</w:t>
      </w:r>
    </w:p>
    <w:p w14:paraId="13136CCB" w14:textId="77777777" w:rsidR="00F07CA1" w:rsidRDefault="00E030C1">
      <w:pPr>
        <w:pStyle w:val="Standard1"/>
      </w:pPr>
      <w:bookmarkStart w:id="530" w:name="f-13254-20_NCC_Table_S7C7_00000_2022"/>
      <w:bookmarkEnd w:id="529"/>
      <w:r>
        <w:t>BCA Table S7C7</w:t>
      </w:r>
      <w:r>
        <w:tab/>
        <w:t>2022</w:t>
      </w:r>
      <w:r>
        <w:tab/>
        <w:t>Fire resistance - Fire hazard properties - Other materials - Other materials</w:t>
      </w:r>
    </w:p>
    <w:p w14:paraId="6B4156B9" w14:textId="77777777" w:rsidR="00F07CA1" w:rsidRDefault="00E030C1">
      <w:pPr>
        <w:pStyle w:val="Standard1"/>
      </w:pPr>
      <w:bookmarkStart w:id="531" w:name="f-13254-21_NCC_Schedule_1_00000_2022"/>
      <w:bookmarkEnd w:id="530"/>
      <w:r>
        <w:t>NCC Schedule 1</w:t>
      </w:r>
      <w:r>
        <w:tab/>
        <w:t>2022</w:t>
      </w:r>
      <w:r>
        <w:tab/>
        <w:t>Schedule 1 Definitions</w:t>
      </w:r>
    </w:p>
    <w:p w14:paraId="44A8F323" w14:textId="77777777" w:rsidR="00F07CA1" w:rsidRDefault="00E030C1">
      <w:pPr>
        <w:pStyle w:val="Standard1"/>
      </w:pPr>
      <w:bookmarkStart w:id="532" w:name="f-13254-25_ABCB_Fire_performance_00000_2"/>
      <w:bookmarkEnd w:id="531"/>
      <w:r>
        <w:t>ABCB Fire performance</w:t>
      </w:r>
      <w:r>
        <w:tab/>
        <w:t>2020</w:t>
      </w:r>
      <w:r>
        <w:tab/>
        <w:t>Fire performance of external walls and cladding advisory note</w:t>
      </w:r>
    </w:p>
    <w:p w14:paraId="20847057" w14:textId="77777777" w:rsidR="00F07CA1" w:rsidRDefault="00E030C1">
      <w:pPr>
        <w:pStyle w:val="Standard1"/>
      </w:pPr>
      <w:bookmarkStart w:id="533" w:name="f-13254-25_BLUESCOPE_TB_01A_00000_2022"/>
      <w:bookmarkEnd w:id="532"/>
      <w:r>
        <w:t>BlueScope TB-01A</w:t>
      </w:r>
      <w:r>
        <w:tab/>
        <w:t>2023</w:t>
      </w:r>
      <w:r>
        <w:tab/>
        <w:t>Steel roofing products - Selection guide</w:t>
      </w:r>
    </w:p>
    <w:p w14:paraId="13D67F4B" w14:textId="77777777" w:rsidR="00F07CA1" w:rsidRDefault="00E030C1">
      <w:pPr>
        <w:pStyle w:val="Standard1"/>
      </w:pPr>
      <w:bookmarkStart w:id="534" w:name="f-13254-25_BLUESCOPE_TB_01B_00000_2022"/>
      <w:bookmarkEnd w:id="533"/>
      <w:r>
        <w:t>BlueScope TB-01B</w:t>
      </w:r>
      <w:r>
        <w:tab/>
        <w:t>2022</w:t>
      </w:r>
      <w:r>
        <w:tab/>
        <w:t>Steel walling products - Selection guide</w:t>
      </w:r>
    </w:p>
    <w:p w14:paraId="26DE10E0" w14:textId="77777777" w:rsidR="00F07CA1" w:rsidRDefault="00E030C1">
      <w:pPr>
        <w:pStyle w:val="Standard1"/>
      </w:pPr>
      <w:bookmarkStart w:id="535" w:name="f-13254-25_BLUESCOPE_TB_02_00000_2022"/>
      <w:bookmarkEnd w:id="534"/>
      <w:r>
        <w:t>BlueScope TB-02</w:t>
      </w:r>
      <w:r>
        <w:tab/>
        <w:t>2022</w:t>
      </w:r>
      <w:r>
        <w:tab/>
        <w:t>Overpainting and restoration of exterior BlueScope coated steel products</w:t>
      </w:r>
    </w:p>
    <w:p w14:paraId="303A36CB" w14:textId="77777777" w:rsidR="00F07CA1" w:rsidRDefault="00E030C1">
      <w:pPr>
        <w:pStyle w:val="Standard1"/>
      </w:pPr>
      <w:bookmarkStart w:id="536" w:name="f-13254-25_GBCA_Buildings_00000_2021"/>
      <w:bookmarkEnd w:id="535"/>
      <w:r>
        <w:t>GBCA Buildings</w:t>
      </w:r>
      <w:r>
        <w:tab/>
        <w:t>2021</w:t>
      </w:r>
      <w:r>
        <w:tab/>
        <w:t>Green Star Buildings</w:t>
      </w:r>
    </w:p>
    <w:p w14:paraId="4454E648" w14:textId="77777777" w:rsidR="00F07CA1" w:rsidRDefault="00E030C1">
      <w:pPr>
        <w:pStyle w:val="Standard1"/>
      </w:pPr>
      <w:bookmarkStart w:id="537" w:name="f-13254-25_NATSPEC_DES_003_00000"/>
      <w:bookmarkEnd w:id="536"/>
      <w:r>
        <w:t>NATSPEC DES 003</w:t>
      </w:r>
      <w:r>
        <w:tab/>
      </w:r>
      <w:r>
        <w:tab/>
        <w:t>Fire hazard properties of insulation and pliable membranes</w:t>
      </w:r>
    </w:p>
    <w:p w14:paraId="08133E83" w14:textId="77777777" w:rsidR="00F07CA1" w:rsidRDefault="00E030C1">
      <w:pPr>
        <w:pStyle w:val="Standard1"/>
      </w:pPr>
      <w:bookmarkStart w:id="538" w:name="f-13254-25_NATSPEC_DES_010_00000"/>
      <w:bookmarkEnd w:id="537"/>
      <w:r>
        <w:t>NATSPEC DES 010</w:t>
      </w:r>
      <w:r>
        <w:tab/>
      </w:r>
      <w:r>
        <w:tab/>
        <w:t>Atmospheric corrosivity categories for ferrous products</w:t>
      </w:r>
    </w:p>
    <w:p w14:paraId="6551DFB6" w14:textId="77777777" w:rsidR="00F07CA1" w:rsidRDefault="00E030C1">
      <w:pPr>
        <w:pStyle w:val="Standard1"/>
      </w:pPr>
      <w:bookmarkStart w:id="539" w:name="f-13254-25_NATSPEC_DES_018_00000"/>
      <w:bookmarkEnd w:id="538"/>
      <w:r>
        <w:t>NATSPEC DES 018</w:t>
      </w:r>
      <w:r>
        <w:tab/>
      </w:r>
      <w:r>
        <w:tab/>
        <w:t>Bushfire protection</w:t>
      </w:r>
    </w:p>
    <w:p w14:paraId="110024D5" w14:textId="77777777" w:rsidR="00F07CA1" w:rsidRDefault="00E030C1">
      <w:pPr>
        <w:pStyle w:val="Standard1"/>
      </w:pPr>
      <w:bookmarkStart w:id="540" w:name="f-13254-25_NATSPEC_DES_020_00000"/>
      <w:bookmarkEnd w:id="539"/>
      <w:r>
        <w:t>NATSPEC DES 020</w:t>
      </w:r>
      <w:r>
        <w:tab/>
      </w:r>
      <w:r>
        <w:tab/>
        <w:t>Fire behaviour of building materials and assemblies</w:t>
      </w:r>
    </w:p>
    <w:p w14:paraId="4D91BF71" w14:textId="77777777" w:rsidR="00F07CA1" w:rsidRDefault="00E030C1">
      <w:pPr>
        <w:pStyle w:val="Standard1"/>
      </w:pPr>
      <w:bookmarkStart w:id="541" w:name="f-13254-25_NATSPEC_DES_031_00000"/>
      <w:bookmarkEnd w:id="540"/>
      <w:r>
        <w:t>NATSPEC DES 031</w:t>
      </w:r>
      <w:r>
        <w:tab/>
      </w:r>
      <w:r>
        <w:tab/>
        <w:t>Specifying R-Values</w:t>
      </w:r>
    </w:p>
    <w:p w14:paraId="6B6A3780" w14:textId="77777777" w:rsidR="00F07CA1" w:rsidRDefault="00E030C1">
      <w:pPr>
        <w:pStyle w:val="Standard1"/>
      </w:pPr>
      <w:bookmarkStart w:id="542" w:name="f-13254-25_NATSPEC_DES_044_00000"/>
      <w:bookmarkEnd w:id="541"/>
      <w:r>
        <w:t>NATSPEC DES 044</w:t>
      </w:r>
      <w:r>
        <w:tab/>
      </w:r>
      <w:r>
        <w:tab/>
        <w:t>Weatherproofing of external walls</w:t>
      </w:r>
    </w:p>
    <w:p w14:paraId="64E02774" w14:textId="77777777" w:rsidR="00F07CA1" w:rsidRDefault="00E030C1">
      <w:pPr>
        <w:pStyle w:val="Standard1"/>
      </w:pPr>
      <w:bookmarkStart w:id="543" w:name="f-13254-25_NATSPEC_GEN_006_00000"/>
      <w:bookmarkEnd w:id="542"/>
      <w:r>
        <w:t>NATSPEC GEN 006</w:t>
      </w:r>
      <w:r>
        <w:tab/>
      </w:r>
      <w:r>
        <w:tab/>
        <w:t>Product specifying and substitution</w:t>
      </w:r>
    </w:p>
    <w:p w14:paraId="06567405" w14:textId="77777777" w:rsidR="00F07CA1" w:rsidRDefault="00E030C1">
      <w:pPr>
        <w:pStyle w:val="Standard1"/>
      </w:pPr>
      <w:bookmarkStart w:id="544" w:name="f-13254-25_NATSPEC_GEN_024_00000"/>
      <w:bookmarkEnd w:id="543"/>
      <w:r>
        <w:t>NATSPEC GEN 024</w:t>
      </w:r>
      <w:r>
        <w:tab/>
      </w:r>
      <w:r>
        <w:tab/>
        <w:t>Using NATSPEC selections schedules</w:t>
      </w:r>
    </w:p>
    <w:p w14:paraId="3DADA65A" w14:textId="77777777" w:rsidR="00F07CA1" w:rsidRDefault="00E030C1">
      <w:pPr>
        <w:pStyle w:val="Standard1"/>
      </w:pPr>
      <w:bookmarkStart w:id="545" w:name="f-13254-25_NATSPEC_TR_01_00000"/>
      <w:bookmarkEnd w:id="544"/>
      <w:r>
        <w:t>NATSPEC TR 01</w:t>
      </w:r>
      <w:r>
        <w:tab/>
      </w:r>
      <w:r>
        <w:tab/>
        <w:t>Specifying ESD</w:t>
      </w:r>
    </w:p>
    <w:bookmarkEnd w:id="545"/>
    <w:bookmarkEnd w:id="464"/>
    <w:bookmarkEnd w:id="465"/>
    <w:sectPr w:rsidR="00F07CA1" w:rsidSect="00E57BAC">
      <w:headerReference w:type="even" r:id="rId17"/>
      <w:headerReference w:type="default" r:id="rId18"/>
      <w:footerReference w:type="even" r:id="rId19"/>
      <w:footerReference w:type="default" r:id="rId20"/>
      <w:headerReference w:type="first" r:id="rId21"/>
      <w:footerReference w:type="first" r:id="rId22"/>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247C5F48"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E030C1">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407F30F8" w:rsidR="006567D2" w:rsidRPr="00BB3C2D" w:rsidRDefault="00E030C1">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0431p STRAMIT in cladding - combined</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030C1"/>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07CA1"/>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arranties.bluescopesteel.com.au/sit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https://www.stramit.com.au/products/roofing-and-wall-cladding/" TargetMode="External"/><Relationship Id="rId23" Type="http://schemas.openxmlformats.org/officeDocument/2006/relationships/fontTable" Target="fontTable.xml"/><Relationship Id="rId10" Type="http://schemas.openxmlformats.org/officeDocument/2006/relationships/hyperlink" Target="https://www.natspec.com.au/"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tramit.com.au/resources/technical-services/"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A228E1-3128-4473-B0C7-59F2C3AF5718}">
  <ds:schemaRefs>
    <ds:schemaRef ds:uri="http://schemas.microsoft.com/office/infopath/2007/PartnerControls"/>
    <ds:schemaRef ds:uri="http://www.w3.org/XML/1998/namespace"/>
    <ds:schemaRef ds:uri="95bdc167-17a4-4b39-b3af-152d84e57ac6"/>
    <ds:schemaRef ds:uri="http://purl.org/dc/elements/1.1/"/>
    <ds:schemaRef ds:uri="http://schemas.microsoft.com/office/2006/metadata/properties"/>
    <ds:schemaRef ds:uri="http://schemas.microsoft.com/office/2006/documentManagement/types"/>
    <ds:schemaRef ds:uri="2ba7ade6-fe74-4353-a8ba-51b68bf5353e"/>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E1C07F15-F29C-4F0F-953F-D6571C6E023A}">
  <ds:schemaRefs>
    <ds:schemaRef ds:uri="http://schemas.microsoft.com/sharepoint/v3/contenttype/forms"/>
  </ds:schemaRefs>
</ds:datastoreItem>
</file>

<file path=customXml/itemProps3.xml><?xml version="1.0" encoding="utf-8"?>
<ds:datastoreItem xmlns:ds="http://schemas.openxmlformats.org/officeDocument/2006/customXml" ds:itemID="{81CE689C-6617-4F00-8458-10573807F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49</TotalTime>
  <Pages>29</Pages>
  <Words>11338</Words>
  <Characters>64633</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75820</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0431p STRAMIT in cladding - combined.docx</dc:title>
  <dc:subject>Apr 24</dc:subject>
  <dc:description>Document generated by PageSeeder.</dc:description>
  <cp:lastModifiedBy>Jocelyn Holley</cp:lastModifiedBy>
  <cp:revision>2</cp:revision>
  <dcterms:created xsi:type="dcterms:W3CDTF">2024-03-25T02:18:00Z</dcterms:created>
  <dcterms:modified xsi:type="dcterms:W3CDTF">2024-03-25T02:21:00Z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