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A496" w14:textId="77777777" w:rsidR="004B5331" w:rsidRDefault="004D0230">
      <w:pPr>
        <w:pStyle w:val="Heading1"/>
      </w:pPr>
      <w:bookmarkStart w:id="0" w:name="f-13218"/>
      <w:bookmarkStart w:id="1" w:name="h-13218-1"/>
      <w:bookmarkStart w:id="2" w:name="f-13218-1"/>
      <w:bookmarkEnd w:id="0"/>
      <w:r>
        <w:t>0428p KINGSPAN INSULATED PANELS roofing systems</w:t>
      </w:r>
      <w:bookmarkEnd w:id="1"/>
    </w:p>
    <w:p w14:paraId="670DDB11" w14:textId="77777777" w:rsidR="004B5331" w:rsidRDefault="004D0230">
      <w:pPr>
        <w:pStyle w:val="InstructionsHeading4"/>
      </w:pPr>
      <w:bookmarkStart w:id="3" w:name="h-13218-13218.1"/>
      <w:bookmarkStart w:id="4" w:name="f-13218-13218.1"/>
      <w:bookmarkEnd w:id="2"/>
      <w:r>
        <w:t>Branded worksection</w:t>
      </w:r>
      <w:bookmarkEnd w:id="3"/>
    </w:p>
    <w:p w14:paraId="199A0D72" w14:textId="77777777" w:rsidR="004B5331" w:rsidRDefault="004D0230">
      <w:pPr>
        <w:pStyle w:val="Instructions"/>
      </w:pPr>
      <w:r>
        <w:t xml:space="preserve">This branded worksection </w:t>
      </w:r>
      <w:r>
        <w:rPr>
          <w:i/>
        </w:rPr>
        <w:t>Template</w:t>
      </w:r>
      <w:r>
        <w:t xml:space="preserve"> has been developed by NATSPEC in conjunction with </w:t>
      </w:r>
      <w:r>
        <w:rPr>
          <w:b/>
        </w:rPr>
        <w:t>KINGSPAN INSULATED PANELS Pty Ltd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60281F7" w14:textId="77777777" w:rsidR="004B5331" w:rsidRDefault="004D0230">
      <w:pPr>
        <w:pStyle w:val="InstructionsHeading4"/>
      </w:pPr>
      <w:bookmarkStart w:id="5" w:name="h-13218-t2-1"/>
      <w:bookmarkStart w:id="6" w:name="f-13218-t2-1"/>
      <w:bookmarkEnd w:id="4"/>
      <w:r>
        <w:t>Worksection abstract</w:t>
      </w:r>
      <w:bookmarkEnd w:id="5"/>
    </w:p>
    <w:p w14:paraId="6940B95E" w14:textId="77777777" w:rsidR="004B5331" w:rsidRDefault="004D0230">
      <w:pPr>
        <w:pStyle w:val="Instructions"/>
      </w:pPr>
      <w:r>
        <w:t xml:space="preserve">This branded worksection </w:t>
      </w:r>
      <w:r>
        <w:rPr>
          <w:i/>
        </w:rPr>
        <w:t>Template</w:t>
      </w:r>
      <w:r>
        <w:t xml:space="preserve"> is applicable to the provision of roof coverings using KINGSPAN INSULATED PANELS roofing systems, and roof plumbing. It also covers skylights, roof hatches, roof windows and roof ventilators.</w:t>
      </w:r>
    </w:p>
    <w:p w14:paraId="731446C7" w14:textId="77777777" w:rsidR="004B5331" w:rsidRDefault="004D0230">
      <w:pPr>
        <w:pStyle w:val="InstructionsHeading4"/>
      </w:pPr>
      <w:bookmarkStart w:id="7" w:name="h-8831-99906-2"/>
      <w:bookmarkStart w:id="8" w:name="f-8831-99906-2"/>
      <w:bookmarkStart w:id="9" w:name="f-8831"/>
      <w:bookmarkStart w:id="10" w:name="f-13218-t3"/>
      <w:bookmarkEnd w:id="6"/>
      <w:r>
        <w:t>How to use this worksection</w:t>
      </w:r>
      <w:bookmarkEnd w:id="7"/>
    </w:p>
    <w:p w14:paraId="6BEC3541" w14:textId="77777777" w:rsidR="004B5331" w:rsidRDefault="004D023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5FC3ED48" w14:textId="77777777" w:rsidR="004B5331" w:rsidRDefault="004D0230">
      <w:pPr>
        <w:pStyle w:val="InstructionsHeading4"/>
      </w:pPr>
      <w:bookmarkStart w:id="11" w:name="h-13218-t3-1"/>
      <w:bookmarkStart w:id="12" w:name="f-13218-t3-1"/>
      <w:bookmarkEnd w:id="8"/>
      <w:bookmarkEnd w:id="9"/>
      <w:bookmarkEnd w:id="10"/>
      <w:r>
        <w:t>Related material located elsewhere in NATSPEC</w:t>
      </w:r>
      <w:bookmarkEnd w:id="11"/>
    </w:p>
    <w:p w14:paraId="7A72C7EE" w14:textId="77777777" w:rsidR="004B5331" w:rsidRDefault="004D0230">
      <w:pPr>
        <w:pStyle w:val="Instructions"/>
      </w:pPr>
      <w:r>
        <w:t>If a listed worksection is not part of your subscription package and you wish to purchase it, contact NATSPEC.</w:t>
      </w:r>
    </w:p>
    <w:p w14:paraId="206D016E" w14:textId="77777777" w:rsidR="004B5331" w:rsidRDefault="004D0230">
      <w:pPr>
        <w:pStyle w:val="Instructions"/>
      </w:pPr>
      <w:r>
        <w:t>Related material may be found in other worksections. See for example:</w:t>
      </w:r>
    </w:p>
    <w:p w14:paraId="10DC9821" w14:textId="77777777" w:rsidR="004B5331" w:rsidRDefault="004D0230">
      <w:pPr>
        <w:pStyle w:val="Instructionsindent"/>
      </w:pPr>
      <w:r>
        <w:rPr>
          <w:i/>
        </w:rPr>
        <w:t>0193 Building access safety systems</w:t>
      </w:r>
      <w:r>
        <w:t>.</w:t>
      </w:r>
    </w:p>
    <w:p w14:paraId="79C4E22E" w14:textId="77777777" w:rsidR="004B5331" w:rsidRDefault="004D0230">
      <w:pPr>
        <w:pStyle w:val="Instructionsindent"/>
      </w:pPr>
      <w:r>
        <w:rPr>
          <w:i/>
        </w:rPr>
        <w:t>0343 Tensioned membrane structures</w:t>
      </w:r>
      <w:r>
        <w:t xml:space="preserve"> for suspended fabric roofing.</w:t>
      </w:r>
    </w:p>
    <w:p w14:paraId="112607C2" w14:textId="77777777" w:rsidR="004B5331" w:rsidRDefault="004D0230">
      <w:pPr>
        <w:pStyle w:val="Instructionsindent"/>
      </w:pPr>
      <w:r>
        <w:rPr>
          <w:i/>
        </w:rPr>
        <w:t>0411 Waterproofing - external and tanking</w:t>
      </w:r>
      <w:r>
        <w:t xml:space="preserve"> for membrane roofs.</w:t>
      </w:r>
    </w:p>
    <w:p w14:paraId="7B04597E" w14:textId="77777777" w:rsidR="004B5331" w:rsidRDefault="004D0230">
      <w:pPr>
        <w:pStyle w:val="Instructionsindent"/>
      </w:pPr>
      <w:r>
        <w:rPr>
          <w:i/>
        </w:rPr>
        <w:t>0461 Glazing</w:t>
      </w:r>
      <w:r>
        <w:t xml:space="preserve"> for glass roofing and skylights.</w:t>
      </w:r>
    </w:p>
    <w:p w14:paraId="70EA2391" w14:textId="77777777" w:rsidR="004B5331" w:rsidRDefault="004D0230">
      <w:pPr>
        <w:pStyle w:val="Instructionsindent"/>
      </w:pPr>
      <w:r>
        <w:rPr>
          <w:i/>
        </w:rPr>
        <w:t>0552 Metalwork - fabricated</w:t>
      </w:r>
      <w:r>
        <w:t xml:space="preserve"> for ladders, platforms and balustrades.</w:t>
      </w:r>
    </w:p>
    <w:p w14:paraId="616367FC" w14:textId="77777777" w:rsidR="004B5331" w:rsidRDefault="004D0230">
      <w:pPr>
        <w:pStyle w:val="Instructionsindent"/>
      </w:pPr>
      <w:r>
        <w:rPr>
          <w:i/>
        </w:rPr>
        <w:t>0802 Hydraulic design and install</w:t>
      </w:r>
      <w:r>
        <w:t xml:space="preserve"> for stormwater and rainwater storage systems.</w:t>
      </w:r>
    </w:p>
    <w:p w14:paraId="3D99278E" w14:textId="77777777" w:rsidR="004B5331" w:rsidRDefault="004D0230">
      <w:pPr>
        <w:pStyle w:val="Instructionsindent"/>
      </w:pPr>
      <w:r>
        <w:rPr>
          <w:i/>
        </w:rPr>
        <w:t>0933 Power generation - photovoltaic</w:t>
      </w:r>
      <w:r>
        <w:t xml:space="preserve"> for integrated rooftop solar PV panels. Contact Kingspan to make sure the roofing system is suitable for PV integration.</w:t>
      </w:r>
    </w:p>
    <w:p w14:paraId="378F59D7" w14:textId="77777777" w:rsidR="004B5331" w:rsidRDefault="004D0230">
      <w:pPr>
        <w:pStyle w:val="Instructions"/>
      </w:pPr>
      <w:r>
        <w:t>Each of the following worksections contain a single roofing system and may be used if appropriate in addition to this worksection:</w:t>
      </w:r>
    </w:p>
    <w:p w14:paraId="11764C20" w14:textId="77777777" w:rsidR="004B5331" w:rsidRDefault="004D0230">
      <w:pPr>
        <w:pStyle w:val="Instructionsindent"/>
      </w:pPr>
      <w:r>
        <w:rPr>
          <w:i/>
        </w:rPr>
        <w:t>0423 Roofing - profiled sheet metal</w:t>
      </w:r>
      <w:r>
        <w:t>.</w:t>
      </w:r>
    </w:p>
    <w:p w14:paraId="025311E3" w14:textId="77777777" w:rsidR="004B5331" w:rsidRDefault="004D0230">
      <w:pPr>
        <w:pStyle w:val="Instructionsindent"/>
      </w:pPr>
      <w:r>
        <w:rPr>
          <w:i/>
        </w:rPr>
        <w:t>0424 Roofing - seamed sheet metal</w:t>
      </w:r>
      <w:r>
        <w:t>.</w:t>
      </w:r>
    </w:p>
    <w:p w14:paraId="47E1F606" w14:textId="77777777" w:rsidR="004B5331" w:rsidRDefault="004D0230">
      <w:pPr>
        <w:pStyle w:val="Instructionsindent"/>
      </w:pPr>
      <w:r>
        <w:rPr>
          <w:i/>
        </w:rPr>
        <w:t>0425 Roofing - shingles and shakes</w:t>
      </w:r>
      <w:r>
        <w:t>.</w:t>
      </w:r>
    </w:p>
    <w:p w14:paraId="42A825BD" w14:textId="77777777" w:rsidR="004B5331" w:rsidRDefault="004D0230">
      <w:pPr>
        <w:pStyle w:val="Instructionsindent"/>
      </w:pPr>
      <w:r>
        <w:rPr>
          <w:i/>
        </w:rPr>
        <w:t>0426 Roofing - slate</w:t>
      </w:r>
      <w:r>
        <w:t>.</w:t>
      </w:r>
    </w:p>
    <w:p w14:paraId="47BCA12C" w14:textId="77777777" w:rsidR="004B5331" w:rsidRDefault="004D0230">
      <w:pPr>
        <w:pStyle w:val="Instructionsindent"/>
      </w:pPr>
      <w:r>
        <w:rPr>
          <w:i/>
        </w:rPr>
        <w:t>0427 Roofing - tiles</w:t>
      </w:r>
      <w:r>
        <w:t>.</w:t>
      </w:r>
    </w:p>
    <w:p w14:paraId="2A7FE2D6" w14:textId="77777777" w:rsidR="004B5331" w:rsidRDefault="004D0230">
      <w:pPr>
        <w:pStyle w:val="Instructionsindent"/>
      </w:pPr>
      <w:r>
        <w:rPr>
          <w:i/>
        </w:rPr>
        <w:t>0429 Roofing - glazed</w:t>
      </w:r>
      <w:r>
        <w:t>.</w:t>
      </w:r>
    </w:p>
    <w:p w14:paraId="072DFB05" w14:textId="77777777" w:rsidR="004B5331" w:rsidRDefault="004D0230">
      <w:pPr>
        <w:pStyle w:val="Instructions"/>
      </w:pPr>
      <w:r>
        <w:t>Related branded worksections include:</w:t>
      </w:r>
    </w:p>
    <w:p w14:paraId="0A03A90A" w14:textId="77777777" w:rsidR="004B5331" w:rsidRDefault="004D0230">
      <w:pPr>
        <w:pStyle w:val="Instructionsindent"/>
      </w:pPr>
      <w:r>
        <w:rPr>
          <w:i/>
        </w:rPr>
        <w:t>0437p KINGSPAN INSULATED PANELS cladding systems</w:t>
      </w:r>
      <w:r>
        <w:t>.</w:t>
      </w:r>
    </w:p>
    <w:p w14:paraId="49789D47" w14:textId="77777777" w:rsidR="004B5331" w:rsidRDefault="004D0230">
      <w:pPr>
        <w:pStyle w:val="Instructionsindent"/>
      </w:pPr>
      <w:r>
        <w:rPr>
          <w:i/>
        </w:rPr>
        <w:t>0471p KINGSPAN in thermal insulation and pliable membranes</w:t>
      </w:r>
      <w:r>
        <w:t>.</w:t>
      </w:r>
    </w:p>
    <w:p w14:paraId="333692EC" w14:textId="77777777" w:rsidR="004B5331" w:rsidRDefault="004D0230">
      <w:pPr>
        <w:pStyle w:val="Instructionsindent"/>
      </w:pPr>
      <w:r>
        <w:rPr>
          <w:i/>
        </w:rPr>
        <w:t>0762p KINGSPAN INSULATED PANELS in cool rooms</w:t>
      </w:r>
      <w:r>
        <w:t>.</w:t>
      </w:r>
    </w:p>
    <w:p w14:paraId="4FAF3150" w14:textId="77777777" w:rsidR="004B5331" w:rsidRDefault="004D0230">
      <w:pPr>
        <w:pStyle w:val="InstructionsHeading4"/>
      </w:pPr>
      <w:bookmarkStart w:id="13" w:name="h-13218-13218.3"/>
      <w:bookmarkStart w:id="14" w:name="f-13218-13218.3"/>
      <w:bookmarkEnd w:id="12"/>
      <w:r>
        <w:t>Material not provided by KINGSPAN INSULATED PANELS</w:t>
      </w:r>
      <w:bookmarkEnd w:id="13"/>
    </w:p>
    <w:p w14:paraId="0F03B224" w14:textId="77777777" w:rsidR="004B5331" w:rsidRDefault="004D0230">
      <w:pPr>
        <w:pStyle w:val="Instructions"/>
      </w:pPr>
      <w:r>
        <w:t xml:space="preserve">This branded worksection </w:t>
      </w:r>
      <w:r>
        <w:rPr>
          <w:i/>
        </w:rPr>
        <w:t>Template</w:t>
      </w:r>
      <w:r>
        <w:t xml:space="preserve"> includes generic material which may not be provided by the Product Partner including:</w:t>
      </w:r>
    </w:p>
    <w:p w14:paraId="1BD5CE05" w14:textId="77777777" w:rsidR="004B5331" w:rsidRDefault="004D0230">
      <w:pPr>
        <w:pStyle w:val="Instructionsindent"/>
      </w:pPr>
      <w:r>
        <w:t>Some roof plumbing products.</w:t>
      </w:r>
    </w:p>
    <w:p w14:paraId="744D5F78" w14:textId="77777777" w:rsidR="004B5331" w:rsidRDefault="004D0230">
      <w:pPr>
        <w:pStyle w:val="Instructionsindent"/>
      </w:pPr>
      <w:r>
        <w:t>Roof hatches.</w:t>
      </w:r>
    </w:p>
    <w:p w14:paraId="57546DA3" w14:textId="77777777" w:rsidR="004B5331" w:rsidRDefault="004D0230">
      <w:pPr>
        <w:pStyle w:val="Instructionsindent"/>
      </w:pPr>
      <w:r>
        <w:t>Roof windows.</w:t>
      </w:r>
    </w:p>
    <w:p w14:paraId="5CFEE78C" w14:textId="77777777" w:rsidR="004B5331" w:rsidRDefault="004D0230">
      <w:pPr>
        <w:pStyle w:val="Instructionsindent"/>
      </w:pPr>
      <w:r>
        <w:t>Roof ventilators.</w:t>
      </w:r>
    </w:p>
    <w:p w14:paraId="3A05BDD3" w14:textId="77777777" w:rsidR="004B5331" w:rsidRDefault="004D0230">
      <w:pPr>
        <w:pStyle w:val="InstructionsHeading4"/>
      </w:pPr>
      <w:bookmarkStart w:id="15" w:name="h-13218-t6-1"/>
      <w:bookmarkStart w:id="16" w:name="f-13218-t6-1"/>
      <w:bookmarkEnd w:id="14"/>
      <w:r>
        <w:t>Documenting this and related work</w:t>
      </w:r>
      <w:bookmarkEnd w:id="15"/>
    </w:p>
    <w:p w14:paraId="09502AF0" w14:textId="77777777" w:rsidR="004B5331" w:rsidRDefault="004D0230">
      <w:pPr>
        <w:pStyle w:val="Instructions"/>
      </w:pPr>
      <w:r>
        <w:t>You may document this and related work as follows:</w:t>
      </w:r>
    </w:p>
    <w:p w14:paraId="638BE026" w14:textId="77777777" w:rsidR="004B5331" w:rsidRDefault="004D0230">
      <w:pPr>
        <w:pStyle w:val="Instructionsindent"/>
      </w:pPr>
      <w:r>
        <w:t>Locate the extent of roofing types, accessories, and finishes on drawings to your office documentation policy.</w:t>
      </w:r>
    </w:p>
    <w:p w14:paraId="0822FD08" w14:textId="77777777" w:rsidR="004B5331" w:rsidRDefault="004D0230">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4151CC9C" w14:textId="77777777" w:rsidR="004B5331" w:rsidRDefault="004D0230">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7A23590E" w14:textId="77777777" w:rsidR="004B5331" w:rsidRDefault="004D0230">
      <w:pPr>
        <w:pStyle w:val="Instructionsindent"/>
      </w:pPr>
      <w:r>
        <w:lastRenderedPageBreak/>
        <w:t xml:space="preserve">If documenting stormwater disposal, internal downpipes, rainwater tank and related products, use </w:t>
      </w:r>
      <w:r>
        <w:rPr>
          <w:i/>
        </w:rPr>
        <w:t>0802 Hydraulic design and install</w:t>
      </w:r>
      <w:r>
        <w:t>.</w:t>
      </w:r>
    </w:p>
    <w:p w14:paraId="391C6CDE" w14:textId="77777777" w:rsidR="004B5331" w:rsidRDefault="004D0230">
      <w:pPr>
        <w:pStyle w:val="Instructionsindent"/>
      </w:pPr>
      <w:r>
        <w:t xml:space="preserve">If documenting electric fan powered roof ventilators, document the necessary electrical connection in </w:t>
      </w:r>
      <w:r>
        <w:rPr>
          <w:i/>
        </w:rPr>
        <w:t>0902 Electrical design and install</w:t>
      </w:r>
      <w:r>
        <w:t>.</w:t>
      </w:r>
    </w:p>
    <w:p w14:paraId="12894104" w14:textId="77777777" w:rsidR="004B5331" w:rsidRDefault="004D0230">
      <w:pPr>
        <w:pStyle w:val="Instructionsindent"/>
      </w:pPr>
      <w:r>
        <w:t>If required, state the minimum thermal resistance (R-Value) (m</w:t>
      </w:r>
      <w:r>
        <w:rPr>
          <w:vertAlign w:val="superscript"/>
        </w:rPr>
        <w:t>2</w:t>
      </w:r>
      <w:r>
        <w:t>.K/W). See NATSPEC TECHnote DES 031 for information on specifying R-Values.</w:t>
      </w:r>
    </w:p>
    <w:p w14:paraId="368FEB0E" w14:textId="77777777" w:rsidR="004B5331" w:rsidRDefault="004D0230">
      <w:pPr>
        <w:pStyle w:val="Instructionsindent"/>
      </w:pPr>
      <w:r>
        <w:t>If required, state the minimum thermal transmittance (U-Value) (W/(m</w:t>
      </w:r>
      <w:r>
        <w:rPr>
          <w:vertAlign w:val="superscript"/>
        </w:rPr>
        <w:t>2</w:t>
      </w:r>
      <w:r>
        <w:t>.K). See NATSPEC TECHnote DES 031 for information on specifying thermal transmittance.</w:t>
      </w:r>
    </w:p>
    <w:p w14:paraId="4A393F31" w14:textId="77777777" w:rsidR="004B5331" w:rsidRDefault="004D0230">
      <w:pPr>
        <w:pStyle w:val="Instructionsindent"/>
      </w:pPr>
      <w:r>
        <w:t xml:space="preserve">Check lead time for imported selections and consider adding a requirement, in </w:t>
      </w:r>
      <w:r>
        <w:rPr>
          <w:b/>
        </w:rPr>
        <w:t>SUBMISSIONS</w:t>
      </w:r>
      <w:r>
        <w:t>, for the builder to verify availability.</w:t>
      </w:r>
    </w:p>
    <w:p w14:paraId="113A231B" w14:textId="77777777" w:rsidR="004B5331" w:rsidRDefault="004D0230">
      <w:pPr>
        <w:pStyle w:val="Instructionsindent"/>
      </w:pPr>
      <w:r>
        <w:t>In bushfire-prone areas, document bushfire protection requirements to AS 3959 (2018) and the NCC. See NATSPEC TECHnote DES 018 for information on bushfire protection.</w:t>
      </w:r>
    </w:p>
    <w:p w14:paraId="7E617049" w14:textId="77777777" w:rsidR="004B5331" w:rsidRDefault="004D0230">
      <w:pPr>
        <w:pStyle w:val="Instructionsindent"/>
      </w:pPr>
      <w:r>
        <w:t>For guidelines on the design of roofs in snow areas, see AS/NZS 1170.3 (2003) and SA HB 106 (1998).</w:t>
      </w:r>
    </w:p>
    <w:p w14:paraId="7B1DAA89" w14:textId="77777777" w:rsidR="004B5331" w:rsidRDefault="004D0230">
      <w:pPr>
        <w:pStyle w:val="Instructionsindent"/>
      </w:pPr>
      <w:r>
        <w:t>For information on air, moisture and condensation, see NATSPEC TECHnote DES 004.</w:t>
      </w:r>
    </w:p>
    <w:p w14:paraId="3C243A16" w14:textId="77777777" w:rsidR="004B5331" w:rsidRDefault="004D0230">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p w14:paraId="54D5429F" w14:textId="77777777" w:rsidR="004B5331" w:rsidRDefault="004D0230">
      <w:pPr>
        <w:pStyle w:val="Instructions"/>
      </w:pPr>
      <w:bookmarkStart w:id="19" w:name="f-6972-1"/>
      <w:bookmarkStart w:id="20" w:name="f-6972"/>
      <w:bookmarkEnd w:id="17"/>
      <w:bookmarkEnd w:id="18"/>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1469A56E" w14:textId="77777777" w:rsidR="004B5331" w:rsidRDefault="004D0230">
      <w:pPr>
        <w:pStyle w:val="Instructionsindent"/>
      </w:pPr>
      <w:r>
        <w:t>Birds and buildings.</w:t>
      </w:r>
    </w:p>
    <w:p w14:paraId="33FC345E" w14:textId="77777777" w:rsidR="004B5331" w:rsidRDefault="004D0230">
      <w:pPr>
        <w:pStyle w:val="Instructionsindent"/>
      </w:pPr>
      <w:r>
        <w:t>Green roofs.</w:t>
      </w:r>
    </w:p>
    <w:p w14:paraId="6D71D7F5" w14:textId="77777777" w:rsidR="004B5331" w:rsidRDefault="004D0230">
      <w:pPr>
        <w:pStyle w:val="Instructionsindent"/>
      </w:pPr>
      <w:r>
        <w:t>Guarantees and warranties.</w:t>
      </w:r>
    </w:p>
    <w:p w14:paraId="4376BBBA" w14:textId="77777777" w:rsidR="004B5331" w:rsidRDefault="004D0230">
      <w:pPr>
        <w:pStyle w:val="Instructionsindent"/>
      </w:pPr>
      <w:r>
        <w:t>Site planning and design for bushfire.</w:t>
      </w:r>
    </w:p>
    <w:p w14:paraId="3D0CB3CD" w14:textId="77777777" w:rsidR="004B5331" w:rsidRDefault="004D0230">
      <w:pPr>
        <w:pStyle w:val="Instructionsindent"/>
      </w:pPr>
      <w:r>
        <w:t>Waterproofing.</w:t>
      </w:r>
    </w:p>
    <w:p w14:paraId="2B5A8229" w14:textId="77777777" w:rsidR="004B5331" w:rsidRDefault="004D0230">
      <w:pPr>
        <w:pStyle w:val="InstructionsHeading4"/>
      </w:pPr>
      <w:bookmarkStart w:id="21" w:name="h-13218-t7-1"/>
      <w:bookmarkStart w:id="22" w:name="f-13218-t7-1"/>
      <w:bookmarkEnd w:id="16"/>
      <w:r>
        <w:t>Specifying ESD</w:t>
      </w:r>
      <w:bookmarkEnd w:id="21"/>
    </w:p>
    <w:p w14:paraId="4A402BB2" w14:textId="77777777" w:rsidR="004B5331" w:rsidRDefault="004D0230">
      <w:pPr>
        <w:pStyle w:val="Instructions"/>
      </w:pPr>
      <w:r>
        <w:t>Green Star: Kingspan insulated panels may contribute to the overall Green Star rating for a building in categories such as Energy, Material, and Emissions.</w:t>
      </w:r>
    </w:p>
    <w:p w14:paraId="1AD92C79" w14:textId="77777777" w:rsidR="004B5331" w:rsidRDefault="004D0230">
      <w:pPr>
        <w:pStyle w:val="Instructions"/>
      </w:pPr>
      <w:r>
        <w:t>Life Cycle Assessment: Kingspan products are environmentally assessed for impact on the environment, and environment product declarations are available on request. Kingspan is a manufacturer that has:</w:t>
      </w:r>
    </w:p>
    <w:p w14:paraId="188BEB83" w14:textId="77777777" w:rsidR="004B5331" w:rsidRDefault="004D0230">
      <w:pPr>
        <w:pStyle w:val="Instructionsindent"/>
      </w:pPr>
      <w:r>
        <w:t>Regular global reporting on sustainability performance.</w:t>
      </w:r>
    </w:p>
    <w:p w14:paraId="4AD6B3FE" w14:textId="77777777" w:rsidR="004B5331" w:rsidRDefault="004D0230">
      <w:pPr>
        <w:pStyle w:val="Instructionsindent"/>
      </w:pPr>
      <w:r>
        <w:t>Low environmental impact for all products.</w:t>
      </w:r>
    </w:p>
    <w:p w14:paraId="29C3E1FB" w14:textId="77777777" w:rsidR="004B5331" w:rsidRDefault="004D0230">
      <w:pPr>
        <w:pStyle w:val="Instructionsindent"/>
      </w:pPr>
      <w:r>
        <w:t>Environmental product declaration’s (EPD) for all products.</w:t>
      </w:r>
    </w:p>
    <w:p w14:paraId="5AC11154" w14:textId="77777777" w:rsidR="004B5331" w:rsidRDefault="004D0230">
      <w:pPr>
        <w:pStyle w:val="Instructions"/>
      </w:pPr>
      <w:r>
        <w:t>The following may be specified by retaining default text:</w:t>
      </w:r>
    </w:p>
    <w:p w14:paraId="3BC2B7BB" w14:textId="77777777" w:rsidR="004B5331" w:rsidRDefault="004D0230">
      <w:pPr>
        <w:pStyle w:val="Instructionsindent"/>
      </w:pPr>
      <w:r>
        <w:t>Roof windows.</w:t>
      </w:r>
    </w:p>
    <w:p w14:paraId="380F5035" w14:textId="77777777" w:rsidR="004B5331" w:rsidRDefault="004D0230">
      <w:pPr>
        <w:pStyle w:val="Instructions"/>
      </w:pPr>
      <w:r>
        <w:t>The following may be specified by including additional text:</w:t>
      </w:r>
    </w:p>
    <w:p w14:paraId="3E84E1D6" w14:textId="77777777" w:rsidR="004B5331" w:rsidRDefault="004D0230">
      <w:pPr>
        <w:pStyle w:val="Instructionsindent"/>
      </w:pPr>
      <w:r>
        <w:t>Rainwater tanks. See NATSPEC TECHnote DES 011 on rainwater harvesting.</w:t>
      </w:r>
    </w:p>
    <w:p w14:paraId="0AD8ADC1" w14:textId="77777777" w:rsidR="004B5331" w:rsidRDefault="004D0230">
      <w:pPr>
        <w:pStyle w:val="Instructions"/>
      </w:pPr>
      <w:r>
        <w:t>Refer to NATSPEC TECHreport TR 01 on specifying ESD.</w:t>
      </w:r>
    </w:p>
    <w:p w14:paraId="358E84E1" w14:textId="77777777" w:rsidR="004B5331" w:rsidRDefault="004D0230">
      <w:pPr>
        <w:pStyle w:val="Heading2"/>
      </w:pPr>
      <w:bookmarkStart w:id="23" w:name="h-13219-1"/>
      <w:bookmarkStart w:id="24" w:name="f-13219-1"/>
      <w:bookmarkStart w:id="25" w:name="f-13219"/>
      <w:bookmarkStart w:id="26" w:name="f-13218-2"/>
      <w:bookmarkEnd w:id="22"/>
      <w:r>
        <w:t>General</w:t>
      </w:r>
      <w:bookmarkEnd w:id="23"/>
    </w:p>
    <w:p w14:paraId="378C7552" w14:textId="77777777" w:rsidR="004B5331" w:rsidRDefault="004D0230">
      <w:pPr>
        <w:pStyle w:val="Instructions"/>
      </w:pPr>
      <w:bookmarkStart w:id="27" w:name="f-13219-13219.1"/>
      <w:bookmarkEnd w:id="24"/>
      <w:r>
        <w:t>KINGSPAN INSULATED PANELS is the world’s largest and leading manufacturer of high-performance insulated panel building envelopes. Its wide range of products manufactured in their Australian facilities include insulated wall and roof panels, high performance standing seam systems and façade solutions. KINGSPAN INSULATED PANELS is widely recognised in the industry for the high quality and performance of its products as well as its commitment to excellent customer service and technical support.</w:t>
      </w:r>
    </w:p>
    <w:p w14:paraId="227D8C81" w14:textId="77777777" w:rsidR="004B5331" w:rsidRDefault="004D0230">
      <w:pPr>
        <w:pStyle w:val="Heading3"/>
      </w:pPr>
      <w:bookmarkStart w:id="28" w:name="h-13219-2"/>
      <w:bookmarkStart w:id="29" w:name="f-13219-2"/>
      <w:bookmarkEnd w:id="27"/>
      <w:r>
        <w:t>Responsibilities</w:t>
      </w:r>
      <w:bookmarkEnd w:id="28"/>
    </w:p>
    <w:p w14:paraId="4583EFCE" w14:textId="77777777" w:rsidR="004B5331" w:rsidRDefault="004D0230">
      <w:pPr>
        <w:pStyle w:val="Heading4"/>
      </w:pPr>
      <w:bookmarkStart w:id="30" w:name="h-13219-3"/>
      <w:bookmarkStart w:id="31" w:name="f-13219-3"/>
      <w:bookmarkEnd w:id="29"/>
      <w:r>
        <w:t>General</w:t>
      </w:r>
      <w:bookmarkEnd w:id="30"/>
    </w:p>
    <w:p w14:paraId="71937B7D" w14:textId="77777777" w:rsidR="004B5331" w:rsidRDefault="004D0230">
      <w:r>
        <w:t>Requirement: Provide KINGSPAN INSULATED PANELS roofing systems and associated work, as documented.</w:t>
      </w:r>
    </w:p>
    <w:p w14:paraId="41F55974" w14:textId="77777777" w:rsidR="004B5331" w:rsidRDefault="004D0230">
      <w:pPr>
        <w:pStyle w:val="Instructions"/>
      </w:pPr>
      <w:r>
        <w:rPr>
          <w:i/>
        </w:rPr>
        <w:t>Documented</w:t>
      </w:r>
      <w:r>
        <w:t xml:space="preserve"> is defined in </w:t>
      </w:r>
      <w:r>
        <w:rPr>
          <w:i/>
        </w:rPr>
        <w:t>0171 General requirements</w:t>
      </w:r>
      <w:r>
        <w:t xml:space="preserve"> as meaning contained in the contract documents.</w:t>
      </w:r>
    </w:p>
    <w:p w14:paraId="7C759878" w14:textId="77777777" w:rsidR="004B5331" w:rsidRDefault="004D0230">
      <w:pPr>
        <w:pStyle w:val="Heading4"/>
      </w:pPr>
      <w:bookmarkStart w:id="32" w:name="h-13000-3"/>
      <w:bookmarkStart w:id="33" w:name="f-13000-3"/>
      <w:bookmarkStart w:id="34" w:name="f-13219-4"/>
      <w:bookmarkEnd w:id="31"/>
      <w:r>
        <w:t>Ambient climatic conditions</w:t>
      </w:r>
      <w:bookmarkEnd w:id="32"/>
    </w:p>
    <w:p w14:paraId="466731EC" w14:textId="77777777" w:rsidR="004B5331" w:rsidRDefault="004D0230">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7FF30E29" w14:textId="77777777" w:rsidR="004B5331" w:rsidRDefault="004D0230">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2A733C86" w14:textId="77777777" w:rsidR="004B5331" w:rsidRDefault="004D0230">
      <w:pPr>
        <w:pStyle w:val="Heading4"/>
      </w:pPr>
      <w:bookmarkStart w:id="35" w:name="h-2_13000-4"/>
      <w:bookmarkStart w:id="36" w:name="f-2_13000-4"/>
      <w:bookmarkStart w:id="37" w:name="f-13219-5"/>
      <w:bookmarkEnd w:id="33"/>
      <w:bookmarkEnd w:id="34"/>
      <w:r>
        <w:lastRenderedPageBreak/>
        <w:t>Corrosion resistance</w:t>
      </w:r>
      <w:bookmarkEnd w:id="35"/>
    </w:p>
    <w:p w14:paraId="21E59D73" w14:textId="77777777" w:rsidR="004B5331" w:rsidRDefault="004D0230">
      <w:r>
        <w:t>Material: To the manufacturer's recommendations for distance from marine influence.</w:t>
      </w:r>
    </w:p>
    <w:p w14:paraId="00D6042C" w14:textId="77777777" w:rsidR="004B5331" w:rsidRDefault="004D0230">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2D6AB2B9" w14:textId="77777777" w:rsidR="004B5331" w:rsidRDefault="004D0230">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71573986" w14:textId="77777777" w:rsidR="004B5331" w:rsidRDefault="004D0230">
      <w:pPr>
        <w:pStyle w:val="Heading4"/>
      </w:pPr>
      <w:bookmarkStart w:id="38" w:name="h-3_13000-5"/>
      <w:bookmarkStart w:id="39" w:name="f-3_13000-5"/>
      <w:bookmarkStart w:id="40" w:name="f-13219-6"/>
      <w:bookmarkEnd w:id="36"/>
      <w:bookmarkEnd w:id="37"/>
      <w:r>
        <w:t>Roof access</w:t>
      </w:r>
      <w:bookmarkEnd w:id="38"/>
    </w:p>
    <w:p w14:paraId="3A46B89D" w14:textId="77777777" w:rsidR="004B5331" w:rsidRDefault="004D0230">
      <w:r>
        <w:t xml:space="preserve">Requirement: To </w:t>
      </w:r>
      <w:r>
        <w:rPr>
          <w:i/>
        </w:rPr>
        <w:t>0193 Building access safety systems</w:t>
      </w:r>
      <w:r>
        <w:t>.</w:t>
      </w:r>
    </w:p>
    <w:p w14:paraId="462522B2" w14:textId="77777777" w:rsidR="004B5331" w:rsidRDefault="004D0230">
      <w:pPr>
        <w:pStyle w:val="Instructions"/>
      </w:pPr>
      <w:r>
        <w:t xml:space="preserve">Document in </w:t>
      </w:r>
      <w:r>
        <w:rPr>
          <w:i/>
        </w:rPr>
        <w:t>0193 Building access safety systems</w:t>
      </w:r>
      <w:r>
        <w:t xml:space="preserve"> where part of a building access installation to AS 1657 (2018).</w:t>
      </w:r>
    </w:p>
    <w:bookmarkEnd w:id="39"/>
    <w:p w14:paraId="19B0E154" w14:textId="77777777" w:rsidR="004B5331" w:rsidRDefault="004D0230">
      <w:pPr>
        <w:pStyle w:val="Instructions"/>
      </w:pPr>
      <w:r>
        <w:t>When installed to Kingspan’s recommendations and the span is within the safe spanning capability of the panel, Kingspan panels are suitable for short term maintenance access loading of up to 1.1 kN concentrated load or 0.25 kPa distributed load to AS/NZS 1170.1 (2002).</w:t>
      </w:r>
    </w:p>
    <w:p w14:paraId="31C1251D" w14:textId="77777777" w:rsidR="004B5331" w:rsidRDefault="004D0230">
      <w:pPr>
        <w:pStyle w:val="Heading3"/>
      </w:pPr>
      <w:bookmarkStart w:id="41" w:name="h-13219-13219.2"/>
      <w:bookmarkStart w:id="42" w:name="f-13219-13219.2"/>
      <w:bookmarkEnd w:id="40"/>
      <w:r>
        <w:t>Company contacts</w:t>
      </w:r>
      <w:bookmarkEnd w:id="41"/>
    </w:p>
    <w:p w14:paraId="59B99BF4" w14:textId="77777777" w:rsidR="004B5331" w:rsidRDefault="004D0230">
      <w:pPr>
        <w:pStyle w:val="Heading4"/>
      </w:pPr>
      <w:bookmarkStart w:id="43" w:name="h-13219-13219.3"/>
      <w:bookmarkStart w:id="44" w:name="f-13219-13219.3"/>
      <w:bookmarkEnd w:id="42"/>
      <w:r>
        <w:t>KINGSPAN INSULATED PANELS technical contacts</w:t>
      </w:r>
      <w:bookmarkEnd w:id="43"/>
    </w:p>
    <w:p w14:paraId="40A0D85A" w14:textId="77777777" w:rsidR="004B5331" w:rsidRDefault="004D0230">
      <w:r>
        <w:t xml:space="preserve">Website: </w:t>
      </w:r>
      <w:hyperlink r:id="rId15" w:history="1">
        <w:r>
          <w:t>www.kingspan.com/au/en/contact-us/</w:t>
        </w:r>
      </w:hyperlink>
      <w:r>
        <w:t>.</w:t>
      </w:r>
    </w:p>
    <w:p w14:paraId="7598C012" w14:textId="77777777" w:rsidR="004B5331" w:rsidRDefault="004D0230">
      <w:pPr>
        <w:pStyle w:val="Heading3"/>
      </w:pPr>
      <w:bookmarkStart w:id="45" w:name="h-13219-7"/>
      <w:bookmarkStart w:id="46" w:name="f-13219-7"/>
      <w:bookmarkEnd w:id="44"/>
      <w:r>
        <w:t>Cross references</w:t>
      </w:r>
      <w:bookmarkEnd w:id="45"/>
    </w:p>
    <w:p w14:paraId="000D6868" w14:textId="77777777" w:rsidR="004B5331" w:rsidRDefault="004D0230">
      <w:pPr>
        <w:pStyle w:val="Heading4"/>
      </w:pPr>
      <w:bookmarkStart w:id="47" w:name="h-7977-1"/>
      <w:bookmarkStart w:id="48" w:name="f-7977-1"/>
      <w:bookmarkStart w:id="49" w:name="f-7977"/>
      <w:bookmarkStart w:id="50" w:name="f-13219-8"/>
      <w:bookmarkEnd w:id="46"/>
      <w:r>
        <w:t>General</w:t>
      </w:r>
      <w:bookmarkEnd w:id="47"/>
    </w:p>
    <w:p w14:paraId="1D6B069F" w14:textId="77777777" w:rsidR="004B5331" w:rsidRDefault="004D0230">
      <w:r>
        <w:t>Requirement: Conform to the following:</w:t>
      </w:r>
    </w:p>
    <w:p w14:paraId="2DE9B504" w14:textId="77777777" w:rsidR="004B5331" w:rsidRDefault="004D0230">
      <w:pPr>
        <w:pStyle w:val="NormalIndent"/>
      </w:pPr>
      <w:r>
        <w:rPr>
          <w:i/>
        </w:rPr>
        <w:t>0171 General requirements</w:t>
      </w:r>
      <w:r>
        <w:t>.</w:t>
      </w:r>
    </w:p>
    <w:p w14:paraId="79D224DB" w14:textId="77777777" w:rsidR="004B5331" w:rsidRDefault="004D0230">
      <w:pPr>
        <w:pStyle w:val="Instructions"/>
      </w:pPr>
      <w:r>
        <w:rPr>
          <w:i/>
        </w:rPr>
        <w:t>0171 General requirements</w:t>
      </w:r>
      <w:r>
        <w:t xml:space="preserve"> contains umbrella requirements for all building and services worksections.</w:t>
      </w:r>
    </w:p>
    <w:p w14:paraId="0DDCCD90" w14:textId="77777777" w:rsidR="004B5331" w:rsidRDefault="004D0230">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6AC6C548" w14:textId="77777777" w:rsidR="004B5331" w:rsidRDefault="004D0230">
      <w:pPr>
        <w:pStyle w:val="Instructions"/>
      </w:pPr>
      <w:r>
        <w:t>NATSPEC uses generic worksection titles, whether or not there are branded equivalents. If you use a branded worksection, change the cross reference here.</w:t>
      </w:r>
    </w:p>
    <w:p w14:paraId="668B4F4B" w14:textId="77777777" w:rsidR="004B5331" w:rsidRDefault="004D0230">
      <w:pPr>
        <w:pStyle w:val="Heading3"/>
      </w:pPr>
      <w:bookmarkStart w:id="51" w:name="h-13219-13219.4"/>
      <w:bookmarkStart w:id="52" w:name="f-13219-13219.4"/>
      <w:bookmarkEnd w:id="48"/>
      <w:bookmarkEnd w:id="49"/>
      <w:bookmarkEnd w:id="50"/>
      <w:r>
        <w:t>Manufacturer’s documents</w:t>
      </w:r>
      <w:bookmarkEnd w:id="51"/>
    </w:p>
    <w:p w14:paraId="096DDF12" w14:textId="77777777" w:rsidR="004B5331" w:rsidRDefault="004D0230">
      <w:pPr>
        <w:pStyle w:val="Heading4"/>
      </w:pPr>
      <w:bookmarkStart w:id="53" w:name="h-13219-13219.5"/>
      <w:bookmarkStart w:id="54" w:name="f-13219-13219.5"/>
      <w:bookmarkEnd w:id="52"/>
      <w:r>
        <w:t>Technical manuals</w:t>
      </w:r>
      <w:bookmarkEnd w:id="53"/>
    </w:p>
    <w:p w14:paraId="57135B74" w14:textId="77777777" w:rsidR="004B5331" w:rsidRDefault="004D0230">
      <w:r>
        <w:t xml:space="preserve">Technical manuals for Roof Panels: </w:t>
      </w:r>
      <w:hyperlink r:id="rId16" w:history="1">
        <w:r>
          <w:t>www.kingspan.com/au/en/products/insulated-panels/roof-panels/</w:t>
        </w:r>
      </w:hyperlink>
      <w:r>
        <w:t>.</w:t>
      </w:r>
    </w:p>
    <w:p w14:paraId="1CA84789" w14:textId="77777777" w:rsidR="004B5331" w:rsidRDefault="004D0230">
      <w:r>
        <w:t xml:space="preserve">Resource centre: </w:t>
      </w:r>
      <w:hyperlink r:id="rId17" w:history="1">
        <w:r>
          <w:t>www.kingspan.com/au/en/products/insulated-panels/</w:t>
        </w:r>
      </w:hyperlink>
      <w:r>
        <w:t>.</w:t>
      </w:r>
    </w:p>
    <w:p w14:paraId="7ECD16CD" w14:textId="77777777" w:rsidR="004B5331" w:rsidRDefault="004D0230">
      <w:pPr>
        <w:pStyle w:val="Heading3"/>
      </w:pPr>
      <w:bookmarkStart w:id="55" w:name="h-13219-9"/>
      <w:bookmarkStart w:id="56" w:name="f-13219-9"/>
      <w:bookmarkEnd w:id="54"/>
      <w:r>
        <w:t>Interpretation</w:t>
      </w:r>
      <w:bookmarkEnd w:id="55"/>
    </w:p>
    <w:p w14:paraId="1CF0B3FB" w14:textId="77777777" w:rsidR="004B5331" w:rsidRDefault="004D0230">
      <w:pPr>
        <w:pStyle w:val="Heading4"/>
      </w:pPr>
      <w:bookmarkStart w:id="57" w:name="h-13219-10"/>
      <w:bookmarkStart w:id="58" w:name="f-13219-10"/>
      <w:bookmarkEnd w:id="56"/>
      <w:r>
        <w:t>Abbreviations</w:t>
      </w:r>
      <w:bookmarkEnd w:id="57"/>
    </w:p>
    <w:p w14:paraId="59356140" w14:textId="77777777" w:rsidR="004B5331" w:rsidRDefault="004D0230">
      <w:r>
        <w:t>General: For the purposes of this worksection, the following abbreviations apply:</w:t>
      </w:r>
    </w:p>
    <w:p w14:paraId="6FE0AF83" w14:textId="77777777" w:rsidR="004B5331" w:rsidRDefault="004D0230">
      <w:pPr>
        <w:pStyle w:val="NormalIndent"/>
      </w:pPr>
      <w:r>
        <w:t>PIR: Polyisocyanurate.</w:t>
      </w:r>
    </w:p>
    <w:p w14:paraId="19BA1793" w14:textId="77777777" w:rsidR="004B5331" w:rsidRDefault="004D0230">
      <w:pPr>
        <w:pStyle w:val="NormalIndent"/>
      </w:pPr>
      <w:r>
        <w:t>RL: KS1100/KS1200RL Roofliner Panel.</w:t>
      </w:r>
    </w:p>
    <w:p w14:paraId="132713EF" w14:textId="77777777" w:rsidR="004B5331" w:rsidRDefault="004D0230">
      <w:pPr>
        <w:pStyle w:val="NormalIndent"/>
      </w:pPr>
      <w:r>
        <w:t>RW: KS1000RW Trapezoidal Roof Panel.</w:t>
      </w:r>
    </w:p>
    <w:p w14:paraId="5D346DC5" w14:textId="77777777" w:rsidR="004B5331" w:rsidRDefault="004D0230">
      <w:pPr>
        <w:pStyle w:val="Instructions"/>
      </w:pPr>
      <w:r>
        <w:t xml:space="preserve">Edit the </w:t>
      </w:r>
      <w:r>
        <w:rPr>
          <w:b/>
        </w:rPr>
        <w:t>Abbreviations</w:t>
      </w:r>
      <w:r>
        <w:t xml:space="preserve"> subclause to suit the project or delete if not required. List alphabetically.</w:t>
      </w:r>
    </w:p>
    <w:p w14:paraId="3F641661" w14:textId="77777777" w:rsidR="004B5331" w:rsidRDefault="004D0230">
      <w:pPr>
        <w:pStyle w:val="Heading3"/>
      </w:pPr>
      <w:bookmarkStart w:id="59" w:name="h-13219-12"/>
      <w:bookmarkStart w:id="60" w:name="f-13219-12"/>
      <w:bookmarkEnd w:id="58"/>
      <w:r>
        <w:t>Tolerances</w:t>
      </w:r>
      <w:bookmarkEnd w:id="59"/>
    </w:p>
    <w:p w14:paraId="7DBB4BB8" w14:textId="77777777" w:rsidR="004B5331" w:rsidRDefault="004D0230">
      <w:pPr>
        <w:pStyle w:val="Heading4"/>
      </w:pPr>
      <w:bookmarkStart w:id="61" w:name="h-13219-13"/>
      <w:bookmarkStart w:id="62" w:name="f-13219-13"/>
      <w:bookmarkEnd w:id="60"/>
      <w:r>
        <w:t>Permitted deviations</w:t>
      </w:r>
      <w:bookmarkEnd w:id="61"/>
    </w:p>
    <w:p w14:paraId="1554D2CC" w14:textId="77777777" w:rsidR="004B5331" w:rsidRDefault="004D0230">
      <w:r>
        <w:t>Requirement: To KINGSPAN INSULATED PANELS recommendations.</w:t>
      </w:r>
    </w:p>
    <w:p w14:paraId="7227A6CF" w14:textId="77777777" w:rsidR="004B5331" w:rsidRDefault="004D0230">
      <w:r>
        <w:t>Structural steelwork for KINGSPAN INSULATED PANELS roofing system: ±5 mm between bearing planes of adjacent supports.</w:t>
      </w:r>
    </w:p>
    <w:p w14:paraId="76375712" w14:textId="77777777" w:rsidR="004B5331" w:rsidRDefault="004D0230">
      <w:r>
        <w:t>Supporting members: To AS 1562.1 (2018) clause 4.2.3.</w:t>
      </w:r>
    </w:p>
    <w:p w14:paraId="441441C1" w14:textId="77777777" w:rsidR="004B5331" w:rsidRDefault="004D0230">
      <w:pPr>
        <w:pStyle w:val="Heading3"/>
      </w:pPr>
      <w:bookmarkStart w:id="63" w:name="h-13219-14"/>
      <w:bookmarkStart w:id="64" w:name="f-13219-14"/>
      <w:bookmarkEnd w:id="62"/>
      <w:r>
        <w:t>Submissions</w:t>
      </w:r>
      <w:bookmarkEnd w:id="63"/>
    </w:p>
    <w:p w14:paraId="582B5876" w14:textId="77777777" w:rsidR="004B5331" w:rsidRDefault="004D0230">
      <w:pPr>
        <w:pStyle w:val="Instructions"/>
      </w:pPr>
      <w:r>
        <w:t xml:space="preserve">Edit the </w:t>
      </w:r>
      <w:r>
        <w:rPr>
          <w:b/>
        </w:rPr>
        <w:t>SUBMISSIONS</w:t>
      </w:r>
      <w:r>
        <w:t xml:space="preserve"> clause to suit project requirements.</w:t>
      </w:r>
    </w:p>
    <w:p w14:paraId="11ED8E6C" w14:textId="77777777" w:rsidR="004B5331" w:rsidRDefault="004D0230">
      <w:pPr>
        <w:pStyle w:val="Heading4"/>
      </w:pPr>
      <w:bookmarkStart w:id="65" w:name="h-13219-15"/>
      <w:bookmarkStart w:id="66" w:name="f-13219-15"/>
      <w:bookmarkEnd w:id="64"/>
      <w:r>
        <w:lastRenderedPageBreak/>
        <w:t>Fire performance</w:t>
      </w:r>
      <w:bookmarkEnd w:id="65"/>
    </w:p>
    <w:p w14:paraId="617D79C2" w14:textId="77777777" w:rsidR="004B5331" w:rsidRDefault="004D0230">
      <w:r>
        <w:t xml:space="preserve">Fire hazard properties: Submit evidence of conformity to PRODUCTS, </w:t>
      </w:r>
      <w:r>
        <w:fldChar w:fldCharType="begin"/>
      </w:r>
      <w:r>
        <w:instrText xml:space="preserve">REF h-13217-5 \h  \* MERGEFORMAT </w:instrText>
      </w:r>
      <w:r>
        <w:fldChar w:fldCharType="separate"/>
      </w:r>
      <w:r>
        <w:rPr>
          <w:b/>
        </w:rPr>
        <w:t>FIRE PERFORMANCE</w:t>
      </w:r>
      <w:r>
        <w:fldChar w:fldCharType="end"/>
      </w:r>
      <w:r>
        <w:t xml:space="preserve">, </w:t>
      </w:r>
      <w:r>
        <w:fldChar w:fldCharType="begin"/>
      </w:r>
      <w:r>
        <w:instrText xml:space="preserve">REF h-13217-7 \h  \* MERGEFORMAT </w:instrText>
      </w:r>
      <w:r>
        <w:fldChar w:fldCharType="separate"/>
      </w:r>
      <w:r>
        <w:rPr>
          <w:b/>
        </w:rPr>
        <w:t>Fire hazard properties</w:t>
      </w:r>
      <w:r>
        <w:fldChar w:fldCharType="end"/>
      </w:r>
      <w:r>
        <w:t>.</w:t>
      </w:r>
    </w:p>
    <w:p w14:paraId="25B4EDFB" w14:textId="77777777" w:rsidR="004B5331" w:rsidRDefault="004D0230">
      <w:pPr>
        <w:pStyle w:val="Heading4"/>
      </w:pPr>
      <w:bookmarkStart w:id="67" w:name="h-6950-1"/>
      <w:bookmarkStart w:id="68" w:name="f-6950-1"/>
      <w:bookmarkStart w:id="69" w:name="f-6950"/>
      <w:bookmarkStart w:id="70" w:name="f-13219-16"/>
      <w:bookmarkEnd w:id="66"/>
      <w:r>
        <w:t>Operation and maintenance manuals</w:t>
      </w:r>
      <w:bookmarkEnd w:id="67"/>
    </w:p>
    <w:p w14:paraId="291A7C3E" w14:textId="77777777" w:rsidR="004B5331" w:rsidRDefault="004D0230">
      <w:r>
        <w:t xml:space="preserve">Requirement: Submit manual to </w:t>
      </w:r>
      <w:r>
        <w:rPr>
          <w:b/>
        </w:rPr>
        <w:t>COMPLETION</w:t>
      </w:r>
      <w:r>
        <w:t xml:space="preserve">, </w:t>
      </w:r>
      <w:r>
        <w:rPr>
          <w:b/>
        </w:rPr>
        <w:t>Operation and maintenance manuals</w:t>
      </w:r>
      <w:r>
        <w:t>.</w:t>
      </w:r>
    </w:p>
    <w:p w14:paraId="781D29FE" w14:textId="77777777" w:rsidR="004B5331" w:rsidRDefault="004D0230">
      <w:pPr>
        <w:pStyle w:val="Heading4"/>
      </w:pPr>
      <w:bookmarkStart w:id="71" w:name="h-13219-17"/>
      <w:bookmarkStart w:id="72" w:name="f-13219-17"/>
      <w:bookmarkEnd w:id="68"/>
      <w:bookmarkEnd w:id="69"/>
      <w:bookmarkEnd w:id="70"/>
      <w:r>
        <w:t>Products and materials</w:t>
      </w:r>
      <w:bookmarkEnd w:id="71"/>
    </w:p>
    <w:p w14:paraId="11E0DC74" w14:textId="77777777" w:rsidR="004B5331" w:rsidRDefault="004D0230">
      <w:r>
        <w:t>Thermal insulation performance: Submit evidence of performance to AS/NZS 4859.1 (2018) and AS/NZS 4859.2 (2018).</w:t>
      </w:r>
    </w:p>
    <w:p w14:paraId="7A760642" w14:textId="77777777" w:rsidR="004B5331" w:rsidRDefault="004D0230">
      <w:pPr>
        <w:pStyle w:val="Instructions"/>
      </w:pPr>
      <w:r>
        <w:t>This is primarily to verify claimed R-Values for NCC compliance.</w:t>
      </w:r>
    </w:p>
    <w:p w14:paraId="1CDB140E" w14:textId="77777777" w:rsidR="004B5331" w:rsidRDefault="004D0230">
      <w:r>
        <w:t>Type tests: As appropriate for the project, submit evidence of conformity to the following:</w:t>
      </w:r>
    </w:p>
    <w:p w14:paraId="1B9D1D27" w14:textId="77777777" w:rsidR="004B5331" w:rsidRDefault="004D0230">
      <w:pPr>
        <w:pStyle w:val="NormalIndent"/>
      </w:pPr>
      <w:r>
        <w:t>Metal roofing generally: Roof sheeting and fastenings to AS 1562.1 (2018) clause 5.4 for resistance to concentrated load and to AS 1562.1 (2018) clause 5.5 for resistance to wind pressure.</w:t>
      </w:r>
    </w:p>
    <w:p w14:paraId="75742041" w14:textId="77777777" w:rsidR="004B5331" w:rsidRDefault="004D0230">
      <w:pPr>
        <w:pStyle w:val="NormalIndent"/>
      </w:pPr>
      <w:r>
        <w:t>Metal roofing in AS/NZS 1170.2 (2021) cyclonic regions: Roof sheeting and fastenings to AS 1562.1 (2018) clause 5.6.</w:t>
      </w:r>
    </w:p>
    <w:p w14:paraId="03065B92" w14:textId="77777777" w:rsidR="004B5331" w:rsidRDefault="004D0230">
      <w:pPr>
        <w:pStyle w:val="Instructions"/>
      </w:pPr>
      <w:bookmarkStart w:id="73" w:name="f-8391-1"/>
      <w:bookmarkStart w:id="74" w:name="f-8391"/>
      <w:r>
        <w:t>Type tests are carried out off-site. However, submission of evidence of a successful type test may be called up here for requirements specified in SELECTIONS or PRODUCTS, when there are no SELECTIONS.</w:t>
      </w:r>
    </w:p>
    <w:p w14:paraId="25F3B08E" w14:textId="77777777" w:rsidR="004B5331" w:rsidRDefault="004D0230">
      <w:pPr>
        <w:pStyle w:val="Heading4"/>
      </w:pPr>
      <w:bookmarkStart w:id="75" w:name="h-4_13000-38"/>
      <w:bookmarkStart w:id="76" w:name="f-4_13000-38"/>
      <w:bookmarkStart w:id="77" w:name="f-13219-18"/>
      <w:bookmarkEnd w:id="73"/>
      <w:bookmarkEnd w:id="74"/>
      <w:bookmarkEnd w:id="72"/>
      <w:r>
        <w:t>Samples</w:t>
      </w:r>
      <w:bookmarkEnd w:id="75"/>
    </w:p>
    <w:p w14:paraId="10C8FA21" w14:textId="77777777" w:rsidR="004B5331" w:rsidRDefault="004D0230">
      <w:r>
        <w:t xml:space="preserve">Requirement: Submit samples to PRODUCTS, </w:t>
      </w:r>
      <w:r>
        <w:rPr>
          <w:b/>
        </w:rPr>
        <w:t>GENERAL</w:t>
      </w:r>
      <w:r>
        <w:t xml:space="preserve">, </w:t>
      </w:r>
      <w:r>
        <w:rPr>
          <w:b/>
        </w:rPr>
        <w:t>Samples</w:t>
      </w:r>
      <w:r>
        <w:t>.</w:t>
      </w:r>
    </w:p>
    <w:p w14:paraId="0930737F" w14:textId="77777777" w:rsidR="004B5331" w:rsidRDefault="004D0230">
      <w:pPr>
        <w:pStyle w:val="Heading4"/>
      </w:pPr>
      <w:bookmarkStart w:id="78" w:name="h-5_13000-9"/>
      <w:bookmarkStart w:id="79" w:name="f-5_13000-9"/>
      <w:bookmarkStart w:id="80" w:name="f-13219-19"/>
      <w:bookmarkEnd w:id="76"/>
      <w:bookmarkEnd w:id="77"/>
      <w:r>
        <w:t>Shop drawings</w:t>
      </w:r>
      <w:bookmarkEnd w:id="78"/>
    </w:p>
    <w:p w14:paraId="22CB88C2" w14:textId="77777777" w:rsidR="004B5331" w:rsidRDefault="004D0230">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754A4819" w14:textId="77777777" w:rsidR="004B5331" w:rsidRDefault="004D0230">
      <w:pPr>
        <w:pStyle w:val="Prompt"/>
      </w:pPr>
      <w:r>
        <w:t>General: Submit shop drawings to a scale that best describes the detail, showing the following:</w:t>
      </w:r>
    </w:p>
    <w:p w14:paraId="3DBCEE2E" w14:textId="77777777" w:rsidR="004B5331" w:rsidRDefault="004D0230">
      <w:pPr>
        <w:pStyle w:val="Promptindent"/>
      </w:pPr>
      <w:r>
        <w:fldChar w:fldCharType="begin"/>
      </w:r>
      <w:r>
        <w:instrText xml:space="preserve"> MACROBUTTON  ac_OnHelp [complete/delete]</w:instrText>
      </w:r>
      <w:r>
        <w:fldChar w:fldCharType="separate"/>
      </w:r>
      <w:r>
        <w:t> </w:t>
      </w:r>
      <w:r>
        <w:fldChar w:fldCharType="end"/>
      </w:r>
    </w:p>
    <w:p w14:paraId="140A215F" w14:textId="77777777" w:rsidR="004B5331" w:rsidRDefault="004D0230">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63AEF800" w14:textId="77777777" w:rsidR="004B5331" w:rsidRDefault="004D0230">
      <w:pPr>
        <w:pStyle w:val="Heading4"/>
      </w:pPr>
      <w:bookmarkStart w:id="81" w:name="h-13219-20"/>
      <w:bookmarkStart w:id="82" w:name="f-13219-20"/>
      <w:bookmarkEnd w:id="79"/>
      <w:bookmarkEnd w:id="80"/>
      <w:r>
        <w:t>Subcontractors</w:t>
      </w:r>
      <w:bookmarkEnd w:id="81"/>
    </w:p>
    <w:p w14:paraId="4A6D0492" w14:textId="77777777" w:rsidR="004B5331" w:rsidRDefault="004D0230">
      <w:r>
        <w:t>General: Submit names and contact details of proposed KINGSPAN INSULATED PANELS approved installer.</w:t>
      </w:r>
    </w:p>
    <w:p w14:paraId="53553672" w14:textId="77777777" w:rsidR="004B5331" w:rsidRDefault="004D0230">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0716925A" w14:textId="77777777" w:rsidR="004B5331" w:rsidRDefault="004D0230">
      <w:pPr>
        <w:pStyle w:val="Instructions"/>
      </w:pPr>
      <w:r>
        <w:t>Delete if supplier/installer details are not required. Check the conditions of warranty for the panels selected and contact your local Kingspan sales representative for a list of trained and recommended installers or for information about its free comprehensive installation training program.</w:t>
      </w:r>
    </w:p>
    <w:p w14:paraId="07F93F7F" w14:textId="77777777" w:rsidR="004B5331" w:rsidRDefault="004D0230">
      <w:pPr>
        <w:pStyle w:val="Heading4"/>
      </w:pPr>
      <w:bookmarkStart w:id="83" w:name="h-9452-1"/>
      <w:bookmarkStart w:id="84" w:name="f-9452-1"/>
      <w:bookmarkStart w:id="85" w:name="f-9452"/>
      <w:bookmarkStart w:id="86" w:name="f-13219-22"/>
      <w:bookmarkEnd w:id="82"/>
      <w:r>
        <w:t>Warranties</w:t>
      </w:r>
      <w:bookmarkEnd w:id="83"/>
    </w:p>
    <w:p w14:paraId="0005927A" w14:textId="77777777" w:rsidR="004B5331" w:rsidRDefault="004D0230">
      <w:r>
        <w:t xml:space="preserve">Requirement: Submit warranties to </w:t>
      </w:r>
      <w:r>
        <w:rPr>
          <w:b/>
        </w:rPr>
        <w:t>COMPLETION</w:t>
      </w:r>
      <w:r>
        <w:t xml:space="preserve">, </w:t>
      </w:r>
      <w:r>
        <w:rPr>
          <w:b/>
        </w:rPr>
        <w:t>Warranties</w:t>
      </w:r>
      <w:r>
        <w:t>.</w:t>
      </w:r>
    </w:p>
    <w:p w14:paraId="70D113A8" w14:textId="77777777" w:rsidR="004B5331" w:rsidRDefault="004D0230">
      <w:pPr>
        <w:pStyle w:val="Heading3"/>
      </w:pPr>
      <w:bookmarkStart w:id="87" w:name="h-13219-23"/>
      <w:bookmarkStart w:id="88" w:name="f-13219-23"/>
      <w:bookmarkEnd w:id="84"/>
      <w:bookmarkEnd w:id="85"/>
      <w:bookmarkEnd w:id="86"/>
      <w:r>
        <w:t>Inspection</w:t>
      </w:r>
      <w:bookmarkEnd w:id="87"/>
    </w:p>
    <w:p w14:paraId="1FEBFCDC" w14:textId="77777777" w:rsidR="004B5331" w:rsidRDefault="004D0230">
      <w:pPr>
        <w:pStyle w:val="Heading4"/>
      </w:pPr>
      <w:bookmarkStart w:id="89" w:name="h-13219-24"/>
      <w:bookmarkStart w:id="90" w:name="f-13219-24"/>
      <w:bookmarkEnd w:id="88"/>
      <w:r>
        <w:t>Notice</w:t>
      </w:r>
      <w:bookmarkEnd w:id="89"/>
    </w:p>
    <w:p w14:paraId="3B5049AE" w14:textId="77777777" w:rsidR="004B5331" w:rsidRDefault="004D0230">
      <w:r>
        <w:t>Inspection: Give notice so that inspection may be made of the following:</w:t>
      </w:r>
    </w:p>
    <w:p w14:paraId="1227762D" w14:textId="77777777" w:rsidR="004B5331" w:rsidRDefault="004D0230">
      <w:pPr>
        <w:pStyle w:val="NormalIndent"/>
      </w:pPr>
      <w:r>
        <w:t>Roof supports.</w:t>
      </w:r>
    </w:p>
    <w:p w14:paraId="0EED4749" w14:textId="77777777" w:rsidR="004B5331" w:rsidRDefault="004D0230">
      <w:pPr>
        <w:pStyle w:val="NormalIndent"/>
      </w:pPr>
      <w:r>
        <w:t>Glazing products before they are installed.</w:t>
      </w:r>
    </w:p>
    <w:p w14:paraId="3FD47211" w14:textId="77777777" w:rsidR="004B5331" w:rsidRDefault="004D0230">
      <w:pPr>
        <w:pStyle w:val="NormalIndent"/>
      </w:pPr>
      <w:r>
        <w:t>The parts of the roofing and roof plumbing installation before covering up or concealing.</w:t>
      </w:r>
    </w:p>
    <w:p w14:paraId="5428D901" w14:textId="77777777" w:rsidR="004B5331" w:rsidRDefault="004D0230">
      <w:pPr>
        <w:pStyle w:val="Instructions"/>
      </w:pPr>
      <w:r>
        <w:t>Amend to suit the project, adding critical stage inspections agreed in advance with Kingspan, as required.</w:t>
      </w:r>
    </w:p>
    <w:p w14:paraId="3E19EB9B" w14:textId="77777777" w:rsidR="004B5331" w:rsidRDefault="004D0230">
      <w:pPr>
        <w:pStyle w:val="Instructions"/>
      </w:pPr>
      <w:r>
        <w:rPr>
          <w:b/>
        </w:rPr>
        <w:t>Hold points</w:t>
      </w:r>
      <w:r>
        <w:t>, if required, should be inserted here.</w:t>
      </w:r>
    </w:p>
    <w:p w14:paraId="037076E6" w14:textId="77777777" w:rsidR="004B5331" w:rsidRDefault="004D0230">
      <w:pPr>
        <w:pStyle w:val="Heading2"/>
      </w:pPr>
      <w:bookmarkStart w:id="91" w:name="h-13217-1"/>
      <w:bookmarkStart w:id="92" w:name="f-13217-1"/>
      <w:bookmarkStart w:id="93" w:name="f-13217"/>
      <w:bookmarkEnd w:id="90"/>
      <w:bookmarkEnd w:id="25"/>
      <w:r>
        <w:t>Products</w:t>
      </w:r>
      <w:bookmarkEnd w:id="91"/>
    </w:p>
    <w:p w14:paraId="0C8E0404" w14:textId="77777777" w:rsidR="004B5331" w:rsidRDefault="004D0230">
      <w:pPr>
        <w:pStyle w:val="Heading3"/>
      </w:pPr>
      <w:bookmarkStart w:id="94" w:name="h-13217-2"/>
      <w:bookmarkStart w:id="95" w:name="f-13217-2"/>
      <w:bookmarkEnd w:id="92"/>
      <w:r>
        <w:t>General</w:t>
      </w:r>
      <w:bookmarkEnd w:id="94"/>
    </w:p>
    <w:p w14:paraId="3F3CB23E" w14:textId="77777777" w:rsidR="004B5331" w:rsidRDefault="004D0230">
      <w:pPr>
        <w:pStyle w:val="Heading4"/>
      </w:pPr>
      <w:bookmarkStart w:id="96" w:name="h-8385-2"/>
      <w:bookmarkStart w:id="97" w:name="f-8385-2"/>
      <w:bookmarkStart w:id="98" w:name="f-8385"/>
      <w:bookmarkStart w:id="99" w:name="f-13217-13217.1"/>
      <w:bookmarkEnd w:id="95"/>
      <w:r>
        <w:t>Product substitution</w:t>
      </w:r>
      <w:bookmarkEnd w:id="96"/>
    </w:p>
    <w:p w14:paraId="168ED57C" w14:textId="77777777" w:rsidR="004B5331" w:rsidRDefault="004D0230">
      <w:r>
        <w:t xml:space="preserve">Other products: Conform to </w:t>
      </w:r>
      <w:r>
        <w:rPr>
          <w:b/>
        </w:rPr>
        <w:t>SUBSTITUTIONS</w:t>
      </w:r>
      <w:r>
        <w:t xml:space="preserve"> in </w:t>
      </w:r>
      <w:r>
        <w:rPr>
          <w:i/>
        </w:rPr>
        <w:t>0171 General requirements</w:t>
      </w:r>
      <w:r>
        <w:t>.</w:t>
      </w:r>
    </w:p>
    <w:p w14:paraId="00A0AB2D" w14:textId="77777777" w:rsidR="004B5331" w:rsidRDefault="004D0230">
      <w:pPr>
        <w:pStyle w:val="Instructions"/>
      </w:pPr>
      <w:bookmarkStart w:id="100" w:name="f-8385-3"/>
      <w:bookmarkEnd w:id="97"/>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2ED38882" w14:textId="77777777" w:rsidR="004B5331" w:rsidRDefault="004D0230">
      <w:pPr>
        <w:pStyle w:val="Heading4"/>
      </w:pPr>
      <w:bookmarkStart w:id="101" w:name="h-13217-13217.10"/>
      <w:bookmarkStart w:id="102" w:name="f-13217-13217.10"/>
      <w:bookmarkEnd w:id="100"/>
      <w:bookmarkEnd w:id="98"/>
      <w:bookmarkEnd w:id="99"/>
      <w:r>
        <w:lastRenderedPageBreak/>
        <w:t>Samples</w:t>
      </w:r>
      <w:bookmarkEnd w:id="101"/>
    </w:p>
    <w:p w14:paraId="0428AEAF" w14:textId="77777777" w:rsidR="004B5331" w:rsidRDefault="004D0230">
      <w:pPr>
        <w:pStyle w:val="Instructions"/>
      </w:pPr>
      <w:bookmarkStart w:id="103" w:name="f-7865-1"/>
      <w:bookmarkStart w:id="104" w:name="f-7865"/>
      <w:r>
        <w:t>Approved samples that define the acceptable limits of colour and texture variations are retained on site. If particular or additional samples are required, list them here.</w:t>
      </w:r>
    </w:p>
    <w:bookmarkEnd w:id="103"/>
    <w:bookmarkEnd w:id="104"/>
    <w:p w14:paraId="27C22B2E" w14:textId="77777777" w:rsidR="004B5331" w:rsidRDefault="004D0230">
      <w:r>
        <w:t>Requirement: Provide samples of the following, showing the range of variation available:</w:t>
      </w:r>
    </w:p>
    <w:p w14:paraId="5EFF5D5C" w14:textId="77777777" w:rsidR="004B5331" w:rsidRDefault="004D0230">
      <w:pPr>
        <w:pStyle w:val="NormalIndent"/>
      </w:pPr>
      <w:r>
        <w:t>Trim and accessories with a colour finish.</w:t>
      </w:r>
    </w:p>
    <w:p w14:paraId="05AD8C39" w14:textId="77777777" w:rsidR="004B5331" w:rsidRDefault="004D0230">
      <w:pPr>
        <w:pStyle w:val="NormalIndent"/>
      </w:pPr>
      <w:r>
        <w:t>Panel metal finishes.</w:t>
      </w:r>
    </w:p>
    <w:p w14:paraId="6DE910D0" w14:textId="77777777" w:rsidR="004B5331" w:rsidRDefault="004D0230">
      <w:pPr>
        <w:pStyle w:val="NormalIndent"/>
      </w:pPr>
      <w:r>
        <w:t>Custom profiled flashings and cappings.</w:t>
      </w:r>
    </w:p>
    <w:p w14:paraId="2136FEEA" w14:textId="77777777" w:rsidR="004B5331" w:rsidRDefault="004D0230">
      <w:pPr>
        <w:pStyle w:val="NormalIndent"/>
      </w:pPr>
      <w:r>
        <w:t>Sealants.</w:t>
      </w:r>
    </w:p>
    <w:p w14:paraId="55DE1A84" w14:textId="77777777" w:rsidR="004B5331" w:rsidRDefault="004D0230">
      <w:pPr>
        <w:pStyle w:val="Heading4"/>
      </w:pPr>
      <w:bookmarkStart w:id="105" w:name="h-13217-3"/>
      <w:bookmarkStart w:id="106" w:name="f-13217-3"/>
      <w:bookmarkEnd w:id="102"/>
      <w:r>
        <w:t>Storage and handling</w:t>
      </w:r>
      <w:bookmarkEnd w:id="105"/>
    </w:p>
    <w:p w14:paraId="44AC2D0B" w14:textId="77777777" w:rsidR="004B5331" w:rsidRDefault="004D0230">
      <w:r>
        <w:t>Storage: To the manufacturer’s recommendations and as follows:</w:t>
      </w:r>
    </w:p>
    <w:p w14:paraId="1C48D8D6" w14:textId="77777777" w:rsidR="004B5331" w:rsidRDefault="004D0230">
      <w:pPr>
        <w:pStyle w:val="NormalIndent"/>
      </w:pPr>
      <w:r>
        <w:t>Keep clean, dry and unexposed to weather.</w:t>
      </w:r>
    </w:p>
    <w:p w14:paraId="31B35B6A" w14:textId="77777777" w:rsidR="004B5331" w:rsidRDefault="004D0230">
      <w:pPr>
        <w:pStyle w:val="NormalIndent"/>
      </w:pPr>
      <w:r>
        <w:t>Protect materials including edges and surfaces from damage.</w:t>
      </w:r>
    </w:p>
    <w:p w14:paraId="48C6CAE6" w14:textId="77777777" w:rsidR="004B5331" w:rsidRDefault="004D0230">
      <w:pPr>
        <w:pStyle w:val="NormalIndent"/>
      </w:pPr>
      <w:r>
        <w:t>Do not drag metal sheets or panels across each other or over other materials.</w:t>
      </w:r>
    </w:p>
    <w:p w14:paraId="0D62A7C9" w14:textId="77777777" w:rsidR="004B5331" w:rsidRDefault="004D0230">
      <w:pPr>
        <w:pStyle w:val="NormalIndent"/>
      </w:pPr>
      <w:r>
        <w:t>Store off the ground, in sealed unopened packaging on a slightly sloped surface to prevent ponding on panel faces.</w:t>
      </w:r>
    </w:p>
    <w:p w14:paraId="1CCB6F69" w14:textId="77777777" w:rsidR="004B5331" w:rsidRDefault="004D0230">
      <w:r>
        <w:t>Storage area conditions: Allocate a safe and trade free area.</w:t>
      </w:r>
    </w:p>
    <w:p w14:paraId="437DDB1F" w14:textId="77777777" w:rsidR="004B5331" w:rsidRDefault="004D0230">
      <w:pPr>
        <w:pStyle w:val="Heading4"/>
      </w:pPr>
      <w:bookmarkStart w:id="107" w:name="h-13182-1"/>
      <w:bookmarkStart w:id="108" w:name="f-13182-1"/>
      <w:bookmarkStart w:id="109" w:name="f-13182"/>
      <w:bookmarkStart w:id="110" w:name="f-13217-13217.2"/>
      <w:bookmarkEnd w:id="106"/>
      <w:r>
        <w:t>Product identification</w:t>
      </w:r>
      <w:bookmarkEnd w:id="107"/>
    </w:p>
    <w:p w14:paraId="4E4C1525" w14:textId="77777777" w:rsidR="004B5331" w:rsidRDefault="004D0230">
      <w:r>
        <w:t>General: Marked to show the following:</w:t>
      </w:r>
    </w:p>
    <w:p w14:paraId="57D400F6" w14:textId="77777777" w:rsidR="004B5331" w:rsidRDefault="004D0230">
      <w:pPr>
        <w:pStyle w:val="NormalIndent"/>
      </w:pPr>
      <w:r>
        <w:t>Manufacturer’s identification.</w:t>
      </w:r>
    </w:p>
    <w:p w14:paraId="7B35B302" w14:textId="77777777" w:rsidR="004B5331" w:rsidRDefault="004D0230">
      <w:pPr>
        <w:pStyle w:val="NormalIndent"/>
      </w:pPr>
      <w:r>
        <w:t>Product brand name.</w:t>
      </w:r>
    </w:p>
    <w:p w14:paraId="5621452B" w14:textId="77777777" w:rsidR="004B5331" w:rsidRDefault="004D0230">
      <w:pPr>
        <w:pStyle w:val="NormalIndent"/>
      </w:pPr>
      <w:r>
        <w:t>Product type.</w:t>
      </w:r>
    </w:p>
    <w:p w14:paraId="55675CC2" w14:textId="77777777" w:rsidR="004B5331" w:rsidRDefault="004D0230">
      <w:pPr>
        <w:pStyle w:val="NormalIndent"/>
      </w:pPr>
      <w:r>
        <w:t>Quantity.</w:t>
      </w:r>
    </w:p>
    <w:p w14:paraId="795E6C05" w14:textId="77777777" w:rsidR="004B5331" w:rsidRDefault="004D0230">
      <w:pPr>
        <w:pStyle w:val="NormalIndent"/>
      </w:pPr>
      <w:r>
        <w:t>Product reference code and batch number.</w:t>
      </w:r>
    </w:p>
    <w:p w14:paraId="3662EB16" w14:textId="77777777" w:rsidR="004B5331" w:rsidRDefault="004D0230">
      <w:pPr>
        <w:pStyle w:val="NormalIndent"/>
      </w:pPr>
      <w:r>
        <w:t>Date of manufacture.</w:t>
      </w:r>
    </w:p>
    <w:p w14:paraId="0BE17ACB" w14:textId="77777777" w:rsidR="004B5331" w:rsidRDefault="004D0230">
      <w:pPr>
        <w:pStyle w:val="Instructions"/>
      </w:pPr>
      <w:r>
        <w:t>Edit the list to suit the project or delete if not required.</w:t>
      </w:r>
    </w:p>
    <w:p w14:paraId="64308261" w14:textId="77777777" w:rsidR="004B5331" w:rsidRDefault="004D0230">
      <w:pPr>
        <w:pStyle w:val="Heading3"/>
      </w:pPr>
      <w:bookmarkStart w:id="111" w:name="h-13217-5"/>
      <w:bookmarkStart w:id="112" w:name="f-13217-5"/>
      <w:bookmarkEnd w:id="108"/>
      <w:bookmarkEnd w:id="109"/>
      <w:bookmarkEnd w:id="110"/>
      <w:r>
        <w:t>FIRE PERFORMANCE</w:t>
      </w:r>
      <w:bookmarkEnd w:id="111"/>
    </w:p>
    <w:p w14:paraId="3406ABC4" w14:textId="77777777" w:rsidR="004B5331" w:rsidRDefault="004D0230">
      <w:pPr>
        <w:pStyle w:val="Heading4"/>
      </w:pPr>
      <w:bookmarkStart w:id="113" w:name="h-13217-7"/>
      <w:bookmarkStart w:id="114" w:name="f-13217-7"/>
      <w:bookmarkEnd w:id="112"/>
      <w:r>
        <w:t>Fire hazard properties</w:t>
      </w:r>
      <w:bookmarkEnd w:id="113"/>
    </w:p>
    <w:p w14:paraId="7EF84096" w14:textId="77777777" w:rsidR="004B5331" w:rsidRDefault="004D0230">
      <w:pPr>
        <w:pStyle w:val="Instructions"/>
      </w:pPr>
      <w:r>
        <w:t>See NATSPEC TECHnote DES 003 for more information on the fire hazard properties of insulation materials and NATSPEC TECHnote DES 020 on fire behaviour of building materials and assemblies. See also BCA (2022) Table S7C7.</w:t>
      </w:r>
    </w:p>
    <w:p w14:paraId="14D2B826" w14:textId="77777777" w:rsidR="004B5331" w:rsidRDefault="004D0230">
      <w:r>
        <w:t>Group number: To AS 5637.1 (2015).</w:t>
      </w:r>
    </w:p>
    <w:p w14:paraId="72EF54CE" w14:textId="77777777" w:rsidR="004B5331" w:rsidRDefault="004D0230">
      <w:pPr>
        <w:pStyle w:val="Instructions"/>
      </w:pPr>
      <w:r>
        <w:t xml:space="preserve">Non-sprinklered buildings: Wall and ceiling linings must either have an </w:t>
      </w:r>
      <w:r>
        <w:rPr>
          <w:i/>
        </w:rPr>
        <w:t>average specific extinction area</w:t>
      </w:r>
      <w:r>
        <w:t xml:space="preserve"> less than 250 m</w:t>
      </w:r>
      <w:r>
        <w:rPr>
          <w:vertAlign w:val="superscript"/>
        </w:rPr>
        <w:t>2</w:t>
      </w:r>
      <w:r>
        <w:t xml:space="preserve">/kg or a </w:t>
      </w:r>
      <w:r>
        <w:rPr>
          <w:i/>
        </w:rPr>
        <w:t>smoke growth rate index</w:t>
      </w:r>
      <w:r>
        <w:t xml:space="preserve"> not more than 100 as determined by AS 5637.1 (2015).</w:t>
      </w:r>
    </w:p>
    <w:p w14:paraId="62955C38" w14:textId="77777777" w:rsidR="004B5331" w:rsidRDefault="004D0230">
      <w:pPr>
        <w:pStyle w:val="Instructions"/>
      </w:pPr>
      <w:r>
        <w:t>Refer to NATSPEC TECHnote DES 020 for information on fire hazard properties.</w:t>
      </w:r>
    </w:p>
    <w:p w14:paraId="16FFB413" w14:textId="77777777" w:rsidR="004B5331" w:rsidRDefault="004D0230">
      <w:r>
        <w:t>Insulation materials: Tested to AS/NZS 1530.3 (1999). Fire hazard indices as follows:</w:t>
      </w:r>
    </w:p>
    <w:p w14:paraId="6AAC0DAC" w14:textId="77777777" w:rsidR="004B5331" w:rsidRDefault="004D0230">
      <w:pPr>
        <w:pStyle w:val="Instructions"/>
      </w:pPr>
      <w:r>
        <w:t>Refer to CSIRO’s certificate of test report No. FNE8218 for the fire hazard properties of KS1200CS, with a nominal thickness of 150 mm tested to AS/NZS 1530.3 (1999):</w:t>
      </w:r>
    </w:p>
    <w:p w14:paraId="65957857" w14:textId="77777777" w:rsidR="004B5331" w:rsidRDefault="004D0230">
      <w:pPr>
        <w:pStyle w:val="Instructionsindent"/>
      </w:pPr>
      <w:r>
        <w:t>Ignitability index: 0.</w:t>
      </w:r>
    </w:p>
    <w:p w14:paraId="3236A149" w14:textId="77777777" w:rsidR="004B5331" w:rsidRDefault="004D0230">
      <w:pPr>
        <w:pStyle w:val="Instructionsindent"/>
      </w:pPr>
      <w:r>
        <w:t>Spread-of-Flame Index: 0.</w:t>
      </w:r>
    </w:p>
    <w:p w14:paraId="74D634C6" w14:textId="77777777" w:rsidR="004B5331" w:rsidRDefault="004D0230">
      <w:pPr>
        <w:pStyle w:val="Instructionsindent"/>
      </w:pPr>
      <w:r>
        <w:t>Heat Evolved Index: 0.</w:t>
      </w:r>
    </w:p>
    <w:p w14:paraId="58B3862A" w14:textId="77777777" w:rsidR="004B5331" w:rsidRDefault="004D0230">
      <w:pPr>
        <w:pStyle w:val="Instructionsindent"/>
      </w:pPr>
      <w:r>
        <w:t>Smoke Developed Index: 2.</w:t>
      </w:r>
    </w:p>
    <w:p w14:paraId="7A2EEB5F" w14:textId="77777777" w:rsidR="004B5331" w:rsidRDefault="004D0230">
      <w:pPr>
        <w:pStyle w:val="NormalIndent"/>
      </w:pPr>
      <w:r>
        <w:t>Spread-of-Flame Index: ≤ 9.</w:t>
      </w:r>
    </w:p>
    <w:p w14:paraId="75088DD9" w14:textId="77777777" w:rsidR="004B5331" w:rsidRDefault="004D0230">
      <w:pPr>
        <w:pStyle w:val="NormalIndent"/>
      </w:pPr>
      <w:r>
        <w:t>Smoke-Developed Index: ≤ 8 if Spread-of-Flame Index &gt; 5.</w:t>
      </w:r>
    </w:p>
    <w:p w14:paraId="6436C53A" w14:textId="77777777" w:rsidR="004B5331" w:rsidRDefault="004D0230">
      <w:pPr>
        <w:pStyle w:val="Heading3"/>
      </w:pPr>
      <w:bookmarkStart w:id="115" w:name="h-13217-8"/>
      <w:bookmarkStart w:id="116" w:name="f-13217-8"/>
      <w:bookmarkEnd w:id="114"/>
      <w:r>
        <w:t>KINGSPAN INSULATED PANELS roofing systems</w:t>
      </w:r>
      <w:bookmarkEnd w:id="115"/>
    </w:p>
    <w:p w14:paraId="2439249A" w14:textId="77777777" w:rsidR="004B5331" w:rsidRDefault="004D0230">
      <w:pPr>
        <w:pStyle w:val="Heading4"/>
      </w:pPr>
      <w:bookmarkStart w:id="117" w:name="h-13217-10"/>
      <w:bookmarkStart w:id="118" w:name="f-13217-10"/>
      <w:bookmarkEnd w:id="116"/>
      <w:r>
        <w:t>Standards</w:t>
      </w:r>
      <w:bookmarkEnd w:id="117"/>
    </w:p>
    <w:p w14:paraId="3F3DFC51" w14:textId="77777777" w:rsidR="004B5331" w:rsidRDefault="004D0230">
      <w:r>
        <w:t>Design, installation and materials: To AS 1562.1 (2018).</w:t>
      </w:r>
    </w:p>
    <w:p w14:paraId="48057722" w14:textId="77777777" w:rsidR="004B5331" w:rsidRDefault="004D0230">
      <w:pPr>
        <w:pStyle w:val="Instructions"/>
      </w:pPr>
      <w:r>
        <w:t>AS 1562.1 (2018) requires steel conform to AS 1397 (2021) for continuously hot-dipped metallic-coated sheet and strip or AS/NZS 2728 (2013) for prepainted and organic film/metal laminate products.</w:t>
      </w:r>
    </w:p>
    <w:p w14:paraId="14B826AD" w14:textId="77777777" w:rsidR="004B5331" w:rsidRDefault="004D0230">
      <w:r>
        <w:t>Polyisocyanurate (rigid cellular RC/PIR) core: To AS 1366.2 (1992).</w:t>
      </w:r>
    </w:p>
    <w:p w14:paraId="77B06DB9" w14:textId="77777777" w:rsidR="004B5331" w:rsidRDefault="004D0230">
      <w:pPr>
        <w:pStyle w:val="Heading4"/>
      </w:pPr>
      <w:bookmarkStart w:id="119" w:name="h-13217-12"/>
      <w:bookmarkStart w:id="120" w:name="f-13217-12"/>
      <w:bookmarkEnd w:id="118"/>
      <w:r>
        <w:lastRenderedPageBreak/>
        <w:t>Insulation blowing agents</w:t>
      </w:r>
      <w:bookmarkEnd w:id="119"/>
    </w:p>
    <w:p w14:paraId="466E38DC" w14:textId="77777777" w:rsidR="004B5331" w:rsidRDefault="004D0230">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0D882412" w14:textId="77777777" w:rsidR="004B5331" w:rsidRDefault="004D0230">
      <w:pPr>
        <w:pStyle w:val="Heading4"/>
      </w:pPr>
      <w:bookmarkStart w:id="121" w:name="h-13217-13217.3"/>
      <w:bookmarkStart w:id="122" w:name="f-13217-13217.3"/>
      <w:bookmarkEnd w:id="120"/>
      <w:r>
        <w:t>KS1000RW Trapezoidal Roof Panel</w:t>
      </w:r>
      <w:bookmarkEnd w:id="121"/>
    </w:p>
    <w:p w14:paraId="3ADC7957" w14:textId="77777777" w:rsidR="004B5331" w:rsidRDefault="004D0230">
      <w:pPr>
        <w:pStyle w:val="Instructions"/>
      </w:pPr>
      <w:r>
        <w:t>KS1000RW Trapezoidal Roof Panels are through-fix, trapezoidal profiled, insulated roof panels which can be used for building applications with roof pitches of 3° or more after deflection. Specifications are available for roof slopes less than 3° on request from Technical Services.</w:t>
      </w:r>
    </w:p>
    <w:p w14:paraId="3727DE4A" w14:textId="77777777" w:rsidR="004B5331" w:rsidRDefault="004D0230">
      <w:r>
        <w:t>Description: A through fixed system of pre-painted, trapezoidal steel sheets with a PIR insulation core.</w:t>
      </w:r>
    </w:p>
    <w:p w14:paraId="0F879500" w14:textId="77777777" w:rsidR="004B5331" w:rsidRDefault="004D0230">
      <w:r>
        <w:t>Sealant tape: 6 mm x 4 mm butyl rubber.</w:t>
      </w:r>
    </w:p>
    <w:p w14:paraId="5F6BEBDA" w14:textId="77777777" w:rsidR="004B5331" w:rsidRDefault="004D0230">
      <w:r>
        <w:t>Neoprene foam tape: 4.8 mm x 60 mm wide neoprene, for high humidity applications.</w:t>
      </w:r>
    </w:p>
    <w:p w14:paraId="4A43F5A4" w14:textId="77777777" w:rsidR="004B5331" w:rsidRDefault="004D0230">
      <w:r>
        <w:t>RW profile filler: 1000 mm x 35 mm x 35 mm.</w:t>
      </w:r>
    </w:p>
    <w:p w14:paraId="2C33808D" w14:textId="77777777" w:rsidR="004B5331" w:rsidRDefault="004D0230">
      <w:r>
        <w:t>Neutral cure gun grade silicone sealant: As required.</w:t>
      </w:r>
    </w:p>
    <w:p w14:paraId="4ED7713F" w14:textId="77777777" w:rsidR="004B5331" w:rsidRDefault="004D0230">
      <w:pPr>
        <w:pStyle w:val="Instructions"/>
      </w:pPr>
      <w:r>
        <w:t>Sealant not supplied by KINGSPAN INSULATED PANELS. Refer to KINGSPAN INSULATED PANELS's technical drawings for sealant locations.</w:t>
      </w:r>
    </w:p>
    <w:p w14:paraId="3A20576D" w14:textId="77777777" w:rsidR="004B5331" w:rsidRDefault="004D0230">
      <w:r>
        <w:t>Flashing: 0.5 mm minimum thickness, metallic-coated steel.</w:t>
      </w:r>
    </w:p>
    <w:p w14:paraId="05C6CCC3" w14:textId="77777777" w:rsidR="004B5331" w:rsidRDefault="004D0230">
      <w:pPr>
        <w:pStyle w:val="Instructions"/>
      </w:pPr>
      <w:r>
        <w:t>KINGSPAN INSULATED PANELS manufacture flashings to order to the specification of the external and internal sheet respectively.</w:t>
      </w:r>
    </w:p>
    <w:p w14:paraId="36AA185A" w14:textId="77777777" w:rsidR="004B5331" w:rsidRDefault="004D0230">
      <w:r>
        <w:t>Primary fasteners (Non Cyclonic): Self-tapping, self-drilling screws, manufactured from carbon steel, anti-corrosion coated, and fitted with a 19 mm or 25 mm diameter embossed stainless steel (or aluminium) washer.</w:t>
      </w:r>
    </w:p>
    <w:p w14:paraId="3675016C" w14:textId="77777777" w:rsidR="004B5331" w:rsidRDefault="004D0230">
      <w:pPr>
        <w:pStyle w:val="Instructions"/>
      </w:pPr>
      <w:r>
        <w:t>Colour matched heads or caps can also be used.</w:t>
      </w:r>
    </w:p>
    <w:p w14:paraId="41C46613" w14:textId="77777777" w:rsidR="004B5331" w:rsidRDefault="004D0230">
      <w:pPr>
        <w:pStyle w:val="Heading4"/>
      </w:pPr>
      <w:bookmarkStart w:id="123" w:name="h-13217-13217.5"/>
      <w:bookmarkStart w:id="124" w:name="f-13217-13217.5"/>
      <w:bookmarkEnd w:id="122"/>
      <w:r>
        <w:t>KS1100/KS1200RL Roofliner Panel</w:t>
      </w:r>
      <w:bookmarkEnd w:id="123"/>
    </w:p>
    <w:p w14:paraId="268CB893" w14:textId="77777777" w:rsidR="004B5331" w:rsidRDefault="004D0230">
      <w:pPr>
        <w:pStyle w:val="Instructions"/>
      </w:pPr>
      <w:r>
        <w:t>KS1100/KS1200RL Roofliner Panel is an insulated roof panel, designed to be used as an insulated composite panel substrate installed under site applied, fully supported or self-supported aluminium, copper, zinc and stainless steel roof systems. Suitable for buildings with low pitch roofs.</w:t>
      </w:r>
    </w:p>
    <w:p w14:paraId="7F91B8CA" w14:textId="77777777" w:rsidR="004B5331" w:rsidRDefault="004D0230">
      <w:r>
        <w:t>Description: A PIR insulated roof panel system.</w:t>
      </w:r>
    </w:p>
    <w:p w14:paraId="146B11F9" w14:textId="77777777" w:rsidR="004B5331" w:rsidRDefault="004D0230">
      <w:pPr>
        <w:pStyle w:val="Prompt"/>
      </w:pPr>
      <w:r>
        <w:t xml:space="preserve">Roof sheeting/membrane for use over KINGSPAN KS1100/KS1200RL Roofliner Panel: </w:t>
      </w:r>
      <w:r>
        <w:fldChar w:fldCharType="begin"/>
      </w:r>
      <w:r>
        <w:instrText xml:space="preserve"> MACROBUTTON  ac_OnHelp [complete/delete]</w:instrText>
      </w:r>
      <w:r>
        <w:fldChar w:fldCharType="separate"/>
      </w:r>
      <w:r>
        <w:t> </w:t>
      </w:r>
      <w:r>
        <w:fldChar w:fldCharType="end"/>
      </w:r>
    </w:p>
    <w:p w14:paraId="6A9D4935" w14:textId="77777777" w:rsidR="004B5331" w:rsidRDefault="004D0230">
      <w:pPr>
        <w:pStyle w:val="Instructions"/>
      </w:pPr>
      <w:r>
        <w:t xml:space="preserve">This product requires installation of an additional fully sealed roof covering: either membrane or sheet metal. e.g. To </w:t>
      </w:r>
      <w:r>
        <w:rPr>
          <w:i/>
        </w:rPr>
        <w:t>0423 Roofing - profiled sheet metal</w:t>
      </w:r>
      <w:r>
        <w:t xml:space="preserve">, To </w:t>
      </w:r>
      <w:r>
        <w:rPr>
          <w:i/>
        </w:rPr>
        <w:t>0424 Roofing - seamed sheet metal</w:t>
      </w:r>
      <w:r>
        <w:t xml:space="preserve"> or To </w:t>
      </w:r>
      <w:r>
        <w:rPr>
          <w:i/>
        </w:rPr>
        <w:t>0411 Waterproofing - external and tanking</w:t>
      </w:r>
      <w:r>
        <w:t>. Document the roof sheeting/membrane to be used with KS1100/KS1200RL Roofliner panel system in the appropriate worksection or import relevant information.</w:t>
      </w:r>
    </w:p>
    <w:p w14:paraId="2F0E6899" w14:textId="77777777" w:rsidR="004B5331" w:rsidRDefault="004D0230">
      <w:r>
        <w:t>Sealant tape: Butyl rubber:</w:t>
      </w:r>
    </w:p>
    <w:p w14:paraId="56CF701A" w14:textId="77777777" w:rsidR="004B5331" w:rsidRDefault="004D0230">
      <w:pPr>
        <w:pStyle w:val="NormalIndent"/>
      </w:pPr>
      <w:r>
        <w:t>6 mm x 4 mm.</w:t>
      </w:r>
    </w:p>
    <w:p w14:paraId="6F0C69F6" w14:textId="77777777" w:rsidR="004B5331" w:rsidRDefault="004D0230">
      <w:pPr>
        <w:pStyle w:val="NormalIndent"/>
      </w:pPr>
      <w:r>
        <w:t>75 mm x 1 mm.</w:t>
      </w:r>
    </w:p>
    <w:p w14:paraId="4A49FE60" w14:textId="77777777" w:rsidR="004B5331" w:rsidRDefault="004D0230">
      <w:pPr>
        <w:pStyle w:val="NormalIndent"/>
      </w:pPr>
      <w:r>
        <w:t>150 mm x 1 mm.</w:t>
      </w:r>
    </w:p>
    <w:p w14:paraId="13B07408" w14:textId="77777777" w:rsidR="004B5331" w:rsidRDefault="004D0230">
      <w:r>
        <w:t>Foam tape: 120 mm x 2 mm wide EPDM rubber tape.</w:t>
      </w:r>
    </w:p>
    <w:p w14:paraId="7360117F" w14:textId="77777777" w:rsidR="004B5331" w:rsidRDefault="004D0230">
      <w:r>
        <w:t>Primary fasteners:</w:t>
      </w:r>
    </w:p>
    <w:p w14:paraId="478C36FD" w14:textId="77777777" w:rsidR="004B5331" w:rsidRDefault="004D0230">
      <w:pPr>
        <w:pStyle w:val="NormalIndent"/>
      </w:pPr>
      <w:r>
        <w:t>Self-tapping, self-drilling screws, manufactured from carbon steel, anti-corrosion coated, and fitted with a 19 mm or 25 mm diameter embossed stainless steel (or aluminium) washer.</w:t>
      </w:r>
    </w:p>
    <w:p w14:paraId="69265981" w14:textId="77777777" w:rsidR="004B5331" w:rsidRDefault="004D0230">
      <w:pPr>
        <w:pStyle w:val="Instructions"/>
      </w:pPr>
      <w:r>
        <w:t>Colour matched heads or caps can also be used.</w:t>
      </w:r>
    </w:p>
    <w:p w14:paraId="7F44A2A5" w14:textId="77777777" w:rsidR="004B5331" w:rsidRDefault="004D0230">
      <w:pPr>
        <w:pStyle w:val="NormalIndent"/>
      </w:pPr>
      <w:r>
        <w:t xml:space="preserve">For a flush finish: </w:t>
      </w:r>
    </w:p>
    <w:p w14:paraId="07208CA8" w14:textId="77777777" w:rsidR="004B5331" w:rsidRDefault="004D0230">
      <w:pPr>
        <w:pStyle w:val="NormalIndent2"/>
      </w:pPr>
      <w:r>
        <w:t>Recessed flat head fasteners complete with bearing plate with ultra-low profile finish.</w:t>
      </w:r>
    </w:p>
    <w:p w14:paraId="06C0AE20" w14:textId="77777777" w:rsidR="004B5331" w:rsidRDefault="004D0230">
      <w:pPr>
        <w:pStyle w:val="NormalIndent2"/>
      </w:pPr>
      <w:r>
        <w:t>Type, size and drilling capacity: To the manufacturer’s recommendations for type and thickness of supports, and thickness of cladding panels.</w:t>
      </w:r>
    </w:p>
    <w:p w14:paraId="28E4B1BB" w14:textId="77777777" w:rsidR="004B5331" w:rsidRDefault="004D0230">
      <w:r>
        <w:t>Secondary fasteners: For fixing flashing to panels:</w:t>
      </w:r>
    </w:p>
    <w:p w14:paraId="68831DEF" w14:textId="77777777" w:rsidR="004B5331" w:rsidRDefault="004D0230">
      <w:pPr>
        <w:pStyle w:val="NormalIndent"/>
      </w:pPr>
      <w:r>
        <w:t>Steel rivets, or self-tapping screws at 300 mm centres (maximum).</w:t>
      </w:r>
    </w:p>
    <w:p w14:paraId="09205336" w14:textId="77777777" w:rsidR="004B5331" w:rsidRDefault="004D0230">
      <w:pPr>
        <w:pStyle w:val="Heading4"/>
      </w:pPr>
      <w:bookmarkStart w:id="125" w:name="h-13217-14"/>
      <w:bookmarkStart w:id="126" w:name="f-13217-14"/>
      <w:bookmarkEnd w:id="124"/>
      <w:r>
        <w:t>System accessories</w:t>
      </w:r>
      <w:bookmarkEnd w:id="125"/>
    </w:p>
    <w:p w14:paraId="3824FBFC" w14:textId="77777777" w:rsidR="004B5331" w:rsidRDefault="004D0230">
      <w:r>
        <w:t>Requirement: KINGSPAN INSULATED PANELS accessories colour matched to insulated panels, as documented.</w:t>
      </w:r>
    </w:p>
    <w:p w14:paraId="7DE3C351" w14:textId="77777777" w:rsidR="004B5331" w:rsidRDefault="004D0230">
      <w:pPr>
        <w:pStyle w:val="Heading3"/>
      </w:pPr>
      <w:bookmarkStart w:id="127" w:name="h-13217-17"/>
      <w:bookmarkStart w:id="128" w:name="f-13217-17"/>
      <w:bookmarkEnd w:id="126"/>
      <w:r>
        <w:lastRenderedPageBreak/>
        <w:t>Roof plumbing</w:t>
      </w:r>
      <w:bookmarkEnd w:id="127"/>
    </w:p>
    <w:p w14:paraId="25C8F349" w14:textId="77777777" w:rsidR="004B5331" w:rsidRDefault="004D0230">
      <w:pPr>
        <w:pStyle w:val="Heading4"/>
      </w:pPr>
      <w:bookmarkStart w:id="129" w:name="h-13001-5"/>
      <w:bookmarkStart w:id="130" w:name="f-13001-5"/>
      <w:bookmarkStart w:id="131" w:name="f-13217-18"/>
      <w:bookmarkEnd w:id="128"/>
      <w:r>
        <w:t>General</w:t>
      </w:r>
      <w:bookmarkEnd w:id="129"/>
    </w:p>
    <w:p w14:paraId="292A10E9" w14:textId="77777777" w:rsidR="004B5331" w:rsidRDefault="004D0230">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4DD788DF" w14:textId="77777777" w:rsidR="004B5331" w:rsidRDefault="004D0230">
      <w:pPr>
        <w:pStyle w:val="Instructions"/>
      </w:pPr>
      <w:r>
        <w:t>See NATSPEC TECHnote DES 011 for more information on rainwater harvesting.</w:t>
      </w:r>
    </w:p>
    <w:p w14:paraId="60AA9EC3" w14:textId="77777777" w:rsidR="004B5331" w:rsidRDefault="004D0230">
      <w:r>
        <w:t>Description: Flashings, cappings, gutters, rainheads, outlets, external downpipes and accessories necessary to complete the roofing system.</w:t>
      </w:r>
    </w:p>
    <w:p w14:paraId="0C99912F" w14:textId="77777777" w:rsidR="004B5331" w:rsidRDefault="004D0230">
      <w:bookmarkStart w:id="132" w:name="f-2_13001-7"/>
      <w:bookmarkEnd w:id="130"/>
      <w:r>
        <w:t>Flashing and capping: Notched to match profile of roofing.</w:t>
      </w:r>
    </w:p>
    <w:p w14:paraId="7A637297" w14:textId="77777777" w:rsidR="004B5331" w:rsidRDefault="004D0230">
      <w:r>
        <w:t>Matching fascia/barge capping: If the selected eaves gutter is a proprietary high front pattern forming part of a combined system of gutter, fascia and barge, provide matching proprietary fascias and barge cappings to roof verges and edges.</w:t>
      </w:r>
    </w:p>
    <w:p w14:paraId="543005BD" w14:textId="77777777" w:rsidR="004B5331" w:rsidRDefault="004D0230">
      <w:pPr>
        <w:pStyle w:val="Instructions"/>
      </w:pPr>
      <w:r>
        <w:t>Delete if not required.</w:t>
      </w:r>
    </w:p>
    <w:p w14:paraId="5158F94D" w14:textId="77777777" w:rsidR="004B5331" w:rsidRDefault="004D0230">
      <w:pPr>
        <w:pStyle w:val="Heading4"/>
      </w:pPr>
      <w:bookmarkStart w:id="133" w:name="h-3_13001-6"/>
      <w:bookmarkStart w:id="134" w:name="f-3_13001-6"/>
      <w:bookmarkStart w:id="135" w:name="f-13217-19"/>
      <w:bookmarkEnd w:id="132"/>
      <w:bookmarkEnd w:id="131"/>
      <w:r>
        <w:t>Standards</w:t>
      </w:r>
      <w:bookmarkEnd w:id="133"/>
    </w:p>
    <w:p w14:paraId="5D60F06A" w14:textId="77777777" w:rsidR="004B5331" w:rsidRDefault="004D0230">
      <w:r>
        <w:t>Roof drainage: To AS/NZS 3500.3 (2021).</w:t>
      </w:r>
    </w:p>
    <w:p w14:paraId="6AF3EC7F" w14:textId="77777777" w:rsidR="004B5331" w:rsidRDefault="004D0230">
      <w:r>
        <w:t>Metal rainwater goods: To AS/NZS 2179.1 (2014).</w:t>
      </w:r>
    </w:p>
    <w:p w14:paraId="2AC4A3BF" w14:textId="77777777" w:rsidR="004B5331" w:rsidRDefault="004D0230">
      <w:r>
        <w:t>Flashings and cappings: To AS/NZS 2904 (1995).</w:t>
      </w:r>
    </w:p>
    <w:p w14:paraId="54CAA788" w14:textId="77777777" w:rsidR="004B5331" w:rsidRDefault="004D0230">
      <w:pPr>
        <w:pStyle w:val="Instructions"/>
      </w:pPr>
      <w:r>
        <w:t>See SA HB 39 (2015) Section 8 for recommended practice for metal flashings and cappings.</w:t>
      </w:r>
    </w:p>
    <w:p w14:paraId="7D8A01BE" w14:textId="77777777" w:rsidR="004B5331" w:rsidRDefault="004D0230">
      <w:pPr>
        <w:pStyle w:val="Heading4"/>
      </w:pPr>
      <w:bookmarkStart w:id="136" w:name="h-13217-13217.6"/>
      <w:bookmarkStart w:id="137" w:name="f-13217-13217.6"/>
      <w:bookmarkEnd w:id="134"/>
      <w:bookmarkEnd w:id="135"/>
      <w:r>
        <w:t>Profiled fillers</w:t>
      </w:r>
      <w:bookmarkEnd w:id="136"/>
    </w:p>
    <w:p w14:paraId="3271C119" w14:textId="77777777" w:rsidR="004B5331" w:rsidRDefault="004D0230">
      <w:r>
        <w:t>Type: Purpose-made closed cell polyethylene foam profiled to match the roofing panel profile.</w:t>
      </w:r>
    </w:p>
    <w:p w14:paraId="5109A549" w14:textId="77777777" w:rsidR="004B5331" w:rsidRDefault="004D0230">
      <w:r>
        <w:t>Location: Provide profiled fillers, under flashings and to close off corrugation cavities from the inside and outside of the building, to the following:</w:t>
      </w:r>
    </w:p>
    <w:p w14:paraId="7A16CD1D" w14:textId="77777777" w:rsidR="004B5331" w:rsidRDefault="004D0230">
      <w:pPr>
        <w:pStyle w:val="NormalIndent"/>
      </w:pPr>
      <w:r>
        <w:t>Ridges.</w:t>
      </w:r>
    </w:p>
    <w:p w14:paraId="57C7CB71" w14:textId="77777777" w:rsidR="004B5331" w:rsidRDefault="004D0230">
      <w:pPr>
        <w:pStyle w:val="NormalIndent"/>
      </w:pPr>
      <w:r>
        <w:t>Eaves.</w:t>
      </w:r>
    </w:p>
    <w:p w14:paraId="26D49C46" w14:textId="77777777" w:rsidR="004B5331" w:rsidRDefault="004D0230">
      <w:pPr>
        <w:pStyle w:val="NormalIndent"/>
      </w:pPr>
      <w:r>
        <w:t>Steps in roof panelling.</w:t>
      </w:r>
    </w:p>
    <w:p w14:paraId="457BE453" w14:textId="77777777" w:rsidR="004B5331" w:rsidRDefault="004D0230">
      <w:pPr>
        <w:pStyle w:val="Instructions"/>
      </w:pPr>
      <w:r>
        <w:t>Add locations as required.</w:t>
      </w:r>
    </w:p>
    <w:p w14:paraId="3CF31526" w14:textId="77777777" w:rsidR="004B5331" w:rsidRDefault="004D0230">
      <w:r>
        <w:t>Colour: Black.</w:t>
      </w:r>
    </w:p>
    <w:p w14:paraId="547F3A34" w14:textId="77777777" w:rsidR="004B5331" w:rsidRDefault="004D0230">
      <w:pPr>
        <w:pStyle w:val="Heading4"/>
      </w:pPr>
      <w:bookmarkStart w:id="138" w:name="h-13217-13217.7"/>
      <w:bookmarkStart w:id="139" w:name="f-13217-13217.7"/>
      <w:bookmarkEnd w:id="137"/>
      <w:r>
        <w:t>KINGSPAN INSULATED PANELS Membrane Lined Insulated Gutter</w:t>
      </w:r>
      <w:bookmarkEnd w:id="138"/>
    </w:p>
    <w:p w14:paraId="2FE8D035" w14:textId="77777777" w:rsidR="004B5331" w:rsidRDefault="004D0230">
      <w:r>
        <w:t xml:space="preserve">Valley and parapet gutters: To the </w:t>
      </w:r>
      <w:r>
        <w:rPr>
          <w:b/>
        </w:rPr>
        <w:t>KINGSPAN INSULATED PANELS membrane lined insulated gutter schedule</w:t>
      </w:r>
      <w:r>
        <w:t>.</w:t>
      </w:r>
    </w:p>
    <w:p w14:paraId="118849A3" w14:textId="77777777" w:rsidR="004B5331" w:rsidRDefault="004D0230">
      <w:pPr>
        <w:pStyle w:val="Instructions"/>
      </w:pPr>
      <w:r>
        <w:t>Lightweight, PIR Core membrane lined insulated gutters suitable for both boundary wall and valley gutter applications. Available in lengths up to 6 m.</w:t>
      </w:r>
    </w:p>
    <w:p w14:paraId="347DB786" w14:textId="77777777" w:rsidR="004B5331" w:rsidRDefault="004D0230">
      <w:r>
        <w:t xml:space="preserve">Box gutters laid to falls: To the </w:t>
      </w:r>
      <w:r>
        <w:rPr>
          <w:b/>
        </w:rPr>
        <w:t>KINGSPAN INSULATED PANELS membrane lined insulated gutter schedule</w:t>
      </w:r>
      <w:r>
        <w:t>.</w:t>
      </w:r>
    </w:p>
    <w:p w14:paraId="55F66A31" w14:textId="77777777" w:rsidR="004B5331" w:rsidRDefault="004D0230">
      <w:r>
        <w:t>Membrane strip: 250 mm x 1.5 mm.</w:t>
      </w:r>
    </w:p>
    <w:p w14:paraId="6954C3D2" w14:textId="77777777" w:rsidR="004B5331" w:rsidRDefault="004D0230">
      <w:r>
        <w:t>Foil tape: 100 mm wide.</w:t>
      </w:r>
    </w:p>
    <w:p w14:paraId="73E95050" w14:textId="77777777" w:rsidR="004B5331" w:rsidRDefault="004D0230">
      <w:r>
        <w:t>Membrane outlet: To suit 100 mm or 150 mm downpipe.</w:t>
      </w:r>
    </w:p>
    <w:p w14:paraId="58BB0506" w14:textId="77777777" w:rsidR="004B5331" w:rsidRDefault="004D0230">
      <w:r>
        <w:t>Starter piece: Insulated and factory fitted, or as documented.</w:t>
      </w:r>
    </w:p>
    <w:p w14:paraId="19BC89AE" w14:textId="77777777" w:rsidR="004B5331" w:rsidRDefault="004D0230">
      <w:r>
        <w:t>Stop ends: Site fitted, or as documented.</w:t>
      </w:r>
    </w:p>
    <w:p w14:paraId="70FA8B29" w14:textId="77777777" w:rsidR="004B5331" w:rsidRDefault="004D0230">
      <w:r>
        <w:t>Outlets:</w:t>
      </w:r>
    </w:p>
    <w:p w14:paraId="56B99183" w14:textId="77777777" w:rsidR="004B5331" w:rsidRDefault="004D0230">
      <w:pPr>
        <w:pStyle w:val="NormalIndent"/>
      </w:pPr>
      <w:r>
        <w:t>Site fitted, or as documented.</w:t>
      </w:r>
    </w:p>
    <w:p w14:paraId="281044E7" w14:textId="77777777" w:rsidR="004B5331" w:rsidRDefault="004D0230">
      <w:pPr>
        <w:pStyle w:val="NormalIndent"/>
      </w:pPr>
      <w:r>
        <w:t>Polyethylene with sealing membrane.</w:t>
      </w:r>
    </w:p>
    <w:p w14:paraId="1330247E" w14:textId="77777777" w:rsidR="004B5331" w:rsidRDefault="004D0230">
      <w:pPr>
        <w:pStyle w:val="NormalIndent"/>
      </w:pPr>
      <w:r>
        <w:t>Standard diameters: 100 mm or 150 mm.</w:t>
      </w:r>
    </w:p>
    <w:p w14:paraId="38F4AFB2" w14:textId="77777777" w:rsidR="004B5331" w:rsidRDefault="004D0230">
      <w:pPr>
        <w:pStyle w:val="Instructions"/>
      </w:pPr>
      <w:r>
        <w:t>External pipe dimensions.</w:t>
      </w:r>
    </w:p>
    <w:p w14:paraId="1E0502CD" w14:textId="77777777" w:rsidR="004B5331" w:rsidRDefault="004D0230">
      <w:r>
        <w:t>Sumps: Site assembled and fitted, or as documented.</w:t>
      </w:r>
    </w:p>
    <w:p w14:paraId="414942B9" w14:textId="77777777" w:rsidR="004B5331" w:rsidRDefault="004D0230">
      <w:pPr>
        <w:pStyle w:val="Instructions"/>
      </w:pPr>
      <w:r>
        <w:t>KINGSPAN INSULATED PANELS insulated box gutters are laid to falls. External facing thickness: 0.6 mm. Finish/colour: 0.6 mm IKO Armourplan PVC membrane.</w:t>
      </w:r>
    </w:p>
    <w:p w14:paraId="32917B4A" w14:textId="77777777" w:rsidR="004B5331" w:rsidRDefault="004D0230">
      <w:pPr>
        <w:pStyle w:val="Heading4"/>
      </w:pPr>
      <w:bookmarkStart w:id="140" w:name="h-13217-13217.8"/>
      <w:bookmarkStart w:id="141" w:name="f-13217-13217.8"/>
      <w:bookmarkEnd w:id="139"/>
      <w:r>
        <w:t>Fasteners</w:t>
      </w:r>
      <w:bookmarkEnd w:id="140"/>
    </w:p>
    <w:p w14:paraId="123395AF" w14:textId="77777777" w:rsidR="004B5331" w:rsidRDefault="004D0230">
      <w:r>
        <w:t>Requirement: To manufacturer's recommendations.</w:t>
      </w:r>
    </w:p>
    <w:p w14:paraId="60021F35" w14:textId="77777777" w:rsidR="004B5331" w:rsidRDefault="004D0230">
      <w:pPr>
        <w:pStyle w:val="Heading4"/>
      </w:pPr>
      <w:bookmarkStart w:id="142" w:name="h-13217-13217.9"/>
      <w:bookmarkStart w:id="143" w:name="f-13217-13217.9"/>
      <w:bookmarkEnd w:id="141"/>
      <w:r>
        <w:lastRenderedPageBreak/>
        <w:t>Sealants</w:t>
      </w:r>
      <w:bookmarkEnd w:id="142"/>
    </w:p>
    <w:p w14:paraId="4C741CC7" w14:textId="77777777" w:rsidR="004B5331" w:rsidRDefault="004D0230">
      <w:r>
        <w:t>Materials: Non-staining and to the manufacturer’s recommendations.</w:t>
      </w:r>
    </w:p>
    <w:p w14:paraId="1D80E70C" w14:textId="77777777" w:rsidR="004B5331" w:rsidRDefault="004D0230">
      <w:pPr>
        <w:pStyle w:val="Heading3"/>
      </w:pPr>
      <w:bookmarkStart w:id="144" w:name="h-13217-22"/>
      <w:bookmarkStart w:id="145" w:name="f-13217-22"/>
      <w:bookmarkEnd w:id="143"/>
      <w:r>
        <w:t>Roof hatches</w:t>
      </w:r>
      <w:bookmarkEnd w:id="144"/>
    </w:p>
    <w:p w14:paraId="752C6849" w14:textId="77777777" w:rsidR="004B5331" w:rsidRDefault="004D0230">
      <w:pPr>
        <w:pStyle w:val="Heading4"/>
      </w:pPr>
      <w:bookmarkStart w:id="146" w:name="h-4_13001-11"/>
      <w:bookmarkStart w:id="147" w:name="f-4_13001-11"/>
      <w:bookmarkStart w:id="148" w:name="f-13217-23"/>
      <w:bookmarkEnd w:id="145"/>
      <w:r>
        <w:t>General</w:t>
      </w:r>
      <w:bookmarkEnd w:id="146"/>
    </w:p>
    <w:p w14:paraId="43A9A9D0" w14:textId="77777777" w:rsidR="004B5331" w:rsidRDefault="004D0230">
      <w:r>
        <w:t>Description: A proprietary roof hatch system, including framing, fixing, trim, seals, accessories and flashings.</w:t>
      </w:r>
    </w:p>
    <w:p w14:paraId="5EE45C9D" w14:textId="77777777" w:rsidR="004B5331" w:rsidRDefault="004D0230">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79C1DAE2" w14:textId="77777777" w:rsidR="004B5331" w:rsidRDefault="004D0230">
      <w:pPr>
        <w:pStyle w:val="Heading3"/>
      </w:pPr>
      <w:bookmarkStart w:id="149" w:name="h-13217-24"/>
      <w:bookmarkStart w:id="150" w:name="f-13217-24"/>
      <w:bookmarkEnd w:id="147"/>
      <w:bookmarkEnd w:id="148"/>
      <w:r>
        <w:t>Roof windows</w:t>
      </w:r>
      <w:bookmarkEnd w:id="149"/>
    </w:p>
    <w:p w14:paraId="1CF706DE" w14:textId="77777777" w:rsidR="004B5331" w:rsidRDefault="004D0230">
      <w:pPr>
        <w:pStyle w:val="Heading4"/>
      </w:pPr>
      <w:bookmarkStart w:id="151" w:name="h-5_13001-13"/>
      <w:bookmarkStart w:id="152" w:name="f-5_13001-13"/>
      <w:bookmarkStart w:id="153" w:name="f-13217-25"/>
      <w:bookmarkEnd w:id="150"/>
      <w:r>
        <w:t>General</w:t>
      </w:r>
      <w:bookmarkEnd w:id="151"/>
    </w:p>
    <w:p w14:paraId="4BCF2261" w14:textId="77777777" w:rsidR="004B5331" w:rsidRDefault="004D0230">
      <w:r>
        <w:t>Standard: To AS 4285 (2019).</w:t>
      </w:r>
    </w:p>
    <w:p w14:paraId="6466B1C3" w14:textId="77777777" w:rsidR="004B5331" w:rsidRDefault="004D0230">
      <w:r>
        <w:t>Description: A proprietary window system designed for non-vertical installation in roofs pitched greater than 15° and less than 90°, consisting of the following:</w:t>
      </w:r>
    </w:p>
    <w:p w14:paraId="52BE6D77" w14:textId="77777777" w:rsidR="004B5331" w:rsidRDefault="004D0230">
      <w:pPr>
        <w:pStyle w:val="NormalIndent"/>
      </w:pPr>
      <w:r>
        <w:t>Timber frame and sash, shop clear primed or prefinished.</w:t>
      </w:r>
    </w:p>
    <w:p w14:paraId="6E7A5016" w14:textId="77777777" w:rsidR="004B5331" w:rsidRDefault="004D0230">
      <w:pPr>
        <w:pStyle w:val="NormalIndent"/>
      </w:pPr>
      <w:r>
        <w:t>External anodised aluminium protective profiles.</w:t>
      </w:r>
    </w:p>
    <w:p w14:paraId="655F3E5F" w14:textId="77777777" w:rsidR="004B5331" w:rsidRDefault="004D0230">
      <w:pPr>
        <w:pStyle w:val="NormalIndent"/>
      </w:pPr>
      <w:r>
        <w:t>Sealed double glazing.</w:t>
      </w:r>
    </w:p>
    <w:p w14:paraId="11E8AF63" w14:textId="77777777" w:rsidR="004B5331" w:rsidRDefault="004D0230">
      <w:pPr>
        <w:pStyle w:val="NormalIndent"/>
      </w:pPr>
      <w:r>
        <w:t>Horizontally pivoted sash, 180° reversible, on patent friction hinges.</w:t>
      </w:r>
    </w:p>
    <w:p w14:paraId="269D1985" w14:textId="77777777" w:rsidR="004B5331" w:rsidRDefault="004D0230">
      <w:pPr>
        <w:pStyle w:val="NormalIndent"/>
      </w:pPr>
      <w:r>
        <w:t>Opening and locking by patent control bar.</w:t>
      </w:r>
    </w:p>
    <w:p w14:paraId="73E8D1C3" w14:textId="77777777" w:rsidR="004B5331" w:rsidRDefault="004D0230">
      <w:pPr>
        <w:pStyle w:val="NormalIndent"/>
      </w:pPr>
      <w:r>
        <w:t>Ventilation flap.</w:t>
      </w:r>
    </w:p>
    <w:p w14:paraId="45C42CDC" w14:textId="77777777" w:rsidR="004B5331" w:rsidRDefault="004D0230">
      <w:pPr>
        <w:pStyle w:val="Heading3"/>
      </w:pPr>
      <w:bookmarkStart w:id="154" w:name="h-13217-26"/>
      <w:bookmarkStart w:id="155" w:name="f-13217-26"/>
      <w:bookmarkEnd w:id="152"/>
      <w:bookmarkEnd w:id="153"/>
      <w:r>
        <w:t>Roof ventilators</w:t>
      </w:r>
      <w:bookmarkEnd w:id="154"/>
    </w:p>
    <w:p w14:paraId="11F9DA0D" w14:textId="77777777" w:rsidR="004B5331" w:rsidRDefault="004D0230">
      <w:pPr>
        <w:pStyle w:val="Heading4"/>
      </w:pPr>
      <w:bookmarkStart w:id="156" w:name="h-6_13001-15"/>
      <w:bookmarkStart w:id="157" w:name="f-6_13001-15"/>
      <w:bookmarkStart w:id="158" w:name="f-13217-27"/>
      <w:bookmarkEnd w:id="155"/>
      <w:r>
        <w:t>General</w:t>
      </w:r>
      <w:bookmarkEnd w:id="156"/>
    </w:p>
    <w:p w14:paraId="392EEE4E" w14:textId="77777777" w:rsidR="004B5331" w:rsidRDefault="004D0230">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5878E80C" w14:textId="77777777" w:rsidR="004B5331" w:rsidRDefault="004D0230">
      <w:r>
        <w:t>Description: A proprietary roof ventilator system including framing, fixing, trim, seals, accessories and flashings.</w:t>
      </w:r>
    </w:p>
    <w:p w14:paraId="316AF9AA" w14:textId="77777777" w:rsidR="004B5331" w:rsidRDefault="004D0230">
      <w:pPr>
        <w:pStyle w:val="Heading2"/>
      </w:pPr>
      <w:bookmarkStart w:id="159" w:name="h-13222-1"/>
      <w:bookmarkStart w:id="160" w:name="f-13222-1"/>
      <w:bookmarkStart w:id="161" w:name="f-13222"/>
      <w:bookmarkEnd w:id="157"/>
      <w:bookmarkEnd w:id="158"/>
      <w:bookmarkEnd w:id="93"/>
      <w:r>
        <w:t>Execution</w:t>
      </w:r>
      <w:bookmarkEnd w:id="159"/>
    </w:p>
    <w:p w14:paraId="6FF8B869" w14:textId="77777777" w:rsidR="004B5331" w:rsidRDefault="004D0230">
      <w:pPr>
        <w:pStyle w:val="Heading3"/>
      </w:pPr>
      <w:bookmarkStart w:id="162" w:name="h-13222-2"/>
      <w:bookmarkStart w:id="163" w:name="f-13222-2"/>
      <w:bookmarkEnd w:id="160"/>
      <w:r>
        <w:t>General</w:t>
      </w:r>
      <w:bookmarkEnd w:id="162"/>
    </w:p>
    <w:p w14:paraId="33C78330" w14:textId="77777777" w:rsidR="004B5331" w:rsidRDefault="004D0230">
      <w:pPr>
        <w:pStyle w:val="Heading4"/>
      </w:pPr>
      <w:bookmarkStart w:id="164" w:name="h-13002-3"/>
      <w:bookmarkStart w:id="165" w:name="f-13002-3"/>
      <w:bookmarkStart w:id="166" w:name="f-13222-3"/>
      <w:bookmarkEnd w:id="163"/>
      <w:r>
        <w:t>Preparation</w:t>
      </w:r>
      <w:bookmarkEnd w:id="164"/>
    </w:p>
    <w:p w14:paraId="0800A9C6" w14:textId="77777777" w:rsidR="004B5331" w:rsidRDefault="004D0230">
      <w:r>
        <w:t>Substrates or framing: Before fixing roofing, check the alignment of substrates or framing and adjust if required.</w:t>
      </w:r>
    </w:p>
    <w:p w14:paraId="1C7DC289" w14:textId="77777777" w:rsidR="004B5331" w:rsidRDefault="004D0230">
      <w:r>
        <w:t>Flexible underlay: Check that the underlay or insulation is restrained.</w:t>
      </w:r>
    </w:p>
    <w:p w14:paraId="1F9CBEB0" w14:textId="77777777" w:rsidR="004B5331" w:rsidRDefault="004D0230">
      <w:r>
        <w:t>Roofing: Make sure the roofing is clean and free of dust and loose particles.</w:t>
      </w:r>
    </w:p>
    <w:p w14:paraId="5B4C3343" w14:textId="77777777" w:rsidR="004B5331" w:rsidRDefault="004D0230">
      <w:pPr>
        <w:pStyle w:val="Heading3"/>
      </w:pPr>
      <w:bookmarkStart w:id="167" w:name="h-13222-4"/>
      <w:bookmarkStart w:id="168" w:name="f-13222-4"/>
      <w:bookmarkEnd w:id="165"/>
      <w:bookmarkEnd w:id="166"/>
      <w:r>
        <w:t>Installation</w:t>
      </w:r>
      <w:bookmarkEnd w:id="167"/>
    </w:p>
    <w:p w14:paraId="15577C91" w14:textId="77777777" w:rsidR="004B5331" w:rsidRDefault="004D0230">
      <w:pPr>
        <w:pStyle w:val="Heading4"/>
      </w:pPr>
      <w:bookmarkStart w:id="169" w:name="h-13222-5"/>
      <w:bookmarkStart w:id="170" w:name="f-13222-5"/>
      <w:bookmarkEnd w:id="168"/>
      <w:r>
        <w:t>Protection</w:t>
      </w:r>
      <w:bookmarkEnd w:id="169"/>
    </w:p>
    <w:p w14:paraId="58527761" w14:textId="77777777" w:rsidR="004B5331" w:rsidRDefault="004D0230">
      <w:r>
        <w:t>General: Keep the roofing and rainwater system free of debris and loose material during construction.</w:t>
      </w:r>
    </w:p>
    <w:p w14:paraId="6EBAA09F" w14:textId="77777777" w:rsidR="004B5331" w:rsidRDefault="004D0230">
      <w:pPr>
        <w:pStyle w:val="Heading4"/>
      </w:pPr>
      <w:bookmarkStart w:id="171" w:name="h-2_13002-7"/>
      <w:bookmarkStart w:id="172" w:name="f-2_13002-7"/>
      <w:bookmarkStart w:id="173" w:name="f-13222-7"/>
      <w:bookmarkEnd w:id="170"/>
      <w:r>
        <w:t>Metal separation</w:t>
      </w:r>
      <w:bookmarkEnd w:id="171"/>
    </w:p>
    <w:p w14:paraId="08B0F28B" w14:textId="77777777" w:rsidR="004B5331" w:rsidRDefault="004D0230">
      <w:pPr>
        <w:pStyle w:val="Instructions"/>
      </w:pPr>
      <w:r>
        <w:t>Make sure of compatibility or detail separation.</w:t>
      </w:r>
    </w:p>
    <w:p w14:paraId="07557EDD" w14:textId="77777777" w:rsidR="004B5331" w:rsidRDefault="004D0230">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75F098E2" w14:textId="77777777" w:rsidR="004B5331" w:rsidRDefault="004D0230">
      <w:pPr>
        <w:pStyle w:val="Instructions"/>
      </w:pPr>
      <w:r>
        <w:t>Corrosion can result from water run-off between incompatible surfaces. See AS 1562.1 (2018) clause 3.4.3 and AS 1562.1 (2018) Appendix C Table C4. There are four conditions to be avoided:</w:t>
      </w:r>
    </w:p>
    <w:p w14:paraId="2A260393" w14:textId="77777777" w:rsidR="004B5331" w:rsidRDefault="004D0230">
      <w:pPr>
        <w:pStyle w:val="Instructionsindent"/>
      </w:pPr>
      <w:r>
        <w:t>Run-off from copper and copper alloys onto aluminium, zinc, galvanized, or aluminium/zinc-coated surfaces.</w:t>
      </w:r>
    </w:p>
    <w:p w14:paraId="0F63E06B" w14:textId="77777777" w:rsidR="004B5331" w:rsidRDefault="004D0230">
      <w:pPr>
        <w:pStyle w:val="Instructionsindent"/>
      </w:pPr>
      <w:r>
        <w:t>Run-off from glass onto stainless steel, zinc or galvanized surfaces.</w:t>
      </w:r>
    </w:p>
    <w:p w14:paraId="05A51D53" w14:textId="77777777" w:rsidR="004B5331" w:rsidRDefault="004D0230">
      <w:pPr>
        <w:pStyle w:val="Instructionsindent"/>
      </w:pPr>
      <w:r>
        <w:t>Run-off from plastic onto zinc or galvanized surfaces.</w:t>
      </w:r>
    </w:p>
    <w:p w14:paraId="2A62B253" w14:textId="77777777" w:rsidR="004B5331" w:rsidRDefault="004D0230">
      <w:pPr>
        <w:pStyle w:val="Instructionsindent"/>
      </w:pPr>
      <w:r>
        <w:t>Run-off from inert catchment surfaces such as glazed terracotta, prepainted steel, aluminium and aluminium/zinc onto zinc or galvanized surfaces.</w:t>
      </w:r>
    </w:p>
    <w:p w14:paraId="275FE455" w14:textId="77777777" w:rsidR="004B5331" w:rsidRDefault="004D0230">
      <w:pPr>
        <w:pStyle w:val="Instructions"/>
      </w:pPr>
      <w:r>
        <w:lastRenderedPageBreak/>
        <w:t>In marine or high humidity environments, separate green hardwood from aluminium and coated steel.</w:t>
      </w:r>
    </w:p>
    <w:p w14:paraId="24C763FA" w14:textId="77777777" w:rsidR="004B5331" w:rsidRDefault="004D0230">
      <w:pPr>
        <w:pStyle w:val="Instructions"/>
      </w:pPr>
      <w:r>
        <w:t>Typical methods for metal separation include:</w:t>
      </w:r>
    </w:p>
    <w:p w14:paraId="10533228" w14:textId="77777777" w:rsidR="004B5331" w:rsidRDefault="004D0230">
      <w:pPr>
        <w:pStyle w:val="Instructionsindent"/>
      </w:pPr>
      <w:r>
        <w:t>Applying an anti-corrosion, low moisture transmission coating such as zinc or barium chromate primer or aluminium pigmented bituminous paint to contact surfaces.</w:t>
      </w:r>
    </w:p>
    <w:p w14:paraId="62B7F52E" w14:textId="77777777" w:rsidR="004B5331" w:rsidRDefault="004D0230">
      <w:pPr>
        <w:pStyle w:val="Instructionsindent"/>
      </w:pPr>
      <w:r>
        <w:t>Inserting a separation layer such as polyethylene film, adhesive tape or bituminous felt.</w:t>
      </w:r>
    </w:p>
    <w:p w14:paraId="4645DEF2" w14:textId="77777777" w:rsidR="004B5331" w:rsidRDefault="004D0230">
      <w:r>
        <w:t>Requirement: Prevent direct contact between incompatible metals, and between green hardwood or chemically treated timber and aluminium or coated steel, by one of the following methods:</w:t>
      </w:r>
    </w:p>
    <w:p w14:paraId="0186BFB6" w14:textId="77777777" w:rsidR="004B5331" w:rsidRDefault="004D0230">
      <w:pPr>
        <w:pStyle w:val="NormalIndent"/>
      </w:pPr>
      <w:r>
        <w:t>Applying an anti-corrosion, low moisture transmission coating to contact surfaces.</w:t>
      </w:r>
    </w:p>
    <w:p w14:paraId="29755BC5" w14:textId="77777777" w:rsidR="004B5331" w:rsidRDefault="004D0230">
      <w:pPr>
        <w:pStyle w:val="NormalIndent"/>
      </w:pPr>
      <w:r>
        <w:t>Inserting a separation layer.</w:t>
      </w:r>
    </w:p>
    <w:p w14:paraId="164E6651" w14:textId="77777777" w:rsidR="004B5331" w:rsidRDefault="004D0230">
      <w:pPr>
        <w:pStyle w:val="Heading3"/>
      </w:pPr>
      <w:bookmarkStart w:id="174" w:name="h-13222-8"/>
      <w:bookmarkStart w:id="175" w:name="f-13222-8"/>
      <w:bookmarkEnd w:id="172"/>
      <w:bookmarkEnd w:id="173"/>
      <w:r>
        <w:t>KINGSPAN INSULATED PANELS roofing system</w:t>
      </w:r>
      <w:bookmarkEnd w:id="174"/>
    </w:p>
    <w:p w14:paraId="58B7F6EC" w14:textId="77777777" w:rsidR="004B5331" w:rsidRDefault="004D0230">
      <w:pPr>
        <w:pStyle w:val="Heading4"/>
      </w:pPr>
      <w:bookmarkStart w:id="176" w:name="h-13222-9"/>
      <w:bookmarkStart w:id="177" w:name="f-13222-9"/>
      <w:bookmarkEnd w:id="175"/>
      <w:r>
        <w:t>Installation</w:t>
      </w:r>
      <w:bookmarkEnd w:id="176"/>
    </w:p>
    <w:p w14:paraId="2488947D" w14:textId="77777777" w:rsidR="004B5331" w:rsidRDefault="004D0230">
      <w:r>
        <w:t>Requirement: To KINGSPAN INSULATED PANELS recommendations using KINGSPAN INSULATED PANELS approved installers for installation, including the following:</w:t>
      </w:r>
    </w:p>
    <w:p w14:paraId="26B54BFD" w14:textId="77777777" w:rsidR="004B5331" w:rsidRDefault="004D0230">
      <w:pPr>
        <w:pStyle w:val="NormalIndent"/>
      </w:pPr>
      <w:r>
        <w:t>Minimum falls: To the manufacturer’s recommendations.</w:t>
      </w:r>
    </w:p>
    <w:p w14:paraId="1430F4D1" w14:textId="77777777" w:rsidR="004B5331" w:rsidRDefault="004D0230">
      <w:pPr>
        <w:pStyle w:val="NormalIndent"/>
      </w:pPr>
      <w:r>
        <w:t>Fasteners, laps, sealants and fillers: Install, as documented.</w:t>
      </w:r>
    </w:p>
    <w:p w14:paraId="352CA97A" w14:textId="77777777" w:rsidR="004B5331" w:rsidRDefault="004D0230">
      <w:pPr>
        <w:pStyle w:val="Instructions"/>
      </w:pPr>
      <w:r>
        <w:t>Contact KINGSPAN INSULATED PANELS Technical services for the number of fixings required at each location as these are project specific and determined by the project specific wind loads.</w:t>
      </w:r>
    </w:p>
    <w:p w14:paraId="0D6E85F7" w14:textId="77777777" w:rsidR="004B5331" w:rsidRDefault="004D0230">
      <w:pPr>
        <w:pStyle w:val="Instructions"/>
      </w:pPr>
      <w:r>
        <w:t>To conform to local and cyclonic wind load requirements, and those of FM Approvals certification, it may be necessary to provide additional fasteners in areas of high local suction.</w:t>
      </w:r>
    </w:p>
    <w:p w14:paraId="641603A2" w14:textId="77777777" w:rsidR="004B5331" w:rsidRDefault="004D0230">
      <w:pPr>
        <w:pStyle w:val="Instructions"/>
      </w:pPr>
      <w:r>
        <w:t>For fastener recommendations for cyclonic applications, contact KINGSPAN INSULATED PANELS Technical Services for advice and testing documentation. Recommended fasteners are available from recognized distributors, please contact technical team for further information.</w:t>
      </w:r>
    </w:p>
    <w:p w14:paraId="3B9652D1" w14:textId="77777777" w:rsidR="004B5331" w:rsidRDefault="004D0230">
      <w:r>
        <w:t>Site cut panels:</w:t>
      </w:r>
    </w:p>
    <w:p w14:paraId="10F3E429" w14:textId="77777777" w:rsidR="004B5331" w:rsidRDefault="004D0230">
      <w:pPr>
        <w:pStyle w:val="NormalIndent"/>
      </w:pPr>
      <w:r>
        <w:t>Provide accurate, true lines with no distortion.</w:t>
      </w:r>
    </w:p>
    <w:p w14:paraId="7784B043" w14:textId="77777777" w:rsidR="004B5331" w:rsidRDefault="004D0230">
      <w:pPr>
        <w:pStyle w:val="NormalIndent"/>
      </w:pPr>
      <w:r>
        <w:t>Cut with a suitable metal cutting circular type saw and treat exposed edges with a suitable edge protection lacquer.</w:t>
      </w:r>
    </w:p>
    <w:p w14:paraId="386B0376" w14:textId="77777777" w:rsidR="004B5331" w:rsidRDefault="004D0230">
      <w:pPr>
        <w:pStyle w:val="NormalIndent"/>
      </w:pPr>
      <w:r>
        <w:t>Cut openings to the minimum size necessary.</w:t>
      </w:r>
    </w:p>
    <w:p w14:paraId="7C7088ED" w14:textId="77777777" w:rsidR="004B5331" w:rsidRDefault="004D0230">
      <w:pPr>
        <w:pStyle w:val="NormalIndent"/>
      </w:pPr>
      <w:r>
        <w:t>Penetrations larger than 300 x 250 mm: Provide additional continuous structural support.</w:t>
      </w:r>
    </w:p>
    <w:p w14:paraId="0441DBBF" w14:textId="77777777" w:rsidR="004B5331" w:rsidRDefault="004D0230">
      <w:pPr>
        <w:pStyle w:val="Instructions"/>
      </w:pPr>
      <w:r>
        <w:t xml:space="preserve">Refer to </w:t>
      </w:r>
      <w:r>
        <w:rPr>
          <w:i/>
        </w:rPr>
        <w:t>Kingspan Method Statement</w:t>
      </w:r>
      <w:r>
        <w:t xml:space="preserve"> for information regarding cut panels.</w:t>
      </w:r>
    </w:p>
    <w:p w14:paraId="6D97D45F" w14:textId="77777777" w:rsidR="004B5331" w:rsidRDefault="004D0230">
      <w:pPr>
        <w:pStyle w:val="Instructions"/>
      </w:pPr>
      <w:r>
        <w:t>It is not recommended that penetrations intersect the crown of a panel. For further advice, contact KINGSPAN INSULATED PANELS Technical Services.</w:t>
      </w:r>
    </w:p>
    <w:p w14:paraId="74BB443C" w14:textId="77777777" w:rsidR="004B5331" w:rsidRDefault="004D0230">
      <w:pPr>
        <w:pStyle w:val="Prompt"/>
      </w:pPr>
      <w:r>
        <w:t>Installation of roof sheeting/membrane over KINGSPAN KS1100/KS1200RL Roofliner Panel: [complete delete]</w:t>
      </w:r>
    </w:p>
    <w:p w14:paraId="4F359839" w14:textId="77777777" w:rsidR="004B5331" w:rsidRDefault="004D0230">
      <w:pPr>
        <w:pStyle w:val="Instructions"/>
      </w:pPr>
      <w:r>
        <w:t xml:space="preserve">e.g. To </w:t>
      </w:r>
      <w:r>
        <w:rPr>
          <w:i/>
        </w:rPr>
        <w:t>0423 Roofing - profiled sheet metal</w:t>
      </w:r>
      <w:r>
        <w:t xml:space="preserve">, to </w:t>
      </w:r>
      <w:r>
        <w:rPr>
          <w:i/>
        </w:rPr>
        <w:t>0424 Roofing - seamed sheet metal</w:t>
      </w:r>
      <w:r>
        <w:t xml:space="preserve"> or to </w:t>
      </w:r>
      <w:r>
        <w:rPr>
          <w:i/>
        </w:rPr>
        <w:t>0411 Waterproofing - external and tanking</w:t>
      </w:r>
      <w:r>
        <w:t>. Document the roof sheeting/membrane to be used with the KS1100/KS1200RL Roofliner Panel system in the appropriate worksection or import relevant information.</w:t>
      </w:r>
    </w:p>
    <w:p w14:paraId="561DA83C" w14:textId="77777777" w:rsidR="004B5331" w:rsidRDefault="004D0230">
      <w:r>
        <w:t>Swarf: Remove swarf and other debris as soon as it is deposited.</w:t>
      </w:r>
    </w:p>
    <w:p w14:paraId="4ACBE45B" w14:textId="77777777" w:rsidR="004B5331" w:rsidRDefault="004D0230">
      <w:r>
        <w:t>Protection: Protect surfaces and finishes, including the retention of protective coatings during installation.</w:t>
      </w:r>
    </w:p>
    <w:p w14:paraId="0B0459BE" w14:textId="77777777" w:rsidR="004B5331" w:rsidRDefault="004D0230">
      <w:r>
        <w:t>Horizontal flashing and capping surfaces:</w:t>
      </w:r>
    </w:p>
    <w:p w14:paraId="40F389F7" w14:textId="77777777" w:rsidR="004B5331" w:rsidRDefault="004D0230">
      <w:pPr>
        <w:pStyle w:val="NormalIndent"/>
      </w:pPr>
      <w:r>
        <w:t>Minimum slope: 1:15.</w:t>
      </w:r>
    </w:p>
    <w:p w14:paraId="5A00AE8F" w14:textId="77777777" w:rsidR="004B5331" w:rsidRDefault="004D0230">
      <w:pPr>
        <w:pStyle w:val="NormalIndent"/>
      </w:pPr>
      <w:r>
        <w:t>Staining: Slope away from visible vertical facade areas to prevent staining.</w:t>
      </w:r>
    </w:p>
    <w:p w14:paraId="67357804" w14:textId="77777777" w:rsidR="004B5331" w:rsidRDefault="004D0230">
      <w:r>
        <w:t>Defective components: Do not install components that are defective, including warped, bowed, dented, abraded or broken members.</w:t>
      </w:r>
    </w:p>
    <w:p w14:paraId="094A2A04" w14:textId="77777777" w:rsidR="004B5331" w:rsidRDefault="004D0230">
      <w:r>
        <w:t>Damaged parts: Remove and replace damaged members during installation.</w:t>
      </w:r>
    </w:p>
    <w:p w14:paraId="7D3A98E4" w14:textId="77777777" w:rsidR="004B5331" w:rsidRDefault="004D0230">
      <w:pPr>
        <w:pStyle w:val="Heading4"/>
      </w:pPr>
      <w:bookmarkStart w:id="178" w:name="h-13222-10"/>
      <w:bookmarkStart w:id="179" w:name="f-13222-10"/>
      <w:bookmarkEnd w:id="177"/>
      <w:r>
        <w:t>Joints</w:t>
      </w:r>
      <w:bookmarkEnd w:id="178"/>
    </w:p>
    <w:p w14:paraId="4C0860EF" w14:textId="77777777" w:rsidR="004B5331" w:rsidRDefault="004D0230">
      <w:r>
        <w:t>Requirement: Rigidly secure joints other than movement and open joints. Reinforce as required and fix with hairline abutments or as documented.</w:t>
      </w:r>
    </w:p>
    <w:p w14:paraId="787B7F45" w14:textId="77777777" w:rsidR="004B5331" w:rsidRDefault="004D0230">
      <w:r>
        <w:t>Panel to panel end joints: If roof lengths exceed maximum manufactured panel lengths, join panels using the manufacturer’s recommended details.</w:t>
      </w:r>
    </w:p>
    <w:p w14:paraId="34CE8117" w14:textId="77777777" w:rsidR="004B5331" w:rsidRDefault="004D0230">
      <w:r>
        <w:t>Control joints: Locate to coincide with structural movement joints, as documented.</w:t>
      </w:r>
    </w:p>
    <w:p w14:paraId="713B0F1E" w14:textId="77777777" w:rsidR="004B5331" w:rsidRDefault="004D0230">
      <w:pPr>
        <w:pStyle w:val="Heading4"/>
      </w:pPr>
      <w:bookmarkStart w:id="180" w:name="h-13222-11"/>
      <w:bookmarkStart w:id="181" w:name="f-13222-11"/>
      <w:bookmarkEnd w:id="179"/>
      <w:r>
        <w:lastRenderedPageBreak/>
        <w:t>Subcontractors</w:t>
      </w:r>
      <w:bookmarkEnd w:id="180"/>
    </w:p>
    <w:p w14:paraId="01BFE1D8" w14:textId="77777777" w:rsidR="004B5331" w:rsidRDefault="004D0230">
      <w:r>
        <w:t>General: Use panel manufacturer approved installers for installation and commissioning.</w:t>
      </w:r>
    </w:p>
    <w:p w14:paraId="3947DD55" w14:textId="77777777" w:rsidR="004B5331" w:rsidRDefault="004D0230">
      <w:pPr>
        <w:pStyle w:val="Heading4"/>
      </w:pPr>
      <w:bookmarkStart w:id="182" w:name="h-13222-12"/>
      <w:bookmarkStart w:id="183" w:name="f-13222-12"/>
      <w:bookmarkEnd w:id="181"/>
      <w:r>
        <w:t>Accessories and trim</w:t>
      </w:r>
      <w:bookmarkEnd w:id="182"/>
    </w:p>
    <w:p w14:paraId="1502D2C3" w14:textId="77777777" w:rsidR="004B5331" w:rsidRDefault="004D0230">
      <w:r>
        <w:t>Requirement: Provide accessories and trim necessary to complete the installation, or as documented.</w:t>
      </w:r>
    </w:p>
    <w:p w14:paraId="285C34E5" w14:textId="77777777" w:rsidR="004B5331" w:rsidRDefault="004D0230">
      <w:pPr>
        <w:pStyle w:val="Heading3"/>
      </w:pPr>
      <w:bookmarkStart w:id="184" w:name="h-13222-13222.1"/>
      <w:bookmarkStart w:id="185" w:name="f-13222-13222.1"/>
      <w:bookmarkEnd w:id="183"/>
      <w:r>
        <w:t>Building elements</w:t>
      </w:r>
      <w:bookmarkEnd w:id="184"/>
    </w:p>
    <w:p w14:paraId="7465F58D" w14:textId="77777777" w:rsidR="004B5331" w:rsidRDefault="004D0230">
      <w:pPr>
        <w:pStyle w:val="Heading4"/>
      </w:pPr>
      <w:bookmarkStart w:id="186" w:name="h-13222-13"/>
      <w:bookmarkStart w:id="187" w:name="f-13222-13"/>
      <w:bookmarkEnd w:id="185"/>
      <w:r>
        <w:t>Ridges and eaves</w:t>
      </w:r>
      <w:bookmarkEnd w:id="186"/>
    </w:p>
    <w:p w14:paraId="068A238D" w14:textId="77777777" w:rsidR="004B5331" w:rsidRDefault="004D0230">
      <w:r>
        <w:t>Sheet ends: Treat as follows:</w:t>
      </w:r>
    </w:p>
    <w:p w14:paraId="7C829F7A" w14:textId="77777777" w:rsidR="004B5331" w:rsidRDefault="004D0230">
      <w:pPr>
        <w:pStyle w:val="NormalIndent"/>
      </w:pPr>
      <w:r>
        <w:t>Project panel ends with a 75 mm cut back at the eaves.</w:t>
      </w:r>
    </w:p>
    <w:p w14:paraId="3A2D018F" w14:textId="77777777" w:rsidR="004B5331" w:rsidRDefault="004D0230">
      <w:pPr>
        <w:pStyle w:val="NormalIndent"/>
      </w:pPr>
      <w:r>
        <w:t>Close off ridges with purpose-made ridge fillers of closed cell polyethylene foam.</w:t>
      </w:r>
    </w:p>
    <w:p w14:paraId="6BA196B3" w14:textId="77777777" w:rsidR="004B5331" w:rsidRDefault="004D0230">
      <w:pPr>
        <w:pStyle w:val="Instructions"/>
      </w:pPr>
      <w:r>
        <w:t>Refer to KINGSPAN INSULATED PANELS standard construction details.</w:t>
      </w:r>
    </w:p>
    <w:p w14:paraId="311F435F" w14:textId="77777777" w:rsidR="004B5331" w:rsidRDefault="004D0230">
      <w:pPr>
        <w:pStyle w:val="Heading4"/>
      </w:pPr>
      <w:bookmarkStart w:id="188" w:name="h-13222-14"/>
      <w:bookmarkStart w:id="189" w:name="f-13222-14"/>
      <w:bookmarkEnd w:id="187"/>
      <w:r>
        <w:t>Ridges and barge</w:t>
      </w:r>
      <w:bookmarkEnd w:id="188"/>
    </w:p>
    <w:p w14:paraId="17684E2F" w14:textId="77777777" w:rsidR="004B5331" w:rsidRDefault="004D0230">
      <w:r>
        <w:t>Capping: Finish off along ridge and verge lines with purpose-made ridge capping or barge rolls.</w:t>
      </w:r>
    </w:p>
    <w:p w14:paraId="178C1D2B" w14:textId="77777777" w:rsidR="004B5331" w:rsidRDefault="004D0230">
      <w:pPr>
        <w:pStyle w:val="Instructions"/>
      </w:pPr>
      <w:r>
        <w:t>Refer to KINGSPAN INSULATED PANELS standard construction details.</w:t>
      </w:r>
    </w:p>
    <w:p w14:paraId="7547C805" w14:textId="77777777" w:rsidR="004B5331" w:rsidRDefault="004D0230">
      <w:pPr>
        <w:pStyle w:val="Heading4"/>
      </w:pPr>
      <w:bookmarkStart w:id="190" w:name="h-13222-13222.2"/>
      <w:bookmarkStart w:id="191" w:name="f-13222-13222.2"/>
      <w:bookmarkEnd w:id="189"/>
      <w:r>
        <w:t>Laps, sealants and fillers</w:t>
      </w:r>
      <w:bookmarkEnd w:id="190"/>
    </w:p>
    <w:p w14:paraId="5DD15A01" w14:textId="77777777" w:rsidR="004B5331" w:rsidRDefault="004D0230">
      <w:r>
        <w:t>KS1000RW Trapezoidal Roof Panel:</w:t>
      </w:r>
    </w:p>
    <w:p w14:paraId="4376D1AC" w14:textId="77777777" w:rsidR="004B5331" w:rsidRDefault="004D0230">
      <w:pPr>
        <w:pStyle w:val="NormalIndent"/>
      </w:pPr>
      <w:r>
        <w:t>Side laps: Factory applied weather seal (FAWS).</w:t>
      </w:r>
    </w:p>
    <w:p w14:paraId="4056903F" w14:textId="77777777" w:rsidR="004B5331" w:rsidRDefault="004D0230">
      <w:pPr>
        <w:pStyle w:val="Instructions"/>
      </w:pPr>
      <w:r>
        <w:t>Continuous weather seal applied under controlled factory conditions to ensure a more efficient seal between individual panels.</w:t>
      </w:r>
    </w:p>
    <w:p w14:paraId="53E895C8" w14:textId="77777777" w:rsidR="004B5331" w:rsidRDefault="004D0230">
      <w:pPr>
        <w:pStyle w:val="NormalIndent"/>
      </w:pPr>
      <w:r>
        <w:t xml:space="preserve">External end laps: </w:t>
      </w:r>
    </w:p>
    <w:p w14:paraId="1CC6EBC8" w14:textId="77777777" w:rsidR="004B5331" w:rsidRDefault="004D0230">
      <w:pPr>
        <w:pStyle w:val="NormalIndent2"/>
      </w:pPr>
      <w:r>
        <w:t>KINGSPAN End Lap: Lap sheeting 150 mm and weather seal using three unbroken runs of sealant tape.</w:t>
      </w:r>
    </w:p>
    <w:p w14:paraId="16500E22" w14:textId="77777777" w:rsidR="004B5331" w:rsidRDefault="004D0230">
      <w:pPr>
        <w:pStyle w:val="NormalIndent2"/>
      </w:pPr>
      <w:r>
        <w:t>KINGSPAN Prime Roof End Lap: Lap sheeting 75 mm and weather seal using Prime Roof Solution.</w:t>
      </w:r>
    </w:p>
    <w:p w14:paraId="183AE3DA" w14:textId="77777777" w:rsidR="004B5331" w:rsidRDefault="004D0230">
      <w:r>
        <w:t>KS1000RW Trapezoidal Roof Panel: High humidity applications:</w:t>
      </w:r>
    </w:p>
    <w:p w14:paraId="2643F033" w14:textId="77777777" w:rsidR="004B5331" w:rsidRDefault="004D0230">
      <w:pPr>
        <w:pStyle w:val="NormalIndent"/>
      </w:pPr>
      <w:r>
        <w:t>Side laps: Seal internal joint with an unbroken run of sealant tape.</w:t>
      </w:r>
    </w:p>
    <w:p w14:paraId="17628B61" w14:textId="77777777" w:rsidR="004B5331" w:rsidRDefault="004D0230">
      <w:pPr>
        <w:pStyle w:val="NormalIndent"/>
      </w:pPr>
      <w:r>
        <w:t xml:space="preserve">External end laps: </w:t>
      </w:r>
    </w:p>
    <w:p w14:paraId="3A89BA37" w14:textId="77777777" w:rsidR="004B5331" w:rsidRDefault="004D0230">
      <w:pPr>
        <w:pStyle w:val="NormalIndent2"/>
      </w:pPr>
      <w:r>
        <w:t>KINGSPAN End Lap: Lap sheeting 150 mm and weather seal using three unbroken runs of sealant tape. Seal along purlins using two unbroken runs of sealant tape or neoprene foam tape.</w:t>
      </w:r>
    </w:p>
    <w:p w14:paraId="50B9AFBD" w14:textId="77777777" w:rsidR="004B5331" w:rsidRDefault="004D0230">
      <w:pPr>
        <w:pStyle w:val="NormalIndent2"/>
      </w:pPr>
      <w:r>
        <w:t>KINGSPAN Prime Roof End Lap: Lap sheeting 75 mm and weather seal using Prime Roof Solution. Seal along purlins using two unbroken runs of sealant tape or neoprene foam tape.</w:t>
      </w:r>
    </w:p>
    <w:p w14:paraId="7E97C4BE" w14:textId="77777777" w:rsidR="004B5331" w:rsidRDefault="004D0230">
      <w:pPr>
        <w:pStyle w:val="Instructions"/>
      </w:pPr>
      <w:r>
        <w:t>Refer to KINGSPAN INSULATED PANELS standard construction details.</w:t>
      </w:r>
    </w:p>
    <w:p w14:paraId="1F639A1F" w14:textId="77777777" w:rsidR="004B5331" w:rsidRDefault="004D0230">
      <w:pPr>
        <w:pStyle w:val="NormalIndent"/>
      </w:pPr>
      <w:r>
        <w:t>Intermediate supports: Seal along purlins using two unbroken runs of sealant tape or neoprene foam tape.</w:t>
      </w:r>
    </w:p>
    <w:p w14:paraId="4B1C5CB8" w14:textId="77777777" w:rsidR="004B5331" w:rsidRDefault="004D0230">
      <w:r>
        <w:t>KS1100/KS1200RL Roofliner Panel:</w:t>
      </w:r>
    </w:p>
    <w:p w14:paraId="1A1DE74C" w14:textId="77777777" w:rsidR="004B5331" w:rsidRDefault="004D0230">
      <w:pPr>
        <w:pStyle w:val="NormalIndent"/>
      </w:pPr>
      <w:r>
        <w:t>Panel end joints: Seal using continuous adhesive 50 mm butyl mastic tape on the external face. Before panels are laid, apply EPDM 120 x 2 mm self-adhesive sealing tape to purlin/supporting steelwork.</w:t>
      </w:r>
    </w:p>
    <w:p w14:paraId="083F0A08" w14:textId="77777777" w:rsidR="004B5331" w:rsidRDefault="004D0230">
      <w:pPr>
        <w:pStyle w:val="NormalIndent"/>
      </w:pPr>
      <w:r>
        <w:t>Fire resistant panel end joints: If required, fill panel to panel end joints with a fire resisting gun applied canister urethane insulation, and over flash to KINGSPAN INSULATED PANELS recommendations.</w:t>
      </w:r>
    </w:p>
    <w:p w14:paraId="757089F4" w14:textId="77777777" w:rsidR="004B5331" w:rsidRDefault="004D0230">
      <w:pPr>
        <w:pStyle w:val="Heading4"/>
      </w:pPr>
      <w:bookmarkStart w:id="192" w:name="h-13222-13222.3"/>
      <w:bookmarkStart w:id="193" w:name="f-13222-13222.3"/>
      <w:bookmarkEnd w:id="191"/>
      <w:r>
        <w:t>Flashings (non cyclonic)</w:t>
      </w:r>
      <w:bookmarkEnd w:id="192"/>
    </w:p>
    <w:p w14:paraId="7969468E" w14:textId="77777777" w:rsidR="004B5331" w:rsidRDefault="004D0230">
      <w:r>
        <w:t>Fixing: Fix at maximum 450 mm centres.</w:t>
      </w:r>
    </w:p>
    <w:p w14:paraId="56C4AB99" w14:textId="77777777" w:rsidR="004B5331" w:rsidRDefault="004D0230">
      <w:r>
        <w:t>Overlapping: Overlap 150 mm at joints.</w:t>
      </w:r>
    </w:p>
    <w:p w14:paraId="51F7E9B8" w14:textId="77777777" w:rsidR="004B5331" w:rsidRDefault="004D0230">
      <w:r>
        <w:t>Sealing: Seal laps with two unbroken runs of sealant tape. Air seal along the length with an unbroken run of sealant tape.</w:t>
      </w:r>
    </w:p>
    <w:p w14:paraId="2ECE0938" w14:textId="77777777" w:rsidR="004B5331" w:rsidRDefault="004D0230">
      <w:pPr>
        <w:pStyle w:val="Instructions"/>
      </w:pPr>
      <w:r>
        <w:t>For cyclonic applications, contact KINGSPAN INSULATED PANELS Technical Services for fixing recommendations and testing documentation.</w:t>
      </w:r>
    </w:p>
    <w:p w14:paraId="314466DC" w14:textId="77777777" w:rsidR="004B5331" w:rsidRDefault="004D0230">
      <w:pPr>
        <w:pStyle w:val="Heading4"/>
      </w:pPr>
      <w:bookmarkStart w:id="194" w:name="h-13222-15"/>
      <w:bookmarkStart w:id="195" w:name="f-13222-15"/>
      <w:bookmarkEnd w:id="193"/>
      <w:r>
        <w:t>Profiled fillers</w:t>
      </w:r>
      <w:bookmarkEnd w:id="194"/>
    </w:p>
    <w:p w14:paraId="282AE4A2" w14:textId="77777777" w:rsidR="004B5331" w:rsidRDefault="004D0230">
      <w:r>
        <w:t>Sealing: Seal the top, bottom and sides of each profile filler with a single line of non-setting gun-grade sealant.</w:t>
      </w:r>
    </w:p>
    <w:p w14:paraId="1091E51C" w14:textId="77777777" w:rsidR="004B5331" w:rsidRDefault="004D0230">
      <w:r>
        <w:t>Fixing: Provide a tight fit, without gaps.</w:t>
      </w:r>
    </w:p>
    <w:p w14:paraId="480F16DF" w14:textId="77777777" w:rsidR="004B5331" w:rsidRDefault="004D0230">
      <w:pPr>
        <w:pStyle w:val="Heading4"/>
      </w:pPr>
      <w:bookmarkStart w:id="196" w:name="h-13222-16"/>
      <w:bookmarkStart w:id="197" w:name="f-13222-16"/>
      <w:bookmarkEnd w:id="195"/>
      <w:r>
        <w:lastRenderedPageBreak/>
        <w:t>Fasteners</w:t>
      </w:r>
      <w:bookmarkEnd w:id="196"/>
    </w:p>
    <w:p w14:paraId="05ED4F98" w14:textId="77777777" w:rsidR="004B5331" w:rsidRDefault="004D0230">
      <w:r>
        <w:t>KS1000RW Trapezoidal Roof Panel:</w:t>
      </w:r>
    </w:p>
    <w:p w14:paraId="7C1320E1" w14:textId="77777777" w:rsidR="004B5331" w:rsidRDefault="004D0230">
      <w:pPr>
        <w:pStyle w:val="NormalIndent"/>
      </w:pPr>
      <w:r>
        <w:t>Standard applications: Locate fasteners through every crown of the profile.</w:t>
      </w:r>
    </w:p>
    <w:p w14:paraId="04E14D74" w14:textId="77777777" w:rsidR="004B5331" w:rsidRDefault="004D0230">
      <w:pPr>
        <w:pStyle w:val="NormalIndent"/>
      </w:pPr>
      <w:r>
        <w:t>Additional fixings: Locate in the valley of the panel.</w:t>
      </w:r>
    </w:p>
    <w:p w14:paraId="52651C67" w14:textId="77777777" w:rsidR="004B5331" w:rsidRDefault="004D0230">
      <w:pPr>
        <w:pStyle w:val="Instructions"/>
      </w:pPr>
      <w:r>
        <w:t>To conform to local and cyclonic wind load requirements, and those of Factory Mutual, it may be necessary to provide additional fasteners in areas of high local suction.</w:t>
      </w:r>
    </w:p>
    <w:p w14:paraId="0BFF7D47" w14:textId="77777777" w:rsidR="004B5331" w:rsidRDefault="004D0230">
      <w:pPr>
        <w:pStyle w:val="NormalIndent"/>
      </w:pPr>
      <w:r>
        <w:t>Side laps and flashings: Stitch at 450 mm centres (maximum) with carbon steel stitching screws complete with an EPDM seal.</w:t>
      </w:r>
    </w:p>
    <w:p w14:paraId="6375C8CF" w14:textId="77777777" w:rsidR="004B5331" w:rsidRDefault="004D0230">
      <w:pPr>
        <w:pStyle w:val="NormalIndent"/>
      </w:pPr>
      <w:r>
        <w:t>End laps: Tail stitch with 2 fasteners in each valley and one per crown.</w:t>
      </w:r>
    </w:p>
    <w:p w14:paraId="38A599FF" w14:textId="77777777" w:rsidR="004B5331" w:rsidRDefault="004D0230">
      <w:pPr>
        <w:pStyle w:val="Instructions"/>
      </w:pPr>
      <w:r>
        <w:t>The number of fasteners required depends on the project wind loads. Contact KINGSPAN INSULATED PANELS Technical services for the number of fixings required at each location as these are project specific and determined by the project specific wind loads. Cover intermediate fasteners with a 90 mm welded membrane patch.</w:t>
      </w:r>
    </w:p>
    <w:p w14:paraId="44119B96" w14:textId="77777777" w:rsidR="004B5331" w:rsidRDefault="004D0230">
      <w:pPr>
        <w:pStyle w:val="Heading3"/>
      </w:pPr>
      <w:bookmarkStart w:id="198" w:name="h-13222-17"/>
      <w:bookmarkStart w:id="199" w:name="f-13222-17"/>
      <w:bookmarkEnd w:id="197"/>
      <w:r>
        <w:t>Roof plumbing</w:t>
      </w:r>
      <w:bookmarkEnd w:id="198"/>
    </w:p>
    <w:p w14:paraId="728A9C0F" w14:textId="77777777" w:rsidR="004B5331" w:rsidRDefault="004D0230">
      <w:pPr>
        <w:pStyle w:val="Heading4"/>
      </w:pPr>
      <w:bookmarkStart w:id="200" w:name="h-3_13002-9"/>
      <w:bookmarkStart w:id="201" w:name="f-3_13002-9"/>
      <w:bookmarkStart w:id="202" w:name="f-13222-18"/>
      <w:bookmarkEnd w:id="199"/>
      <w:r>
        <w:t>Jointing sheet metal rainwater goods</w:t>
      </w:r>
      <w:bookmarkEnd w:id="200"/>
    </w:p>
    <w:p w14:paraId="4A91F218" w14:textId="77777777" w:rsidR="004B5331" w:rsidRDefault="004D0230">
      <w:pPr>
        <w:pStyle w:val="Instructions"/>
      </w:pPr>
      <w:r>
        <w:t>See AS/NZS 3500.3 (2021) clause 2.7 for information on joint materials and products.</w:t>
      </w:r>
    </w:p>
    <w:p w14:paraId="5C016C4B" w14:textId="77777777" w:rsidR="004B5331" w:rsidRDefault="004D0230">
      <w:r>
        <w:t>Butt joints: Make joints over a backing strip of the same material.</w:t>
      </w:r>
    </w:p>
    <w:p w14:paraId="3DA45077" w14:textId="77777777" w:rsidR="004B5331" w:rsidRDefault="004D0230">
      <w:r>
        <w:t>Soldered joints: Do not solder aluminium or aluminium/zinc-coated steel.</w:t>
      </w:r>
    </w:p>
    <w:p w14:paraId="63AFA930" w14:textId="77777777" w:rsidR="004B5331" w:rsidRDefault="004D0230">
      <w:r>
        <w:t>Sealing: Seal fasteners and mechanically fastened joints. Fill the holes of blind rivets with silicone sealant.</w:t>
      </w:r>
    </w:p>
    <w:p w14:paraId="64FA8CF9" w14:textId="77777777" w:rsidR="004B5331" w:rsidRDefault="004D0230">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7AFF13EE" w14:textId="77777777" w:rsidR="004B5331" w:rsidRDefault="004D0230">
      <w:pPr>
        <w:pStyle w:val="Instructions"/>
      </w:pPr>
      <w:r>
        <w:t>e.g. Blind rivet and seal as follows:</w:t>
      </w:r>
    </w:p>
    <w:p w14:paraId="26AC8BBF" w14:textId="77777777" w:rsidR="004B5331" w:rsidRDefault="004D0230">
      <w:pPr>
        <w:pStyle w:val="Instructionsindent"/>
      </w:pPr>
      <w:r>
        <w:t>Prepainted stainless: Stainless steel blind rivets with stainless steel mandrels.</w:t>
      </w:r>
    </w:p>
    <w:p w14:paraId="4479E2A5" w14:textId="77777777" w:rsidR="004B5331" w:rsidRDefault="004D0230">
      <w:pPr>
        <w:pStyle w:val="Instructionsindent"/>
      </w:pPr>
      <w:r>
        <w:t>Prepainted or zinc-aluminium alloy coated steel: Aluminium blind rivets.</w:t>
      </w:r>
    </w:p>
    <w:p w14:paraId="12F8BFFE" w14:textId="77777777" w:rsidR="004B5331" w:rsidRDefault="004D0230">
      <w:pPr>
        <w:pStyle w:val="Heading4"/>
      </w:pPr>
      <w:bookmarkStart w:id="203" w:name="h-4_13002-10"/>
      <w:bookmarkStart w:id="204" w:name="f-4_13002-10"/>
      <w:bookmarkStart w:id="205" w:name="f-13222-19"/>
      <w:bookmarkEnd w:id="201"/>
      <w:bookmarkEnd w:id="202"/>
      <w:r>
        <w:t>Flashings</w:t>
      </w:r>
      <w:bookmarkEnd w:id="203"/>
    </w:p>
    <w:p w14:paraId="6BEA23E6" w14:textId="77777777" w:rsidR="004B5331" w:rsidRDefault="004D0230">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10702A57" w14:textId="77777777" w:rsidR="004B5331" w:rsidRDefault="004D0230">
      <w:r>
        <w:t>Upstands: Flash projections above or through the roof with two part flashings, consisting of a base flashing and a cover flashing, with at least 100 mm vertical overlap. Provide for independent movement between the roof and the projection.</w:t>
      </w:r>
    </w:p>
    <w:p w14:paraId="3A1501C8" w14:textId="77777777" w:rsidR="004B5331" w:rsidRDefault="004D0230">
      <w:r>
        <w:t>Large penetrations in low pitch roofs: Extend the flashing over the roofing to the ridge to prevent ponding behind the penetrating element.</w:t>
      </w:r>
    </w:p>
    <w:p w14:paraId="52F215A5" w14:textId="77777777" w:rsidR="004B5331" w:rsidRDefault="004D0230">
      <w:pPr>
        <w:pStyle w:val="Instructions"/>
      </w:pPr>
      <w:r>
        <w:t>This situation often occurs with mechanical plant. Consider documenting it on the drawings.</w:t>
      </w:r>
    </w:p>
    <w:p w14:paraId="2C35396D" w14:textId="77777777" w:rsidR="004B5331" w:rsidRDefault="004D0230">
      <w:r>
        <w:t>Wall abutments: If a roof abuts a wall, provide overflashing as follows:</w:t>
      </w:r>
    </w:p>
    <w:p w14:paraId="10E8E650" w14:textId="77777777" w:rsidR="004B5331" w:rsidRDefault="004D0230">
      <w:pPr>
        <w:pStyle w:val="NormalIndent"/>
      </w:pPr>
      <w:r>
        <w:t>In masonry walls, planked cladding or concrete: Step in courses to the roof slope. Interleave with damp-proof course, if any.</w:t>
      </w:r>
    </w:p>
    <w:p w14:paraId="51D84B20" w14:textId="77777777" w:rsidR="004B5331" w:rsidRDefault="004D0230">
      <w:pPr>
        <w:pStyle w:val="NormalIndent"/>
      </w:pPr>
      <w:r>
        <w:t>Raking in masonry: Build into the full width of the outer leaf. Turn up and across the cavity and fix to or build into the inner leaf at least 75 mm above the roofing line.</w:t>
      </w:r>
    </w:p>
    <w:p w14:paraId="71C6F013" w14:textId="77777777" w:rsidR="004B5331" w:rsidRDefault="004D0230">
      <w:pPr>
        <w:pStyle w:val="NormalIndent"/>
      </w:pPr>
      <w:r>
        <w:t>Raking in concrete: Turn 25 mm into joints or grooves, wedge at 200 mm centres with compatible material and point up.</w:t>
      </w:r>
    </w:p>
    <w:p w14:paraId="77F506DB" w14:textId="77777777" w:rsidR="004B5331" w:rsidRDefault="004D0230">
      <w:r>
        <w:t>Fixing to pipes: Solder or seal with neutral cure silicone rubber and secure with either of the following:</w:t>
      </w:r>
    </w:p>
    <w:p w14:paraId="0E14E670" w14:textId="77777777" w:rsidR="004B5331" w:rsidRDefault="004D0230">
      <w:pPr>
        <w:pStyle w:val="NormalIndent"/>
      </w:pPr>
      <w:r>
        <w:t>Clamping ring.</w:t>
      </w:r>
    </w:p>
    <w:p w14:paraId="52D9194C" w14:textId="77777777" w:rsidR="004B5331" w:rsidRDefault="004D0230">
      <w:pPr>
        <w:pStyle w:val="NormalIndent"/>
      </w:pPr>
      <w:r>
        <w:t>Proprietary flexible clamping shoe with attached metal surround flashing.</w:t>
      </w:r>
    </w:p>
    <w:p w14:paraId="6DAC64CE" w14:textId="77777777" w:rsidR="004B5331" w:rsidRDefault="004D0230">
      <w:pPr>
        <w:pStyle w:val="Heading4"/>
      </w:pPr>
      <w:bookmarkStart w:id="206" w:name="h-13222-13222.4"/>
      <w:bookmarkStart w:id="207" w:name="f-13222-13222.4"/>
      <w:bookmarkEnd w:id="204"/>
      <w:bookmarkEnd w:id="205"/>
      <w:r>
        <w:t>Ridges and barge</w:t>
      </w:r>
      <w:bookmarkEnd w:id="206"/>
    </w:p>
    <w:p w14:paraId="09A417C5" w14:textId="77777777" w:rsidR="004B5331" w:rsidRDefault="004D0230">
      <w:r>
        <w:t>Capping: Finish off along ridge and verge lines with purpose-made ridge capping or barge rolls.</w:t>
      </w:r>
    </w:p>
    <w:p w14:paraId="77308773" w14:textId="77777777" w:rsidR="004B5331" w:rsidRDefault="004D0230">
      <w:pPr>
        <w:pStyle w:val="Instructions"/>
      </w:pPr>
      <w:r>
        <w:t>Refer to manufacturer’s standard construction details.</w:t>
      </w:r>
    </w:p>
    <w:p w14:paraId="1BC95166" w14:textId="77777777" w:rsidR="004B5331" w:rsidRDefault="004D0230">
      <w:r>
        <w:t>Sheet ends: Treat as follows:</w:t>
      </w:r>
    </w:p>
    <w:p w14:paraId="15446B08" w14:textId="77777777" w:rsidR="004B5331" w:rsidRDefault="004D0230">
      <w:pPr>
        <w:pStyle w:val="NormalIndent"/>
      </w:pPr>
      <w:r>
        <w:t>Project panel ends with a 75 mm cut back at the eaves.</w:t>
      </w:r>
    </w:p>
    <w:p w14:paraId="7CCAD57D" w14:textId="77777777" w:rsidR="004B5331" w:rsidRDefault="004D0230">
      <w:pPr>
        <w:pStyle w:val="NormalIndent"/>
      </w:pPr>
      <w:r>
        <w:t>Close off ridges with purpose-made ridge fillers of closed cell polyethylene foam.</w:t>
      </w:r>
    </w:p>
    <w:p w14:paraId="0C6D1679" w14:textId="77777777" w:rsidR="004B5331" w:rsidRDefault="004D0230">
      <w:pPr>
        <w:pStyle w:val="Instructions"/>
      </w:pPr>
      <w:r>
        <w:lastRenderedPageBreak/>
        <w:t>Refer to manufacturer’s standard construction details.</w:t>
      </w:r>
    </w:p>
    <w:p w14:paraId="5003CF63" w14:textId="77777777" w:rsidR="004B5331" w:rsidRDefault="004D0230">
      <w:pPr>
        <w:pStyle w:val="Heading4"/>
      </w:pPr>
      <w:bookmarkStart w:id="208" w:name="h-13222-13222.5"/>
      <w:bookmarkStart w:id="209" w:name="f-13222-13222.5"/>
      <w:bookmarkEnd w:id="207"/>
      <w:r>
        <w:t>Flashings (non-cyclonic)</w:t>
      </w:r>
      <w:bookmarkEnd w:id="208"/>
    </w:p>
    <w:p w14:paraId="3D37E1FB" w14:textId="77777777" w:rsidR="004B5331" w:rsidRDefault="004D0230">
      <w:r>
        <w:t>Fixing: Fix at 450 mm centres.</w:t>
      </w:r>
    </w:p>
    <w:p w14:paraId="23E52BEF" w14:textId="77777777" w:rsidR="004B5331" w:rsidRDefault="004D0230">
      <w:r>
        <w:t>Overlapping: Overlap top sheets.</w:t>
      </w:r>
    </w:p>
    <w:p w14:paraId="29D329D2" w14:textId="77777777" w:rsidR="004B5331" w:rsidRDefault="004D0230">
      <w:pPr>
        <w:pStyle w:val="Instructions"/>
      </w:pPr>
      <w:r>
        <w:t>For cyclonic and non-cyclonic applications, refer to manufacturer’s for fixing recommendations and documentation.</w:t>
      </w:r>
    </w:p>
    <w:p w14:paraId="24F82765" w14:textId="77777777" w:rsidR="004B5331" w:rsidRDefault="004D0230">
      <w:pPr>
        <w:pStyle w:val="Heading4"/>
      </w:pPr>
      <w:bookmarkStart w:id="210" w:name="h-13222-13222.6"/>
      <w:bookmarkStart w:id="211" w:name="f-13222-13222.6"/>
      <w:bookmarkEnd w:id="209"/>
      <w:r>
        <w:t>Profiled fillers</w:t>
      </w:r>
      <w:bookmarkEnd w:id="210"/>
    </w:p>
    <w:p w14:paraId="5F0C19D1" w14:textId="77777777" w:rsidR="004B5331" w:rsidRDefault="004D0230">
      <w:r>
        <w:t>Sealing: Seal the top, bottom and sides of each profile filler with a single line of non-setting gun-grade sealant.</w:t>
      </w:r>
    </w:p>
    <w:p w14:paraId="6E4755BE" w14:textId="77777777" w:rsidR="004B5331" w:rsidRDefault="004D0230">
      <w:r>
        <w:t>Fixing: Provide a tight fit, without gaps.</w:t>
      </w:r>
    </w:p>
    <w:p w14:paraId="41B14CAA" w14:textId="77777777" w:rsidR="004B5331" w:rsidRDefault="004D0230">
      <w:pPr>
        <w:pStyle w:val="Heading4"/>
      </w:pPr>
      <w:bookmarkStart w:id="212" w:name="h-13222-13222.7"/>
      <w:bookmarkStart w:id="213" w:name="f-13222-13222.7"/>
      <w:bookmarkEnd w:id="211"/>
      <w:r>
        <w:t>Fasteners</w:t>
      </w:r>
      <w:bookmarkEnd w:id="212"/>
    </w:p>
    <w:p w14:paraId="49D6EC4D" w14:textId="77777777" w:rsidR="004B5331" w:rsidRDefault="004D0230">
      <w:r>
        <w:t>Requirement: To manufacturer's recommendations.</w:t>
      </w:r>
    </w:p>
    <w:p w14:paraId="553417F1" w14:textId="77777777" w:rsidR="004B5331" w:rsidRDefault="004D0230">
      <w:pPr>
        <w:pStyle w:val="Heading4"/>
      </w:pPr>
      <w:bookmarkStart w:id="214" w:name="h-13222-13222.8"/>
      <w:bookmarkStart w:id="215" w:name="f-13222-13222.8"/>
      <w:bookmarkEnd w:id="213"/>
      <w:r>
        <w:t>KINGSPAN INSULATED PANELS Membrane Lined Insulated Gutter</w:t>
      </w:r>
      <w:bookmarkEnd w:id="214"/>
    </w:p>
    <w:p w14:paraId="4A876DD0" w14:textId="77777777" w:rsidR="004B5331" w:rsidRDefault="004D0230">
      <w:pPr>
        <w:pStyle w:val="Instructions"/>
      </w:pPr>
      <w:r>
        <w:t>Document the material, profile and size on the drawings or in a schedule.</w:t>
      </w:r>
    </w:p>
    <w:p w14:paraId="488CA8AB" w14:textId="77777777" w:rsidR="004B5331" w:rsidRDefault="004D0230">
      <w:r>
        <w:t>Gutter and sump support: Provide framing and lining to support valley gutters, box gutters and sumps. Line the whole area under the gutters and sumps.</w:t>
      </w:r>
    </w:p>
    <w:p w14:paraId="572F755F" w14:textId="77777777" w:rsidR="004B5331" w:rsidRDefault="004D0230">
      <w:pPr>
        <w:pStyle w:val="Prompt"/>
      </w:pPr>
      <w:r>
        <w:t xml:space="preserve">Support: </w:t>
      </w:r>
      <w:r>
        <w:fldChar w:fldCharType="begin"/>
      </w:r>
      <w:r>
        <w:instrText xml:space="preserve"> MACROBUTTON  ac_OnHelp [complete/delete]</w:instrText>
      </w:r>
      <w:r>
        <w:fldChar w:fldCharType="separate"/>
      </w:r>
      <w:r>
        <w:t> </w:t>
      </w:r>
      <w:r>
        <w:fldChar w:fldCharType="end"/>
      </w:r>
    </w:p>
    <w:p w14:paraId="52B6A1C4" w14:textId="77777777" w:rsidR="004B5331" w:rsidRDefault="004D0230">
      <w:pPr>
        <w:pStyle w:val="Instructions"/>
      </w:pPr>
      <w:r>
        <w:t>e.g. Proprietary metallic-coated adjustable strap and channel system.</w:t>
      </w:r>
    </w:p>
    <w:p w14:paraId="4368B764" w14:textId="77777777" w:rsidR="004B5331" w:rsidRDefault="004D0230">
      <w:r>
        <w:t>External and internal laps: 50 mm.</w:t>
      </w:r>
    </w:p>
    <w:p w14:paraId="23505358" w14:textId="77777777" w:rsidR="004B5331" w:rsidRDefault="004D0230">
      <w:r>
        <w:t>Fixing laps:</w:t>
      </w:r>
    </w:p>
    <w:p w14:paraId="5B9A0C8B" w14:textId="77777777" w:rsidR="004B5331" w:rsidRDefault="004D0230">
      <w:pPr>
        <w:pStyle w:val="NormalIndent"/>
      </w:pPr>
      <w:r>
        <w:t>One line of rivets at 75 mm maximum centres, 25 mm from the edge, using stainless steel rivets of 3.2 mm diameter x 8 mm long.</w:t>
      </w:r>
    </w:p>
    <w:p w14:paraId="3FE00577" w14:textId="77777777" w:rsidR="004B5331" w:rsidRDefault="004D0230">
      <w:pPr>
        <w:pStyle w:val="NormalIndent"/>
      </w:pPr>
      <w:r>
        <w:t>Lay 100 mm wide silver foil tape centrally over joint.</w:t>
      </w:r>
    </w:p>
    <w:p w14:paraId="103E7F53" w14:textId="77777777" w:rsidR="004B5331" w:rsidRDefault="004D0230">
      <w:pPr>
        <w:pStyle w:val="NormalIndent"/>
      </w:pPr>
      <w:r>
        <w:t>Heat seal the membrane over the joint using 1.5 x 250 mm PVC strip.</w:t>
      </w:r>
    </w:p>
    <w:p w14:paraId="48A74581" w14:textId="77777777" w:rsidR="004B5331" w:rsidRDefault="004D0230">
      <w:r>
        <w:t>Box gutter: Prefabricate box gutters to the required section and shape:</w:t>
      </w:r>
    </w:p>
    <w:p w14:paraId="54224219" w14:textId="77777777" w:rsidR="004B5331" w:rsidRDefault="004D0230">
      <w:pPr>
        <w:pStyle w:val="NormalIndent"/>
      </w:pPr>
      <w:r>
        <w:t>Form stop ends, downpipe nozzles, bends and returns.</w:t>
      </w:r>
    </w:p>
    <w:p w14:paraId="414EA9ED" w14:textId="77777777" w:rsidR="004B5331" w:rsidRDefault="004D0230">
      <w:pPr>
        <w:pStyle w:val="NormalIndent"/>
      </w:pPr>
      <w:r>
        <w:t>Dress downpipe nozzles into outlets.</w:t>
      </w:r>
    </w:p>
    <w:p w14:paraId="01D9B1B5" w14:textId="77777777" w:rsidR="004B5331" w:rsidRDefault="004D0230">
      <w:pPr>
        <w:pStyle w:val="NormalIndent"/>
      </w:pPr>
      <w:r>
        <w:t>Hail guards: Install grating over the whole of the box gutter, over all box gutter sumps and over the edges of roofing sheeting entering box gutters.</w:t>
      </w:r>
    </w:p>
    <w:p w14:paraId="1783209B" w14:textId="77777777" w:rsidR="004B5331" w:rsidRDefault="004D0230">
      <w:pPr>
        <w:pStyle w:val="NormalIndent"/>
      </w:pPr>
      <w:r>
        <w:t>Overflows: Provide overflows to prevent back-flooding. Size to pass 100% of the design rainfall. Discharge overflows in visible locations and so water does not enter the building or cause damage to the building.</w:t>
      </w:r>
    </w:p>
    <w:p w14:paraId="1C86A877" w14:textId="77777777" w:rsidR="004B5331" w:rsidRDefault="004D0230">
      <w:pPr>
        <w:pStyle w:val="NormalIndent"/>
      </w:pPr>
      <w:r>
        <w:t>Sumps: Minimum 150 mm deep and the full width of the box gutter.</w:t>
      </w:r>
    </w:p>
    <w:p w14:paraId="74F992A7" w14:textId="77777777" w:rsidR="004B5331" w:rsidRDefault="004D0230">
      <w:pPr>
        <w:pStyle w:val="Instructions"/>
      </w:pPr>
      <w:r>
        <w:t>This is a typical minimum size. Coordinate with hydraulic design.</w:t>
      </w:r>
    </w:p>
    <w:p w14:paraId="257BFE11" w14:textId="77777777" w:rsidR="004B5331" w:rsidRDefault="004D0230">
      <w:r>
        <w:t>Insulated box gutters (laid to falls): Provide Jonda brackets, installed at maximum 600 mm centres.</w:t>
      </w:r>
    </w:p>
    <w:p w14:paraId="20CE8D26" w14:textId="77777777" w:rsidR="004B5331" w:rsidRDefault="004D0230">
      <w:pPr>
        <w:pStyle w:val="Instructions"/>
      </w:pPr>
      <w:r>
        <w:t>Refer to KINGSPAN INSULATED PANELS Insulated gutter details or contact KINGSPAN INSULATED PANELS Technical Services.</w:t>
      </w:r>
    </w:p>
    <w:p w14:paraId="2F099C69" w14:textId="77777777" w:rsidR="004B5331" w:rsidRDefault="004D0230">
      <w:r>
        <w:t>Gratings: Install removable gratings over rainheads and sumps.</w:t>
      </w:r>
    </w:p>
    <w:p w14:paraId="1EC22510" w14:textId="77777777" w:rsidR="004B5331" w:rsidRDefault="004D0230">
      <w:r>
        <w:t>Leaf screen location: All gutter outlets.</w:t>
      </w:r>
    </w:p>
    <w:p w14:paraId="1914A424" w14:textId="77777777" w:rsidR="004B5331" w:rsidRDefault="004D0230">
      <w:pPr>
        <w:pStyle w:val="Heading4"/>
      </w:pPr>
      <w:bookmarkStart w:id="216" w:name="h-13222-21"/>
      <w:bookmarkStart w:id="217" w:name="f-13222-21"/>
      <w:bookmarkEnd w:id="215"/>
      <w:r>
        <w:t>External downpipes</w:t>
      </w:r>
      <w:bookmarkEnd w:id="216"/>
    </w:p>
    <w:p w14:paraId="47E9BDF0" w14:textId="77777777" w:rsidR="004B5331" w:rsidRDefault="004D0230">
      <w:pPr>
        <w:pStyle w:val="Instructions"/>
      </w:pPr>
      <w:r>
        <w:t>Document the material, profile and size on the drawings or in a schedule. In high wind areas consider the degree of exposure of gutters and downpipes to wind actions and the need to provide additional fixings.</w:t>
      </w:r>
    </w:p>
    <w:p w14:paraId="6D287740" w14:textId="77777777" w:rsidR="004B5331" w:rsidRDefault="004D0230">
      <w:r>
        <w:t>General: Prefabricate downpipes to the required section and shape if possible. Connect heads to gutter outlets and, if applicable, connect feet to rainwater drains.</w:t>
      </w:r>
    </w:p>
    <w:p w14:paraId="4473D500" w14:textId="77777777" w:rsidR="004B5331" w:rsidRDefault="004D0230">
      <w:r>
        <w:t>Access cover: Provide a removable watertight access cover at the foot of each downpipe stack.</w:t>
      </w:r>
    </w:p>
    <w:p w14:paraId="2ABF397E" w14:textId="77777777" w:rsidR="004B5331" w:rsidRDefault="004D0230">
      <w:pPr>
        <w:pStyle w:val="NormalIndent"/>
      </w:pPr>
      <w:r>
        <w:t>Size: Not less than the diameter of the downpipe.</w:t>
      </w:r>
    </w:p>
    <w:p w14:paraId="050D5E1C" w14:textId="77777777" w:rsidR="004B5331" w:rsidRDefault="004D0230">
      <w:r>
        <w:t>Downpipe support: Provide supports and fixings for downpipes.</w:t>
      </w:r>
    </w:p>
    <w:p w14:paraId="6CE008A6" w14:textId="77777777" w:rsidR="004B5331" w:rsidRDefault="004D0230">
      <w:pPr>
        <w:pStyle w:val="Heading4"/>
      </w:pPr>
      <w:bookmarkStart w:id="218" w:name="h-13222-23"/>
      <w:bookmarkStart w:id="219" w:name="f-13222-23"/>
      <w:bookmarkEnd w:id="217"/>
      <w:r>
        <w:t>Rainwater disposal</w:t>
      </w:r>
      <w:bookmarkEnd w:id="218"/>
    </w:p>
    <w:p w14:paraId="69B8B626" w14:textId="77777777" w:rsidR="004B5331" w:rsidRDefault="004D0230">
      <w:pPr>
        <w:pStyle w:val="Prompt"/>
      </w:pPr>
      <w:r>
        <w:t xml:space="preserve">System: </w:t>
      </w:r>
      <w:r>
        <w:fldChar w:fldCharType="begin"/>
      </w:r>
      <w:r>
        <w:instrText xml:space="preserve"> MACROBUTTON  ac_OnHelp [complete/delete]</w:instrText>
      </w:r>
      <w:r>
        <w:fldChar w:fldCharType="separate"/>
      </w:r>
      <w:r>
        <w:t> </w:t>
      </w:r>
      <w:r>
        <w:fldChar w:fldCharType="end"/>
      </w:r>
    </w:p>
    <w:p w14:paraId="6E30B4BB" w14:textId="77777777" w:rsidR="004B5331" w:rsidRDefault="004D0230">
      <w:pPr>
        <w:pStyle w:val="Instructions"/>
      </w:pPr>
      <w:r>
        <w:t>If not shown on the drawings, document method of disposal. Alternatives include connection to stormwater drains, discharge to rainwater tanks or discharge to soakage pits.</w:t>
      </w:r>
    </w:p>
    <w:p w14:paraId="5D925D79" w14:textId="77777777" w:rsidR="004B5331" w:rsidRDefault="004D0230">
      <w:pPr>
        <w:pStyle w:val="Heading3"/>
      </w:pPr>
      <w:bookmarkStart w:id="220" w:name="h-13222-26"/>
      <w:bookmarkStart w:id="221" w:name="f-13222-26"/>
      <w:bookmarkEnd w:id="219"/>
      <w:r>
        <w:lastRenderedPageBreak/>
        <w:t>Roof hatches</w:t>
      </w:r>
      <w:bookmarkEnd w:id="220"/>
    </w:p>
    <w:p w14:paraId="5318C864" w14:textId="77777777" w:rsidR="004B5331" w:rsidRDefault="004D0230">
      <w:pPr>
        <w:pStyle w:val="Heading4"/>
      </w:pPr>
      <w:bookmarkStart w:id="222" w:name="h-5_13002-15"/>
      <w:bookmarkStart w:id="223" w:name="f-5_13002-15"/>
      <w:bookmarkStart w:id="224" w:name="f-13222-27"/>
      <w:bookmarkEnd w:id="221"/>
      <w:r>
        <w:t>Installation</w:t>
      </w:r>
      <w:bookmarkEnd w:id="222"/>
    </w:p>
    <w:p w14:paraId="78CC9192" w14:textId="77777777" w:rsidR="004B5331" w:rsidRDefault="004D0230">
      <w:pPr>
        <w:pStyle w:val="Prompt"/>
      </w:pPr>
      <w:r>
        <w:t xml:space="preserve">Fixing: </w:t>
      </w:r>
      <w:r>
        <w:fldChar w:fldCharType="begin"/>
      </w:r>
      <w:r>
        <w:instrText xml:space="preserve"> MACROBUTTON  ac_OnHelp [complete/delete]</w:instrText>
      </w:r>
      <w:r>
        <w:fldChar w:fldCharType="separate"/>
      </w:r>
      <w:r>
        <w:t> </w:t>
      </w:r>
      <w:r>
        <w:fldChar w:fldCharType="end"/>
      </w:r>
    </w:p>
    <w:p w14:paraId="5AF987CC" w14:textId="77777777" w:rsidR="004B5331" w:rsidRDefault="004D0230">
      <w:pPr>
        <w:pStyle w:val="Instructions"/>
      </w:pPr>
      <w:r>
        <w:t>Specify and detail to the recommendations of the roof hatch manufacturer.</w:t>
      </w:r>
    </w:p>
    <w:p w14:paraId="31DB7D65" w14:textId="77777777" w:rsidR="004B5331" w:rsidRDefault="004D0230">
      <w:pPr>
        <w:pStyle w:val="Heading3"/>
      </w:pPr>
      <w:bookmarkStart w:id="225" w:name="h-13222-28"/>
      <w:bookmarkStart w:id="226" w:name="f-13222-28"/>
      <w:bookmarkEnd w:id="223"/>
      <w:bookmarkEnd w:id="224"/>
      <w:r>
        <w:t>Roof windows</w:t>
      </w:r>
      <w:bookmarkEnd w:id="225"/>
    </w:p>
    <w:p w14:paraId="4C664ED4" w14:textId="77777777" w:rsidR="004B5331" w:rsidRDefault="004D0230">
      <w:pPr>
        <w:pStyle w:val="Heading4"/>
      </w:pPr>
      <w:bookmarkStart w:id="227" w:name="h-6_13002-17"/>
      <w:bookmarkStart w:id="228" w:name="f-6_13002-17"/>
      <w:bookmarkStart w:id="229" w:name="f-13222-29"/>
      <w:bookmarkEnd w:id="226"/>
      <w:r>
        <w:t>Installation</w:t>
      </w:r>
      <w:bookmarkEnd w:id="227"/>
    </w:p>
    <w:p w14:paraId="0BEAEB44" w14:textId="77777777" w:rsidR="004B5331" w:rsidRDefault="004D0230">
      <w:r>
        <w:t>Standard: To AS 4285 (2019).</w:t>
      </w:r>
    </w:p>
    <w:p w14:paraId="4E5057C9" w14:textId="77777777" w:rsidR="004B5331" w:rsidRDefault="004D0230">
      <w:pPr>
        <w:pStyle w:val="Prompt"/>
      </w:pPr>
      <w:r>
        <w:t xml:space="preserve">Fixing: </w:t>
      </w:r>
      <w:r>
        <w:fldChar w:fldCharType="begin"/>
      </w:r>
      <w:r>
        <w:instrText xml:space="preserve"> MACROBUTTON  ac_OnHelp [complete/delete]</w:instrText>
      </w:r>
      <w:r>
        <w:fldChar w:fldCharType="separate"/>
      </w:r>
      <w:r>
        <w:t> </w:t>
      </w:r>
      <w:r>
        <w:fldChar w:fldCharType="end"/>
      </w:r>
    </w:p>
    <w:p w14:paraId="7B4489D1" w14:textId="77777777" w:rsidR="004B5331" w:rsidRDefault="004D0230">
      <w:pPr>
        <w:pStyle w:val="Instructions"/>
      </w:pPr>
      <w:r>
        <w:t>Specify and detail to the recommendations of the roof window manufacturer.</w:t>
      </w:r>
    </w:p>
    <w:p w14:paraId="0F6801ED" w14:textId="77777777" w:rsidR="004B5331" w:rsidRDefault="004D0230">
      <w:pPr>
        <w:pStyle w:val="Heading3"/>
      </w:pPr>
      <w:bookmarkStart w:id="230" w:name="h-13222-30"/>
      <w:bookmarkStart w:id="231" w:name="f-13222-30"/>
      <w:bookmarkEnd w:id="228"/>
      <w:bookmarkEnd w:id="229"/>
      <w:r>
        <w:t>Roof ventilators</w:t>
      </w:r>
      <w:bookmarkEnd w:id="230"/>
    </w:p>
    <w:p w14:paraId="241EA343" w14:textId="77777777" w:rsidR="004B5331" w:rsidRDefault="004D0230">
      <w:pPr>
        <w:pStyle w:val="Heading4"/>
      </w:pPr>
      <w:bookmarkStart w:id="232" w:name="h-7_13002-19"/>
      <w:bookmarkStart w:id="233" w:name="f-7_13002-19"/>
      <w:bookmarkStart w:id="234" w:name="f-13222-31"/>
      <w:bookmarkEnd w:id="231"/>
      <w:r>
        <w:t>Installation</w:t>
      </w:r>
      <w:bookmarkEnd w:id="232"/>
    </w:p>
    <w:p w14:paraId="466A03BA" w14:textId="77777777" w:rsidR="004B5331" w:rsidRDefault="004D0230">
      <w:pPr>
        <w:pStyle w:val="Prompt"/>
      </w:pPr>
      <w:r>
        <w:t xml:space="preserve">Fixing: </w:t>
      </w:r>
      <w:r>
        <w:fldChar w:fldCharType="begin"/>
      </w:r>
      <w:r>
        <w:instrText xml:space="preserve"> MACROBUTTON  ac_OnHelp [complete/delete]</w:instrText>
      </w:r>
      <w:r>
        <w:fldChar w:fldCharType="separate"/>
      </w:r>
      <w:r>
        <w:t> </w:t>
      </w:r>
      <w:r>
        <w:fldChar w:fldCharType="end"/>
      </w:r>
    </w:p>
    <w:p w14:paraId="6C1DCDDC" w14:textId="77777777" w:rsidR="004B5331" w:rsidRDefault="004D0230">
      <w:pPr>
        <w:pStyle w:val="Instructions"/>
      </w:pPr>
      <w:r>
        <w:t>AS 2428.1 (2004) covers the testing of smoke and heat release ventilators to determine resistance to leakage during rain.</w:t>
      </w:r>
    </w:p>
    <w:p w14:paraId="4E6F6237" w14:textId="77777777" w:rsidR="004B5331" w:rsidRDefault="004D0230">
      <w:pPr>
        <w:pStyle w:val="Instructions"/>
      </w:pPr>
      <w:r>
        <w:t>Specify and detail to the recommendations of the roof ventilator manufacturer.</w:t>
      </w:r>
    </w:p>
    <w:p w14:paraId="2217A409" w14:textId="77777777" w:rsidR="004B5331" w:rsidRDefault="004D0230">
      <w:pPr>
        <w:pStyle w:val="Heading3"/>
      </w:pPr>
      <w:bookmarkStart w:id="235" w:name="h-13222-36"/>
      <w:bookmarkStart w:id="236" w:name="f-13222-36"/>
      <w:bookmarkEnd w:id="233"/>
      <w:bookmarkEnd w:id="234"/>
      <w:r>
        <w:t>Completion</w:t>
      </w:r>
      <w:bookmarkEnd w:id="235"/>
    </w:p>
    <w:p w14:paraId="7FFCAEC1" w14:textId="77777777" w:rsidR="004B5331" w:rsidRDefault="004D0230">
      <w:pPr>
        <w:pStyle w:val="Heading4"/>
      </w:pPr>
      <w:bookmarkStart w:id="237" w:name="h-13222-37"/>
      <w:bookmarkStart w:id="238" w:name="f-13222-37"/>
      <w:bookmarkEnd w:id="236"/>
      <w:r>
        <w:t>Reinstatement</w:t>
      </w:r>
      <w:bookmarkEnd w:id="237"/>
    </w:p>
    <w:p w14:paraId="1BC918E1" w14:textId="77777777" w:rsidR="004B5331" w:rsidRDefault="004D0230">
      <w:r>
        <w:t>Extent: Repair or replace damage to the roofing and rainwater system. If the work cannot be repaired satisfactorily, replace the whole area affected.</w:t>
      </w:r>
    </w:p>
    <w:p w14:paraId="0CCC1F79" w14:textId="77777777" w:rsidR="004B5331" w:rsidRDefault="004D0230">
      <w:r>
        <w:t>Touch up: To KINGSPAN INSULATED PANELS recommendations.</w:t>
      </w:r>
    </w:p>
    <w:p w14:paraId="0DE00D1F" w14:textId="77777777" w:rsidR="004B5331" w:rsidRDefault="004D0230">
      <w:pPr>
        <w:pStyle w:val="Instructions"/>
      </w:pPr>
      <w:r>
        <w:t>Contact KINGSPAN INSULATED PANELS for any further recommendations.</w:t>
      </w:r>
    </w:p>
    <w:p w14:paraId="67641F86" w14:textId="77777777" w:rsidR="004B5331" w:rsidRDefault="004D0230">
      <w:pPr>
        <w:pStyle w:val="Heading4"/>
      </w:pPr>
      <w:bookmarkStart w:id="239" w:name="h-13222-38"/>
      <w:bookmarkStart w:id="240" w:name="f-13222-38"/>
      <w:bookmarkEnd w:id="238"/>
      <w:r>
        <w:t>Cleaning</w:t>
      </w:r>
      <w:bookmarkEnd w:id="239"/>
    </w:p>
    <w:p w14:paraId="071A398A" w14:textId="77777777" w:rsidR="004B5331" w:rsidRDefault="004D0230">
      <w:r>
        <w:t>Roofing and rainwater drainage system: Remove excess debris, metal swarf, solder, sealants and unused materials.</w:t>
      </w:r>
    </w:p>
    <w:p w14:paraId="141E1F27" w14:textId="77777777" w:rsidR="004B5331" w:rsidRDefault="004D0230">
      <w:r>
        <w:t>Exposed metal surfaces: Clean surfaces of substances that interfere with uniform weathering or oxidisation.</w:t>
      </w:r>
    </w:p>
    <w:p w14:paraId="629DE199" w14:textId="77777777" w:rsidR="004B5331" w:rsidRDefault="004D0230">
      <w:r>
        <w:t>Protection: After completion, remove protective coatings using methods to the manufacturer’s recommendations.</w:t>
      </w:r>
    </w:p>
    <w:p w14:paraId="5DE4A0E4" w14:textId="77777777" w:rsidR="004B5331" w:rsidRDefault="004D0230">
      <w:pPr>
        <w:pStyle w:val="Instructions"/>
      </w:pPr>
      <w:r>
        <w:t>Protective film will withstand exposure to weather for a limited period of time before losing its peel-off characteristics and causing staining. The gloss coating changes when exposed to plasticisers.</w:t>
      </w:r>
    </w:p>
    <w:p w14:paraId="26FD43C4" w14:textId="77777777" w:rsidR="004B5331" w:rsidRDefault="004D0230">
      <w:r>
        <w:t>Fasteners: Make sure weathertight and external panel facings are not distorted.</w:t>
      </w:r>
    </w:p>
    <w:p w14:paraId="5D1D701F" w14:textId="77777777" w:rsidR="004B5331" w:rsidRDefault="004D0230">
      <w:r>
        <w:t>KINGSPAN INSULATED PANELS panels: Clean surfaces to the manufacturer’s recommendations.</w:t>
      </w:r>
    </w:p>
    <w:p w14:paraId="4D633EC3" w14:textId="77777777" w:rsidR="004B5331" w:rsidRDefault="004D0230">
      <w:pPr>
        <w:pStyle w:val="Instructions"/>
      </w:pPr>
      <w:r>
        <w:t xml:space="preserve">Refer to KINGSPAN INSULATED PANELS technical bulletin </w:t>
      </w:r>
      <w:r>
        <w:rPr>
          <w:i/>
        </w:rPr>
        <w:t>Annual Inspection and maintenance.</w:t>
      </w:r>
    </w:p>
    <w:p w14:paraId="736B8F16" w14:textId="77777777" w:rsidR="004B5331" w:rsidRDefault="004D0230">
      <w:r>
        <w:t>Roof plumbing: Clean out spoutings, gutters and rainwater pipes after completion of roof installation.</w:t>
      </w:r>
    </w:p>
    <w:p w14:paraId="005D2D71" w14:textId="77777777" w:rsidR="004B5331" w:rsidRDefault="004D0230">
      <w:pPr>
        <w:pStyle w:val="Heading4"/>
      </w:pPr>
      <w:bookmarkStart w:id="241" w:name="h-13222-41"/>
      <w:bookmarkStart w:id="242" w:name="f-13222-41"/>
      <w:bookmarkEnd w:id="240"/>
      <w:r>
        <w:t>Operation and maintenance manuals</w:t>
      </w:r>
      <w:bookmarkEnd w:id="241"/>
    </w:p>
    <w:p w14:paraId="11A4F1A4" w14:textId="77777777" w:rsidR="004B5331" w:rsidRDefault="004D0230">
      <w:r>
        <w:t>Requirement: Prepare a manual that includes recommendations from Kingspan for annual maintenance of the roofing system, including recommended methods of access, inspection, cleaning, repair and replacement.</w:t>
      </w:r>
    </w:p>
    <w:p w14:paraId="7FD6CCC9" w14:textId="77777777" w:rsidR="004B5331" w:rsidRDefault="004D0230">
      <w:pPr>
        <w:pStyle w:val="Instructions"/>
      </w:pPr>
      <w:bookmarkStart w:id="243" w:name="f-7476-1"/>
      <w:bookmarkStart w:id="244" w:name="f-7476"/>
      <w:bookmarkStart w:id="245" w:name="f-13222-40"/>
      <w:bookmarkEnd w:id="242"/>
      <w:r>
        <w:t>Compliance with this subclause targets the Operations and Maintenance requirement within the Minimum Expectation level of the Verification and Handover credit in Green Star Buildings (2021).</w:t>
      </w:r>
    </w:p>
    <w:p w14:paraId="6E7B29AB" w14:textId="77777777" w:rsidR="004B5331" w:rsidRDefault="004D0230">
      <w:pPr>
        <w:pStyle w:val="Heading4"/>
      </w:pPr>
      <w:bookmarkStart w:id="246" w:name="h-13222-39"/>
      <w:bookmarkStart w:id="247" w:name="f-13222-39"/>
      <w:bookmarkEnd w:id="243"/>
      <w:bookmarkEnd w:id="244"/>
      <w:bookmarkEnd w:id="245"/>
      <w:r>
        <w:t>Warranties</w:t>
      </w:r>
      <w:bookmarkEnd w:id="246"/>
    </w:p>
    <w:p w14:paraId="05FA71B2" w14:textId="77777777" w:rsidR="004B5331" w:rsidRDefault="004D0230">
      <w:r>
        <w:t>Requirement: Cover materials and workmanship in the terms of the warranty in the form of interlocking warranties from the manufacturer and the installer.</w:t>
      </w:r>
    </w:p>
    <w:p w14:paraId="73E874C8" w14:textId="77777777" w:rsidR="004B5331" w:rsidRDefault="004D0230">
      <w:pPr>
        <w:pStyle w:val="NormalIndent"/>
      </w:pPr>
      <w:r>
        <w:t>Roofing materials: Manufacturer’s product warranty.</w:t>
      </w:r>
    </w:p>
    <w:p w14:paraId="37D5028F" w14:textId="77777777" w:rsidR="004B5331" w:rsidRDefault="004D0230">
      <w:pPr>
        <w:pStyle w:val="NormalIndent"/>
      </w:pPr>
      <w:r>
        <w:t>Workmanship: Installer’s warranty.</w:t>
      </w:r>
    </w:p>
    <w:p w14:paraId="01D002FE" w14:textId="77777777" w:rsidR="004B5331" w:rsidRDefault="004D0230">
      <w:pPr>
        <w:pStyle w:val="NormalIndent"/>
      </w:pPr>
      <w:r>
        <w:t>Form: Against failure of materials and execution under normal environment and use conditions.</w:t>
      </w:r>
    </w:p>
    <w:p w14:paraId="240F71FD" w14:textId="77777777" w:rsidR="004B5331" w:rsidRDefault="004D0230">
      <w:pPr>
        <w:pStyle w:val="NormalIndent"/>
      </w:pPr>
      <w:r>
        <w:t>Period: As offered by the manufacturer and the installer.</w:t>
      </w:r>
    </w:p>
    <w:p w14:paraId="7F94B4BA" w14:textId="77777777" w:rsidR="004B5331" w:rsidRDefault="004D0230">
      <w:pPr>
        <w:pStyle w:val="Instructions"/>
      </w:pPr>
      <w:r>
        <w:t>Use only if warranties extending beyond the defects liability period are available for the particular system. As the warranty is in the form of separate material and installation warranties, the signatures of both manufacturer and installer are required.</w:t>
      </w:r>
    </w:p>
    <w:p w14:paraId="06E62ECC" w14:textId="77777777" w:rsidR="004B5331" w:rsidRDefault="004D0230">
      <w:pPr>
        <w:pStyle w:val="Instructions"/>
      </w:pPr>
      <w:r>
        <w:t>The form(s) required should be provided as part of the contract documentation.</w:t>
      </w:r>
    </w:p>
    <w:p w14:paraId="479DF8E3" w14:textId="77777777" w:rsidR="004B5331" w:rsidRDefault="004D0230">
      <w:pPr>
        <w:pStyle w:val="Instructions"/>
      </w:pPr>
      <w:r>
        <w:lastRenderedPageBreak/>
        <w:t>KINGSPAN INSULATED PANELS standard warranties include paint systems and panel materials. All warranties are project specific and long term product performance can depend on many factors, including the project location, aspect to prevailing winds, proximity to bodies of water (marine or otherwise) and local site factors such as nearby industries or industrial processes.</w:t>
      </w:r>
    </w:p>
    <w:p w14:paraId="1261FFD3" w14:textId="77777777" w:rsidR="004B5331" w:rsidRDefault="004D0230">
      <w:pPr>
        <w:pStyle w:val="Instructions"/>
      </w:pPr>
      <w:r>
        <w:t>Warranty periods: Provided the panels are installed to KINGSPAN INSULATED PANELS recommendations and installers are trained by KINGSPAN INSULATED PANELS field service manager, warranties periods are as follows:</w:t>
      </w:r>
    </w:p>
    <w:p w14:paraId="549FEF95" w14:textId="77777777" w:rsidR="004B5331" w:rsidRDefault="004D0230">
      <w:pPr>
        <w:pStyle w:val="Instructionsindent"/>
      </w:pPr>
      <w:r>
        <w:t>KS1000RW: Up to 25 years covering structural, thermal and coating performance.</w:t>
      </w:r>
    </w:p>
    <w:p w14:paraId="16B70E3C" w14:textId="77777777" w:rsidR="004B5331" w:rsidRDefault="004D0230">
      <w:pPr>
        <w:pStyle w:val="Instructionsindent"/>
      </w:pPr>
      <w:r>
        <w:t>KS1100/KS1200RL: Up to 25 years structural and thermal performance.</w:t>
      </w:r>
    </w:p>
    <w:p w14:paraId="07A9C4E1" w14:textId="77777777" w:rsidR="004B5331" w:rsidRDefault="004D0230">
      <w:pPr>
        <w:pStyle w:val="Heading2"/>
      </w:pPr>
      <w:bookmarkStart w:id="248" w:name="h-13220-1"/>
      <w:bookmarkStart w:id="249" w:name="f-13220-1"/>
      <w:bookmarkStart w:id="250" w:name="f-13220"/>
      <w:bookmarkEnd w:id="247"/>
      <w:bookmarkEnd w:id="161"/>
      <w:r>
        <w:t>Selections</w:t>
      </w:r>
      <w:bookmarkEnd w:id="248"/>
    </w:p>
    <w:p w14:paraId="16F29E3E" w14:textId="77777777" w:rsidR="004B5331" w:rsidRDefault="004D0230">
      <w:pPr>
        <w:pStyle w:val="Instructions"/>
      </w:pPr>
      <w:bookmarkStart w:id="251" w:name="f-7991-1"/>
      <w:bookmarkStart w:id="252" w:name="f-7991"/>
      <w:bookmarkStart w:id="253" w:name="f-13220-2"/>
      <w:bookmarkEnd w:id="249"/>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4AD7455" w14:textId="77777777" w:rsidR="004B5331" w:rsidRDefault="004D0230">
      <w:pPr>
        <w:pStyle w:val="Heading3"/>
      </w:pPr>
      <w:bookmarkStart w:id="254" w:name="h-13220-5"/>
      <w:bookmarkStart w:id="255" w:name="f-13220-5"/>
      <w:bookmarkEnd w:id="251"/>
      <w:bookmarkEnd w:id="252"/>
      <w:bookmarkEnd w:id="253"/>
      <w:r>
        <w:t>Product</w:t>
      </w:r>
      <w:bookmarkEnd w:id="254"/>
    </w:p>
    <w:p w14:paraId="3D54C97B" w14:textId="77777777" w:rsidR="004B5331" w:rsidRDefault="004D0230">
      <w:pPr>
        <w:pStyle w:val="Heading4"/>
      </w:pPr>
      <w:bookmarkStart w:id="256" w:name="h-13220-6"/>
      <w:bookmarkStart w:id="257" w:name="f-13220-6"/>
      <w:bookmarkEnd w:id="255"/>
      <w:r>
        <w:t>KINGSPAN INSULATED PANELS roofing system schedule</w:t>
      </w:r>
      <w:bookmarkEnd w:id="256"/>
    </w:p>
    <w:tbl>
      <w:tblPr>
        <w:tblStyle w:val="NATSPECTable"/>
        <w:tblW w:w="5000" w:type="pct"/>
        <w:tblLook w:val="0620" w:firstRow="1" w:lastRow="0" w:firstColumn="0" w:lastColumn="0" w:noHBand="1" w:noVBand="1"/>
      </w:tblPr>
      <w:tblGrid>
        <w:gridCol w:w="3443"/>
        <w:gridCol w:w="1903"/>
        <w:gridCol w:w="1903"/>
        <w:gridCol w:w="1902"/>
      </w:tblGrid>
      <w:tr w:rsidR="004B5331" w14:paraId="123A41B4" w14:textId="77777777" w:rsidTr="004D0230">
        <w:trPr>
          <w:tblHeader/>
        </w:trPr>
        <w:tc>
          <w:tcPr>
            <w:tcW w:w="1881" w:type="pct"/>
          </w:tcPr>
          <w:p w14:paraId="78C23D09" w14:textId="77777777" w:rsidR="004B5331" w:rsidRDefault="004B5331">
            <w:pPr>
              <w:pStyle w:val="Tabletitle"/>
            </w:pPr>
          </w:p>
        </w:tc>
        <w:tc>
          <w:tcPr>
            <w:tcW w:w="1040" w:type="pct"/>
          </w:tcPr>
          <w:p w14:paraId="4EAC7BCD" w14:textId="77777777" w:rsidR="004B5331" w:rsidRDefault="004D0230">
            <w:pPr>
              <w:pStyle w:val="Tabletitle"/>
            </w:pPr>
            <w:r>
              <w:t>A</w:t>
            </w:r>
          </w:p>
        </w:tc>
        <w:tc>
          <w:tcPr>
            <w:tcW w:w="1040" w:type="pct"/>
          </w:tcPr>
          <w:p w14:paraId="4A16594A" w14:textId="77777777" w:rsidR="004B5331" w:rsidRDefault="004D0230">
            <w:pPr>
              <w:pStyle w:val="Tabletitle"/>
            </w:pPr>
            <w:r>
              <w:t>B</w:t>
            </w:r>
          </w:p>
        </w:tc>
        <w:tc>
          <w:tcPr>
            <w:tcW w:w="1040" w:type="pct"/>
          </w:tcPr>
          <w:p w14:paraId="566C4259" w14:textId="77777777" w:rsidR="004B5331" w:rsidRDefault="004D0230">
            <w:pPr>
              <w:pStyle w:val="Tabletitle"/>
            </w:pPr>
            <w:r>
              <w:t>C</w:t>
            </w:r>
          </w:p>
        </w:tc>
      </w:tr>
      <w:tr w:rsidR="004B5331" w14:paraId="1783605E" w14:textId="77777777" w:rsidTr="004D0230">
        <w:tc>
          <w:tcPr>
            <w:tcW w:w="1881" w:type="pct"/>
          </w:tcPr>
          <w:p w14:paraId="5FF7430C" w14:textId="77777777" w:rsidR="004B5331" w:rsidRDefault="004D0230">
            <w:pPr>
              <w:pStyle w:val="Tabletext"/>
            </w:pPr>
            <w:r>
              <w:t>Profile</w:t>
            </w:r>
          </w:p>
        </w:tc>
        <w:tc>
          <w:tcPr>
            <w:tcW w:w="1040" w:type="pct"/>
          </w:tcPr>
          <w:p w14:paraId="2BD40717" w14:textId="77777777" w:rsidR="004B5331" w:rsidRDefault="004B5331">
            <w:pPr>
              <w:pStyle w:val="Tabletext"/>
            </w:pPr>
          </w:p>
        </w:tc>
        <w:tc>
          <w:tcPr>
            <w:tcW w:w="1040" w:type="pct"/>
          </w:tcPr>
          <w:p w14:paraId="0020CE22" w14:textId="77777777" w:rsidR="004B5331" w:rsidRDefault="004B5331">
            <w:pPr>
              <w:pStyle w:val="Tabletext"/>
            </w:pPr>
          </w:p>
        </w:tc>
        <w:tc>
          <w:tcPr>
            <w:tcW w:w="1040" w:type="pct"/>
          </w:tcPr>
          <w:p w14:paraId="05909A7D" w14:textId="77777777" w:rsidR="004B5331" w:rsidRDefault="004B5331">
            <w:pPr>
              <w:pStyle w:val="Tabletext"/>
            </w:pPr>
          </w:p>
        </w:tc>
      </w:tr>
      <w:tr w:rsidR="004B5331" w14:paraId="1ED02BC5" w14:textId="77777777" w:rsidTr="004D0230">
        <w:tc>
          <w:tcPr>
            <w:tcW w:w="1881" w:type="pct"/>
          </w:tcPr>
          <w:p w14:paraId="2614A56B" w14:textId="77777777" w:rsidR="004B5331" w:rsidRDefault="004D0230">
            <w:pPr>
              <w:pStyle w:val="Tabletext"/>
            </w:pPr>
            <w:r>
              <w:t>Roof pitch</w:t>
            </w:r>
          </w:p>
        </w:tc>
        <w:tc>
          <w:tcPr>
            <w:tcW w:w="1040" w:type="pct"/>
          </w:tcPr>
          <w:p w14:paraId="011AAE10" w14:textId="77777777" w:rsidR="004B5331" w:rsidRDefault="004B5331">
            <w:pPr>
              <w:pStyle w:val="Tabletext"/>
            </w:pPr>
          </w:p>
        </w:tc>
        <w:tc>
          <w:tcPr>
            <w:tcW w:w="1040" w:type="pct"/>
          </w:tcPr>
          <w:p w14:paraId="77944FC6" w14:textId="77777777" w:rsidR="004B5331" w:rsidRDefault="004B5331">
            <w:pPr>
              <w:pStyle w:val="Tabletext"/>
            </w:pPr>
          </w:p>
        </w:tc>
        <w:tc>
          <w:tcPr>
            <w:tcW w:w="1040" w:type="pct"/>
          </w:tcPr>
          <w:p w14:paraId="0FC54AB8" w14:textId="77777777" w:rsidR="004B5331" w:rsidRDefault="004B5331">
            <w:pPr>
              <w:pStyle w:val="Tabletext"/>
            </w:pPr>
          </w:p>
        </w:tc>
      </w:tr>
      <w:tr w:rsidR="004B5331" w14:paraId="7DC9869D" w14:textId="77777777" w:rsidTr="004D0230">
        <w:tc>
          <w:tcPr>
            <w:tcW w:w="1881" w:type="pct"/>
          </w:tcPr>
          <w:p w14:paraId="332BDD83" w14:textId="77777777" w:rsidR="004B5331" w:rsidRDefault="004D0230">
            <w:pPr>
              <w:pStyle w:val="Tabletext"/>
            </w:pPr>
            <w:r>
              <w:t>Internal environment</w:t>
            </w:r>
          </w:p>
        </w:tc>
        <w:tc>
          <w:tcPr>
            <w:tcW w:w="1040" w:type="pct"/>
          </w:tcPr>
          <w:p w14:paraId="34DDC63A" w14:textId="77777777" w:rsidR="004B5331" w:rsidRDefault="004B5331">
            <w:pPr>
              <w:pStyle w:val="Tabletext"/>
            </w:pPr>
          </w:p>
        </w:tc>
        <w:tc>
          <w:tcPr>
            <w:tcW w:w="1040" w:type="pct"/>
          </w:tcPr>
          <w:p w14:paraId="3B0A7E88" w14:textId="77777777" w:rsidR="004B5331" w:rsidRDefault="004B5331">
            <w:pPr>
              <w:pStyle w:val="Tabletext"/>
            </w:pPr>
          </w:p>
        </w:tc>
        <w:tc>
          <w:tcPr>
            <w:tcW w:w="1040" w:type="pct"/>
          </w:tcPr>
          <w:p w14:paraId="1CA4EA9F" w14:textId="77777777" w:rsidR="004B5331" w:rsidRDefault="004B5331">
            <w:pPr>
              <w:pStyle w:val="Tabletext"/>
            </w:pPr>
          </w:p>
        </w:tc>
      </w:tr>
      <w:tr w:rsidR="004B5331" w14:paraId="337FF8F5" w14:textId="77777777" w:rsidTr="004D0230">
        <w:tc>
          <w:tcPr>
            <w:tcW w:w="1881" w:type="pct"/>
          </w:tcPr>
          <w:p w14:paraId="373E1F5C" w14:textId="77777777" w:rsidR="004B5331" w:rsidRDefault="004D0230">
            <w:pPr>
              <w:pStyle w:val="Tabletext"/>
            </w:pPr>
            <w:r>
              <w:t>Panel width (mm)</w:t>
            </w:r>
          </w:p>
        </w:tc>
        <w:tc>
          <w:tcPr>
            <w:tcW w:w="1040" w:type="pct"/>
          </w:tcPr>
          <w:p w14:paraId="6545DCAB" w14:textId="77777777" w:rsidR="004B5331" w:rsidRDefault="004B5331">
            <w:pPr>
              <w:pStyle w:val="Tabletext"/>
            </w:pPr>
          </w:p>
        </w:tc>
        <w:tc>
          <w:tcPr>
            <w:tcW w:w="1040" w:type="pct"/>
          </w:tcPr>
          <w:p w14:paraId="442F7A91" w14:textId="77777777" w:rsidR="004B5331" w:rsidRDefault="004B5331">
            <w:pPr>
              <w:pStyle w:val="Tabletext"/>
            </w:pPr>
          </w:p>
        </w:tc>
        <w:tc>
          <w:tcPr>
            <w:tcW w:w="1040" w:type="pct"/>
          </w:tcPr>
          <w:p w14:paraId="6C7DDC79" w14:textId="77777777" w:rsidR="004B5331" w:rsidRDefault="004B5331">
            <w:pPr>
              <w:pStyle w:val="Tabletext"/>
            </w:pPr>
          </w:p>
        </w:tc>
      </w:tr>
      <w:tr w:rsidR="004B5331" w14:paraId="15213671" w14:textId="77777777" w:rsidTr="004D0230">
        <w:tc>
          <w:tcPr>
            <w:tcW w:w="1881" w:type="pct"/>
          </w:tcPr>
          <w:p w14:paraId="4F7E912A" w14:textId="77777777" w:rsidR="004B5331" w:rsidRDefault="004D0230">
            <w:pPr>
              <w:pStyle w:val="Tabletext"/>
            </w:pPr>
            <w:r>
              <w:t>Panel length (m)</w:t>
            </w:r>
          </w:p>
        </w:tc>
        <w:tc>
          <w:tcPr>
            <w:tcW w:w="1040" w:type="pct"/>
          </w:tcPr>
          <w:p w14:paraId="4593E102" w14:textId="77777777" w:rsidR="004B5331" w:rsidRDefault="004B5331">
            <w:pPr>
              <w:pStyle w:val="Tabletext"/>
            </w:pPr>
          </w:p>
        </w:tc>
        <w:tc>
          <w:tcPr>
            <w:tcW w:w="1040" w:type="pct"/>
          </w:tcPr>
          <w:p w14:paraId="552BE104" w14:textId="77777777" w:rsidR="004B5331" w:rsidRDefault="004B5331">
            <w:pPr>
              <w:pStyle w:val="Tabletext"/>
            </w:pPr>
          </w:p>
        </w:tc>
        <w:tc>
          <w:tcPr>
            <w:tcW w:w="1040" w:type="pct"/>
          </w:tcPr>
          <w:p w14:paraId="0F6447BF" w14:textId="77777777" w:rsidR="004B5331" w:rsidRDefault="004B5331">
            <w:pPr>
              <w:pStyle w:val="Tabletext"/>
            </w:pPr>
          </w:p>
        </w:tc>
      </w:tr>
      <w:tr w:rsidR="004B5331" w14:paraId="6B2E9FEA" w14:textId="77777777" w:rsidTr="004D0230">
        <w:tc>
          <w:tcPr>
            <w:tcW w:w="1881" w:type="pct"/>
          </w:tcPr>
          <w:p w14:paraId="36324E8A" w14:textId="77777777" w:rsidR="004B5331" w:rsidRDefault="004D0230">
            <w:pPr>
              <w:pStyle w:val="Tabletext"/>
            </w:pPr>
            <w:r>
              <w:t>External sheet thickness (mm)</w:t>
            </w:r>
          </w:p>
        </w:tc>
        <w:tc>
          <w:tcPr>
            <w:tcW w:w="1040" w:type="pct"/>
          </w:tcPr>
          <w:p w14:paraId="42FBD488" w14:textId="77777777" w:rsidR="004B5331" w:rsidRDefault="004B5331">
            <w:pPr>
              <w:pStyle w:val="Tabletext"/>
            </w:pPr>
          </w:p>
        </w:tc>
        <w:tc>
          <w:tcPr>
            <w:tcW w:w="1040" w:type="pct"/>
          </w:tcPr>
          <w:p w14:paraId="52153B6C" w14:textId="77777777" w:rsidR="004B5331" w:rsidRDefault="004B5331">
            <w:pPr>
              <w:pStyle w:val="Tabletext"/>
            </w:pPr>
          </w:p>
        </w:tc>
        <w:tc>
          <w:tcPr>
            <w:tcW w:w="1040" w:type="pct"/>
          </w:tcPr>
          <w:p w14:paraId="13958C28" w14:textId="77777777" w:rsidR="004B5331" w:rsidRDefault="004B5331">
            <w:pPr>
              <w:pStyle w:val="Tabletext"/>
            </w:pPr>
          </w:p>
        </w:tc>
      </w:tr>
      <w:tr w:rsidR="004B5331" w14:paraId="58261596" w14:textId="77777777" w:rsidTr="004D0230">
        <w:tc>
          <w:tcPr>
            <w:tcW w:w="1881" w:type="pct"/>
          </w:tcPr>
          <w:p w14:paraId="76B9B57D" w14:textId="77777777" w:rsidR="004B5331" w:rsidRDefault="004D0230">
            <w:pPr>
              <w:pStyle w:val="Tabletext"/>
            </w:pPr>
            <w:r>
              <w:t>External sheet: Colour range/finish</w:t>
            </w:r>
          </w:p>
        </w:tc>
        <w:tc>
          <w:tcPr>
            <w:tcW w:w="1040" w:type="pct"/>
          </w:tcPr>
          <w:p w14:paraId="4D746263" w14:textId="77777777" w:rsidR="004B5331" w:rsidRDefault="004B5331">
            <w:pPr>
              <w:pStyle w:val="Tabletext"/>
            </w:pPr>
          </w:p>
        </w:tc>
        <w:tc>
          <w:tcPr>
            <w:tcW w:w="1040" w:type="pct"/>
          </w:tcPr>
          <w:p w14:paraId="04EF520D" w14:textId="77777777" w:rsidR="004B5331" w:rsidRDefault="004B5331">
            <w:pPr>
              <w:pStyle w:val="Tabletext"/>
            </w:pPr>
          </w:p>
        </w:tc>
        <w:tc>
          <w:tcPr>
            <w:tcW w:w="1040" w:type="pct"/>
          </w:tcPr>
          <w:p w14:paraId="6C2B6748" w14:textId="77777777" w:rsidR="004B5331" w:rsidRDefault="004B5331">
            <w:pPr>
              <w:pStyle w:val="Tabletext"/>
            </w:pPr>
          </w:p>
        </w:tc>
      </w:tr>
      <w:tr w:rsidR="004B5331" w14:paraId="45B4F237" w14:textId="77777777" w:rsidTr="004D0230">
        <w:tc>
          <w:tcPr>
            <w:tcW w:w="1881" w:type="pct"/>
          </w:tcPr>
          <w:p w14:paraId="48171301" w14:textId="77777777" w:rsidR="004B5331" w:rsidRDefault="004D0230">
            <w:pPr>
              <w:pStyle w:val="Tabletext"/>
            </w:pPr>
            <w:r>
              <w:t>External sheet: Colour</w:t>
            </w:r>
          </w:p>
        </w:tc>
        <w:tc>
          <w:tcPr>
            <w:tcW w:w="1040" w:type="pct"/>
          </w:tcPr>
          <w:p w14:paraId="3840DC57" w14:textId="77777777" w:rsidR="004B5331" w:rsidRDefault="004B5331">
            <w:pPr>
              <w:pStyle w:val="Tabletext"/>
            </w:pPr>
          </w:p>
        </w:tc>
        <w:tc>
          <w:tcPr>
            <w:tcW w:w="1040" w:type="pct"/>
          </w:tcPr>
          <w:p w14:paraId="2B51BA51" w14:textId="77777777" w:rsidR="004B5331" w:rsidRDefault="004B5331">
            <w:pPr>
              <w:pStyle w:val="Tabletext"/>
            </w:pPr>
          </w:p>
        </w:tc>
        <w:tc>
          <w:tcPr>
            <w:tcW w:w="1040" w:type="pct"/>
          </w:tcPr>
          <w:p w14:paraId="79657E8D" w14:textId="77777777" w:rsidR="004B5331" w:rsidRDefault="004B5331">
            <w:pPr>
              <w:pStyle w:val="Tabletext"/>
            </w:pPr>
          </w:p>
        </w:tc>
      </w:tr>
      <w:tr w:rsidR="004B5331" w14:paraId="79099AAE" w14:textId="77777777" w:rsidTr="004D0230">
        <w:tc>
          <w:tcPr>
            <w:tcW w:w="1881" w:type="pct"/>
          </w:tcPr>
          <w:p w14:paraId="49BCFFB9" w14:textId="77777777" w:rsidR="004B5331" w:rsidRDefault="004D0230">
            <w:pPr>
              <w:pStyle w:val="Tabletext"/>
            </w:pPr>
            <w:r>
              <w:t>Covering for use with KS1100/KS1200RL</w:t>
            </w:r>
          </w:p>
        </w:tc>
        <w:tc>
          <w:tcPr>
            <w:tcW w:w="1040" w:type="pct"/>
          </w:tcPr>
          <w:p w14:paraId="72AB2A94" w14:textId="77777777" w:rsidR="004B5331" w:rsidRDefault="004B5331">
            <w:pPr>
              <w:pStyle w:val="Tabletext"/>
            </w:pPr>
          </w:p>
        </w:tc>
        <w:tc>
          <w:tcPr>
            <w:tcW w:w="1040" w:type="pct"/>
          </w:tcPr>
          <w:p w14:paraId="2B8D6FD2" w14:textId="77777777" w:rsidR="004B5331" w:rsidRDefault="004B5331">
            <w:pPr>
              <w:pStyle w:val="Tabletext"/>
            </w:pPr>
          </w:p>
        </w:tc>
        <w:tc>
          <w:tcPr>
            <w:tcW w:w="1040" w:type="pct"/>
          </w:tcPr>
          <w:p w14:paraId="6C078F19" w14:textId="77777777" w:rsidR="004B5331" w:rsidRDefault="004B5331">
            <w:pPr>
              <w:pStyle w:val="Tabletext"/>
            </w:pPr>
          </w:p>
        </w:tc>
      </w:tr>
      <w:tr w:rsidR="004B5331" w14:paraId="3011677A" w14:textId="77777777" w:rsidTr="004D0230">
        <w:tc>
          <w:tcPr>
            <w:tcW w:w="1881" w:type="pct"/>
          </w:tcPr>
          <w:p w14:paraId="007FF4EF" w14:textId="77777777" w:rsidR="004B5331" w:rsidRDefault="004D0230">
            <w:pPr>
              <w:pStyle w:val="Tabletext"/>
            </w:pPr>
            <w:r>
              <w:t>Core thickness (mm)</w:t>
            </w:r>
          </w:p>
        </w:tc>
        <w:tc>
          <w:tcPr>
            <w:tcW w:w="1040" w:type="pct"/>
          </w:tcPr>
          <w:p w14:paraId="47E421B5" w14:textId="77777777" w:rsidR="004B5331" w:rsidRDefault="004B5331">
            <w:pPr>
              <w:pStyle w:val="Tabletext"/>
            </w:pPr>
          </w:p>
        </w:tc>
        <w:tc>
          <w:tcPr>
            <w:tcW w:w="1040" w:type="pct"/>
          </w:tcPr>
          <w:p w14:paraId="15EDEF07" w14:textId="77777777" w:rsidR="004B5331" w:rsidRDefault="004B5331">
            <w:pPr>
              <w:pStyle w:val="Tabletext"/>
            </w:pPr>
          </w:p>
        </w:tc>
        <w:tc>
          <w:tcPr>
            <w:tcW w:w="1040" w:type="pct"/>
          </w:tcPr>
          <w:p w14:paraId="63F7AF6A" w14:textId="77777777" w:rsidR="004B5331" w:rsidRDefault="004B5331">
            <w:pPr>
              <w:pStyle w:val="Tabletext"/>
            </w:pPr>
          </w:p>
        </w:tc>
      </w:tr>
      <w:tr w:rsidR="004B5331" w14:paraId="2BCBAE04" w14:textId="77777777" w:rsidTr="004D0230">
        <w:tc>
          <w:tcPr>
            <w:tcW w:w="1881" w:type="pct"/>
          </w:tcPr>
          <w:p w14:paraId="26BB715D" w14:textId="77777777" w:rsidR="004B5331" w:rsidRDefault="004D0230">
            <w:pPr>
              <w:pStyle w:val="Tabletext"/>
            </w:pPr>
            <w:r>
              <w:t>Internal liner sheet thickness (mm)</w:t>
            </w:r>
          </w:p>
        </w:tc>
        <w:tc>
          <w:tcPr>
            <w:tcW w:w="1040" w:type="pct"/>
          </w:tcPr>
          <w:p w14:paraId="7FF8BF8B" w14:textId="77777777" w:rsidR="004B5331" w:rsidRDefault="004B5331">
            <w:pPr>
              <w:pStyle w:val="Tabletext"/>
            </w:pPr>
          </w:p>
        </w:tc>
        <w:tc>
          <w:tcPr>
            <w:tcW w:w="1040" w:type="pct"/>
          </w:tcPr>
          <w:p w14:paraId="04D931A2" w14:textId="77777777" w:rsidR="004B5331" w:rsidRDefault="004B5331">
            <w:pPr>
              <w:pStyle w:val="Tabletext"/>
            </w:pPr>
          </w:p>
        </w:tc>
        <w:tc>
          <w:tcPr>
            <w:tcW w:w="1040" w:type="pct"/>
          </w:tcPr>
          <w:p w14:paraId="1B51CA54" w14:textId="77777777" w:rsidR="004B5331" w:rsidRDefault="004B5331">
            <w:pPr>
              <w:pStyle w:val="Tabletext"/>
            </w:pPr>
          </w:p>
        </w:tc>
      </w:tr>
      <w:tr w:rsidR="004B5331" w14:paraId="02A5D118" w14:textId="77777777" w:rsidTr="004D0230">
        <w:tc>
          <w:tcPr>
            <w:tcW w:w="1881" w:type="pct"/>
          </w:tcPr>
          <w:p w14:paraId="3FDF9D74" w14:textId="77777777" w:rsidR="004B5331" w:rsidRDefault="004D0230">
            <w:pPr>
              <w:pStyle w:val="Tabletext"/>
            </w:pPr>
            <w:r>
              <w:t>Internal liner sheet: Colour range/finish</w:t>
            </w:r>
          </w:p>
        </w:tc>
        <w:tc>
          <w:tcPr>
            <w:tcW w:w="1040" w:type="pct"/>
          </w:tcPr>
          <w:p w14:paraId="00A8485B" w14:textId="77777777" w:rsidR="004B5331" w:rsidRDefault="004B5331">
            <w:pPr>
              <w:pStyle w:val="Tabletext"/>
            </w:pPr>
          </w:p>
        </w:tc>
        <w:tc>
          <w:tcPr>
            <w:tcW w:w="1040" w:type="pct"/>
          </w:tcPr>
          <w:p w14:paraId="52EC7D09" w14:textId="77777777" w:rsidR="004B5331" w:rsidRDefault="004B5331">
            <w:pPr>
              <w:pStyle w:val="Tabletext"/>
            </w:pPr>
          </w:p>
        </w:tc>
        <w:tc>
          <w:tcPr>
            <w:tcW w:w="1040" w:type="pct"/>
          </w:tcPr>
          <w:p w14:paraId="5585A207" w14:textId="77777777" w:rsidR="004B5331" w:rsidRDefault="004B5331">
            <w:pPr>
              <w:pStyle w:val="Tabletext"/>
            </w:pPr>
          </w:p>
        </w:tc>
      </w:tr>
      <w:tr w:rsidR="004B5331" w14:paraId="7E384C4C" w14:textId="77777777" w:rsidTr="004D0230">
        <w:tc>
          <w:tcPr>
            <w:tcW w:w="1881" w:type="pct"/>
          </w:tcPr>
          <w:p w14:paraId="2E53446F" w14:textId="77777777" w:rsidR="004B5331" w:rsidRDefault="004D0230">
            <w:pPr>
              <w:pStyle w:val="Tabletext"/>
            </w:pPr>
            <w:r>
              <w:t>Internal liner sheet: Colour</w:t>
            </w:r>
          </w:p>
        </w:tc>
        <w:tc>
          <w:tcPr>
            <w:tcW w:w="1040" w:type="pct"/>
          </w:tcPr>
          <w:p w14:paraId="4B753170" w14:textId="77777777" w:rsidR="004B5331" w:rsidRDefault="004B5331">
            <w:pPr>
              <w:pStyle w:val="Tabletext"/>
            </w:pPr>
          </w:p>
        </w:tc>
        <w:tc>
          <w:tcPr>
            <w:tcW w:w="1040" w:type="pct"/>
          </w:tcPr>
          <w:p w14:paraId="69F681BB" w14:textId="77777777" w:rsidR="004B5331" w:rsidRDefault="004B5331">
            <w:pPr>
              <w:pStyle w:val="Tabletext"/>
            </w:pPr>
          </w:p>
        </w:tc>
        <w:tc>
          <w:tcPr>
            <w:tcW w:w="1040" w:type="pct"/>
          </w:tcPr>
          <w:p w14:paraId="30DBE04A" w14:textId="77777777" w:rsidR="004B5331" w:rsidRDefault="004B5331">
            <w:pPr>
              <w:pStyle w:val="Tabletext"/>
            </w:pPr>
          </w:p>
        </w:tc>
      </w:tr>
      <w:tr w:rsidR="004B5331" w14:paraId="3D4530BD" w14:textId="77777777" w:rsidTr="004D0230">
        <w:tc>
          <w:tcPr>
            <w:tcW w:w="1881" w:type="pct"/>
          </w:tcPr>
          <w:p w14:paraId="50D40282" w14:textId="77777777" w:rsidR="004B5331" w:rsidRDefault="004D0230">
            <w:pPr>
              <w:pStyle w:val="Tabletext"/>
            </w:pPr>
            <w:r>
              <w:t>Product R-Value (m</w:t>
            </w:r>
            <w:r>
              <w:rPr>
                <w:vertAlign w:val="superscript"/>
              </w:rPr>
              <w:t>2</w:t>
            </w:r>
            <w:r>
              <w:t>.K/W) at 23°C</w:t>
            </w:r>
          </w:p>
        </w:tc>
        <w:tc>
          <w:tcPr>
            <w:tcW w:w="1040" w:type="pct"/>
          </w:tcPr>
          <w:p w14:paraId="70711BA7" w14:textId="77777777" w:rsidR="004B5331" w:rsidRDefault="004B5331">
            <w:pPr>
              <w:pStyle w:val="Tabletext"/>
            </w:pPr>
          </w:p>
        </w:tc>
        <w:tc>
          <w:tcPr>
            <w:tcW w:w="1040" w:type="pct"/>
          </w:tcPr>
          <w:p w14:paraId="3E3EBB1F" w14:textId="77777777" w:rsidR="004B5331" w:rsidRDefault="004B5331">
            <w:pPr>
              <w:pStyle w:val="Tabletext"/>
            </w:pPr>
          </w:p>
        </w:tc>
        <w:tc>
          <w:tcPr>
            <w:tcW w:w="1040" w:type="pct"/>
          </w:tcPr>
          <w:p w14:paraId="079D6C02" w14:textId="77777777" w:rsidR="004B5331" w:rsidRDefault="004B5331">
            <w:pPr>
              <w:pStyle w:val="Tabletext"/>
            </w:pPr>
          </w:p>
        </w:tc>
      </w:tr>
      <w:tr w:rsidR="004B5331" w14:paraId="101D51B2" w14:textId="77777777" w:rsidTr="004D0230">
        <w:tc>
          <w:tcPr>
            <w:tcW w:w="1881" w:type="pct"/>
          </w:tcPr>
          <w:p w14:paraId="226B9C5A" w14:textId="77777777" w:rsidR="004B5331" w:rsidRDefault="004D0230">
            <w:pPr>
              <w:pStyle w:val="Tabletext"/>
            </w:pPr>
            <w:r>
              <w:t>R-Value (m</w:t>
            </w:r>
            <w:r>
              <w:rPr>
                <w:vertAlign w:val="superscript"/>
              </w:rPr>
              <w:t>2</w:t>
            </w:r>
            <w:r>
              <w:t>.K/W)</w:t>
            </w:r>
          </w:p>
          <w:p w14:paraId="1559EC6F" w14:textId="77777777" w:rsidR="004B5331" w:rsidRDefault="004D0230">
            <w:pPr>
              <w:pStyle w:val="Tabletext"/>
            </w:pPr>
            <w:r>
              <w:t>Heat Flow Out (Winter)</w:t>
            </w:r>
          </w:p>
        </w:tc>
        <w:tc>
          <w:tcPr>
            <w:tcW w:w="1040" w:type="pct"/>
          </w:tcPr>
          <w:p w14:paraId="35D01998" w14:textId="77777777" w:rsidR="004B5331" w:rsidRDefault="004B5331">
            <w:pPr>
              <w:pStyle w:val="Tabletext"/>
            </w:pPr>
          </w:p>
        </w:tc>
        <w:tc>
          <w:tcPr>
            <w:tcW w:w="1040" w:type="pct"/>
          </w:tcPr>
          <w:p w14:paraId="0B72A9B3" w14:textId="77777777" w:rsidR="004B5331" w:rsidRDefault="004B5331">
            <w:pPr>
              <w:pStyle w:val="Tabletext"/>
            </w:pPr>
          </w:p>
        </w:tc>
        <w:tc>
          <w:tcPr>
            <w:tcW w:w="1040" w:type="pct"/>
          </w:tcPr>
          <w:p w14:paraId="48E4E476" w14:textId="77777777" w:rsidR="004B5331" w:rsidRDefault="004B5331">
            <w:pPr>
              <w:pStyle w:val="Tabletext"/>
            </w:pPr>
          </w:p>
        </w:tc>
      </w:tr>
      <w:tr w:rsidR="004B5331" w14:paraId="5322CF37" w14:textId="77777777" w:rsidTr="004D0230">
        <w:tc>
          <w:tcPr>
            <w:tcW w:w="1881" w:type="pct"/>
          </w:tcPr>
          <w:p w14:paraId="4FD3D070" w14:textId="77777777" w:rsidR="004B5331" w:rsidRDefault="004D0230">
            <w:pPr>
              <w:pStyle w:val="Tabletext"/>
            </w:pPr>
            <w:r>
              <w:t>R-Value (m</w:t>
            </w:r>
            <w:r>
              <w:rPr>
                <w:vertAlign w:val="superscript"/>
              </w:rPr>
              <w:t>2</w:t>
            </w:r>
            <w:r>
              <w:t>.K/W)</w:t>
            </w:r>
          </w:p>
          <w:p w14:paraId="0BF02A10" w14:textId="77777777" w:rsidR="004B5331" w:rsidRDefault="004D0230">
            <w:pPr>
              <w:pStyle w:val="Tabletext"/>
            </w:pPr>
            <w:r>
              <w:t>Heat Flow In (Summer)</w:t>
            </w:r>
          </w:p>
        </w:tc>
        <w:tc>
          <w:tcPr>
            <w:tcW w:w="1040" w:type="pct"/>
          </w:tcPr>
          <w:p w14:paraId="178A6555" w14:textId="77777777" w:rsidR="004B5331" w:rsidRDefault="004B5331">
            <w:pPr>
              <w:pStyle w:val="Tabletext"/>
            </w:pPr>
          </w:p>
        </w:tc>
        <w:tc>
          <w:tcPr>
            <w:tcW w:w="1040" w:type="pct"/>
          </w:tcPr>
          <w:p w14:paraId="335E263A" w14:textId="77777777" w:rsidR="004B5331" w:rsidRDefault="004B5331">
            <w:pPr>
              <w:pStyle w:val="Tabletext"/>
            </w:pPr>
          </w:p>
        </w:tc>
        <w:tc>
          <w:tcPr>
            <w:tcW w:w="1040" w:type="pct"/>
          </w:tcPr>
          <w:p w14:paraId="3DED4953" w14:textId="77777777" w:rsidR="004B5331" w:rsidRDefault="004B5331">
            <w:pPr>
              <w:pStyle w:val="Tabletext"/>
            </w:pPr>
          </w:p>
        </w:tc>
      </w:tr>
    </w:tbl>
    <w:p w14:paraId="7974578E" w14:textId="77777777" w:rsidR="004B5331" w:rsidRDefault="004D0230">
      <w:r>
        <w:t> </w:t>
      </w:r>
    </w:p>
    <w:p w14:paraId="7F4FD5F9" w14:textId="77777777" w:rsidR="004B5331" w:rsidRDefault="004D0230">
      <w:pPr>
        <w:pStyle w:val="Instructions"/>
      </w:pPr>
      <w:bookmarkStart w:id="258" w:name="f-8767-1"/>
      <w:bookmarkStart w:id="259" w:name="f-8767"/>
      <w:r>
        <w:t>The codes in the header row of the schedule designate each application or location of the item scheduled. Edit the codes to match those in other contract documents.</w:t>
      </w:r>
    </w:p>
    <w:bookmarkEnd w:id="258"/>
    <w:bookmarkEnd w:id="259"/>
    <w:p w14:paraId="34D0A72C" w14:textId="77777777" w:rsidR="004B5331" w:rsidRDefault="004D0230">
      <w:pPr>
        <w:pStyle w:val="Instructions"/>
      </w:pPr>
      <w:r>
        <w:t>Profile: Select from:</w:t>
      </w:r>
    </w:p>
    <w:p w14:paraId="43AA043F" w14:textId="77777777" w:rsidR="004B5331" w:rsidRDefault="004D0230">
      <w:pPr>
        <w:pStyle w:val="Instructionsindent"/>
      </w:pPr>
      <w:r>
        <w:t>KS1000RW Trapezoidal Roof Panel (KS1000RW).</w:t>
      </w:r>
    </w:p>
    <w:p w14:paraId="6C71C6BE" w14:textId="77777777" w:rsidR="004B5331" w:rsidRDefault="004D0230">
      <w:pPr>
        <w:pStyle w:val="Instructionsindent"/>
      </w:pPr>
      <w:r>
        <w:t>KS1100/KS1200RL Roofliner Panel (KS1100/KS1200RL).</w:t>
      </w:r>
    </w:p>
    <w:p w14:paraId="63E24967" w14:textId="77777777" w:rsidR="004B5331" w:rsidRDefault="004D0230">
      <w:pPr>
        <w:pStyle w:val="Instructions"/>
      </w:pPr>
      <w:r>
        <w:t>Roof pitch: If required, document the roof pitch:</w:t>
      </w:r>
    </w:p>
    <w:p w14:paraId="7B26E149" w14:textId="77777777" w:rsidR="004B5331" w:rsidRDefault="004D0230">
      <w:pPr>
        <w:pStyle w:val="Instructionsindent"/>
      </w:pPr>
      <w:r>
        <w:t>KS1000RW: 3° or above after deflection. Contact KINGSPAN INSULATED PANELS for pitches less than 3°.</w:t>
      </w:r>
    </w:p>
    <w:p w14:paraId="1D9DAACD" w14:textId="77777777" w:rsidR="004B5331" w:rsidRDefault="004D0230">
      <w:pPr>
        <w:pStyle w:val="Instructionsindent"/>
      </w:pPr>
      <w:r>
        <w:t>KS1100/1200RL minimum pitch: To suit documented decking/membrane. Refer to the manufacturer’s recommendations.</w:t>
      </w:r>
    </w:p>
    <w:p w14:paraId="44AE48EC" w14:textId="77777777" w:rsidR="004B5331" w:rsidRDefault="004D0230">
      <w:pPr>
        <w:pStyle w:val="Instructions"/>
      </w:pPr>
      <w:r>
        <w:t>Internal environment for KS1100/KS1200RL: Select Low-humidity or High-humidity. Delete if not required.</w:t>
      </w:r>
    </w:p>
    <w:p w14:paraId="6D306664" w14:textId="77777777" w:rsidR="004B5331" w:rsidRDefault="004D0230">
      <w:pPr>
        <w:pStyle w:val="Instructions"/>
      </w:pPr>
      <w:r>
        <w:t>Panel width (mm): Standard module:</w:t>
      </w:r>
    </w:p>
    <w:p w14:paraId="74D4F04D" w14:textId="77777777" w:rsidR="004B5331" w:rsidRDefault="004D0230">
      <w:pPr>
        <w:pStyle w:val="Instructionsindent"/>
      </w:pPr>
      <w:r>
        <w:t>KS1000RW: 1000.</w:t>
      </w:r>
    </w:p>
    <w:p w14:paraId="2813C26B" w14:textId="77777777" w:rsidR="004B5331" w:rsidRDefault="004D0230">
      <w:pPr>
        <w:pStyle w:val="Instructionsindent"/>
      </w:pPr>
      <w:r>
        <w:t>KS1100RL: 1100.</w:t>
      </w:r>
    </w:p>
    <w:p w14:paraId="191653DF" w14:textId="77777777" w:rsidR="004B5331" w:rsidRDefault="004D0230">
      <w:pPr>
        <w:pStyle w:val="Instructionsindent"/>
      </w:pPr>
      <w:r>
        <w:t>KS1200RL: 1200.</w:t>
      </w:r>
    </w:p>
    <w:p w14:paraId="089C530E" w14:textId="77777777" w:rsidR="004B5331" w:rsidRDefault="004D0230">
      <w:pPr>
        <w:pStyle w:val="Instructions"/>
      </w:pPr>
      <w:r>
        <w:lastRenderedPageBreak/>
        <w:t>Panel length (m): Standard lengths available from 2 m to 13.7 m. Longer lengths can be supplied on request. For orders outside of Australia, maximum lengths are 11.8 m.</w:t>
      </w:r>
    </w:p>
    <w:p w14:paraId="702AE6AC" w14:textId="77777777" w:rsidR="004B5331" w:rsidRDefault="004D0230">
      <w:pPr>
        <w:pStyle w:val="Instructions"/>
      </w:pPr>
      <w:bookmarkStart w:id="260" w:name="f-13220-13220.2"/>
      <w:bookmarkEnd w:id="257"/>
      <w:r>
        <w:t>External sheet thickness (mm): Consult KINGSPAN INSULATED PANELS when thicknesses required for the project differ from the following:</w:t>
      </w:r>
    </w:p>
    <w:p w14:paraId="38E0433B" w14:textId="77777777" w:rsidR="004B5331" w:rsidRDefault="004D0230">
      <w:pPr>
        <w:pStyle w:val="Instructionsindent"/>
      </w:pPr>
      <w:r>
        <w:t>KS1000RW minimum: 0.5.</w:t>
      </w:r>
    </w:p>
    <w:p w14:paraId="0E7FF3E5" w14:textId="77777777" w:rsidR="004B5331" w:rsidRDefault="004D0230">
      <w:pPr>
        <w:pStyle w:val="Instructionsindent"/>
      </w:pPr>
      <w:r>
        <w:t>KS1100/KS1200RL minimum: 0.6.</w:t>
      </w:r>
    </w:p>
    <w:p w14:paraId="5DBC5A47" w14:textId="77777777" w:rsidR="004B5331" w:rsidRDefault="004D0230">
      <w:pPr>
        <w:pStyle w:val="Instructions"/>
      </w:pPr>
      <w:r>
        <w:t>External sheet colour range/finish: Select from:</w:t>
      </w:r>
    </w:p>
    <w:p w14:paraId="1DE03794" w14:textId="77777777" w:rsidR="004B5331" w:rsidRDefault="004D0230">
      <w:pPr>
        <w:pStyle w:val="Instructionsindent"/>
      </w:pPr>
      <w:r>
        <w:t>KS1000RW: Select from Standard Range, High performance Range, Metallic Range.</w:t>
      </w:r>
    </w:p>
    <w:p w14:paraId="3DC0DDD1" w14:textId="77777777" w:rsidR="004B5331" w:rsidRDefault="004D0230">
      <w:pPr>
        <w:pStyle w:val="Instructionsindent"/>
      </w:pPr>
      <w:r>
        <w:t>KS1100/KS1200RL: Select from Standard Range, High performance Range.</w:t>
      </w:r>
    </w:p>
    <w:p w14:paraId="2B0A657B" w14:textId="77777777" w:rsidR="004B5331" w:rsidRDefault="004D0230">
      <w:pPr>
        <w:pStyle w:val="Instructions"/>
      </w:pPr>
      <w:r>
        <w:t>External sheet colour:</w:t>
      </w:r>
    </w:p>
    <w:p w14:paraId="48E3EF42" w14:textId="77777777" w:rsidR="004B5331" w:rsidRDefault="004D0230">
      <w:pPr>
        <w:pStyle w:val="Instructionsindent"/>
      </w:pPr>
      <w:r>
        <w:t>KS1000RW: Consult KINGSPAN INSULATED PANELS for the colours available.</w:t>
      </w:r>
    </w:p>
    <w:p w14:paraId="6B5E8D11" w14:textId="77777777" w:rsidR="004B5331" w:rsidRDefault="004D0230">
      <w:pPr>
        <w:pStyle w:val="Instructionsindent"/>
      </w:pPr>
      <w:r>
        <w:t>KS1100/KS1200RL: Off white. (Standard).</w:t>
      </w:r>
    </w:p>
    <w:p w14:paraId="2556BA11" w14:textId="77777777" w:rsidR="004B5331" w:rsidRDefault="004D0230">
      <w:pPr>
        <w:pStyle w:val="Instructions"/>
      </w:pPr>
      <w:r>
        <w:t>Covering for use with KS1100/1200RL: Nominate the product or select from:</w:t>
      </w:r>
    </w:p>
    <w:p w14:paraId="0B2CDF71" w14:textId="77777777" w:rsidR="004B5331" w:rsidRDefault="004D0230">
      <w:pPr>
        <w:pStyle w:val="Instructionsindent"/>
      </w:pPr>
      <w:r>
        <w:t>Profiled sheet metal.</w:t>
      </w:r>
    </w:p>
    <w:p w14:paraId="5384AD8B" w14:textId="77777777" w:rsidR="004B5331" w:rsidRDefault="004D0230">
      <w:pPr>
        <w:pStyle w:val="Instructionsindent"/>
      </w:pPr>
      <w:r>
        <w:t>Seamed sheet metal.</w:t>
      </w:r>
    </w:p>
    <w:p w14:paraId="24028FE1" w14:textId="77777777" w:rsidR="004B5331" w:rsidRDefault="004D0230">
      <w:pPr>
        <w:pStyle w:val="Instructions"/>
      </w:pPr>
      <w:r>
        <w:t>Core thickness (mm): Select from:</w:t>
      </w:r>
    </w:p>
    <w:p w14:paraId="1156712D" w14:textId="77777777" w:rsidR="004B5331" w:rsidRDefault="004D0230">
      <w:pPr>
        <w:pStyle w:val="Instructionsindent"/>
      </w:pPr>
      <w:r>
        <w:t>KS1000RW: 40, 60, 70, 100, 120 or 140.</w:t>
      </w:r>
    </w:p>
    <w:p w14:paraId="3C4074EF" w14:textId="77777777" w:rsidR="004B5331" w:rsidRDefault="004D0230">
      <w:pPr>
        <w:pStyle w:val="Instructionsindent"/>
      </w:pPr>
      <w:r>
        <w:t>KS1100/KS1200RL: 50, 75, 100, 125, 150 or 200.</w:t>
      </w:r>
    </w:p>
    <w:p w14:paraId="0FD2C766" w14:textId="77777777" w:rsidR="004B5331" w:rsidRDefault="004D0230">
      <w:pPr>
        <w:pStyle w:val="Instructions"/>
      </w:pPr>
      <w:r>
        <w:t>Internal liner sheet thickness (mm): Consult KINGSPAN INSULATED PANELS when thicknesses required for the project differ from the following:</w:t>
      </w:r>
    </w:p>
    <w:p w14:paraId="24384DFA" w14:textId="77777777" w:rsidR="004B5331" w:rsidRDefault="004D0230">
      <w:pPr>
        <w:pStyle w:val="Instructionsindent"/>
      </w:pPr>
      <w:r>
        <w:t>KS1000RW minimum: 0.4.</w:t>
      </w:r>
    </w:p>
    <w:p w14:paraId="1F1432F5" w14:textId="77777777" w:rsidR="004B5331" w:rsidRDefault="004D0230">
      <w:pPr>
        <w:pStyle w:val="Instructionsindent"/>
      </w:pPr>
      <w:r>
        <w:t>KS1100/KS1200RL minimum:6.</w:t>
      </w:r>
    </w:p>
    <w:p w14:paraId="64F3B140" w14:textId="77777777" w:rsidR="004B5331" w:rsidRDefault="004D0230">
      <w:pPr>
        <w:pStyle w:val="Instructions"/>
      </w:pPr>
      <w:r>
        <w:t>Internal liner sheet colour range/finish: Select from:</w:t>
      </w:r>
    </w:p>
    <w:p w14:paraId="73E3D2B1" w14:textId="77777777" w:rsidR="004B5331" w:rsidRDefault="004D0230">
      <w:pPr>
        <w:pStyle w:val="Instructionsindent"/>
      </w:pPr>
      <w:r>
        <w:t>KS1000RW: CLEANsafe15 (standard internal liner), External Standard Range, Metallic Range.</w:t>
      </w:r>
    </w:p>
    <w:p w14:paraId="0616C677" w14:textId="77777777" w:rsidR="004B5331" w:rsidRDefault="004D0230">
      <w:pPr>
        <w:pStyle w:val="Instructionsindent"/>
      </w:pPr>
      <w:r>
        <w:t>KS1000RW high humidity internal environments: AQUAsafe 55 and AQUAsafe 25 (swimming pools) or AQUAsafe.</w:t>
      </w:r>
    </w:p>
    <w:p w14:paraId="32C887F1" w14:textId="77777777" w:rsidR="004B5331" w:rsidRDefault="004D0230">
      <w:pPr>
        <w:pStyle w:val="Instructionsindent"/>
      </w:pPr>
      <w:r>
        <w:t>KS1100/KS1200RL: CLEANsafe 25 (standard internal liner), External Standard Range, Metallic Range, AQUAsafe 55 and AQUAsafe 25 (swimming pools) or AQUAsafe.</w:t>
      </w:r>
    </w:p>
    <w:p w14:paraId="5213F1AE" w14:textId="77777777" w:rsidR="004B5331" w:rsidRDefault="004D0230">
      <w:pPr>
        <w:pStyle w:val="Instructions"/>
      </w:pPr>
      <w:r>
        <w:t>Internal liner sheet colour: Consult KINGSPAN INSULATED PANELS for other colours available.</w:t>
      </w:r>
    </w:p>
    <w:p w14:paraId="622B84D6" w14:textId="77777777" w:rsidR="004B5331" w:rsidRDefault="004D0230">
      <w:pPr>
        <w:pStyle w:val="Instructionsindent"/>
      </w:pPr>
      <w:r>
        <w:t>KS1000RW: Bright White (Standard).</w:t>
      </w:r>
    </w:p>
    <w:p w14:paraId="3A9403C6" w14:textId="77777777" w:rsidR="004B5331" w:rsidRDefault="004D0230">
      <w:pPr>
        <w:pStyle w:val="Instructionsindent"/>
      </w:pPr>
      <w:r>
        <w:t>KS1100/KS1200RL: Off white (Standard).</w:t>
      </w:r>
    </w:p>
    <w:p w14:paraId="5B618A56" w14:textId="77777777" w:rsidR="004B5331" w:rsidRDefault="004D0230">
      <w:pPr>
        <w:pStyle w:val="Instructions"/>
      </w:pPr>
      <w:r>
        <w:t>R-Value (m</w:t>
      </w:r>
      <w:r>
        <w:rPr>
          <w:vertAlign w:val="superscript"/>
        </w:rPr>
        <w:t>2</w:t>
      </w:r>
      <w:r>
        <w:t>.K/W): AS/NZS 4859.1 (2018) requires that R-Value is declared at 23°C for insulation products sold in Australia. Select from:</w:t>
      </w:r>
    </w:p>
    <w:p w14:paraId="4804E30D" w14:textId="77777777" w:rsidR="004B5331" w:rsidRDefault="004D0230">
      <w:pPr>
        <w:pStyle w:val="Instructionsindent"/>
      </w:pPr>
      <w:r>
        <w:t>KS1000RW: 1.91, 2.87, 3.36, 4.79, 5.79, 6.66.</w:t>
      </w:r>
    </w:p>
    <w:p w14:paraId="7E875371" w14:textId="77777777" w:rsidR="004B5331" w:rsidRDefault="004D0230">
      <w:pPr>
        <w:pStyle w:val="Instructionsindent"/>
      </w:pPr>
      <w:r>
        <w:t>KS1100/KS1200RL: 2.23, 3.44, 4.6, 5.76, 6.93, 9.25.</w:t>
      </w:r>
    </w:p>
    <w:p w14:paraId="28992192" w14:textId="77777777" w:rsidR="004B5331" w:rsidRDefault="004D0230">
      <w:pPr>
        <w:pStyle w:val="Heading3"/>
      </w:pPr>
      <w:bookmarkStart w:id="261" w:name="h-13220-7"/>
      <w:bookmarkStart w:id="262" w:name="f-13220-7"/>
      <w:bookmarkEnd w:id="260"/>
      <w:r>
        <w:t>Roof plumbing</w:t>
      </w:r>
      <w:bookmarkEnd w:id="261"/>
    </w:p>
    <w:p w14:paraId="15A999E9" w14:textId="77777777" w:rsidR="004B5331" w:rsidRDefault="004D0230">
      <w:pPr>
        <w:pStyle w:val="Heading4"/>
      </w:pPr>
      <w:bookmarkStart w:id="263" w:name="h-13220-13220.1"/>
      <w:bookmarkStart w:id="264" w:name="f-13220-13220.1"/>
      <w:bookmarkEnd w:id="262"/>
      <w:r>
        <w:t>KINGSPAN INSULATED PANELS Membrane Lined Insulated Gutter schedule</w:t>
      </w:r>
      <w:bookmarkEnd w:id="263"/>
    </w:p>
    <w:tbl>
      <w:tblPr>
        <w:tblStyle w:val="NATSPECTable"/>
        <w:tblW w:w="5000" w:type="pct"/>
        <w:tblLook w:val="0620" w:firstRow="1" w:lastRow="0" w:firstColumn="0" w:lastColumn="0" w:noHBand="1" w:noVBand="1"/>
      </w:tblPr>
      <w:tblGrid>
        <w:gridCol w:w="2287"/>
        <w:gridCol w:w="2288"/>
        <w:gridCol w:w="2288"/>
        <w:gridCol w:w="2288"/>
      </w:tblGrid>
      <w:tr w:rsidR="004B5331" w14:paraId="0AA9E1BC" w14:textId="77777777" w:rsidTr="004D0230">
        <w:trPr>
          <w:tblHeader/>
        </w:trPr>
        <w:tc>
          <w:tcPr>
            <w:tcW w:w="2287" w:type="dxa"/>
          </w:tcPr>
          <w:p w14:paraId="26823824" w14:textId="77777777" w:rsidR="004B5331" w:rsidRDefault="004B5331">
            <w:pPr>
              <w:pStyle w:val="Tabletitle"/>
            </w:pPr>
          </w:p>
        </w:tc>
        <w:tc>
          <w:tcPr>
            <w:tcW w:w="2288" w:type="dxa"/>
          </w:tcPr>
          <w:p w14:paraId="6CB09544" w14:textId="77777777" w:rsidR="004B5331" w:rsidRDefault="004D0230">
            <w:pPr>
              <w:pStyle w:val="Tabletitle"/>
            </w:pPr>
            <w:r>
              <w:t>A</w:t>
            </w:r>
          </w:p>
        </w:tc>
        <w:tc>
          <w:tcPr>
            <w:tcW w:w="2288" w:type="dxa"/>
          </w:tcPr>
          <w:p w14:paraId="4D5B49E3" w14:textId="77777777" w:rsidR="004B5331" w:rsidRDefault="004D0230">
            <w:pPr>
              <w:pStyle w:val="Tabletitle"/>
            </w:pPr>
            <w:r>
              <w:t>B</w:t>
            </w:r>
          </w:p>
        </w:tc>
        <w:tc>
          <w:tcPr>
            <w:tcW w:w="2288" w:type="dxa"/>
          </w:tcPr>
          <w:p w14:paraId="422E70CB" w14:textId="77777777" w:rsidR="004B5331" w:rsidRDefault="004D0230">
            <w:pPr>
              <w:pStyle w:val="Tabletitle"/>
            </w:pPr>
            <w:r>
              <w:t>C</w:t>
            </w:r>
          </w:p>
        </w:tc>
      </w:tr>
      <w:tr w:rsidR="004B5331" w14:paraId="1D2736AB" w14:textId="77777777" w:rsidTr="004D0230">
        <w:tc>
          <w:tcPr>
            <w:tcW w:w="2287" w:type="dxa"/>
          </w:tcPr>
          <w:p w14:paraId="32458F70" w14:textId="77777777" w:rsidR="004B5331" w:rsidRDefault="004D0230">
            <w:pPr>
              <w:pStyle w:val="Tabletext"/>
            </w:pPr>
            <w:r>
              <w:t>Product</w:t>
            </w:r>
          </w:p>
        </w:tc>
        <w:tc>
          <w:tcPr>
            <w:tcW w:w="2288" w:type="dxa"/>
          </w:tcPr>
          <w:p w14:paraId="319C809F" w14:textId="77777777" w:rsidR="004B5331" w:rsidRDefault="004B5331">
            <w:pPr>
              <w:pStyle w:val="Tabletext"/>
            </w:pPr>
          </w:p>
        </w:tc>
        <w:tc>
          <w:tcPr>
            <w:tcW w:w="2288" w:type="dxa"/>
          </w:tcPr>
          <w:p w14:paraId="5BFF31CC" w14:textId="77777777" w:rsidR="004B5331" w:rsidRDefault="004B5331">
            <w:pPr>
              <w:pStyle w:val="Tabletext"/>
            </w:pPr>
          </w:p>
        </w:tc>
        <w:tc>
          <w:tcPr>
            <w:tcW w:w="2288" w:type="dxa"/>
          </w:tcPr>
          <w:p w14:paraId="6826375F" w14:textId="77777777" w:rsidR="004B5331" w:rsidRDefault="004B5331">
            <w:pPr>
              <w:pStyle w:val="Tabletext"/>
            </w:pPr>
          </w:p>
        </w:tc>
      </w:tr>
      <w:tr w:rsidR="004B5331" w14:paraId="075F44BC" w14:textId="77777777" w:rsidTr="004D0230">
        <w:tc>
          <w:tcPr>
            <w:tcW w:w="2287" w:type="dxa"/>
          </w:tcPr>
          <w:p w14:paraId="0468FAF8" w14:textId="77777777" w:rsidR="004B5331" w:rsidRDefault="004D0230">
            <w:pPr>
              <w:pStyle w:val="Tabletext"/>
            </w:pPr>
            <w:r>
              <w:t>Core thickness (mm)</w:t>
            </w:r>
          </w:p>
        </w:tc>
        <w:tc>
          <w:tcPr>
            <w:tcW w:w="2288" w:type="dxa"/>
          </w:tcPr>
          <w:p w14:paraId="4A709C16" w14:textId="77777777" w:rsidR="004B5331" w:rsidRDefault="004B5331">
            <w:pPr>
              <w:pStyle w:val="Tabletext"/>
            </w:pPr>
          </w:p>
        </w:tc>
        <w:tc>
          <w:tcPr>
            <w:tcW w:w="2288" w:type="dxa"/>
          </w:tcPr>
          <w:p w14:paraId="5D20E756" w14:textId="77777777" w:rsidR="004B5331" w:rsidRDefault="004B5331">
            <w:pPr>
              <w:pStyle w:val="Tabletext"/>
            </w:pPr>
          </w:p>
        </w:tc>
        <w:tc>
          <w:tcPr>
            <w:tcW w:w="2288" w:type="dxa"/>
          </w:tcPr>
          <w:p w14:paraId="5257A4EF" w14:textId="77777777" w:rsidR="004B5331" w:rsidRDefault="004B5331">
            <w:pPr>
              <w:pStyle w:val="Tabletext"/>
            </w:pPr>
          </w:p>
        </w:tc>
      </w:tr>
      <w:tr w:rsidR="004B5331" w14:paraId="2901CF98" w14:textId="77777777" w:rsidTr="004D0230">
        <w:tc>
          <w:tcPr>
            <w:tcW w:w="2287" w:type="dxa"/>
          </w:tcPr>
          <w:p w14:paraId="6CDCA6F4" w14:textId="77777777" w:rsidR="004B5331" w:rsidRDefault="004D0230">
            <w:pPr>
              <w:pStyle w:val="Tabletext"/>
            </w:pPr>
            <w:r>
              <w:t>Internal coating options</w:t>
            </w:r>
          </w:p>
        </w:tc>
        <w:tc>
          <w:tcPr>
            <w:tcW w:w="2288" w:type="dxa"/>
          </w:tcPr>
          <w:p w14:paraId="67FDC37E" w14:textId="77777777" w:rsidR="004B5331" w:rsidRDefault="004B5331">
            <w:pPr>
              <w:pStyle w:val="Tabletext"/>
            </w:pPr>
          </w:p>
        </w:tc>
        <w:tc>
          <w:tcPr>
            <w:tcW w:w="2288" w:type="dxa"/>
          </w:tcPr>
          <w:p w14:paraId="0D41A57F" w14:textId="77777777" w:rsidR="004B5331" w:rsidRDefault="004B5331">
            <w:pPr>
              <w:pStyle w:val="Tabletext"/>
            </w:pPr>
          </w:p>
        </w:tc>
        <w:tc>
          <w:tcPr>
            <w:tcW w:w="2288" w:type="dxa"/>
          </w:tcPr>
          <w:p w14:paraId="2A76C21E" w14:textId="77777777" w:rsidR="004B5331" w:rsidRDefault="004B5331">
            <w:pPr>
              <w:pStyle w:val="Tabletext"/>
            </w:pPr>
          </w:p>
        </w:tc>
      </w:tr>
      <w:tr w:rsidR="004B5331" w14:paraId="037DDFE9" w14:textId="77777777" w:rsidTr="004D0230">
        <w:tc>
          <w:tcPr>
            <w:tcW w:w="2287" w:type="dxa"/>
          </w:tcPr>
          <w:p w14:paraId="4585B3C3" w14:textId="77777777" w:rsidR="004B5331" w:rsidRDefault="004D0230">
            <w:pPr>
              <w:pStyle w:val="Tabletext"/>
            </w:pPr>
            <w:r>
              <w:t>Length (m)</w:t>
            </w:r>
          </w:p>
        </w:tc>
        <w:tc>
          <w:tcPr>
            <w:tcW w:w="2288" w:type="dxa"/>
          </w:tcPr>
          <w:p w14:paraId="354E2CDD" w14:textId="77777777" w:rsidR="004B5331" w:rsidRDefault="004B5331">
            <w:pPr>
              <w:pStyle w:val="Tabletext"/>
            </w:pPr>
          </w:p>
        </w:tc>
        <w:tc>
          <w:tcPr>
            <w:tcW w:w="2288" w:type="dxa"/>
          </w:tcPr>
          <w:p w14:paraId="131BD8C7" w14:textId="77777777" w:rsidR="004B5331" w:rsidRDefault="004B5331">
            <w:pPr>
              <w:pStyle w:val="Tabletext"/>
            </w:pPr>
          </w:p>
        </w:tc>
        <w:tc>
          <w:tcPr>
            <w:tcW w:w="2288" w:type="dxa"/>
          </w:tcPr>
          <w:p w14:paraId="2E581081" w14:textId="77777777" w:rsidR="004B5331" w:rsidRDefault="004B5331">
            <w:pPr>
              <w:pStyle w:val="Tabletext"/>
            </w:pPr>
          </w:p>
        </w:tc>
      </w:tr>
      <w:tr w:rsidR="004B5331" w14:paraId="36378719" w14:textId="77777777" w:rsidTr="004D0230">
        <w:tc>
          <w:tcPr>
            <w:tcW w:w="2287" w:type="dxa"/>
          </w:tcPr>
          <w:p w14:paraId="0F03A638" w14:textId="77777777" w:rsidR="004B5331" w:rsidRDefault="004D0230">
            <w:pPr>
              <w:pStyle w:val="Tabletext"/>
            </w:pPr>
            <w:r>
              <w:t>Box gutter size (mm)</w:t>
            </w:r>
          </w:p>
        </w:tc>
        <w:tc>
          <w:tcPr>
            <w:tcW w:w="2288" w:type="dxa"/>
          </w:tcPr>
          <w:p w14:paraId="1A0C6B24" w14:textId="77777777" w:rsidR="004B5331" w:rsidRDefault="004B5331">
            <w:pPr>
              <w:pStyle w:val="Tabletext"/>
            </w:pPr>
          </w:p>
        </w:tc>
        <w:tc>
          <w:tcPr>
            <w:tcW w:w="2288" w:type="dxa"/>
          </w:tcPr>
          <w:p w14:paraId="697711C7" w14:textId="77777777" w:rsidR="004B5331" w:rsidRDefault="004B5331">
            <w:pPr>
              <w:pStyle w:val="Tabletext"/>
            </w:pPr>
          </w:p>
        </w:tc>
        <w:tc>
          <w:tcPr>
            <w:tcW w:w="2288" w:type="dxa"/>
          </w:tcPr>
          <w:p w14:paraId="17F1E6FF" w14:textId="77777777" w:rsidR="004B5331" w:rsidRDefault="004B5331">
            <w:pPr>
              <w:pStyle w:val="Tabletext"/>
            </w:pPr>
          </w:p>
        </w:tc>
      </w:tr>
      <w:tr w:rsidR="004B5331" w14:paraId="5B85B924" w14:textId="77777777" w:rsidTr="004D0230">
        <w:tc>
          <w:tcPr>
            <w:tcW w:w="2287" w:type="dxa"/>
          </w:tcPr>
          <w:p w14:paraId="0B46A858" w14:textId="77777777" w:rsidR="004B5331" w:rsidRDefault="004D0230">
            <w:pPr>
              <w:pStyle w:val="Tabletext"/>
            </w:pPr>
            <w:r>
              <w:t>Girth (mm)</w:t>
            </w:r>
          </w:p>
        </w:tc>
        <w:tc>
          <w:tcPr>
            <w:tcW w:w="2288" w:type="dxa"/>
          </w:tcPr>
          <w:p w14:paraId="30B4FEC7" w14:textId="77777777" w:rsidR="004B5331" w:rsidRDefault="004B5331">
            <w:pPr>
              <w:pStyle w:val="Tabletext"/>
            </w:pPr>
          </w:p>
        </w:tc>
        <w:tc>
          <w:tcPr>
            <w:tcW w:w="2288" w:type="dxa"/>
          </w:tcPr>
          <w:p w14:paraId="2A9EE4B9" w14:textId="77777777" w:rsidR="004B5331" w:rsidRDefault="004B5331">
            <w:pPr>
              <w:pStyle w:val="Tabletext"/>
            </w:pPr>
          </w:p>
        </w:tc>
        <w:tc>
          <w:tcPr>
            <w:tcW w:w="2288" w:type="dxa"/>
          </w:tcPr>
          <w:p w14:paraId="2CB94B2D" w14:textId="77777777" w:rsidR="004B5331" w:rsidRDefault="004B5331">
            <w:pPr>
              <w:pStyle w:val="Tabletext"/>
            </w:pPr>
          </w:p>
        </w:tc>
      </w:tr>
      <w:tr w:rsidR="004B5331" w14:paraId="6CBC9EF5" w14:textId="77777777" w:rsidTr="004D0230">
        <w:tc>
          <w:tcPr>
            <w:tcW w:w="2287" w:type="dxa"/>
          </w:tcPr>
          <w:p w14:paraId="341C71F8" w14:textId="77777777" w:rsidR="004B5331" w:rsidRDefault="004D0230">
            <w:pPr>
              <w:pStyle w:val="Tabletext"/>
            </w:pPr>
            <w:r>
              <w:t>Sump size(mm):</w:t>
            </w:r>
          </w:p>
        </w:tc>
        <w:tc>
          <w:tcPr>
            <w:tcW w:w="2288" w:type="dxa"/>
          </w:tcPr>
          <w:p w14:paraId="424D1368" w14:textId="77777777" w:rsidR="004B5331" w:rsidRDefault="004B5331">
            <w:pPr>
              <w:pStyle w:val="Tabletext"/>
            </w:pPr>
          </w:p>
        </w:tc>
        <w:tc>
          <w:tcPr>
            <w:tcW w:w="2288" w:type="dxa"/>
          </w:tcPr>
          <w:p w14:paraId="21EE4E3B" w14:textId="77777777" w:rsidR="004B5331" w:rsidRDefault="004B5331">
            <w:pPr>
              <w:pStyle w:val="Tabletext"/>
            </w:pPr>
          </w:p>
        </w:tc>
        <w:tc>
          <w:tcPr>
            <w:tcW w:w="2288" w:type="dxa"/>
          </w:tcPr>
          <w:p w14:paraId="4E3BF1EB" w14:textId="77777777" w:rsidR="004B5331" w:rsidRDefault="004B5331">
            <w:pPr>
              <w:pStyle w:val="Tabletext"/>
            </w:pPr>
          </w:p>
        </w:tc>
      </w:tr>
      <w:tr w:rsidR="004B5331" w14:paraId="1EDCB210" w14:textId="77777777" w:rsidTr="004D0230">
        <w:tc>
          <w:tcPr>
            <w:tcW w:w="2287" w:type="dxa"/>
          </w:tcPr>
          <w:p w14:paraId="1B2B0E00" w14:textId="77777777" w:rsidR="004B5331" w:rsidRDefault="004D0230">
            <w:pPr>
              <w:pStyle w:val="Tabletext"/>
            </w:pPr>
            <w:r>
              <w:t>Outlet (mm)</w:t>
            </w:r>
          </w:p>
        </w:tc>
        <w:tc>
          <w:tcPr>
            <w:tcW w:w="2288" w:type="dxa"/>
          </w:tcPr>
          <w:p w14:paraId="5DC4C62D" w14:textId="77777777" w:rsidR="004B5331" w:rsidRDefault="004B5331">
            <w:pPr>
              <w:pStyle w:val="Tabletext"/>
            </w:pPr>
          </w:p>
        </w:tc>
        <w:tc>
          <w:tcPr>
            <w:tcW w:w="2288" w:type="dxa"/>
          </w:tcPr>
          <w:p w14:paraId="60F3A4AE" w14:textId="77777777" w:rsidR="004B5331" w:rsidRDefault="004B5331">
            <w:pPr>
              <w:pStyle w:val="Tabletext"/>
            </w:pPr>
          </w:p>
        </w:tc>
        <w:tc>
          <w:tcPr>
            <w:tcW w:w="2288" w:type="dxa"/>
          </w:tcPr>
          <w:p w14:paraId="7E019C78" w14:textId="77777777" w:rsidR="004B5331" w:rsidRDefault="004B5331">
            <w:pPr>
              <w:pStyle w:val="Tabletext"/>
            </w:pPr>
          </w:p>
        </w:tc>
      </w:tr>
      <w:tr w:rsidR="004B5331" w14:paraId="123EEB0D" w14:textId="77777777" w:rsidTr="004D0230">
        <w:tc>
          <w:tcPr>
            <w:tcW w:w="2287" w:type="dxa"/>
          </w:tcPr>
          <w:p w14:paraId="13A7DD11" w14:textId="77777777" w:rsidR="004B5331" w:rsidRDefault="004D0230">
            <w:pPr>
              <w:pStyle w:val="Tabletext"/>
            </w:pPr>
            <w:r>
              <w:t>Product R-Value (m</w:t>
            </w:r>
            <w:r>
              <w:rPr>
                <w:vertAlign w:val="superscript"/>
              </w:rPr>
              <w:t>2</w:t>
            </w:r>
            <w:r>
              <w:t>.K/W) at 23°C</w:t>
            </w:r>
          </w:p>
        </w:tc>
        <w:tc>
          <w:tcPr>
            <w:tcW w:w="2288" w:type="dxa"/>
          </w:tcPr>
          <w:p w14:paraId="29D89311" w14:textId="77777777" w:rsidR="004B5331" w:rsidRDefault="004B5331">
            <w:pPr>
              <w:pStyle w:val="Tabletext"/>
            </w:pPr>
          </w:p>
        </w:tc>
        <w:tc>
          <w:tcPr>
            <w:tcW w:w="2288" w:type="dxa"/>
          </w:tcPr>
          <w:p w14:paraId="748ECE5C" w14:textId="77777777" w:rsidR="004B5331" w:rsidRDefault="004B5331">
            <w:pPr>
              <w:pStyle w:val="Tabletext"/>
            </w:pPr>
          </w:p>
        </w:tc>
        <w:tc>
          <w:tcPr>
            <w:tcW w:w="2288" w:type="dxa"/>
          </w:tcPr>
          <w:p w14:paraId="258FA1CD" w14:textId="77777777" w:rsidR="004B5331" w:rsidRDefault="004B5331">
            <w:pPr>
              <w:pStyle w:val="Tabletext"/>
            </w:pPr>
          </w:p>
        </w:tc>
      </w:tr>
    </w:tbl>
    <w:p w14:paraId="12CC0055" w14:textId="77777777" w:rsidR="004B5331" w:rsidRDefault="004D0230">
      <w:r>
        <w:t> </w:t>
      </w:r>
    </w:p>
    <w:p w14:paraId="37356F9B" w14:textId="77777777" w:rsidR="004B5331" w:rsidRDefault="004D0230">
      <w:pPr>
        <w:pStyle w:val="Instructions"/>
      </w:pPr>
      <w:bookmarkStart w:id="265" w:name="f-2_8767-1"/>
      <w:bookmarkStart w:id="266" w:name="f-2_8767"/>
      <w:r>
        <w:t>The codes in the header row of the schedule designate each application or location of the item scheduled. Edit the codes to match those in other contract documents.</w:t>
      </w:r>
    </w:p>
    <w:bookmarkEnd w:id="265"/>
    <w:bookmarkEnd w:id="266"/>
    <w:p w14:paraId="18076607" w14:textId="77777777" w:rsidR="004B5331" w:rsidRDefault="004D0230">
      <w:pPr>
        <w:pStyle w:val="Instructions"/>
      </w:pPr>
      <w:r>
        <w:lastRenderedPageBreak/>
        <w:t>Product: Select from the following:</w:t>
      </w:r>
    </w:p>
    <w:p w14:paraId="6EE1D06A" w14:textId="77777777" w:rsidR="004B5331" w:rsidRDefault="004D0230">
      <w:pPr>
        <w:pStyle w:val="Instructionsindent"/>
      </w:pPr>
      <w:r>
        <w:t>KINGSPAN INSULATED PANELS valley gutter.</w:t>
      </w:r>
    </w:p>
    <w:p w14:paraId="68056359" w14:textId="77777777" w:rsidR="004B5331" w:rsidRDefault="004D0230">
      <w:pPr>
        <w:pStyle w:val="Instructionsindent"/>
      </w:pPr>
      <w:r>
        <w:t>KINGSPAN INSULATED PANELS parapet gutter.</w:t>
      </w:r>
    </w:p>
    <w:p w14:paraId="31C13C74" w14:textId="77777777" w:rsidR="004B5331" w:rsidRDefault="004D0230">
      <w:pPr>
        <w:pStyle w:val="Instructionsindent"/>
      </w:pPr>
      <w:r>
        <w:t>KINGSPAN INSULATED PANELS box gutter (laid to falls).</w:t>
      </w:r>
    </w:p>
    <w:p w14:paraId="5D38EFED" w14:textId="77777777" w:rsidR="004B5331" w:rsidRDefault="004D0230">
      <w:pPr>
        <w:pStyle w:val="Instructions"/>
      </w:pPr>
      <w:r>
        <w:t>Add requirements for syphonic systems separately, as appropriate.</w:t>
      </w:r>
    </w:p>
    <w:p w14:paraId="6C59435E" w14:textId="77777777" w:rsidR="004B5331" w:rsidRDefault="004D0230">
      <w:pPr>
        <w:pStyle w:val="Instructions"/>
      </w:pPr>
      <w:r>
        <w:t>Core thickness (mm): 60.</w:t>
      </w:r>
    </w:p>
    <w:p w14:paraId="377A590C" w14:textId="77777777" w:rsidR="004B5331" w:rsidRDefault="004D0230">
      <w:pPr>
        <w:pStyle w:val="Instructions"/>
      </w:pPr>
      <w:r>
        <w:t>Internal coating options: Select from CLEANsafe15 (standard internal liner), External Standard Range, Metallic Range, Kingspan AQUAsafe 55 and AQUAsafe 25 (swimming pools), KINGSPAN AQUAsafe or Antibacterial white.</w:t>
      </w:r>
    </w:p>
    <w:p w14:paraId="6BB6EA6A" w14:textId="77777777" w:rsidR="004B5331" w:rsidRDefault="004D0230">
      <w:pPr>
        <w:pStyle w:val="Instructions"/>
      </w:pPr>
      <w:r>
        <w:t>Length (m): Maximum 6.0. Contact KINGSPAN INSULATED PANELS for longer lengths.</w:t>
      </w:r>
    </w:p>
    <w:p w14:paraId="634BC22B" w14:textId="77777777" w:rsidR="004B5331" w:rsidRDefault="004D0230">
      <w:pPr>
        <w:pStyle w:val="Instructions"/>
      </w:pPr>
      <w:r>
        <w:t>Box gutter size (laid to falls) (mm): Select from the following:</w:t>
      </w:r>
    </w:p>
    <w:p w14:paraId="6C64C78E" w14:textId="77777777" w:rsidR="004B5331" w:rsidRDefault="004D0230">
      <w:pPr>
        <w:pStyle w:val="Instructionsindent"/>
      </w:pPr>
      <w:r>
        <w:t>800 x 200.</w:t>
      </w:r>
    </w:p>
    <w:p w14:paraId="71488DEA" w14:textId="77777777" w:rsidR="004B5331" w:rsidRDefault="004D0230">
      <w:pPr>
        <w:pStyle w:val="Instructionsindent"/>
      </w:pPr>
      <w:r>
        <w:t>600 x 175.</w:t>
      </w:r>
    </w:p>
    <w:p w14:paraId="0779499D" w14:textId="77777777" w:rsidR="004B5331" w:rsidRDefault="004D0230">
      <w:pPr>
        <w:pStyle w:val="Instructionsindent"/>
      </w:pPr>
      <w:r>
        <w:t>Bespoke: Specify size.</w:t>
      </w:r>
    </w:p>
    <w:p w14:paraId="5309CC66" w14:textId="77777777" w:rsidR="004B5331" w:rsidRDefault="004D0230">
      <w:pPr>
        <w:pStyle w:val="Instructions"/>
      </w:pPr>
      <w:r>
        <w:t>Girth (mm):</w:t>
      </w:r>
    </w:p>
    <w:p w14:paraId="39F34005" w14:textId="77777777" w:rsidR="004B5331" w:rsidRDefault="004D0230">
      <w:pPr>
        <w:pStyle w:val="Instructionsindent"/>
      </w:pPr>
      <w:r>
        <w:t>Valley gutter: MG600, MG1000, MG1200 or MG1450 maximum.</w:t>
      </w:r>
    </w:p>
    <w:p w14:paraId="43EBC6EC" w14:textId="77777777" w:rsidR="004B5331" w:rsidRDefault="004D0230">
      <w:pPr>
        <w:pStyle w:val="Instructionsindent"/>
      </w:pPr>
      <w:r>
        <w:t>Box: Maximum MG1450 (laid to falls).</w:t>
      </w:r>
    </w:p>
    <w:p w14:paraId="473B3409" w14:textId="77777777" w:rsidR="004B5331" w:rsidRDefault="004D0230">
      <w:pPr>
        <w:pStyle w:val="Instructionsindent"/>
      </w:pPr>
      <w:r>
        <w:t>Parapet gutter: MG600, MG1000, MG1250 or MG1450 maximum.</w:t>
      </w:r>
    </w:p>
    <w:p w14:paraId="4548111D" w14:textId="77777777" w:rsidR="004B5331" w:rsidRDefault="004D0230">
      <w:pPr>
        <w:pStyle w:val="Instructions"/>
      </w:pPr>
      <w:r>
        <w:t>Contact KINGSPAN INSULATED PANELS Technical Services for assistance with bespoke insulated gutter designs.</w:t>
      </w:r>
    </w:p>
    <w:p w14:paraId="78C56930" w14:textId="77777777" w:rsidR="004B5331" w:rsidRDefault="004D0230">
      <w:pPr>
        <w:pStyle w:val="Instructions"/>
      </w:pPr>
      <w:r>
        <w:t>Sump size (mm): As documented.</w:t>
      </w:r>
    </w:p>
    <w:p w14:paraId="4861469B" w14:textId="77777777" w:rsidR="004B5331" w:rsidRDefault="004D0230">
      <w:pPr>
        <w:pStyle w:val="Instructions"/>
      </w:pPr>
      <w:r>
        <w:t>Outlet (mm) 100 or 150.</w:t>
      </w:r>
    </w:p>
    <w:p w14:paraId="56DE7F00" w14:textId="77777777" w:rsidR="004B5331" w:rsidRDefault="004D0230">
      <w:pPr>
        <w:pStyle w:val="Instructions"/>
      </w:pPr>
      <w:r>
        <w:t>R-Value (m</w:t>
      </w:r>
      <w:r>
        <w:rPr>
          <w:vertAlign w:val="superscript"/>
        </w:rPr>
        <w:t>2</w:t>
      </w:r>
      <w:r>
        <w:t>.K/W): AS/NZS 4859.1 (2018) requires that R-Value is declared at 23°C for insulation products sold in Australia. Select:</w:t>
      </w:r>
    </w:p>
    <w:p w14:paraId="30BB02E9" w14:textId="77777777" w:rsidR="004B5331" w:rsidRDefault="004D0230">
      <w:pPr>
        <w:pStyle w:val="Instructionsindent"/>
      </w:pPr>
      <w:r>
        <w:t>60 mm thick: 2.75.</w:t>
      </w:r>
    </w:p>
    <w:p w14:paraId="116B6B4E" w14:textId="77777777" w:rsidR="004B5331" w:rsidRDefault="004D0230">
      <w:pPr>
        <w:pStyle w:val="Heading4"/>
      </w:pPr>
      <w:bookmarkStart w:id="267" w:name="h-13011-20"/>
      <w:bookmarkStart w:id="268" w:name="f-13011-20"/>
      <w:bookmarkStart w:id="269" w:name="f-13220-8"/>
      <w:bookmarkEnd w:id="264"/>
      <w:r>
        <w:t>Flashing and capping schedule</w:t>
      </w:r>
      <w:bookmarkEnd w:id="267"/>
    </w:p>
    <w:tbl>
      <w:tblPr>
        <w:tblStyle w:val="NATSPECTable"/>
        <w:tblW w:w="5000" w:type="pct"/>
        <w:tblLook w:val="0620" w:firstRow="1" w:lastRow="0" w:firstColumn="0" w:lastColumn="0" w:noHBand="1" w:noVBand="1"/>
      </w:tblPr>
      <w:tblGrid>
        <w:gridCol w:w="2287"/>
        <w:gridCol w:w="2288"/>
        <w:gridCol w:w="2288"/>
        <w:gridCol w:w="2288"/>
      </w:tblGrid>
      <w:tr w:rsidR="004B5331" w14:paraId="7CC835D3" w14:textId="77777777" w:rsidTr="004D0230">
        <w:trPr>
          <w:tblHeader/>
        </w:trPr>
        <w:tc>
          <w:tcPr>
            <w:tcW w:w="1250" w:type="pct"/>
          </w:tcPr>
          <w:p w14:paraId="61004DD3" w14:textId="77777777" w:rsidR="004B5331" w:rsidRDefault="004B5331">
            <w:pPr>
              <w:pStyle w:val="Tabletitle"/>
            </w:pPr>
          </w:p>
        </w:tc>
        <w:tc>
          <w:tcPr>
            <w:tcW w:w="1250" w:type="pct"/>
          </w:tcPr>
          <w:p w14:paraId="63B68439" w14:textId="77777777" w:rsidR="004B5331" w:rsidRDefault="004D0230">
            <w:pPr>
              <w:pStyle w:val="Tabletitle"/>
            </w:pPr>
            <w:r>
              <w:t>A</w:t>
            </w:r>
          </w:p>
        </w:tc>
        <w:tc>
          <w:tcPr>
            <w:tcW w:w="1250" w:type="pct"/>
          </w:tcPr>
          <w:p w14:paraId="6BFB601D" w14:textId="77777777" w:rsidR="004B5331" w:rsidRDefault="004D0230">
            <w:pPr>
              <w:pStyle w:val="Tabletitle"/>
            </w:pPr>
            <w:r>
              <w:t>B</w:t>
            </w:r>
          </w:p>
        </w:tc>
        <w:tc>
          <w:tcPr>
            <w:tcW w:w="1250" w:type="pct"/>
          </w:tcPr>
          <w:p w14:paraId="25A31779" w14:textId="77777777" w:rsidR="004B5331" w:rsidRDefault="004D0230">
            <w:pPr>
              <w:pStyle w:val="Tabletitle"/>
            </w:pPr>
            <w:r>
              <w:t>C</w:t>
            </w:r>
          </w:p>
        </w:tc>
      </w:tr>
      <w:tr w:rsidR="004B5331" w14:paraId="6415812D" w14:textId="77777777" w:rsidTr="004D0230">
        <w:tc>
          <w:tcPr>
            <w:tcW w:w="1250" w:type="pct"/>
          </w:tcPr>
          <w:p w14:paraId="27C5DAB0" w14:textId="77777777" w:rsidR="004B5331" w:rsidRDefault="004D0230">
            <w:pPr>
              <w:pStyle w:val="Tabletext"/>
            </w:pPr>
            <w:r>
              <w:t>Type</w:t>
            </w:r>
          </w:p>
        </w:tc>
        <w:tc>
          <w:tcPr>
            <w:tcW w:w="1250" w:type="pct"/>
          </w:tcPr>
          <w:p w14:paraId="6C634F4D" w14:textId="77777777" w:rsidR="004B5331" w:rsidRDefault="004B5331">
            <w:pPr>
              <w:pStyle w:val="Tabletext"/>
            </w:pPr>
          </w:p>
        </w:tc>
        <w:tc>
          <w:tcPr>
            <w:tcW w:w="1250" w:type="pct"/>
          </w:tcPr>
          <w:p w14:paraId="38E6341C" w14:textId="77777777" w:rsidR="004B5331" w:rsidRDefault="004B5331">
            <w:pPr>
              <w:pStyle w:val="Tabletext"/>
            </w:pPr>
          </w:p>
        </w:tc>
        <w:tc>
          <w:tcPr>
            <w:tcW w:w="1250" w:type="pct"/>
          </w:tcPr>
          <w:p w14:paraId="7269E8D1" w14:textId="77777777" w:rsidR="004B5331" w:rsidRDefault="004B5331">
            <w:pPr>
              <w:pStyle w:val="Tabletext"/>
            </w:pPr>
          </w:p>
        </w:tc>
      </w:tr>
      <w:tr w:rsidR="004B5331" w14:paraId="66368872" w14:textId="77777777" w:rsidTr="004D0230">
        <w:tc>
          <w:tcPr>
            <w:tcW w:w="1250" w:type="pct"/>
          </w:tcPr>
          <w:p w14:paraId="280980E1" w14:textId="77777777" w:rsidR="004B5331" w:rsidRDefault="004D0230">
            <w:pPr>
              <w:pStyle w:val="Tabletext"/>
            </w:pPr>
            <w:r>
              <w:t>Product</w:t>
            </w:r>
          </w:p>
        </w:tc>
        <w:tc>
          <w:tcPr>
            <w:tcW w:w="1250" w:type="pct"/>
          </w:tcPr>
          <w:p w14:paraId="0FA1EFF0" w14:textId="77777777" w:rsidR="004B5331" w:rsidRDefault="004B5331">
            <w:pPr>
              <w:pStyle w:val="Tabletext"/>
            </w:pPr>
          </w:p>
        </w:tc>
        <w:tc>
          <w:tcPr>
            <w:tcW w:w="1250" w:type="pct"/>
          </w:tcPr>
          <w:p w14:paraId="527E8681" w14:textId="77777777" w:rsidR="004B5331" w:rsidRDefault="004B5331">
            <w:pPr>
              <w:pStyle w:val="Tabletext"/>
            </w:pPr>
          </w:p>
        </w:tc>
        <w:tc>
          <w:tcPr>
            <w:tcW w:w="1250" w:type="pct"/>
          </w:tcPr>
          <w:p w14:paraId="5AFAE52B" w14:textId="77777777" w:rsidR="004B5331" w:rsidRDefault="004B5331">
            <w:pPr>
              <w:pStyle w:val="Tabletext"/>
            </w:pPr>
          </w:p>
        </w:tc>
      </w:tr>
      <w:tr w:rsidR="004B5331" w14:paraId="4F51A747" w14:textId="77777777" w:rsidTr="004D0230">
        <w:tc>
          <w:tcPr>
            <w:tcW w:w="1250" w:type="pct"/>
          </w:tcPr>
          <w:p w14:paraId="551D77D9" w14:textId="77777777" w:rsidR="004B5331" w:rsidRDefault="004D0230">
            <w:pPr>
              <w:pStyle w:val="Tabletext"/>
            </w:pPr>
            <w:r>
              <w:t>Material</w:t>
            </w:r>
          </w:p>
        </w:tc>
        <w:tc>
          <w:tcPr>
            <w:tcW w:w="1250" w:type="pct"/>
          </w:tcPr>
          <w:p w14:paraId="668B9207" w14:textId="77777777" w:rsidR="004B5331" w:rsidRDefault="004B5331">
            <w:pPr>
              <w:pStyle w:val="Tabletext"/>
            </w:pPr>
          </w:p>
        </w:tc>
        <w:tc>
          <w:tcPr>
            <w:tcW w:w="1250" w:type="pct"/>
          </w:tcPr>
          <w:p w14:paraId="136DFA5A" w14:textId="77777777" w:rsidR="004B5331" w:rsidRDefault="004B5331">
            <w:pPr>
              <w:pStyle w:val="Tabletext"/>
            </w:pPr>
          </w:p>
        </w:tc>
        <w:tc>
          <w:tcPr>
            <w:tcW w:w="1250" w:type="pct"/>
          </w:tcPr>
          <w:p w14:paraId="7D2A0012" w14:textId="77777777" w:rsidR="004B5331" w:rsidRDefault="004B5331">
            <w:pPr>
              <w:pStyle w:val="Tabletext"/>
            </w:pPr>
          </w:p>
        </w:tc>
      </w:tr>
      <w:tr w:rsidR="004B5331" w14:paraId="4E89A8F4" w14:textId="77777777" w:rsidTr="004D0230">
        <w:tc>
          <w:tcPr>
            <w:tcW w:w="1250" w:type="pct"/>
          </w:tcPr>
          <w:p w14:paraId="0A8B28A3" w14:textId="77777777" w:rsidR="004B5331" w:rsidRDefault="004D0230">
            <w:pPr>
              <w:pStyle w:val="Tabletext"/>
            </w:pPr>
            <w:r>
              <w:t>Thickness and grade</w:t>
            </w:r>
          </w:p>
        </w:tc>
        <w:tc>
          <w:tcPr>
            <w:tcW w:w="1250" w:type="pct"/>
          </w:tcPr>
          <w:p w14:paraId="17A2A087" w14:textId="77777777" w:rsidR="004B5331" w:rsidRDefault="004B5331">
            <w:pPr>
              <w:pStyle w:val="Tabletext"/>
            </w:pPr>
          </w:p>
        </w:tc>
        <w:tc>
          <w:tcPr>
            <w:tcW w:w="1250" w:type="pct"/>
          </w:tcPr>
          <w:p w14:paraId="54F50E11" w14:textId="77777777" w:rsidR="004B5331" w:rsidRDefault="004B5331">
            <w:pPr>
              <w:pStyle w:val="Tabletext"/>
            </w:pPr>
          </w:p>
        </w:tc>
        <w:tc>
          <w:tcPr>
            <w:tcW w:w="1250" w:type="pct"/>
          </w:tcPr>
          <w:p w14:paraId="582996C3" w14:textId="77777777" w:rsidR="004B5331" w:rsidRDefault="004B5331">
            <w:pPr>
              <w:pStyle w:val="Tabletext"/>
            </w:pPr>
          </w:p>
        </w:tc>
      </w:tr>
      <w:tr w:rsidR="004B5331" w14:paraId="3EA75BDA" w14:textId="77777777" w:rsidTr="004D0230">
        <w:tc>
          <w:tcPr>
            <w:tcW w:w="1250" w:type="pct"/>
          </w:tcPr>
          <w:p w14:paraId="12238AFC" w14:textId="77777777" w:rsidR="004B5331" w:rsidRDefault="004D0230">
            <w:pPr>
              <w:pStyle w:val="Tabletext"/>
            </w:pPr>
            <w:r>
              <w:t>Colour</w:t>
            </w:r>
          </w:p>
        </w:tc>
        <w:tc>
          <w:tcPr>
            <w:tcW w:w="1250" w:type="pct"/>
          </w:tcPr>
          <w:p w14:paraId="7897A010" w14:textId="77777777" w:rsidR="004B5331" w:rsidRDefault="004B5331">
            <w:pPr>
              <w:pStyle w:val="Tabletext"/>
            </w:pPr>
          </w:p>
        </w:tc>
        <w:tc>
          <w:tcPr>
            <w:tcW w:w="1250" w:type="pct"/>
          </w:tcPr>
          <w:p w14:paraId="6BE480B1" w14:textId="77777777" w:rsidR="004B5331" w:rsidRDefault="004B5331">
            <w:pPr>
              <w:pStyle w:val="Tabletext"/>
            </w:pPr>
          </w:p>
        </w:tc>
        <w:tc>
          <w:tcPr>
            <w:tcW w:w="1250" w:type="pct"/>
          </w:tcPr>
          <w:p w14:paraId="382A024F" w14:textId="77777777" w:rsidR="004B5331" w:rsidRDefault="004B5331">
            <w:pPr>
              <w:pStyle w:val="Tabletext"/>
            </w:pPr>
          </w:p>
        </w:tc>
      </w:tr>
    </w:tbl>
    <w:p w14:paraId="357B9B27" w14:textId="77777777" w:rsidR="004B5331" w:rsidRDefault="004D0230">
      <w:r>
        <w:t> </w:t>
      </w:r>
    </w:p>
    <w:p w14:paraId="61FC02A7" w14:textId="77777777" w:rsidR="004B5331" w:rsidRDefault="004D0230">
      <w:pPr>
        <w:pStyle w:val="Instructions"/>
      </w:pPr>
      <w:r>
        <w:t>The codes in the header row of the schedule designate each application or location of the item scheduled. Edit the codes to match those in other contract documents.</w:t>
      </w:r>
    </w:p>
    <w:p w14:paraId="1BFEB88E" w14:textId="77777777" w:rsidR="004B5331" w:rsidRDefault="004D0230">
      <w:pPr>
        <w:pStyle w:val="Instructions"/>
      </w:pPr>
      <w:r>
        <w:t>Document proprietary profiles as proprietary items and custom profiles on drawings. If sizes are not shown on the drawings document here.</w:t>
      </w:r>
    </w:p>
    <w:p w14:paraId="15FAEB0B" w14:textId="77777777" w:rsidR="004B5331" w:rsidRDefault="004D0230">
      <w:pPr>
        <w:pStyle w:val="Instructions"/>
      </w:pPr>
      <w:r>
        <w:t>Type: e.g. Ridge capping, Roll top ridge capping, Change of pitch flashing, Apron flashing, Barge capping, Saddle flashing, Custom flashing, Barge roll, Spear point.</w:t>
      </w:r>
    </w:p>
    <w:p w14:paraId="5617B519" w14:textId="77777777" w:rsidR="004B5331" w:rsidRDefault="004D0230">
      <w:pPr>
        <w:pStyle w:val="Instructions"/>
      </w:pPr>
      <w:r>
        <w:t>Product: Nominate a proprietary system or product and edit schedule to suit.</w:t>
      </w:r>
    </w:p>
    <w:p w14:paraId="668B7172" w14:textId="77777777" w:rsidR="004B5331" w:rsidRDefault="004D0230">
      <w:pPr>
        <w:pStyle w:val="Instructions"/>
      </w:pPr>
      <w:r>
        <w:t xml:space="preserve">Material: e.g.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0E8C1BCD" w14:textId="77777777" w:rsidR="004B5331" w:rsidRDefault="004D0230">
      <w:pPr>
        <w:pStyle w:val="Instructions"/>
      </w:pPr>
      <w:r>
        <w:t>Thickness and grade: Minimum thickness and grade for commonly used materials are given in AS/NZS 2904 (1995). If other thicknesses are required, document them here.</w:t>
      </w:r>
    </w:p>
    <w:p w14:paraId="301344D7" w14:textId="77777777" w:rsidR="004B5331" w:rsidRDefault="004D0230">
      <w:pPr>
        <w:pStyle w:val="Instructions"/>
      </w:pPr>
      <w:r>
        <w:t>Colour: e.g. Match roofing or consult the nominated Rollformer or Distributor’s colour chart.</w:t>
      </w:r>
    </w:p>
    <w:p w14:paraId="6E44BCE0" w14:textId="77777777" w:rsidR="004B5331" w:rsidRDefault="004D0230">
      <w:pPr>
        <w:pStyle w:val="Heading4"/>
      </w:pPr>
      <w:bookmarkStart w:id="270" w:name="h-2_13011-21"/>
      <w:bookmarkStart w:id="271" w:name="f-2_13011-21"/>
      <w:bookmarkStart w:id="272" w:name="f-13220-9"/>
      <w:bookmarkEnd w:id="268"/>
      <w:bookmarkEnd w:id="269"/>
      <w:r>
        <w:t>Roof plumbing schedule</w:t>
      </w:r>
      <w:bookmarkEnd w:id="270"/>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4B5331" w14:paraId="27A79F78" w14:textId="77777777" w:rsidTr="004D0230">
        <w:trPr>
          <w:tblHeader/>
        </w:trPr>
        <w:tc>
          <w:tcPr>
            <w:tcW w:w="833" w:type="pct"/>
          </w:tcPr>
          <w:p w14:paraId="5E0ED63C" w14:textId="77777777" w:rsidR="004B5331" w:rsidRDefault="004D0230">
            <w:pPr>
              <w:pStyle w:val="Tabletitle"/>
            </w:pPr>
            <w:r>
              <w:t>Item</w:t>
            </w:r>
          </w:p>
        </w:tc>
        <w:tc>
          <w:tcPr>
            <w:tcW w:w="833" w:type="pct"/>
          </w:tcPr>
          <w:p w14:paraId="7A3D952F" w14:textId="77777777" w:rsidR="004B5331" w:rsidRDefault="004D0230">
            <w:pPr>
              <w:pStyle w:val="Tabletitle"/>
            </w:pPr>
            <w:r>
              <w:t>Type</w:t>
            </w:r>
          </w:p>
        </w:tc>
        <w:tc>
          <w:tcPr>
            <w:tcW w:w="833" w:type="pct"/>
          </w:tcPr>
          <w:p w14:paraId="279120AA" w14:textId="77777777" w:rsidR="004B5331" w:rsidRDefault="004D0230">
            <w:pPr>
              <w:pStyle w:val="Tabletitle"/>
            </w:pPr>
            <w:r>
              <w:t>Product</w:t>
            </w:r>
          </w:p>
        </w:tc>
        <w:tc>
          <w:tcPr>
            <w:tcW w:w="833" w:type="pct"/>
          </w:tcPr>
          <w:p w14:paraId="059EE584" w14:textId="77777777" w:rsidR="004B5331" w:rsidRDefault="004D0230">
            <w:pPr>
              <w:pStyle w:val="Tabletitle"/>
            </w:pPr>
            <w:r>
              <w:t>Material</w:t>
            </w:r>
          </w:p>
        </w:tc>
        <w:tc>
          <w:tcPr>
            <w:tcW w:w="833" w:type="pct"/>
          </w:tcPr>
          <w:p w14:paraId="3BD79E91" w14:textId="79B39644" w:rsidR="004B5331" w:rsidRDefault="004D0230">
            <w:pPr>
              <w:pStyle w:val="Tabletitle"/>
            </w:pPr>
            <w:r>
              <w:t xml:space="preserve">Thickness/ </w:t>
            </w:r>
            <w:r>
              <w:t>Grade</w:t>
            </w:r>
          </w:p>
        </w:tc>
        <w:tc>
          <w:tcPr>
            <w:tcW w:w="834" w:type="pct"/>
          </w:tcPr>
          <w:p w14:paraId="59EB018F" w14:textId="77777777" w:rsidR="004B5331" w:rsidRDefault="004D0230">
            <w:pPr>
              <w:pStyle w:val="Tabletitle"/>
            </w:pPr>
            <w:r>
              <w:t>Colour/Shape/Size</w:t>
            </w:r>
          </w:p>
        </w:tc>
      </w:tr>
      <w:tr w:rsidR="004B5331" w14:paraId="44321270" w14:textId="77777777" w:rsidTr="004D0230">
        <w:tc>
          <w:tcPr>
            <w:tcW w:w="833" w:type="pct"/>
          </w:tcPr>
          <w:p w14:paraId="649D943C" w14:textId="77777777" w:rsidR="004B5331" w:rsidRDefault="004D0230">
            <w:pPr>
              <w:pStyle w:val="Tabletext"/>
            </w:pPr>
            <w:r>
              <w:t>Eaves gutter</w:t>
            </w:r>
          </w:p>
        </w:tc>
        <w:tc>
          <w:tcPr>
            <w:tcW w:w="833" w:type="pct"/>
          </w:tcPr>
          <w:p w14:paraId="0C4CB33E" w14:textId="77777777" w:rsidR="004B5331" w:rsidRDefault="004B5331">
            <w:pPr>
              <w:pStyle w:val="Tabletext"/>
            </w:pPr>
          </w:p>
        </w:tc>
        <w:tc>
          <w:tcPr>
            <w:tcW w:w="833" w:type="pct"/>
          </w:tcPr>
          <w:p w14:paraId="75850525" w14:textId="77777777" w:rsidR="004B5331" w:rsidRDefault="004B5331">
            <w:pPr>
              <w:pStyle w:val="Tabletext"/>
            </w:pPr>
          </w:p>
        </w:tc>
        <w:tc>
          <w:tcPr>
            <w:tcW w:w="833" w:type="pct"/>
          </w:tcPr>
          <w:p w14:paraId="0B23626B" w14:textId="77777777" w:rsidR="004B5331" w:rsidRDefault="004B5331">
            <w:pPr>
              <w:pStyle w:val="Tabletext"/>
            </w:pPr>
          </w:p>
        </w:tc>
        <w:tc>
          <w:tcPr>
            <w:tcW w:w="833" w:type="pct"/>
          </w:tcPr>
          <w:p w14:paraId="67834DA7" w14:textId="77777777" w:rsidR="004B5331" w:rsidRDefault="004B5331">
            <w:pPr>
              <w:pStyle w:val="Tabletext"/>
            </w:pPr>
          </w:p>
        </w:tc>
        <w:tc>
          <w:tcPr>
            <w:tcW w:w="834" w:type="pct"/>
          </w:tcPr>
          <w:p w14:paraId="3346F502" w14:textId="77777777" w:rsidR="004B5331" w:rsidRDefault="004B5331">
            <w:pPr>
              <w:pStyle w:val="Tabletext"/>
            </w:pPr>
          </w:p>
        </w:tc>
      </w:tr>
      <w:tr w:rsidR="004B5331" w14:paraId="3E7EBA73" w14:textId="77777777" w:rsidTr="004D0230">
        <w:tc>
          <w:tcPr>
            <w:tcW w:w="833" w:type="pct"/>
          </w:tcPr>
          <w:p w14:paraId="4FFA1BD1" w14:textId="77777777" w:rsidR="004B5331" w:rsidRDefault="004D0230">
            <w:pPr>
              <w:pStyle w:val="Tabletext"/>
            </w:pPr>
            <w:r>
              <w:t>Valley gutter</w:t>
            </w:r>
          </w:p>
        </w:tc>
        <w:tc>
          <w:tcPr>
            <w:tcW w:w="833" w:type="pct"/>
          </w:tcPr>
          <w:p w14:paraId="490A058E" w14:textId="77777777" w:rsidR="004B5331" w:rsidRDefault="004B5331">
            <w:pPr>
              <w:pStyle w:val="Tabletext"/>
            </w:pPr>
          </w:p>
        </w:tc>
        <w:tc>
          <w:tcPr>
            <w:tcW w:w="833" w:type="pct"/>
          </w:tcPr>
          <w:p w14:paraId="2083F041" w14:textId="77777777" w:rsidR="004B5331" w:rsidRDefault="004B5331">
            <w:pPr>
              <w:pStyle w:val="Tabletext"/>
            </w:pPr>
          </w:p>
        </w:tc>
        <w:tc>
          <w:tcPr>
            <w:tcW w:w="833" w:type="pct"/>
          </w:tcPr>
          <w:p w14:paraId="00A4B506" w14:textId="77777777" w:rsidR="004B5331" w:rsidRDefault="004B5331">
            <w:pPr>
              <w:pStyle w:val="Tabletext"/>
            </w:pPr>
          </w:p>
        </w:tc>
        <w:tc>
          <w:tcPr>
            <w:tcW w:w="833" w:type="pct"/>
          </w:tcPr>
          <w:p w14:paraId="49C15EA0" w14:textId="77777777" w:rsidR="004B5331" w:rsidRDefault="004B5331">
            <w:pPr>
              <w:pStyle w:val="Tabletext"/>
            </w:pPr>
          </w:p>
        </w:tc>
        <w:tc>
          <w:tcPr>
            <w:tcW w:w="834" w:type="pct"/>
          </w:tcPr>
          <w:p w14:paraId="1A5809DA" w14:textId="77777777" w:rsidR="004B5331" w:rsidRDefault="004B5331">
            <w:pPr>
              <w:pStyle w:val="Tabletext"/>
            </w:pPr>
          </w:p>
        </w:tc>
      </w:tr>
      <w:tr w:rsidR="004B5331" w14:paraId="13730724" w14:textId="77777777" w:rsidTr="004D0230">
        <w:tc>
          <w:tcPr>
            <w:tcW w:w="833" w:type="pct"/>
          </w:tcPr>
          <w:p w14:paraId="1EC3A7D8" w14:textId="77777777" w:rsidR="004B5331" w:rsidRDefault="004D0230">
            <w:pPr>
              <w:pStyle w:val="Tabletext"/>
            </w:pPr>
            <w:r>
              <w:lastRenderedPageBreak/>
              <w:t>Box gutter</w:t>
            </w:r>
          </w:p>
        </w:tc>
        <w:tc>
          <w:tcPr>
            <w:tcW w:w="833" w:type="pct"/>
          </w:tcPr>
          <w:p w14:paraId="530AC9AE" w14:textId="77777777" w:rsidR="004B5331" w:rsidRDefault="004B5331">
            <w:pPr>
              <w:pStyle w:val="Tabletext"/>
            </w:pPr>
          </w:p>
        </w:tc>
        <w:tc>
          <w:tcPr>
            <w:tcW w:w="833" w:type="pct"/>
          </w:tcPr>
          <w:p w14:paraId="5FE80B99" w14:textId="77777777" w:rsidR="004B5331" w:rsidRDefault="004B5331">
            <w:pPr>
              <w:pStyle w:val="Tabletext"/>
            </w:pPr>
          </w:p>
        </w:tc>
        <w:tc>
          <w:tcPr>
            <w:tcW w:w="833" w:type="pct"/>
          </w:tcPr>
          <w:p w14:paraId="6411E24B" w14:textId="77777777" w:rsidR="004B5331" w:rsidRDefault="004B5331">
            <w:pPr>
              <w:pStyle w:val="Tabletext"/>
            </w:pPr>
          </w:p>
        </w:tc>
        <w:tc>
          <w:tcPr>
            <w:tcW w:w="833" w:type="pct"/>
          </w:tcPr>
          <w:p w14:paraId="1D233ECD" w14:textId="77777777" w:rsidR="004B5331" w:rsidRDefault="004B5331">
            <w:pPr>
              <w:pStyle w:val="Tabletext"/>
            </w:pPr>
          </w:p>
        </w:tc>
        <w:tc>
          <w:tcPr>
            <w:tcW w:w="834" w:type="pct"/>
          </w:tcPr>
          <w:p w14:paraId="6C2CF2FF" w14:textId="77777777" w:rsidR="004B5331" w:rsidRDefault="004B5331">
            <w:pPr>
              <w:pStyle w:val="Tabletext"/>
            </w:pPr>
          </w:p>
        </w:tc>
      </w:tr>
      <w:tr w:rsidR="004B5331" w14:paraId="4203876B" w14:textId="77777777" w:rsidTr="004D0230">
        <w:tc>
          <w:tcPr>
            <w:tcW w:w="833" w:type="pct"/>
          </w:tcPr>
          <w:p w14:paraId="3EE5B623" w14:textId="77777777" w:rsidR="004B5331" w:rsidRDefault="004D0230">
            <w:pPr>
              <w:pStyle w:val="Tabletext"/>
            </w:pPr>
            <w:r>
              <w:t>Rainhead</w:t>
            </w:r>
          </w:p>
        </w:tc>
        <w:tc>
          <w:tcPr>
            <w:tcW w:w="833" w:type="pct"/>
          </w:tcPr>
          <w:p w14:paraId="0D893030" w14:textId="77777777" w:rsidR="004B5331" w:rsidRDefault="004B5331">
            <w:pPr>
              <w:pStyle w:val="Tabletext"/>
            </w:pPr>
          </w:p>
        </w:tc>
        <w:tc>
          <w:tcPr>
            <w:tcW w:w="833" w:type="pct"/>
          </w:tcPr>
          <w:p w14:paraId="630A6240" w14:textId="77777777" w:rsidR="004B5331" w:rsidRDefault="004B5331">
            <w:pPr>
              <w:pStyle w:val="Tabletext"/>
            </w:pPr>
          </w:p>
        </w:tc>
        <w:tc>
          <w:tcPr>
            <w:tcW w:w="833" w:type="pct"/>
          </w:tcPr>
          <w:p w14:paraId="20680FA9" w14:textId="77777777" w:rsidR="004B5331" w:rsidRDefault="004B5331">
            <w:pPr>
              <w:pStyle w:val="Tabletext"/>
            </w:pPr>
          </w:p>
        </w:tc>
        <w:tc>
          <w:tcPr>
            <w:tcW w:w="833" w:type="pct"/>
          </w:tcPr>
          <w:p w14:paraId="532D9B23" w14:textId="77777777" w:rsidR="004B5331" w:rsidRDefault="004B5331">
            <w:pPr>
              <w:pStyle w:val="Tabletext"/>
            </w:pPr>
          </w:p>
        </w:tc>
        <w:tc>
          <w:tcPr>
            <w:tcW w:w="834" w:type="pct"/>
          </w:tcPr>
          <w:p w14:paraId="17A57844" w14:textId="77777777" w:rsidR="004B5331" w:rsidRDefault="004B5331">
            <w:pPr>
              <w:pStyle w:val="Tabletext"/>
            </w:pPr>
          </w:p>
        </w:tc>
      </w:tr>
      <w:tr w:rsidR="004B5331" w14:paraId="47BAE1A5" w14:textId="77777777" w:rsidTr="004D0230">
        <w:tc>
          <w:tcPr>
            <w:tcW w:w="833" w:type="pct"/>
          </w:tcPr>
          <w:p w14:paraId="1C6EEEFD" w14:textId="77777777" w:rsidR="004B5331" w:rsidRDefault="004D0230">
            <w:pPr>
              <w:pStyle w:val="Tabletext"/>
            </w:pPr>
            <w:r>
              <w:t>Sump</w:t>
            </w:r>
          </w:p>
        </w:tc>
        <w:tc>
          <w:tcPr>
            <w:tcW w:w="833" w:type="pct"/>
          </w:tcPr>
          <w:p w14:paraId="66D30E97" w14:textId="77777777" w:rsidR="004B5331" w:rsidRDefault="004B5331">
            <w:pPr>
              <w:pStyle w:val="Tabletext"/>
            </w:pPr>
          </w:p>
        </w:tc>
        <w:tc>
          <w:tcPr>
            <w:tcW w:w="833" w:type="pct"/>
          </w:tcPr>
          <w:p w14:paraId="49E396EA" w14:textId="77777777" w:rsidR="004B5331" w:rsidRDefault="004B5331">
            <w:pPr>
              <w:pStyle w:val="Tabletext"/>
            </w:pPr>
          </w:p>
        </w:tc>
        <w:tc>
          <w:tcPr>
            <w:tcW w:w="833" w:type="pct"/>
          </w:tcPr>
          <w:p w14:paraId="3B21639A" w14:textId="77777777" w:rsidR="004B5331" w:rsidRDefault="004B5331">
            <w:pPr>
              <w:pStyle w:val="Tabletext"/>
            </w:pPr>
          </w:p>
        </w:tc>
        <w:tc>
          <w:tcPr>
            <w:tcW w:w="833" w:type="pct"/>
          </w:tcPr>
          <w:p w14:paraId="0AF6E78F" w14:textId="77777777" w:rsidR="004B5331" w:rsidRDefault="004B5331">
            <w:pPr>
              <w:pStyle w:val="Tabletext"/>
            </w:pPr>
          </w:p>
        </w:tc>
        <w:tc>
          <w:tcPr>
            <w:tcW w:w="834" w:type="pct"/>
          </w:tcPr>
          <w:p w14:paraId="3D1E1FE8" w14:textId="77777777" w:rsidR="004B5331" w:rsidRDefault="004B5331">
            <w:pPr>
              <w:pStyle w:val="Tabletext"/>
            </w:pPr>
          </w:p>
        </w:tc>
      </w:tr>
      <w:tr w:rsidR="004B5331" w14:paraId="7BAAF068" w14:textId="77777777" w:rsidTr="004D0230">
        <w:tc>
          <w:tcPr>
            <w:tcW w:w="833" w:type="pct"/>
          </w:tcPr>
          <w:p w14:paraId="676F5307" w14:textId="77777777" w:rsidR="004B5331" w:rsidRDefault="004D0230">
            <w:pPr>
              <w:pStyle w:val="Tabletext"/>
            </w:pPr>
            <w:r>
              <w:t>Downpipe</w:t>
            </w:r>
          </w:p>
        </w:tc>
        <w:tc>
          <w:tcPr>
            <w:tcW w:w="833" w:type="pct"/>
          </w:tcPr>
          <w:p w14:paraId="34D11673" w14:textId="77777777" w:rsidR="004B5331" w:rsidRDefault="004B5331">
            <w:pPr>
              <w:pStyle w:val="Tabletext"/>
            </w:pPr>
          </w:p>
        </w:tc>
        <w:tc>
          <w:tcPr>
            <w:tcW w:w="833" w:type="pct"/>
          </w:tcPr>
          <w:p w14:paraId="54570AA0" w14:textId="77777777" w:rsidR="004B5331" w:rsidRDefault="004B5331">
            <w:pPr>
              <w:pStyle w:val="Tabletext"/>
            </w:pPr>
          </w:p>
        </w:tc>
        <w:tc>
          <w:tcPr>
            <w:tcW w:w="833" w:type="pct"/>
          </w:tcPr>
          <w:p w14:paraId="2A3F7597" w14:textId="77777777" w:rsidR="004B5331" w:rsidRDefault="004B5331">
            <w:pPr>
              <w:pStyle w:val="Tabletext"/>
            </w:pPr>
          </w:p>
        </w:tc>
        <w:tc>
          <w:tcPr>
            <w:tcW w:w="833" w:type="pct"/>
          </w:tcPr>
          <w:p w14:paraId="5F8EF70C" w14:textId="77777777" w:rsidR="004B5331" w:rsidRDefault="004B5331">
            <w:pPr>
              <w:pStyle w:val="Tabletext"/>
            </w:pPr>
          </w:p>
        </w:tc>
        <w:tc>
          <w:tcPr>
            <w:tcW w:w="834" w:type="pct"/>
          </w:tcPr>
          <w:p w14:paraId="0AA8755C" w14:textId="77777777" w:rsidR="004B5331" w:rsidRDefault="004B5331">
            <w:pPr>
              <w:pStyle w:val="Tabletext"/>
            </w:pPr>
          </w:p>
        </w:tc>
      </w:tr>
      <w:tr w:rsidR="004B5331" w14:paraId="5617EAED" w14:textId="77777777" w:rsidTr="004D0230">
        <w:tc>
          <w:tcPr>
            <w:tcW w:w="833" w:type="pct"/>
          </w:tcPr>
          <w:p w14:paraId="67D5C981" w14:textId="77777777" w:rsidR="004B5331" w:rsidRDefault="004D0230">
            <w:pPr>
              <w:pStyle w:val="Tabletext"/>
            </w:pPr>
            <w:r>
              <w:t>Vent</w:t>
            </w:r>
          </w:p>
        </w:tc>
        <w:tc>
          <w:tcPr>
            <w:tcW w:w="833" w:type="pct"/>
          </w:tcPr>
          <w:p w14:paraId="0FA0404B" w14:textId="77777777" w:rsidR="004B5331" w:rsidRDefault="004B5331">
            <w:pPr>
              <w:pStyle w:val="Tabletext"/>
            </w:pPr>
          </w:p>
        </w:tc>
        <w:tc>
          <w:tcPr>
            <w:tcW w:w="833" w:type="pct"/>
          </w:tcPr>
          <w:p w14:paraId="11CF3C57" w14:textId="77777777" w:rsidR="004B5331" w:rsidRDefault="004B5331">
            <w:pPr>
              <w:pStyle w:val="Tabletext"/>
            </w:pPr>
          </w:p>
        </w:tc>
        <w:tc>
          <w:tcPr>
            <w:tcW w:w="833" w:type="pct"/>
          </w:tcPr>
          <w:p w14:paraId="564A86D5" w14:textId="77777777" w:rsidR="004B5331" w:rsidRDefault="004B5331">
            <w:pPr>
              <w:pStyle w:val="Tabletext"/>
            </w:pPr>
          </w:p>
        </w:tc>
        <w:tc>
          <w:tcPr>
            <w:tcW w:w="833" w:type="pct"/>
          </w:tcPr>
          <w:p w14:paraId="0423802F" w14:textId="77777777" w:rsidR="004B5331" w:rsidRDefault="004B5331">
            <w:pPr>
              <w:pStyle w:val="Tabletext"/>
            </w:pPr>
          </w:p>
        </w:tc>
        <w:tc>
          <w:tcPr>
            <w:tcW w:w="834" w:type="pct"/>
          </w:tcPr>
          <w:p w14:paraId="60F946A4" w14:textId="77777777" w:rsidR="004B5331" w:rsidRDefault="004B5331">
            <w:pPr>
              <w:pStyle w:val="Tabletext"/>
            </w:pPr>
          </w:p>
        </w:tc>
      </w:tr>
      <w:tr w:rsidR="004B5331" w14:paraId="0F3901C7" w14:textId="77777777" w:rsidTr="004D0230">
        <w:tc>
          <w:tcPr>
            <w:tcW w:w="833" w:type="pct"/>
          </w:tcPr>
          <w:p w14:paraId="6E9C6EC5" w14:textId="77777777" w:rsidR="004B5331" w:rsidRDefault="004D0230">
            <w:pPr>
              <w:pStyle w:val="Tabletext"/>
            </w:pPr>
            <w:r>
              <w:t>Hail guard</w:t>
            </w:r>
          </w:p>
        </w:tc>
        <w:tc>
          <w:tcPr>
            <w:tcW w:w="833" w:type="pct"/>
          </w:tcPr>
          <w:p w14:paraId="02527242" w14:textId="77777777" w:rsidR="004B5331" w:rsidRDefault="004B5331">
            <w:pPr>
              <w:pStyle w:val="Tabletext"/>
            </w:pPr>
          </w:p>
        </w:tc>
        <w:tc>
          <w:tcPr>
            <w:tcW w:w="833" w:type="pct"/>
          </w:tcPr>
          <w:p w14:paraId="2FF5F6AA" w14:textId="77777777" w:rsidR="004B5331" w:rsidRDefault="004B5331">
            <w:pPr>
              <w:pStyle w:val="Tabletext"/>
            </w:pPr>
          </w:p>
        </w:tc>
        <w:tc>
          <w:tcPr>
            <w:tcW w:w="833" w:type="pct"/>
          </w:tcPr>
          <w:p w14:paraId="0A04A371" w14:textId="77777777" w:rsidR="004B5331" w:rsidRDefault="004B5331">
            <w:pPr>
              <w:pStyle w:val="Tabletext"/>
            </w:pPr>
          </w:p>
        </w:tc>
        <w:tc>
          <w:tcPr>
            <w:tcW w:w="833" w:type="pct"/>
          </w:tcPr>
          <w:p w14:paraId="6EFEDBB2" w14:textId="77777777" w:rsidR="004B5331" w:rsidRDefault="004B5331">
            <w:pPr>
              <w:pStyle w:val="Tabletext"/>
            </w:pPr>
          </w:p>
        </w:tc>
        <w:tc>
          <w:tcPr>
            <w:tcW w:w="834" w:type="pct"/>
          </w:tcPr>
          <w:p w14:paraId="423F3DF7" w14:textId="77777777" w:rsidR="004B5331" w:rsidRDefault="004B5331">
            <w:pPr>
              <w:pStyle w:val="Tabletext"/>
            </w:pPr>
          </w:p>
        </w:tc>
      </w:tr>
      <w:tr w:rsidR="004B5331" w14:paraId="19B98A4E" w14:textId="77777777" w:rsidTr="004D0230">
        <w:tc>
          <w:tcPr>
            <w:tcW w:w="833" w:type="pct"/>
          </w:tcPr>
          <w:p w14:paraId="1905E8FE" w14:textId="77777777" w:rsidR="004B5331" w:rsidRDefault="004D0230">
            <w:pPr>
              <w:pStyle w:val="Tabletext"/>
            </w:pPr>
            <w:r>
              <w:t>Grating</w:t>
            </w:r>
          </w:p>
        </w:tc>
        <w:tc>
          <w:tcPr>
            <w:tcW w:w="833" w:type="pct"/>
          </w:tcPr>
          <w:p w14:paraId="12C80682" w14:textId="77777777" w:rsidR="004B5331" w:rsidRDefault="004B5331">
            <w:pPr>
              <w:pStyle w:val="Tabletext"/>
            </w:pPr>
          </w:p>
        </w:tc>
        <w:tc>
          <w:tcPr>
            <w:tcW w:w="833" w:type="pct"/>
          </w:tcPr>
          <w:p w14:paraId="1EAE5F7A" w14:textId="77777777" w:rsidR="004B5331" w:rsidRDefault="004B5331">
            <w:pPr>
              <w:pStyle w:val="Tabletext"/>
            </w:pPr>
          </w:p>
        </w:tc>
        <w:tc>
          <w:tcPr>
            <w:tcW w:w="833" w:type="pct"/>
          </w:tcPr>
          <w:p w14:paraId="22919248" w14:textId="77777777" w:rsidR="004B5331" w:rsidRDefault="004B5331">
            <w:pPr>
              <w:pStyle w:val="Tabletext"/>
            </w:pPr>
          </w:p>
        </w:tc>
        <w:tc>
          <w:tcPr>
            <w:tcW w:w="833" w:type="pct"/>
          </w:tcPr>
          <w:p w14:paraId="45A58828" w14:textId="77777777" w:rsidR="004B5331" w:rsidRDefault="004B5331">
            <w:pPr>
              <w:pStyle w:val="Tabletext"/>
            </w:pPr>
          </w:p>
        </w:tc>
        <w:tc>
          <w:tcPr>
            <w:tcW w:w="834" w:type="pct"/>
          </w:tcPr>
          <w:p w14:paraId="7A65429D" w14:textId="77777777" w:rsidR="004B5331" w:rsidRDefault="004B5331">
            <w:pPr>
              <w:pStyle w:val="Tabletext"/>
            </w:pPr>
          </w:p>
        </w:tc>
      </w:tr>
      <w:tr w:rsidR="004B5331" w14:paraId="203404D8" w14:textId="77777777" w:rsidTr="004D0230">
        <w:tc>
          <w:tcPr>
            <w:tcW w:w="833" w:type="pct"/>
          </w:tcPr>
          <w:p w14:paraId="7DFBA32E" w14:textId="77777777" w:rsidR="004B5331" w:rsidRDefault="004D0230">
            <w:pPr>
              <w:pStyle w:val="Tabletext"/>
            </w:pPr>
            <w:r>
              <w:t>Leaf guard</w:t>
            </w:r>
          </w:p>
        </w:tc>
        <w:tc>
          <w:tcPr>
            <w:tcW w:w="833" w:type="pct"/>
          </w:tcPr>
          <w:p w14:paraId="39B01B8A" w14:textId="77777777" w:rsidR="004B5331" w:rsidRDefault="004B5331">
            <w:pPr>
              <w:pStyle w:val="Tabletext"/>
            </w:pPr>
          </w:p>
        </w:tc>
        <w:tc>
          <w:tcPr>
            <w:tcW w:w="833" w:type="pct"/>
          </w:tcPr>
          <w:p w14:paraId="341D527A" w14:textId="77777777" w:rsidR="004B5331" w:rsidRDefault="004B5331">
            <w:pPr>
              <w:pStyle w:val="Tabletext"/>
            </w:pPr>
          </w:p>
        </w:tc>
        <w:tc>
          <w:tcPr>
            <w:tcW w:w="833" w:type="pct"/>
          </w:tcPr>
          <w:p w14:paraId="63F1E7E3" w14:textId="77777777" w:rsidR="004B5331" w:rsidRDefault="004B5331">
            <w:pPr>
              <w:pStyle w:val="Tabletext"/>
            </w:pPr>
          </w:p>
        </w:tc>
        <w:tc>
          <w:tcPr>
            <w:tcW w:w="833" w:type="pct"/>
          </w:tcPr>
          <w:p w14:paraId="5259D9F0" w14:textId="77777777" w:rsidR="004B5331" w:rsidRDefault="004B5331">
            <w:pPr>
              <w:pStyle w:val="Tabletext"/>
            </w:pPr>
          </w:p>
        </w:tc>
        <w:tc>
          <w:tcPr>
            <w:tcW w:w="834" w:type="pct"/>
          </w:tcPr>
          <w:p w14:paraId="5C0AAA4C" w14:textId="77777777" w:rsidR="004B5331" w:rsidRDefault="004B5331">
            <w:pPr>
              <w:pStyle w:val="Tabletext"/>
            </w:pPr>
          </w:p>
        </w:tc>
      </w:tr>
    </w:tbl>
    <w:p w14:paraId="06AAA724" w14:textId="77777777" w:rsidR="004B5331" w:rsidRDefault="004D0230">
      <w:r>
        <w:t> </w:t>
      </w:r>
    </w:p>
    <w:p w14:paraId="5BDACD4B" w14:textId="77777777" w:rsidR="004B5331" w:rsidRDefault="004D0230">
      <w:pPr>
        <w:pStyle w:val="Instructions"/>
      </w:pPr>
      <w:r>
        <w:t>Document requirements here if not shown on the drawings.</w:t>
      </w:r>
    </w:p>
    <w:p w14:paraId="74029F71" w14:textId="77777777" w:rsidR="004B5331" w:rsidRDefault="004D0230">
      <w:pPr>
        <w:pStyle w:val="Instructions"/>
      </w:pPr>
      <w:r>
        <w:t>Type:</w:t>
      </w:r>
    </w:p>
    <w:p w14:paraId="23ABB327" w14:textId="77777777" w:rsidR="004B5331" w:rsidRDefault="004D0230">
      <w:pPr>
        <w:pStyle w:val="Instructionsindent"/>
      </w:pPr>
      <w:r>
        <w:t>Eaves gutter: e.g. Quad, Fascia, Half round, Half round flatback.</w:t>
      </w:r>
    </w:p>
    <w:p w14:paraId="0D04B7D0" w14:textId="77777777" w:rsidR="004B5331" w:rsidRDefault="004D0230">
      <w:pPr>
        <w:pStyle w:val="Instructionsindent"/>
      </w:pPr>
      <w:r>
        <w:t>Box gutters: Internal box gutters are usually difficult to clean and replace. Add requirements for siphonic systems separately, as appropriate.</w:t>
      </w:r>
    </w:p>
    <w:p w14:paraId="090C5579" w14:textId="77777777" w:rsidR="004B5331" w:rsidRDefault="004D0230">
      <w:pPr>
        <w:pStyle w:val="Instructionsindent"/>
      </w:pPr>
      <w:r>
        <w:t>Rainhead: e.g. Standard, Tapered, Custom-made square, Custom-made round, Corner ogee, Ogee, Chinaman’s hat.</w:t>
      </w:r>
    </w:p>
    <w:p w14:paraId="3937AB32" w14:textId="77777777" w:rsidR="004B5331" w:rsidRDefault="004D0230">
      <w:pPr>
        <w:pStyle w:val="Instructionsindent"/>
      </w:pPr>
      <w:r>
        <w:t>Downpipe: e.g. External and Rectangular or Circular. For plastic rainwater goods, use proprietary brand names.</w:t>
      </w:r>
    </w:p>
    <w:p w14:paraId="27AF6566" w14:textId="77777777" w:rsidR="004B5331" w:rsidRDefault="004D0230">
      <w:pPr>
        <w:pStyle w:val="Instructionsindent"/>
      </w:pPr>
      <w:r>
        <w:t>Hail guard: Nominate type of mesh and fixing method.</w:t>
      </w:r>
    </w:p>
    <w:p w14:paraId="0ED1B16E" w14:textId="77777777" w:rsidR="004B5331" w:rsidRDefault="004D0230">
      <w:pPr>
        <w:pStyle w:val="Instructionsindent"/>
      </w:pPr>
      <w:r>
        <w:t>Grating: e.g. Wire netting ball or Hemispherical wire mesh dome. Document the metal and coating.</w:t>
      </w:r>
    </w:p>
    <w:p w14:paraId="1D90855B" w14:textId="77777777" w:rsidR="004B5331" w:rsidRDefault="004D0230">
      <w:pPr>
        <w:pStyle w:val="Instructionsindent"/>
      </w:pPr>
      <w:r>
        <w:t>Leaf guard: Check if leaf guards are required.</w:t>
      </w:r>
    </w:p>
    <w:p w14:paraId="4C58B6F8" w14:textId="77777777" w:rsidR="004B5331" w:rsidRDefault="004D0230">
      <w:pPr>
        <w:pStyle w:val="Instructions"/>
      </w:pPr>
      <w:r>
        <w:t>Product: Nominate a proprietary system or product and edit schedule to suit.</w:t>
      </w:r>
    </w:p>
    <w:p w14:paraId="027029CE" w14:textId="77777777" w:rsidR="004B5331" w:rsidRDefault="004D0230">
      <w:pPr>
        <w:pStyle w:val="Instructions"/>
      </w:pPr>
      <w:r>
        <w:t>Material:</w:t>
      </w:r>
    </w:p>
    <w:p w14:paraId="240071EB" w14:textId="77777777" w:rsidR="004B5331" w:rsidRDefault="004D0230">
      <w:pPr>
        <w:pStyle w:val="Instructionsindent"/>
      </w:pPr>
      <w:r>
        <w:t xml:space="preserve">Metal rainwater goods: Select the material recommended by the Rollformer or Distributor with reference to the atmospheric corrosivity category nominated for the project in </w:t>
      </w:r>
      <w:r>
        <w:rPr>
          <w:i/>
        </w:rPr>
        <w:t>0171 General requirements</w:t>
      </w:r>
      <w:r>
        <w:t>. Refer also to NATSPEC TECHnote DES 010.</w:t>
      </w:r>
    </w:p>
    <w:p w14:paraId="401F130C" w14:textId="77777777" w:rsidR="004B5331" w:rsidRDefault="004D0230">
      <w:pPr>
        <w:pStyle w:val="Instructionsindent"/>
      </w:pPr>
      <w:r>
        <w:t>Box gutter: Nominate material and base metal thickness (BMT)(mm). Plain zinc-coated steel is not recommended for internal box gutters, Welded stainless steel is recommended.</w:t>
      </w:r>
    </w:p>
    <w:p w14:paraId="032A9991" w14:textId="77777777" w:rsidR="004B5331" w:rsidRDefault="004D0230">
      <w:pPr>
        <w:pStyle w:val="Instructionsindent"/>
      </w:pPr>
      <w:r>
        <w:t>Leaf guard: e.g. Plastic mesh or proprietary metal guards to match the gutter profile. Combustible leaf guards are not permitted for bushfire-prone areas.</w:t>
      </w:r>
    </w:p>
    <w:p w14:paraId="1451F9DD" w14:textId="77777777" w:rsidR="004B5331" w:rsidRDefault="004D0230">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27EB50E1" w14:textId="77777777" w:rsidR="004B5331" w:rsidRDefault="004D0230">
      <w:pPr>
        <w:pStyle w:val="Instructions"/>
      </w:pPr>
      <w:r>
        <w:t>Colour/Shape/Size:</w:t>
      </w:r>
    </w:p>
    <w:p w14:paraId="098A9E0F" w14:textId="77777777" w:rsidR="004B5331" w:rsidRDefault="004D0230">
      <w:pPr>
        <w:pStyle w:val="Instructionsindent"/>
      </w:pPr>
      <w:r>
        <w:t>Box gutter: Nominate cross-section dimensions (mm) and sump size.</w:t>
      </w:r>
    </w:p>
    <w:p w14:paraId="25DE6285" w14:textId="77777777" w:rsidR="004B5331" w:rsidRDefault="004D0230">
      <w:pPr>
        <w:pStyle w:val="Instructionsindent"/>
      </w:pPr>
      <w:r>
        <w:t>Downpipe: Nominate colour, shape and size (mm).</w:t>
      </w:r>
    </w:p>
    <w:p w14:paraId="5F763D37" w14:textId="77777777" w:rsidR="004B5331" w:rsidRDefault="004D0230">
      <w:pPr>
        <w:pStyle w:val="Instructionsindent"/>
      </w:pPr>
      <w:r>
        <w:t>Rainhead and vents: Nominate colour, shape and pattern.</w:t>
      </w:r>
    </w:p>
    <w:p w14:paraId="561749F6" w14:textId="77777777" w:rsidR="004B5331" w:rsidRDefault="004D0230">
      <w:pPr>
        <w:pStyle w:val="Heading3"/>
      </w:pPr>
      <w:bookmarkStart w:id="273" w:name="h-13220-10"/>
      <w:bookmarkStart w:id="274" w:name="f-13220-10"/>
      <w:bookmarkEnd w:id="271"/>
      <w:bookmarkEnd w:id="272"/>
      <w:r>
        <w:t>Roof accessories</w:t>
      </w:r>
      <w:bookmarkEnd w:id="273"/>
    </w:p>
    <w:p w14:paraId="567D3A2F" w14:textId="77777777" w:rsidR="004B5331" w:rsidRDefault="004D0230">
      <w:pPr>
        <w:pStyle w:val="Heading4"/>
      </w:pPr>
      <w:bookmarkStart w:id="275" w:name="h-3_13011-24"/>
      <w:bookmarkStart w:id="276" w:name="f-3_13011-24"/>
      <w:bookmarkStart w:id="277" w:name="f-13220-12"/>
      <w:bookmarkEnd w:id="274"/>
      <w:r>
        <w:t>Roof hatch schedule</w:t>
      </w:r>
      <w:bookmarkEnd w:id="275"/>
    </w:p>
    <w:tbl>
      <w:tblPr>
        <w:tblStyle w:val="NATSPECTable"/>
        <w:tblW w:w="5000" w:type="pct"/>
        <w:tblLook w:val="0620" w:firstRow="1" w:lastRow="0" w:firstColumn="0" w:lastColumn="0" w:noHBand="1" w:noVBand="1"/>
      </w:tblPr>
      <w:tblGrid>
        <w:gridCol w:w="2287"/>
        <w:gridCol w:w="2288"/>
        <w:gridCol w:w="2288"/>
        <w:gridCol w:w="2288"/>
      </w:tblGrid>
      <w:tr w:rsidR="004B5331" w14:paraId="25C08F99" w14:textId="77777777" w:rsidTr="004D0230">
        <w:trPr>
          <w:tblHeader/>
        </w:trPr>
        <w:tc>
          <w:tcPr>
            <w:tcW w:w="2287" w:type="dxa"/>
          </w:tcPr>
          <w:p w14:paraId="1D2DF26C" w14:textId="77777777" w:rsidR="004B5331" w:rsidRDefault="004B5331">
            <w:pPr>
              <w:pStyle w:val="Tabletitle"/>
            </w:pPr>
          </w:p>
        </w:tc>
        <w:tc>
          <w:tcPr>
            <w:tcW w:w="2288" w:type="dxa"/>
          </w:tcPr>
          <w:p w14:paraId="06B9C871" w14:textId="77777777" w:rsidR="004B5331" w:rsidRDefault="004D0230">
            <w:pPr>
              <w:pStyle w:val="Tabletitle"/>
            </w:pPr>
            <w:r>
              <w:t>A</w:t>
            </w:r>
          </w:p>
        </w:tc>
        <w:tc>
          <w:tcPr>
            <w:tcW w:w="2288" w:type="dxa"/>
          </w:tcPr>
          <w:p w14:paraId="204B5B2A" w14:textId="77777777" w:rsidR="004B5331" w:rsidRDefault="004D0230">
            <w:pPr>
              <w:pStyle w:val="Tabletitle"/>
            </w:pPr>
            <w:r>
              <w:t>B</w:t>
            </w:r>
          </w:p>
        </w:tc>
        <w:tc>
          <w:tcPr>
            <w:tcW w:w="2288" w:type="dxa"/>
          </w:tcPr>
          <w:p w14:paraId="05F51202" w14:textId="77777777" w:rsidR="004B5331" w:rsidRDefault="004D0230">
            <w:pPr>
              <w:pStyle w:val="Tabletitle"/>
            </w:pPr>
            <w:r>
              <w:t>C</w:t>
            </w:r>
          </w:p>
        </w:tc>
      </w:tr>
      <w:tr w:rsidR="004B5331" w14:paraId="3634E869" w14:textId="77777777" w:rsidTr="004D0230">
        <w:tc>
          <w:tcPr>
            <w:tcW w:w="2287" w:type="dxa"/>
          </w:tcPr>
          <w:p w14:paraId="6751B540" w14:textId="77777777" w:rsidR="004B5331" w:rsidRDefault="004D0230">
            <w:pPr>
              <w:pStyle w:val="Tabletext"/>
            </w:pPr>
            <w:r>
              <w:t>Product</w:t>
            </w:r>
          </w:p>
        </w:tc>
        <w:tc>
          <w:tcPr>
            <w:tcW w:w="2288" w:type="dxa"/>
          </w:tcPr>
          <w:p w14:paraId="44A33BD4" w14:textId="77777777" w:rsidR="004B5331" w:rsidRDefault="004B5331">
            <w:pPr>
              <w:pStyle w:val="Tabletext"/>
            </w:pPr>
          </w:p>
        </w:tc>
        <w:tc>
          <w:tcPr>
            <w:tcW w:w="2288" w:type="dxa"/>
          </w:tcPr>
          <w:p w14:paraId="453B1D37" w14:textId="77777777" w:rsidR="004B5331" w:rsidRDefault="004B5331">
            <w:pPr>
              <w:pStyle w:val="Tabletext"/>
            </w:pPr>
          </w:p>
        </w:tc>
        <w:tc>
          <w:tcPr>
            <w:tcW w:w="2288" w:type="dxa"/>
          </w:tcPr>
          <w:p w14:paraId="07DCA1B9" w14:textId="77777777" w:rsidR="004B5331" w:rsidRDefault="004B5331">
            <w:pPr>
              <w:pStyle w:val="Tabletext"/>
            </w:pPr>
          </w:p>
        </w:tc>
      </w:tr>
      <w:tr w:rsidR="004B5331" w14:paraId="5D1C5E9B" w14:textId="77777777" w:rsidTr="004D0230">
        <w:tc>
          <w:tcPr>
            <w:tcW w:w="2287" w:type="dxa"/>
          </w:tcPr>
          <w:p w14:paraId="26C4D272" w14:textId="77777777" w:rsidR="004B5331" w:rsidRDefault="004D0230">
            <w:pPr>
              <w:pStyle w:val="Tabletext"/>
            </w:pPr>
            <w:r>
              <w:t>Size (mm)</w:t>
            </w:r>
          </w:p>
        </w:tc>
        <w:tc>
          <w:tcPr>
            <w:tcW w:w="2288" w:type="dxa"/>
          </w:tcPr>
          <w:p w14:paraId="67CA3222" w14:textId="77777777" w:rsidR="004B5331" w:rsidRDefault="004B5331">
            <w:pPr>
              <w:pStyle w:val="Tabletext"/>
            </w:pPr>
          </w:p>
        </w:tc>
        <w:tc>
          <w:tcPr>
            <w:tcW w:w="2288" w:type="dxa"/>
          </w:tcPr>
          <w:p w14:paraId="52F23092" w14:textId="77777777" w:rsidR="004B5331" w:rsidRDefault="004B5331">
            <w:pPr>
              <w:pStyle w:val="Tabletext"/>
            </w:pPr>
          </w:p>
        </w:tc>
        <w:tc>
          <w:tcPr>
            <w:tcW w:w="2288" w:type="dxa"/>
          </w:tcPr>
          <w:p w14:paraId="303E324C" w14:textId="77777777" w:rsidR="004B5331" w:rsidRDefault="004B5331">
            <w:pPr>
              <w:pStyle w:val="Tabletext"/>
            </w:pPr>
          </w:p>
        </w:tc>
      </w:tr>
    </w:tbl>
    <w:p w14:paraId="246647B6" w14:textId="77777777" w:rsidR="004B5331" w:rsidRDefault="004D0230">
      <w:r>
        <w:t> </w:t>
      </w:r>
    </w:p>
    <w:p w14:paraId="02D9DE13" w14:textId="77777777" w:rsidR="004B5331" w:rsidRDefault="004D0230">
      <w:pPr>
        <w:pStyle w:val="Instructions"/>
      </w:pPr>
      <w:r>
        <w:t>The codes in the header row of the schedule designate each application or location of the item scheduled. Edit the codes to match those in other contract documents.</w:t>
      </w:r>
    </w:p>
    <w:p w14:paraId="7B2920EB" w14:textId="77777777" w:rsidR="004B5331" w:rsidRDefault="004D0230">
      <w:pPr>
        <w:pStyle w:val="Instructions"/>
      </w:pPr>
      <w:r>
        <w:t>Product: Nominate a proprietary system or product and edit schedule to suit.</w:t>
      </w:r>
    </w:p>
    <w:p w14:paraId="73E0C30B" w14:textId="77777777" w:rsidR="004B5331" w:rsidRDefault="004D0230">
      <w:pPr>
        <w:pStyle w:val="Heading4"/>
      </w:pPr>
      <w:bookmarkStart w:id="278" w:name="h-4_13011-25"/>
      <w:bookmarkStart w:id="279" w:name="f-4_13011-25"/>
      <w:bookmarkStart w:id="280" w:name="f-13220-13"/>
      <w:bookmarkEnd w:id="276"/>
      <w:bookmarkEnd w:id="277"/>
      <w:r>
        <w:t>Roof window schedule</w:t>
      </w:r>
      <w:bookmarkEnd w:id="278"/>
    </w:p>
    <w:tbl>
      <w:tblPr>
        <w:tblStyle w:val="NATSPECTable"/>
        <w:tblW w:w="5000" w:type="pct"/>
        <w:tblLook w:val="0620" w:firstRow="1" w:lastRow="0" w:firstColumn="0" w:lastColumn="0" w:noHBand="1" w:noVBand="1"/>
      </w:tblPr>
      <w:tblGrid>
        <w:gridCol w:w="2287"/>
        <w:gridCol w:w="2288"/>
        <w:gridCol w:w="2288"/>
        <w:gridCol w:w="2288"/>
      </w:tblGrid>
      <w:tr w:rsidR="004B5331" w14:paraId="14788D36" w14:textId="77777777" w:rsidTr="004D0230">
        <w:trPr>
          <w:tblHeader/>
        </w:trPr>
        <w:tc>
          <w:tcPr>
            <w:tcW w:w="2287" w:type="dxa"/>
          </w:tcPr>
          <w:p w14:paraId="10A76E84" w14:textId="77777777" w:rsidR="004B5331" w:rsidRDefault="004B5331">
            <w:pPr>
              <w:pStyle w:val="Tabletitle"/>
            </w:pPr>
          </w:p>
        </w:tc>
        <w:tc>
          <w:tcPr>
            <w:tcW w:w="2288" w:type="dxa"/>
          </w:tcPr>
          <w:p w14:paraId="024778A0" w14:textId="77777777" w:rsidR="004B5331" w:rsidRDefault="004D0230">
            <w:pPr>
              <w:pStyle w:val="Tabletitle"/>
            </w:pPr>
            <w:r>
              <w:t>A</w:t>
            </w:r>
          </w:p>
        </w:tc>
        <w:tc>
          <w:tcPr>
            <w:tcW w:w="2288" w:type="dxa"/>
          </w:tcPr>
          <w:p w14:paraId="0AEB4E39" w14:textId="77777777" w:rsidR="004B5331" w:rsidRDefault="004D0230">
            <w:pPr>
              <w:pStyle w:val="Tabletitle"/>
            </w:pPr>
            <w:r>
              <w:t>B</w:t>
            </w:r>
          </w:p>
        </w:tc>
        <w:tc>
          <w:tcPr>
            <w:tcW w:w="2288" w:type="dxa"/>
          </w:tcPr>
          <w:p w14:paraId="002487C0" w14:textId="77777777" w:rsidR="004B5331" w:rsidRDefault="004D0230">
            <w:pPr>
              <w:pStyle w:val="Tabletitle"/>
            </w:pPr>
            <w:r>
              <w:t>C</w:t>
            </w:r>
          </w:p>
        </w:tc>
      </w:tr>
      <w:tr w:rsidR="004B5331" w14:paraId="65022C60" w14:textId="77777777" w:rsidTr="004D0230">
        <w:tc>
          <w:tcPr>
            <w:tcW w:w="2287" w:type="dxa"/>
          </w:tcPr>
          <w:p w14:paraId="6FCE0B3D" w14:textId="77777777" w:rsidR="004B5331" w:rsidRDefault="004D0230">
            <w:pPr>
              <w:pStyle w:val="Tabletext"/>
            </w:pPr>
            <w:r>
              <w:t>Product</w:t>
            </w:r>
          </w:p>
        </w:tc>
        <w:tc>
          <w:tcPr>
            <w:tcW w:w="2288" w:type="dxa"/>
          </w:tcPr>
          <w:p w14:paraId="4E92146F" w14:textId="77777777" w:rsidR="004B5331" w:rsidRDefault="004B5331">
            <w:pPr>
              <w:pStyle w:val="Tabletext"/>
            </w:pPr>
          </w:p>
        </w:tc>
        <w:tc>
          <w:tcPr>
            <w:tcW w:w="2288" w:type="dxa"/>
          </w:tcPr>
          <w:p w14:paraId="5526BA51" w14:textId="77777777" w:rsidR="004B5331" w:rsidRDefault="004B5331">
            <w:pPr>
              <w:pStyle w:val="Tabletext"/>
            </w:pPr>
          </w:p>
        </w:tc>
        <w:tc>
          <w:tcPr>
            <w:tcW w:w="2288" w:type="dxa"/>
          </w:tcPr>
          <w:p w14:paraId="49C6A704" w14:textId="77777777" w:rsidR="004B5331" w:rsidRDefault="004B5331">
            <w:pPr>
              <w:pStyle w:val="Tabletext"/>
            </w:pPr>
          </w:p>
        </w:tc>
      </w:tr>
      <w:tr w:rsidR="004B5331" w14:paraId="3BA436DA" w14:textId="77777777" w:rsidTr="004D0230">
        <w:tc>
          <w:tcPr>
            <w:tcW w:w="2287" w:type="dxa"/>
          </w:tcPr>
          <w:p w14:paraId="1F6D5C9B" w14:textId="77777777" w:rsidR="004B5331" w:rsidRDefault="004D0230">
            <w:pPr>
              <w:pStyle w:val="Tabletext"/>
            </w:pPr>
            <w:r>
              <w:t>Type</w:t>
            </w:r>
          </w:p>
        </w:tc>
        <w:tc>
          <w:tcPr>
            <w:tcW w:w="2288" w:type="dxa"/>
          </w:tcPr>
          <w:p w14:paraId="41867835" w14:textId="77777777" w:rsidR="004B5331" w:rsidRDefault="004B5331">
            <w:pPr>
              <w:pStyle w:val="Tabletext"/>
            </w:pPr>
          </w:p>
        </w:tc>
        <w:tc>
          <w:tcPr>
            <w:tcW w:w="2288" w:type="dxa"/>
          </w:tcPr>
          <w:p w14:paraId="5EBE512F" w14:textId="77777777" w:rsidR="004B5331" w:rsidRDefault="004B5331">
            <w:pPr>
              <w:pStyle w:val="Tabletext"/>
            </w:pPr>
          </w:p>
        </w:tc>
        <w:tc>
          <w:tcPr>
            <w:tcW w:w="2288" w:type="dxa"/>
          </w:tcPr>
          <w:p w14:paraId="463D604D" w14:textId="77777777" w:rsidR="004B5331" w:rsidRDefault="004B5331">
            <w:pPr>
              <w:pStyle w:val="Tabletext"/>
            </w:pPr>
          </w:p>
        </w:tc>
      </w:tr>
      <w:tr w:rsidR="004B5331" w14:paraId="308045C1" w14:textId="77777777" w:rsidTr="004D0230">
        <w:tc>
          <w:tcPr>
            <w:tcW w:w="2287" w:type="dxa"/>
          </w:tcPr>
          <w:p w14:paraId="25D90A9C" w14:textId="77777777" w:rsidR="004B5331" w:rsidRDefault="004D0230">
            <w:pPr>
              <w:pStyle w:val="Tabletext"/>
            </w:pPr>
            <w:r>
              <w:t>Size (mm)</w:t>
            </w:r>
          </w:p>
        </w:tc>
        <w:tc>
          <w:tcPr>
            <w:tcW w:w="2288" w:type="dxa"/>
          </w:tcPr>
          <w:p w14:paraId="1278CC1B" w14:textId="77777777" w:rsidR="004B5331" w:rsidRDefault="004B5331">
            <w:pPr>
              <w:pStyle w:val="Tabletext"/>
            </w:pPr>
          </w:p>
        </w:tc>
        <w:tc>
          <w:tcPr>
            <w:tcW w:w="2288" w:type="dxa"/>
          </w:tcPr>
          <w:p w14:paraId="3F3ADB96" w14:textId="77777777" w:rsidR="004B5331" w:rsidRDefault="004B5331">
            <w:pPr>
              <w:pStyle w:val="Tabletext"/>
            </w:pPr>
          </w:p>
        </w:tc>
        <w:tc>
          <w:tcPr>
            <w:tcW w:w="2288" w:type="dxa"/>
          </w:tcPr>
          <w:p w14:paraId="5006D0AC" w14:textId="77777777" w:rsidR="004B5331" w:rsidRDefault="004B5331">
            <w:pPr>
              <w:pStyle w:val="Tabletext"/>
            </w:pPr>
          </w:p>
        </w:tc>
      </w:tr>
      <w:tr w:rsidR="004B5331" w14:paraId="353424D4" w14:textId="77777777" w:rsidTr="004D0230">
        <w:tc>
          <w:tcPr>
            <w:tcW w:w="2287" w:type="dxa"/>
          </w:tcPr>
          <w:p w14:paraId="4400CCD6" w14:textId="77777777" w:rsidR="004B5331" w:rsidRDefault="004D0230">
            <w:pPr>
              <w:pStyle w:val="Tabletext"/>
            </w:pPr>
            <w:r>
              <w:lastRenderedPageBreak/>
              <w:t>Total system solar heat gain coefficient (SHGC)</w:t>
            </w:r>
          </w:p>
        </w:tc>
        <w:tc>
          <w:tcPr>
            <w:tcW w:w="2288" w:type="dxa"/>
          </w:tcPr>
          <w:p w14:paraId="6DBF11C5" w14:textId="77777777" w:rsidR="004B5331" w:rsidRDefault="004B5331">
            <w:pPr>
              <w:pStyle w:val="Tabletext"/>
            </w:pPr>
          </w:p>
        </w:tc>
        <w:tc>
          <w:tcPr>
            <w:tcW w:w="2288" w:type="dxa"/>
          </w:tcPr>
          <w:p w14:paraId="56199F36" w14:textId="77777777" w:rsidR="004B5331" w:rsidRDefault="004B5331">
            <w:pPr>
              <w:pStyle w:val="Tabletext"/>
            </w:pPr>
          </w:p>
        </w:tc>
        <w:tc>
          <w:tcPr>
            <w:tcW w:w="2288" w:type="dxa"/>
          </w:tcPr>
          <w:p w14:paraId="2FFDC325" w14:textId="77777777" w:rsidR="004B5331" w:rsidRDefault="004B5331">
            <w:pPr>
              <w:pStyle w:val="Tabletext"/>
            </w:pPr>
          </w:p>
        </w:tc>
      </w:tr>
      <w:tr w:rsidR="004B5331" w14:paraId="36E4D5F2" w14:textId="77777777" w:rsidTr="004D0230">
        <w:tc>
          <w:tcPr>
            <w:tcW w:w="2287" w:type="dxa"/>
          </w:tcPr>
          <w:p w14:paraId="2C75B04F" w14:textId="77777777" w:rsidR="004B5331" w:rsidRDefault="004D0230">
            <w:pPr>
              <w:pStyle w:val="Tabletext"/>
            </w:pPr>
            <w:r>
              <w:t>Total system U-Value (W/m</w:t>
            </w:r>
            <w:r>
              <w:rPr>
                <w:vertAlign w:val="superscript"/>
              </w:rPr>
              <w:t>2</w:t>
            </w:r>
            <w:r>
              <w:t>.K)</w:t>
            </w:r>
          </w:p>
        </w:tc>
        <w:tc>
          <w:tcPr>
            <w:tcW w:w="2288" w:type="dxa"/>
          </w:tcPr>
          <w:p w14:paraId="39F991A1" w14:textId="77777777" w:rsidR="004B5331" w:rsidRDefault="004B5331">
            <w:pPr>
              <w:pStyle w:val="Tabletext"/>
            </w:pPr>
          </w:p>
        </w:tc>
        <w:tc>
          <w:tcPr>
            <w:tcW w:w="2288" w:type="dxa"/>
          </w:tcPr>
          <w:p w14:paraId="3654998B" w14:textId="77777777" w:rsidR="004B5331" w:rsidRDefault="004B5331">
            <w:pPr>
              <w:pStyle w:val="Tabletext"/>
            </w:pPr>
          </w:p>
        </w:tc>
        <w:tc>
          <w:tcPr>
            <w:tcW w:w="2288" w:type="dxa"/>
          </w:tcPr>
          <w:p w14:paraId="66932AFB" w14:textId="77777777" w:rsidR="004B5331" w:rsidRDefault="004B5331">
            <w:pPr>
              <w:pStyle w:val="Tabletext"/>
            </w:pPr>
          </w:p>
        </w:tc>
      </w:tr>
      <w:tr w:rsidR="004B5331" w14:paraId="19408973" w14:textId="77777777" w:rsidTr="004D0230">
        <w:tc>
          <w:tcPr>
            <w:tcW w:w="2287" w:type="dxa"/>
          </w:tcPr>
          <w:p w14:paraId="03F07AF0" w14:textId="77777777" w:rsidR="004B5331" w:rsidRDefault="004D0230">
            <w:pPr>
              <w:pStyle w:val="Tabletext"/>
            </w:pPr>
            <w:r>
              <w:t>WERS for Skylights energy rating % heating</w:t>
            </w:r>
          </w:p>
        </w:tc>
        <w:tc>
          <w:tcPr>
            <w:tcW w:w="2288" w:type="dxa"/>
          </w:tcPr>
          <w:p w14:paraId="3BA8EA62" w14:textId="77777777" w:rsidR="004B5331" w:rsidRDefault="004B5331">
            <w:pPr>
              <w:pStyle w:val="Tabletext"/>
            </w:pPr>
          </w:p>
        </w:tc>
        <w:tc>
          <w:tcPr>
            <w:tcW w:w="2288" w:type="dxa"/>
          </w:tcPr>
          <w:p w14:paraId="5A3476FC" w14:textId="77777777" w:rsidR="004B5331" w:rsidRDefault="004B5331">
            <w:pPr>
              <w:pStyle w:val="Tabletext"/>
            </w:pPr>
          </w:p>
        </w:tc>
        <w:tc>
          <w:tcPr>
            <w:tcW w:w="2288" w:type="dxa"/>
          </w:tcPr>
          <w:p w14:paraId="29C58308" w14:textId="77777777" w:rsidR="004B5331" w:rsidRDefault="004B5331">
            <w:pPr>
              <w:pStyle w:val="Tabletext"/>
            </w:pPr>
          </w:p>
        </w:tc>
      </w:tr>
      <w:tr w:rsidR="004B5331" w14:paraId="3D1014AB" w14:textId="77777777" w:rsidTr="004D0230">
        <w:tc>
          <w:tcPr>
            <w:tcW w:w="2287" w:type="dxa"/>
          </w:tcPr>
          <w:p w14:paraId="5BE5B573" w14:textId="77777777" w:rsidR="004B5331" w:rsidRDefault="004D0230">
            <w:pPr>
              <w:pStyle w:val="Tabletext"/>
            </w:pPr>
            <w:r>
              <w:t>WERS for Skylights energy rating % cooling</w:t>
            </w:r>
          </w:p>
        </w:tc>
        <w:tc>
          <w:tcPr>
            <w:tcW w:w="2288" w:type="dxa"/>
          </w:tcPr>
          <w:p w14:paraId="166EF138" w14:textId="77777777" w:rsidR="004B5331" w:rsidRDefault="004B5331">
            <w:pPr>
              <w:pStyle w:val="Tabletext"/>
            </w:pPr>
          </w:p>
        </w:tc>
        <w:tc>
          <w:tcPr>
            <w:tcW w:w="2288" w:type="dxa"/>
          </w:tcPr>
          <w:p w14:paraId="3928AF29" w14:textId="77777777" w:rsidR="004B5331" w:rsidRDefault="004B5331">
            <w:pPr>
              <w:pStyle w:val="Tabletext"/>
            </w:pPr>
          </w:p>
        </w:tc>
        <w:tc>
          <w:tcPr>
            <w:tcW w:w="2288" w:type="dxa"/>
          </w:tcPr>
          <w:p w14:paraId="68D48C1D" w14:textId="77777777" w:rsidR="004B5331" w:rsidRDefault="004B5331">
            <w:pPr>
              <w:pStyle w:val="Tabletext"/>
            </w:pPr>
          </w:p>
        </w:tc>
      </w:tr>
      <w:tr w:rsidR="004B5331" w14:paraId="1695B806" w14:textId="77777777" w:rsidTr="004D0230">
        <w:tc>
          <w:tcPr>
            <w:tcW w:w="2287" w:type="dxa"/>
          </w:tcPr>
          <w:p w14:paraId="2CF5BFAF" w14:textId="77777777" w:rsidR="004B5331" w:rsidRDefault="004D0230">
            <w:pPr>
              <w:pStyle w:val="Tabletext"/>
            </w:pPr>
            <w:r>
              <w:t>Hail guard</w:t>
            </w:r>
          </w:p>
        </w:tc>
        <w:tc>
          <w:tcPr>
            <w:tcW w:w="2288" w:type="dxa"/>
          </w:tcPr>
          <w:p w14:paraId="6AC77510" w14:textId="77777777" w:rsidR="004B5331" w:rsidRDefault="004B5331">
            <w:pPr>
              <w:pStyle w:val="Tabletext"/>
            </w:pPr>
          </w:p>
        </w:tc>
        <w:tc>
          <w:tcPr>
            <w:tcW w:w="2288" w:type="dxa"/>
          </w:tcPr>
          <w:p w14:paraId="00E2D483" w14:textId="77777777" w:rsidR="004B5331" w:rsidRDefault="004B5331">
            <w:pPr>
              <w:pStyle w:val="Tabletext"/>
            </w:pPr>
          </w:p>
        </w:tc>
        <w:tc>
          <w:tcPr>
            <w:tcW w:w="2288" w:type="dxa"/>
          </w:tcPr>
          <w:p w14:paraId="18FF5612" w14:textId="77777777" w:rsidR="004B5331" w:rsidRDefault="004B5331">
            <w:pPr>
              <w:pStyle w:val="Tabletext"/>
            </w:pPr>
          </w:p>
        </w:tc>
      </w:tr>
    </w:tbl>
    <w:p w14:paraId="08C1881A" w14:textId="77777777" w:rsidR="004B5331" w:rsidRDefault="004D0230">
      <w:r>
        <w:t> </w:t>
      </w:r>
    </w:p>
    <w:p w14:paraId="038EF4F9" w14:textId="77777777" w:rsidR="004B5331" w:rsidRDefault="004D0230">
      <w:pPr>
        <w:pStyle w:val="Instructions"/>
      </w:pPr>
      <w:r>
        <w:t>The codes in the header row of the schedule designate each application or location of the item scheduled. Edit the codes to match those in other contract documents.</w:t>
      </w:r>
    </w:p>
    <w:p w14:paraId="1E58B409" w14:textId="77777777" w:rsidR="004B5331" w:rsidRDefault="004D0230">
      <w:pPr>
        <w:pStyle w:val="Instructions"/>
      </w:pPr>
      <w:r>
        <w:t>Product: Nominate a proprietary system or product and edit schedule to suit.</w:t>
      </w:r>
    </w:p>
    <w:p w14:paraId="4BFF889C" w14:textId="77777777" w:rsidR="004B5331" w:rsidRDefault="004D0230">
      <w:pPr>
        <w:pStyle w:val="Instructions"/>
      </w:pPr>
      <w:r>
        <w:t>Type: e.g. Fixed, Opening.</w:t>
      </w:r>
    </w:p>
    <w:p w14:paraId="2528A7DF" w14:textId="77777777" w:rsidR="004B5331" w:rsidRDefault="004D0230">
      <w:pPr>
        <w:pStyle w:val="Instructions"/>
      </w:pPr>
      <w:r>
        <w:t>Solar heat gain coefficient (SHGC) and U-Value (W/m</w:t>
      </w:r>
      <w:r>
        <w:rPr>
          <w:vertAlign w:val="superscript"/>
        </w:rPr>
        <w:t>2</w:t>
      </w:r>
      <w:r>
        <w:t>.K): Add if required in BCA (2022) J4D5 or BCA (2022) H6D2(1)(b)(i).</w:t>
      </w:r>
    </w:p>
    <w:p w14:paraId="23BCD40E" w14:textId="77777777" w:rsidR="004B5331" w:rsidRDefault="004D0230">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1E1FDFD9" w14:textId="77777777" w:rsidR="004B5331" w:rsidRDefault="004D0230">
      <w:pPr>
        <w:pStyle w:val="Heading4"/>
      </w:pPr>
      <w:bookmarkStart w:id="281" w:name="h-5_13011-26"/>
      <w:bookmarkStart w:id="282" w:name="f-5_13011-26"/>
      <w:bookmarkStart w:id="283" w:name="f-13220-14"/>
      <w:bookmarkEnd w:id="279"/>
      <w:bookmarkEnd w:id="280"/>
      <w:r>
        <w:t>Roof ventilator schedule</w:t>
      </w:r>
      <w:bookmarkEnd w:id="281"/>
    </w:p>
    <w:tbl>
      <w:tblPr>
        <w:tblStyle w:val="NATSPECTable"/>
        <w:tblW w:w="5000" w:type="pct"/>
        <w:tblLook w:val="0620" w:firstRow="1" w:lastRow="0" w:firstColumn="0" w:lastColumn="0" w:noHBand="1" w:noVBand="1"/>
      </w:tblPr>
      <w:tblGrid>
        <w:gridCol w:w="2287"/>
        <w:gridCol w:w="2288"/>
        <w:gridCol w:w="2288"/>
        <w:gridCol w:w="2288"/>
      </w:tblGrid>
      <w:tr w:rsidR="004B5331" w14:paraId="21571B3C" w14:textId="77777777" w:rsidTr="004D0230">
        <w:trPr>
          <w:tblHeader/>
        </w:trPr>
        <w:tc>
          <w:tcPr>
            <w:tcW w:w="2287" w:type="dxa"/>
          </w:tcPr>
          <w:p w14:paraId="47DB5B9A" w14:textId="77777777" w:rsidR="004B5331" w:rsidRDefault="004B5331">
            <w:pPr>
              <w:pStyle w:val="Tabletitle"/>
            </w:pPr>
          </w:p>
        </w:tc>
        <w:tc>
          <w:tcPr>
            <w:tcW w:w="2288" w:type="dxa"/>
          </w:tcPr>
          <w:p w14:paraId="4555FFA2" w14:textId="77777777" w:rsidR="004B5331" w:rsidRDefault="004D0230">
            <w:pPr>
              <w:pStyle w:val="Tabletitle"/>
            </w:pPr>
            <w:r>
              <w:t>A</w:t>
            </w:r>
          </w:p>
        </w:tc>
        <w:tc>
          <w:tcPr>
            <w:tcW w:w="2288" w:type="dxa"/>
          </w:tcPr>
          <w:p w14:paraId="0F3CB7C8" w14:textId="77777777" w:rsidR="004B5331" w:rsidRDefault="004D0230">
            <w:pPr>
              <w:pStyle w:val="Tabletitle"/>
            </w:pPr>
            <w:r>
              <w:t>B</w:t>
            </w:r>
          </w:p>
        </w:tc>
        <w:tc>
          <w:tcPr>
            <w:tcW w:w="2288" w:type="dxa"/>
          </w:tcPr>
          <w:p w14:paraId="2763238A" w14:textId="77777777" w:rsidR="004B5331" w:rsidRDefault="004D0230">
            <w:pPr>
              <w:pStyle w:val="Tabletitle"/>
            </w:pPr>
            <w:r>
              <w:t>C</w:t>
            </w:r>
          </w:p>
        </w:tc>
      </w:tr>
      <w:tr w:rsidR="004B5331" w14:paraId="6D137326" w14:textId="77777777" w:rsidTr="004D0230">
        <w:tc>
          <w:tcPr>
            <w:tcW w:w="2287" w:type="dxa"/>
          </w:tcPr>
          <w:p w14:paraId="25BC85D2" w14:textId="77777777" w:rsidR="004B5331" w:rsidRDefault="004D0230">
            <w:pPr>
              <w:pStyle w:val="Tabletext"/>
            </w:pPr>
            <w:r>
              <w:t>Product</w:t>
            </w:r>
          </w:p>
        </w:tc>
        <w:tc>
          <w:tcPr>
            <w:tcW w:w="2288" w:type="dxa"/>
          </w:tcPr>
          <w:p w14:paraId="4C668588" w14:textId="77777777" w:rsidR="004B5331" w:rsidRDefault="004B5331">
            <w:pPr>
              <w:pStyle w:val="Tabletext"/>
            </w:pPr>
          </w:p>
        </w:tc>
        <w:tc>
          <w:tcPr>
            <w:tcW w:w="2288" w:type="dxa"/>
          </w:tcPr>
          <w:p w14:paraId="141D8DBF" w14:textId="77777777" w:rsidR="004B5331" w:rsidRDefault="004B5331">
            <w:pPr>
              <w:pStyle w:val="Tabletext"/>
            </w:pPr>
          </w:p>
        </w:tc>
        <w:tc>
          <w:tcPr>
            <w:tcW w:w="2288" w:type="dxa"/>
          </w:tcPr>
          <w:p w14:paraId="4CD39BF9" w14:textId="77777777" w:rsidR="004B5331" w:rsidRDefault="004B5331">
            <w:pPr>
              <w:pStyle w:val="Tabletext"/>
            </w:pPr>
          </w:p>
        </w:tc>
      </w:tr>
      <w:tr w:rsidR="004B5331" w14:paraId="325DA209" w14:textId="77777777" w:rsidTr="004D0230">
        <w:tc>
          <w:tcPr>
            <w:tcW w:w="2287" w:type="dxa"/>
          </w:tcPr>
          <w:p w14:paraId="1E3574E3" w14:textId="77777777" w:rsidR="004B5331" w:rsidRDefault="004D0230">
            <w:pPr>
              <w:pStyle w:val="Tabletext"/>
            </w:pPr>
            <w:r>
              <w:t>Size (mm)</w:t>
            </w:r>
          </w:p>
        </w:tc>
        <w:tc>
          <w:tcPr>
            <w:tcW w:w="2288" w:type="dxa"/>
          </w:tcPr>
          <w:p w14:paraId="03D1FA84" w14:textId="77777777" w:rsidR="004B5331" w:rsidRDefault="004B5331">
            <w:pPr>
              <w:pStyle w:val="Tabletext"/>
            </w:pPr>
          </w:p>
        </w:tc>
        <w:tc>
          <w:tcPr>
            <w:tcW w:w="2288" w:type="dxa"/>
          </w:tcPr>
          <w:p w14:paraId="29844976" w14:textId="77777777" w:rsidR="004B5331" w:rsidRDefault="004B5331">
            <w:pPr>
              <w:pStyle w:val="Tabletext"/>
            </w:pPr>
          </w:p>
        </w:tc>
        <w:tc>
          <w:tcPr>
            <w:tcW w:w="2288" w:type="dxa"/>
          </w:tcPr>
          <w:p w14:paraId="5302ED7C" w14:textId="77777777" w:rsidR="004B5331" w:rsidRDefault="004B5331">
            <w:pPr>
              <w:pStyle w:val="Tabletext"/>
            </w:pPr>
          </w:p>
        </w:tc>
      </w:tr>
      <w:tr w:rsidR="004B5331" w14:paraId="6070AC81" w14:textId="77777777" w:rsidTr="004D0230">
        <w:tc>
          <w:tcPr>
            <w:tcW w:w="2287" w:type="dxa"/>
          </w:tcPr>
          <w:p w14:paraId="4D1E1400" w14:textId="77777777" w:rsidR="004B5331" w:rsidRDefault="004D0230">
            <w:pPr>
              <w:pStyle w:val="Tabletext"/>
            </w:pPr>
            <w:r>
              <w:t>Throat diameter (mm)</w:t>
            </w:r>
          </w:p>
        </w:tc>
        <w:tc>
          <w:tcPr>
            <w:tcW w:w="2288" w:type="dxa"/>
          </w:tcPr>
          <w:p w14:paraId="15F230F3" w14:textId="77777777" w:rsidR="004B5331" w:rsidRDefault="004B5331">
            <w:pPr>
              <w:pStyle w:val="Tabletext"/>
            </w:pPr>
          </w:p>
        </w:tc>
        <w:tc>
          <w:tcPr>
            <w:tcW w:w="2288" w:type="dxa"/>
          </w:tcPr>
          <w:p w14:paraId="074C91CE" w14:textId="77777777" w:rsidR="004B5331" w:rsidRDefault="004B5331">
            <w:pPr>
              <w:pStyle w:val="Tabletext"/>
            </w:pPr>
          </w:p>
        </w:tc>
        <w:tc>
          <w:tcPr>
            <w:tcW w:w="2288" w:type="dxa"/>
          </w:tcPr>
          <w:p w14:paraId="1F822FCE" w14:textId="77777777" w:rsidR="004B5331" w:rsidRDefault="004B5331">
            <w:pPr>
              <w:pStyle w:val="Tabletext"/>
            </w:pPr>
          </w:p>
        </w:tc>
      </w:tr>
      <w:tr w:rsidR="004B5331" w14:paraId="31C4D729" w14:textId="77777777" w:rsidTr="004D0230">
        <w:tc>
          <w:tcPr>
            <w:tcW w:w="2287" w:type="dxa"/>
          </w:tcPr>
          <w:p w14:paraId="5D96B351" w14:textId="77777777" w:rsidR="004B5331" w:rsidRDefault="004D0230">
            <w:pPr>
              <w:pStyle w:val="Tabletext"/>
            </w:pPr>
            <w:r>
              <w:t>Material</w:t>
            </w:r>
          </w:p>
        </w:tc>
        <w:tc>
          <w:tcPr>
            <w:tcW w:w="2288" w:type="dxa"/>
          </w:tcPr>
          <w:p w14:paraId="796A1E30" w14:textId="77777777" w:rsidR="004B5331" w:rsidRDefault="004B5331">
            <w:pPr>
              <w:pStyle w:val="Tabletext"/>
            </w:pPr>
          </w:p>
        </w:tc>
        <w:tc>
          <w:tcPr>
            <w:tcW w:w="2288" w:type="dxa"/>
          </w:tcPr>
          <w:p w14:paraId="771509A0" w14:textId="77777777" w:rsidR="004B5331" w:rsidRDefault="004B5331">
            <w:pPr>
              <w:pStyle w:val="Tabletext"/>
            </w:pPr>
          </w:p>
        </w:tc>
        <w:tc>
          <w:tcPr>
            <w:tcW w:w="2288" w:type="dxa"/>
          </w:tcPr>
          <w:p w14:paraId="7D1F386E" w14:textId="77777777" w:rsidR="004B5331" w:rsidRDefault="004B5331">
            <w:pPr>
              <w:pStyle w:val="Tabletext"/>
            </w:pPr>
          </w:p>
        </w:tc>
      </w:tr>
      <w:tr w:rsidR="004B5331" w14:paraId="318A8384" w14:textId="77777777" w:rsidTr="004D0230">
        <w:tc>
          <w:tcPr>
            <w:tcW w:w="2287" w:type="dxa"/>
          </w:tcPr>
          <w:p w14:paraId="677F1BD4" w14:textId="77777777" w:rsidR="004B5331" w:rsidRDefault="004D0230">
            <w:pPr>
              <w:pStyle w:val="Tabletext"/>
            </w:pPr>
            <w:r>
              <w:t>Finish</w:t>
            </w:r>
          </w:p>
        </w:tc>
        <w:tc>
          <w:tcPr>
            <w:tcW w:w="2288" w:type="dxa"/>
          </w:tcPr>
          <w:p w14:paraId="125B8F5A" w14:textId="77777777" w:rsidR="004B5331" w:rsidRDefault="004B5331">
            <w:pPr>
              <w:pStyle w:val="Tabletext"/>
            </w:pPr>
          </w:p>
        </w:tc>
        <w:tc>
          <w:tcPr>
            <w:tcW w:w="2288" w:type="dxa"/>
          </w:tcPr>
          <w:p w14:paraId="5D97226C" w14:textId="77777777" w:rsidR="004B5331" w:rsidRDefault="004B5331">
            <w:pPr>
              <w:pStyle w:val="Tabletext"/>
            </w:pPr>
          </w:p>
        </w:tc>
        <w:tc>
          <w:tcPr>
            <w:tcW w:w="2288" w:type="dxa"/>
          </w:tcPr>
          <w:p w14:paraId="0A1061F4" w14:textId="77777777" w:rsidR="004B5331" w:rsidRDefault="004B5331">
            <w:pPr>
              <w:pStyle w:val="Tabletext"/>
            </w:pPr>
          </w:p>
        </w:tc>
      </w:tr>
      <w:tr w:rsidR="004B5331" w14:paraId="5E93E2C8" w14:textId="77777777" w:rsidTr="004D0230">
        <w:tc>
          <w:tcPr>
            <w:tcW w:w="2287" w:type="dxa"/>
          </w:tcPr>
          <w:p w14:paraId="29E4296F" w14:textId="77777777" w:rsidR="004B5331" w:rsidRDefault="004D0230">
            <w:pPr>
              <w:pStyle w:val="Tabletext"/>
            </w:pPr>
            <w:r>
              <w:t>Capacity</w:t>
            </w:r>
          </w:p>
        </w:tc>
        <w:tc>
          <w:tcPr>
            <w:tcW w:w="2288" w:type="dxa"/>
          </w:tcPr>
          <w:p w14:paraId="31164FEE" w14:textId="77777777" w:rsidR="004B5331" w:rsidRDefault="004B5331">
            <w:pPr>
              <w:pStyle w:val="Tabletext"/>
            </w:pPr>
          </w:p>
        </w:tc>
        <w:tc>
          <w:tcPr>
            <w:tcW w:w="2288" w:type="dxa"/>
          </w:tcPr>
          <w:p w14:paraId="400537AD" w14:textId="77777777" w:rsidR="004B5331" w:rsidRDefault="004B5331">
            <w:pPr>
              <w:pStyle w:val="Tabletext"/>
            </w:pPr>
          </w:p>
        </w:tc>
        <w:tc>
          <w:tcPr>
            <w:tcW w:w="2288" w:type="dxa"/>
          </w:tcPr>
          <w:p w14:paraId="2335B600" w14:textId="77777777" w:rsidR="004B5331" w:rsidRDefault="004B5331">
            <w:pPr>
              <w:pStyle w:val="Tabletext"/>
            </w:pPr>
          </w:p>
        </w:tc>
      </w:tr>
      <w:tr w:rsidR="004B5331" w14:paraId="293CDA57" w14:textId="77777777" w:rsidTr="004D0230">
        <w:tc>
          <w:tcPr>
            <w:tcW w:w="2287" w:type="dxa"/>
          </w:tcPr>
          <w:p w14:paraId="6A70091E" w14:textId="77777777" w:rsidR="004B5331" w:rsidRDefault="004D0230">
            <w:pPr>
              <w:pStyle w:val="Tabletext"/>
            </w:pPr>
            <w:r>
              <w:t>Options</w:t>
            </w:r>
          </w:p>
        </w:tc>
        <w:tc>
          <w:tcPr>
            <w:tcW w:w="2288" w:type="dxa"/>
          </w:tcPr>
          <w:p w14:paraId="671AA467" w14:textId="77777777" w:rsidR="004B5331" w:rsidRDefault="004B5331">
            <w:pPr>
              <w:pStyle w:val="Tabletext"/>
            </w:pPr>
          </w:p>
        </w:tc>
        <w:tc>
          <w:tcPr>
            <w:tcW w:w="2288" w:type="dxa"/>
          </w:tcPr>
          <w:p w14:paraId="042201D3" w14:textId="77777777" w:rsidR="004B5331" w:rsidRDefault="004B5331">
            <w:pPr>
              <w:pStyle w:val="Tabletext"/>
            </w:pPr>
          </w:p>
        </w:tc>
        <w:tc>
          <w:tcPr>
            <w:tcW w:w="2288" w:type="dxa"/>
          </w:tcPr>
          <w:p w14:paraId="27ACBF8A" w14:textId="77777777" w:rsidR="004B5331" w:rsidRDefault="004B5331">
            <w:pPr>
              <w:pStyle w:val="Tabletext"/>
            </w:pPr>
          </w:p>
        </w:tc>
      </w:tr>
    </w:tbl>
    <w:p w14:paraId="1E9100D7" w14:textId="77777777" w:rsidR="004B5331" w:rsidRDefault="004D0230">
      <w:r>
        <w:t> </w:t>
      </w:r>
    </w:p>
    <w:p w14:paraId="3BDA0BA7" w14:textId="77777777" w:rsidR="004B5331" w:rsidRDefault="004D0230">
      <w:pPr>
        <w:pStyle w:val="Instructions"/>
      </w:pPr>
      <w:r>
        <w:t>The codes in the header row of the schedule designate each application or location of the item scheduled. Edit the codes to match those in other contract documents.</w:t>
      </w:r>
    </w:p>
    <w:p w14:paraId="36FDCD73" w14:textId="77777777" w:rsidR="004B5331" w:rsidRDefault="004D0230">
      <w:pPr>
        <w:pStyle w:val="Instructions"/>
      </w:pPr>
      <w:r>
        <w:t>Product: Nominate a proprietary system or product and edit schedule to suit.</w:t>
      </w:r>
    </w:p>
    <w:p w14:paraId="41BF8F11" w14:textId="77777777" w:rsidR="004B5331" w:rsidRDefault="004D0230">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6CE0544B" w14:textId="77777777" w:rsidR="004B5331" w:rsidRDefault="004D0230">
      <w:pPr>
        <w:pStyle w:val="Instructions"/>
      </w:pPr>
      <w:r>
        <w:t>Finish: e.g. Match roofing.</w:t>
      </w:r>
    </w:p>
    <w:p w14:paraId="750EA845" w14:textId="77777777" w:rsidR="004B5331" w:rsidRDefault="004D0230">
      <w:pPr>
        <w:pStyle w:val="InstructionsHeading4"/>
      </w:pPr>
      <w:bookmarkStart w:id="284" w:name="h-13221-1"/>
      <w:bookmarkStart w:id="285" w:name="f-13221-1"/>
      <w:bookmarkStart w:id="286" w:name="f-13221"/>
      <w:bookmarkStart w:id="287" w:name="f-13218-bibliography"/>
      <w:bookmarkEnd w:id="282"/>
      <w:bookmarkEnd w:id="283"/>
      <w:bookmarkEnd w:id="250"/>
      <w:bookmarkEnd w:id="26"/>
      <w:r>
        <w:t>REFERENCED DOCUMENTS</w:t>
      </w:r>
      <w:bookmarkEnd w:id="284"/>
    </w:p>
    <w:bookmarkEnd w:id="285"/>
    <w:p w14:paraId="4E5A55FA" w14:textId="77777777" w:rsidR="004B5331" w:rsidRDefault="004D0230">
      <w:pPr>
        <w:pStyle w:val="Instructions"/>
      </w:pPr>
      <w:r>
        <w:rPr>
          <w:b/>
        </w:rPr>
        <w:t>The following documents are incorporated into this worksection by reference:</w:t>
      </w:r>
    </w:p>
    <w:p w14:paraId="7AA13BD9" w14:textId="77777777" w:rsidR="004B5331" w:rsidRDefault="004D0230">
      <w:pPr>
        <w:pStyle w:val="Standard1"/>
      </w:pPr>
      <w:bookmarkStart w:id="288" w:name="f-13221-10_01170_000-000"/>
      <w:r>
        <w:t>AS/NZS 1170</w:t>
      </w:r>
      <w:r>
        <w:tab/>
      </w:r>
      <w:r>
        <w:tab/>
        <w:t>Structural design actions</w:t>
      </w:r>
    </w:p>
    <w:p w14:paraId="1681E07B" w14:textId="77777777" w:rsidR="004B5331" w:rsidRDefault="004D0230">
      <w:pPr>
        <w:pStyle w:val="Standard2"/>
      </w:pPr>
      <w:bookmarkStart w:id="289" w:name="f-13221-10_01170_002-000_2021"/>
      <w:bookmarkEnd w:id="288"/>
      <w:r>
        <w:t>AS/NZS 1170.2</w:t>
      </w:r>
      <w:r>
        <w:tab/>
        <w:t>2021</w:t>
      </w:r>
      <w:r>
        <w:tab/>
        <w:t>Wind actions</w:t>
      </w:r>
    </w:p>
    <w:p w14:paraId="0F8D90D9" w14:textId="77777777" w:rsidR="004B5331" w:rsidRDefault="004D0230">
      <w:pPr>
        <w:pStyle w:val="Standard1"/>
      </w:pPr>
      <w:bookmarkStart w:id="290" w:name="f-13221-10_01366_000-000"/>
      <w:bookmarkEnd w:id="289"/>
      <w:r>
        <w:t>AS 1366</w:t>
      </w:r>
      <w:r>
        <w:tab/>
      </w:r>
      <w:r>
        <w:tab/>
        <w:t>Rigid cellular plastics sheets for thermal insulation</w:t>
      </w:r>
    </w:p>
    <w:p w14:paraId="44FA9738" w14:textId="77777777" w:rsidR="004B5331" w:rsidRDefault="004D0230">
      <w:pPr>
        <w:pStyle w:val="Standard2"/>
      </w:pPr>
      <w:bookmarkStart w:id="291" w:name="f-13221-10_01366_002-000_1992"/>
      <w:bookmarkEnd w:id="290"/>
      <w:r>
        <w:t>AS 1366.2</w:t>
      </w:r>
      <w:r>
        <w:tab/>
        <w:t>1992</w:t>
      </w:r>
      <w:r>
        <w:tab/>
        <w:t>Rigid cellular polyisocyanurate (RC/PIR)</w:t>
      </w:r>
    </w:p>
    <w:p w14:paraId="5C8816A2" w14:textId="77777777" w:rsidR="004B5331" w:rsidRDefault="004D0230">
      <w:pPr>
        <w:pStyle w:val="Standard1"/>
      </w:pPr>
      <w:bookmarkStart w:id="292" w:name="f-13221-10_01530_000-000"/>
      <w:bookmarkEnd w:id="291"/>
      <w:r>
        <w:t>AS 1530</w:t>
      </w:r>
      <w:r>
        <w:tab/>
      </w:r>
      <w:r>
        <w:tab/>
        <w:t>Methods for fire tests on building materials, components and structures</w:t>
      </w:r>
    </w:p>
    <w:p w14:paraId="6BD93624" w14:textId="77777777" w:rsidR="004B5331" w:rsidRDefault="004D0230">
      <w:pPr>
        <w:pStyle w:val="Standard2"/>
      </w:pPr>
      <w:bookmarkStart w:id="293" w:name="f-13221-10_01530_003-000_1999"/>
      <w:bookmarkEnd w:id="292"/>
      <w:r>
        <w:t>AS/NZS 1530.3</w:t>
      </w:r>
      <w:r>
        <w:tab/>
        <w:t>1999</w:t>
      </w:r>
      <w:r>
        <w:tab/>
        <w:t>Simultaneous determination of ignitability, flame propagation, heat release and smoke release</w:t>
      </w:r>
    </w:p>
    <w:p w14:paraId="06FEF57F" w14:textId="77777777" w:rsidR="004B5331" w:rsidRDefault="004D0230">
      <w:pPr>
        <w:pStyle w:val="Standard1"/>
      </w:pPr>
      <w:bookmarkStart w:id="294" w:name="f-13221-10_01562_000-000"/>
      <w:bookmarkEnd w:id="293"/>
      <w:r>
        <w:t>AS 1562</w:t>
      </w:r>
      <w:r>
        <w:tab/>
      </w:r>
      <w:r>
        <w:tab/>
      </w:r>
      <w:r>
        <w:t>Design and installation of sheet roof and wall cladding</w:t>
      </w:r>
    </w:p>
    <w:p w14:paraId="7E1CCAB2" w14:textId="77777777" w:rsidR="004B5331" w:rsidRDefault="004D0230">
      <w:pPr>
        <w:pStyle w:val="Standard2"/>
      </w:pPr>
      <w:bookmarkStart w:id="295" w:name="f-13221-10_01562_001-000_2018"/>
      <w:bookmarkEnd w:id="294"/>
      <w:r>
        <w:t>AS 1562.1</w:t>
      </w:r>
      <w:r>
        <w:tab/>
        <w:t>2018</w:t>
      </w:r>
      <w:r>
        <w:tab/>
        <w:t>Metal</w:t>
      </w:r>
    </w:p>
    <w:p w14:paraId="31990C65" w14:textId="77777777" w:rsidR="004B5331" w:rsidRDefault="004D0230">
      <w:pPr>
        <w:pStyle w:val="Standard1"/>
      </w:pPr>
      <w:bookmarkStart w:id="296" w:name="f-13221-10_02179_000-000"/>
      <w:bookmarkEnd w:id="295"/>
      <w:r>
        <w:t>AS/NZS 2179</w:t>
      </w:r>
      <w:r>
        <w:tab/>
      </w:r>
      <w:r>
        <w:tab/>
        <w:t>Specifications for rainwater goods, accessories and fasteners</w:t>
      </w:r>
    </w:p>
    <w:p w14:paraId="577D50BD" w14:textId="77777777" w:rsidR="004B5331" w:rsidRDefault="004D0230">
      <w:pPr>
        <w:pStyle w:val="Standard2"/>
      </w:pPr>
      <w:bookmarkStart w:id="297" w:name="f-13221-10_02179_001-000_2014"/>
      <w:bookmarkEnd w:id="296"/>
      <w:r>
        <w:t>AS/NZS 2179.1</w:t>
      </w:r>
      <w:r>
        <w:tab/>
        <w:t>2014</w:t>
      </w:r>
      <w:r>
        <w:tab/>
        <w:t>Metal shape or sheet rainwater goods, and metal accessories and fasteners</w:t>
      </w:r>
    </w:p>
    <w:p w14:paraId="7D8F3886" w14:textId="77777777" w:rsidR="004B5331" w:rsidRDefault="004D0230">
      <w:pPr>
        <w:pStyle w:val="Standard1"/>
      </w:pPr>
      <w:bookmarkStart w:id="298" w:name="f-13221-10_02904_000-000_1995"/>
      <w:bookmarkEnd w:id="297"/>
      <w:r>
        <w:t>AS/NZS 2904</w:t>
      </w:r>
      <w:r>
        <w:tab/>
        <w:t>1995</w:t>
      </w:r>
      <w:r>
        <w:tab/>
        <w:t>Damp-proof courses and flashings</w:t>
      </w:r>
    </w:p>
    <w:p w14:paraId="7A787306" w14:textId="77777777" w:rsidR="004B5331" w:rsidRDefault="004D0230">
      <w:pPr>
        <w:pStyle w:val="Standard1"/>
      </w:pPr>
      <w:bookmarkStart w:id="299" w:name="f-13221-10_03500_000-000"/>
      <w:bookmarkEnd w:id="298"/>
      <w:r>
        <w:t>AS/NZS 3500</w:t>
      </w:r>
      <w:r>
        <w:tab/>
      </w:r>
      <w:r>
        <w:tab/>
        <w:t>Plumbing and drainage</w:t>
      </w:r>
    </w:p>
    <w:p w14:paraId="79E1A13E" w14:textId="77777777" w:rsidR="004B5331" w:rsidRDefault="004D0230">
      <w:pPr>
        <w:pStyle w:val="Standard2"/>
      </w:pPr>
      <w:bookmarkStart w:id="300" w:name="f-13221-10_03500_003-000_2021"/>
      <w:bookmarkEnd w:id="299"/>
      <w:r>
        <w:t>AS/NZS 3500.3</w:t>
      </w:r>
      <w:r>
        <w:tab/>
        <w:t>2021</w:t>
      </w:r>
      <w:r>
        <w:tab/>
        <w:t>Stormwater drainage</w:t>
      </w:r>
    </w:p>
    <w:p w14:paraId="5FF3AF4C" w14:textId="77777777" w:rsidR="004B5331" w:rsidRDefault="004D0230">
      <w:pPr>
        <w:pStyle w:val="Standard1"/>
      </w:pPr>
      <w:bookmarkStart w:id="301" w:name="f-13221-10_04285_000-000_2019"/>
      <w:bookmarkEnd w:id="300"/>
      <w:r>
        <w:t>AS 4285</w:t>
      </w:r>
      <w:r>
        <w:tab/>
        <w:t>2019</w:t>
      </w:r>
      <w:r>
        <w:tab/>
        <w:t>Rooflights</w:t>
      </w:r>
    </w:p>
    <w:p w14:paraId="2298E67B" w14:textId="77777777" w:rsidR="004B5331" w:rsidRDefault="004D0230">
      <w:pPr>
        <w:pStyle w:val="Standard1"/>
      </w:pPr>
      <w:bookmarkStart w:id="302" w:name="f-13221-10_04859_000-000"/>
      <w:bookmarkEnd w:id="301"/>
      <w:r>
        <w:t>AS/NZS 4859</w:t>
      </w:r>
      <w:r>
        <w:tab/>
      </w:r>
      <w:r>
        <w:tab/>
        <w:t>Thermal insulation materials for buildings</w:t>
      </w:r>
    </w:p>
    <w:p w14:paraId="5ECEB76D" w14:textId="77777777" w:rsidR="004B5331" w:rsidRDefault="004D0230">
      <w:pPr>
        <w:pStyle w:val="Standard2"/>
      </w:pPr>
      <w:bookmarkStart w:id="303" w:name="f-13221-10_04859_001-000_2018"/>
      <w:bookmarkEnd w:id="302"/>
      <w:r>
        <w:t>AS/NZS 4859.1</w:t>
      </w:r>
      <w:r>
        <w:tab/>
        <w:t>2018</w:t>
      </w:r>
      <w:r>
        <w:tab/>
        <w:t>General criteria and technical provisions</w:t>
      </w:r>
    </w:p>
    <w:p w14:paraId="3B5FBA06" w14:textId="77777777" w:rsidR="004B5331" w:rsidRDefault="004D0230">
      <w:pPr>
        <w:pStyle w:val="Standard2"/>
      </w:pPr>
      <w:bookmarkStart w:id="304" w:name="f-13221-10_04859_002-000_2018"/>
      <w:bookmarkEnd w:id="303"/>
      <w:r>
        <w:t>AS/NZS 4859.2</w:t>
      </w:r>
      <w:r>
        <w:tab/>
        <w:t>2018</w:t>
      </w:r>
      <w:r>
        <w:tab/>
        <w:t>Design</w:t>
      </w:r>
    </w:p>
    <w:p w14:paraId="62704175" w14:textId="77777777" w:rsidR="004B5331" w:rsidRDefault="004D0230">
      <w:pPr>
        <w:pStyle w:val="Standard1"/>
      </w:pPr>
      <w:bookmarkStart w:id="305" w:name="f-13221-10_05637_000-000"/>
      <w:bookmarkEnd w:id="304"/>
      <w:r>
        <w:t>AS 5637</w:t>
      </w:r>
      <w:r>
        <w:tab/>
      </w:r>
      <w:r>
        <w:tab/>
        <w:t>Determination of fire hazard properties</w:t>
      </w:r>
    </w:p>
    <w:p w14:paraId="078C1813" w14:textId="77777777" w:rsidR="004B5331" w:rsidRDefault="004D0230">
      <w:pPr>
        <w:pStyle w:val="Standard2"/>
      </w:pPr>
      <w:bookmarkStart w:id="306" w:name="f-13221-10_05637_001-000_2015"/>
      <w:bookmarkEnd w:id="305"/>
      <w:r>
        <w:t>AS 5637.1</w:t>
      </w:r>
      <w:r>
        <w:tab/>
        <w:t>2015</w:t>
      </w:r>
      <w:r>
        <w:tab/>
        <w:t>Wall and ceiling linings</w:t>
      </w:r>
    </w:p>
    <w:bookmarkEnd w:id="306"/>
    <w:p w14:paraId="248439F7" w14:textId="77777777" w:rsidR="004B5331" w:rsidRDefault="004D0230">
      <w:pPr>
        <w:pStyle w:val="Instructions"/>
      </w:pPr>
      <w:r>
        <w:rPr>
          <w:b/>
        </w:rPr>
        <w:t xml:space="preserve">The following documents are mentioned only in the </w:t>
      </w:r>
      <w:r>
        <w:rPr>
          <w:b/>
          <w:i/>
        </w:rPr>
        <w:t>Guidance</w:t>
      </w:r>
      <w:r>
        <w:rPr>
          <w:b/>
        </w:rPr>
        <w:t xml:space="preserve"> text:</w:t>
      </w:r>
    </w:p>
    <w:p w14:paraId="7FB080E2" w14:textId="77777777" w:rsidR="004B5331" w:rsidRDefault="004D0230">
      <w:pPr>
        <w:pStyle w:val="Standard1"/>
      </w:pPr>
      <w:bookmarkStart w:id="307" w:name="f-13221-=10_01170_000-000"/>
      <w:r>
        <w:lastRenderedPageBreak/>
        <w:t>AS/NZS 1170</w:t>
      </w:r>
      <w:r>
        <w:tab/>
      </w:r>
      <w:r>
        <w:tab/>
        <w:t>Structural design actions</w:t>
      </w:r>
    </w:p>
    <w:p w14:paraId="314D5B3C" w14:textId="77777777" w:rsidR="004B5331" w:rsidRDefault="004D0230">
      <w:pPr>
        <w:pStyle w:val="Standard2"/>
      </w:pPr>
      <w:bookmarkStart w:id="308" w:name="f-13221-10_01170_001-000_2002"/>
      <w:bookmarkEnd w:id="307"/>
      <w:r>
        <w:t>AS/NZS 1170.1</w:t>
      </w:r>
      <w:r>
        <w:tab/>
        <w:t>2002</w:t>
      </w:r>
      <w:r>
        <w:tab/>
        <w:t>Permanent, imposed and other actions</w:t>
      </w:r>
    </w:p>
    <w:p w14:paraId="7FB1CD75" w14:textId="77777777" w:rsidR="004B5331" w:rsidRDefault="004D0230">
      <w:pPr>
        <w:pStyle w:val="Standard2"/>
      </w:pPr>
      <w:bookmarkStart w:id="309" w:name="f-13221-10_01170_003-000_2003"/>
      <w:bookmarkEnd w:id="308"/>
      <w:r>
        <w:t>AS/NZS 1170.3</w:t>
      </w:r>
      <w:r>
        <w:tab/>
        <w:t>2003</w:t>
      </w:r>
      <w:r>
        <w:tab/>
        <w:t>Snow and ice actions</w:t>
      </w:r>
    </w:p>
    <w:p w14:paraId="6323F857" w14:textId="77777777" w:rsidR="004B5331" w:rsidRDefault="004D0230">
      <w:pPr>
        <w:pStyle w:val="Standard1"/>
      </w:pPr>
      <w:bookmarkStart w:id="310" w:name="f-13221-10_01397_000-000_2021"/>
      <w:bookmarkEnd w:id="309"/>
      <w:r>
        <w:t>AS 1397</w:t>
      </w:r>
      <w:r>
        <w:tab/>
        <w:t>2021</w:t>
      </w:r>
      <w:r>
        <w:tab/>
        <w:t>Continuous hot-dip metallic coated steel sheet and strip - Coatings of zinc and zinc alloyed with aluminium and magnesium</w:t>
      </w:r>
    </w:p>
    <w:p w14:paraId="75FAFEBD" w14:textId="77777777" w:rsidR="004B5331" w:rsidRDefault="004D0230">
      <w:pPr>
        <w:pStyle w:val="Standard1"/>
      </w:pPr>
      <w:bookmarkStart w:id="311" w:name="f-13221-10_01657_000-000_2018"/>
      <w:bookmarkEnd w:id="310"/>
      <w:r>
        <w:t>AS 1657</w:t>
      </w:r>
      <w:r>
        <w:tab/>
        <w:t>2018</w:t>
      </w:r>
      <w:r>
        <w:tab/>
        <w:t>Fixed platforms, walkways, stairways and ladders - Design, construction and installation</w:t>
      </w:r>
    </w:p>
    <w:p w14:paraId="390B9065" w14:textId="77777777" w:rsidR="004B5331" w:rsidRDefault="004D0230">
      <w:pPr>
        <w:pStyle w:val="Standard1"/>
      </w:pPr>
      <w:bookmarkStart w:id="312" w:name="f-13221-10_02312_000-000"/>
      <w:bookmarkEnd w:id="311"/>
      <w:r>
        <w:t>AS/NZS 2312</w:t>
      </w:r>
      <w:r>
        <w:tab/>
      </w:r>
      <w:r>
        <w:tab/>
        <w:t>Guide to the protection of structural steel against atmospheric corrosion by the use of protective coatings</w:t>
      </w:r>
    </w:p>
    <w:p w14:paraId="0BAF56B9" w14:textId="77777777" w:rsidR="004B5331" w:rsidRDefault="004D0230">
      <w:pPr>
        <w:pStyle w:val="Standard2"/>
      </w:pPr>
      <w:bookmarkStart w:id="313" w:name="f-13221-10_02312_001-000_2014"/>
      <w:bookmarkEnd w:id="312"/>
      <w:r>
        <w:t>AS 2312.1</w:t>
      </w:r>
      <w:r>
        <w:tab/>
        <w:t>2014</w:t>
      </w:r>
      <w:r>
        <w:tab/>
        <w:t>Paint coatings</w:t>
      </w:r>
    </w:p>
    <w:p w14:paraId="609EBD7D" w14:textId="77777777" w:rsidR="004B5331" w:rsidRDefault="004D0230">
      <w:pPr>
        <w:pStyle w:val="Standard1"/>
      </w:pPr>
      <w:bookmarkStart w:id="314" w:name="f-13221-10_02427_000-000_2004"/>
      <w:bookmarkEnd w:id="313"/>
      <w:r>
        <w:t>AS 2427</w:t>
      </w:r>
      <w:r>
        <w:tab/>
        <w:t>2004</w:t>
      </w:r>
      <w:r>
        <w:tab/>
        <w:t>Smoke/heat release vents</w:t>
      </w:r>
    </w:p>
    <w:p w14:paraId="44D84CC9" w14:textId="77777777" w:rsidR="004B5331" w:rsidRDefault="004D0230">
      <w:pPr>
        <w:pStyle w:val="Standard1"/>
      </w:pPr>
      <w:bookmarkStart w:id="315" w:name="f-13221-10_02428_000-000"/>
      <w:bookmarkEnd w:id="314"/>
      <w:r>
        <w:t>AS 2428</w:t>
      </w:r>
      <w:r>
        <w:tab/>
      </w:r>
      <w:r>
        <w:tab/>
        <w:t>Methods of testing smoke/heat release vents</w:t>
      </w:r>
    </w:p>
    <w:p w14:paraId="390695D5" w14:textId="77777777" w:rsidR="004B5331" w:rsidRDefault="004D0230">
      <w:pPr>
        <w:pStyle w:val="Standard2"/>
      </w:pPr>
      <w:bookmarkStart w:id="316" w:name="f-13221-10_02428_001-000_2004"/>
      <w:bookmarkEnd w:id="315"/>
      <w:r>
        <w:t>AS 2428.1</w:t>
      </w:r>
      <w:r>
        <w:tab/>
        <w:t>2004</w:t>
      </w:r>
      <w:r>
        <w:tab/>
        <w:t>Determination of resistance to leakage during rain</w:t>
      </w:r>
    </w:p>
    <w:p w14:paraId="4CAEEBE9" w14:textId="77777777" w:rsidR="004B5331" w:rsidRDefault="004D0230">
      <w:pPr>
        <w:pStyle w:val="Standard1"/>
      </w:pPr>
      <w:bookmarkStart w:id="317" w:name="f-13221-10_02665_000-000_2001"/>
      <w:bookmarkEnd w:id="316"/>
      <w:r>
        <w:t>AS 2665</w:t>
      </w:r>
      <w:r>
        <w:tab/>
        <w:t>2001</w:t>
      </w:r>
      <w:r>
        <w:tab/>
        <w:t>Smoke/heat venting systems - Design, installation and commissioning</w:t>
      </w:r>
    </w:p>
    <w:p w14:paraId="6D9D3A2F" w14:textId="77777777" w:rsidR="004B5331" w:rsidRDefault="004D0230">
      <w:pPr>
        <w:pStyle w:val="Standard1"/>
      </w:pPr>
      <w:bookmarkStart w:id="318" w:name="f-13221-10_02728_000-000_2013"/>
      <w:bookmarkEnd w:id="317"/>
      <w:r>
        <w:t>AS/NZS 2728</w:t>
      </w:r>
      <w:r>
        <w:tab/>
        <w:t>2013</w:t>
      </w:r>
      <w:r>
        <w:tab/>
        <w:t>Prefinished/prepainted sheet metal products for interior/exterior building applications - Performance requirements</w:t>
      </w:r>
    </w:p>
    <w:p w14:paraId="43CE1688" w14:textId="77777777" w:rsidR="004B5331" w:rsidRDefault="004D0230">
      <w:pPr>
        <w:pStyle w:val="Standard1"/>
      </w:pPr>
      <w:bookmarkStart w:id="319" w:name="f-13221-10_03959_000-000_2018"/>
      <w:bookmarkEnd w:id="318"/>
      <w:r>
        <w:t>AS 3959</w:t>
      </w:r>
      <w:r>
        <w:tab/>
        <w:t>2018</w:t>
      </w:r>
      <w:r>
        <w:tab/>
        <w:t>Construction of buildings in bushfire-prone areas</w:t>
      </w:r>
    </w:p>
    <w:p w14:paraId="54434A2E" w14:textId="77777777" w:rsidR="004B5331" w:rsidRDefault="004D0230">
      <w:pPr>
        <w:pStyle w:val="Standard1"/>
      </w:pPr>
      <w:bookmarkStart w:id="320" w:name="f-13221-10_04312_000-000_2019"/>
      <w:bookmarkEnd w:id="319"/>
      <w:r>
        <w:t>AS 4312</w:t>
      </w:r>
      <w:r>
        <w:tab/>
        <w:t>2019</w:t>
      </w:r>
      <w:r>
        <w:tab/>
        <w:t>Atmospheric corrosivity zones in Australia</w:t>
      </w:r>
    </w:p>
    <w:p w14:paraId="34819A55" w14:textId="77777777" w:rsidR="004B5331" w:rsidRDefault="004D0230">
      <w:pPr>
        <w:pStyle w:val="Standard1"/>
      </w:pPr>
      <w:bookmarkStart w:id="321" w:name="f-13221-15_00039_000-000_2015"/>
      <w:bookmarkEnd w:id="320"/>
      <w:r>
        <w:t>SA HB 39</w:t>
      </w:r>
      <w:r>
        <w:tab/>
        <w:t>2015</w:t>
      </w:r>
      <w:r>
        <w:tab/>
        <w:t>Installation code for metal roof and wall cladding</w:t>
      </w:r>
    </w:p>
    <w:p w14:paraId="6B0A7DA0" w14:textId="77777777" w:rsidR="004B5331" w:rsidRDefault="004D0230">
      <w:pPr>
        <w:pStyle w:val="Standard1"/>
      </w:pPr>
      <w:bookmarkStart w:id="322" w:name="f-13221-15_00106_000-000_1998"/>
      <w:bookmarkEnd w:id="321"/>
      <w:r>
        <w:t>SA HB 106</w:t>
      </w:r>
      <w:r>
        <w:tab/>
        <w:t>1998</w:t>
      </w:r>
      <w:r>
        <w:tab/>
      </w:r>
      <w:r>
        <w:t>Guidelines for the design of structures in snow areas</w:t>
      </w:r>
    </w:p>
    <w:p w14:paraId="0C825FA9" w14:textId="77777777" w:rsidR="004B5331" w:rsidRDefault="004D0230">
      <w:pPr>
        <w:pStyle w:val="Standard1"/>
      </w:pPr>
      <w:bookmarkStart w:id="323" w:name="f-13221-20_NCC_H6D2_00000_2022"/>
      <w:bookmarkEnd w:id="322"/>
      <w:r>
        <w:t>BCA H6D2</w:t>
      </w:r>
      <w:r>
        <w:tab/>
        <w:t>2022</w:t>
      </w:r>
      <w:r>
        <w:tab/>
        <w:t>Class 1 and 10 buildings - Energy efficiency - Application of Part H6</w:t>
      </w:r>
    </w:p>
    <w:p w14:paraId="009C85AE" w14:textId="77777777" w:rsidR="004B5331" w:rsidRDefault="004D0230">
      <w:pPr>
        <w:pStyle w:val="Standard1"/>
      </w:pPr>
      <w:bookmarkStart w:id="324" w:name="f-13221-20_NCC_J4D5_00000_2022"/>
      <w:bookmarkEnd w:id="323"/>
      <w:r>
        <w:t>BCA J4D5</w:t>
      </w:r>
      <w:r>
        <w:tab/>
        <w:t>2022</w:t>
      </w:r>
      <w:r>
        <w:tab/>
        <w:t>Energy efficiency - Building fabric - Roof lights</w:t>
      </w:r>
    </w:p>
    <w:p w14:paraId="0FC108EE" w14:textId="77777777" w:rsidR="004B5331" w:rsidRDefault="004D0230">
      <w:pPr>
        <w:pStyle w:val="Standard1"/>
      </w:pPr>
      <w:bookmarkStart w:id="325" w:name="f-13221-20_NCC_Section_C_00000_2022"/>
      <w:bookmarkEnd w:id="324"/>
      <w:r>
        <w:t>BCA Section C</w:t>
      </w:r>
      <w:r>
        <w:tab/>
        <w:t>2022</w:t>
      </w:r>
      <w:r>
        <w:tab/>
        <w:t>Fire resistance</w:t>
      </w:r>
    </w:p>
    <w:p w14:paraId="7B804616" w14:textId="77777777" w:rsidR="004B5331" w:rsidRDefault="004D0230">
      <w:pPr>
        <w:pStyle w:val="Standard1"/>
      </w:pPr>
      <w:bookmarkStart w:id="326" w:name="f-13221-20_NCC_Table_S7C7_00000_2022"/>
      <w:bookmarkEnd w:id="325"/>
      <w:r>
        <w:t>BCA Table S7C7</w:t>
      </w:r>
      <w:r>
        <w:tab/>
        <w:t>2022</w:t>
      </w:r>
      <w:r>
        <w:tab/>
        <w:t>Fire resistance - Fire hazard properties - Other materials - Other materials</w:t>
      </w:r>
    </w:p>
    <w:p w14:paraId="030DA51B" w14:textId="77777777" w:rsidR="004B5331" w:rsidRDefault="004D0230">
      <w:pPr>
        <w:pStyle w:val="Standard1"/>
      </w:pPr>
      <w:bookmarkStart w:id="327" w:name="f-13221-25_ABCB_Fire_performance_00000_2"/>
      <w:bookmarkEnd w:id="326"/>
      <w:r>
        <w:t>ABCB Fire performance</w:t>
      </w:r>
      <w:r>
        <w:tab/>
        <w:t>2020</w:t>
      </w:r>
      <w:r>
        <w:tab/>
        <w:t>Fire performance of external walls and cladding advisory note</w:t>
      </w:r>
    </w:p>
    <w:p w14:paraId="3D83B647" w14:textId="77777777" w:rsidR="004B5331" w:rsidRDefault="004D0230">
      <w:pPr>
        <w:pStyle w:val="Standard1"/>
      </w:pPr>
      <w:bookmarkStart w:id="328" w:name="f-13221-25_BLUESCOPE_TB_01A_00000_2022"/>
      <w:bookmarkEnd w:id="327"/>
      <w:r>
        <w:t>BlueScope TB-01A</w:t>
      </w:r>
      <w:r>
        <w:tab/>
        <w:t>2023</w:t>
      </w:r>
      <w:r>
        <w:tab/>
        <w:t>Steel roofing products - Selection guide</w:t>
      </w:r>
    </w:p>
    <w:p w14:paraId="00F4A7DA" w14:textId="77777777" w:rsidR="004B5331" w:rsidRDefault="004D0230">
      <w:pPr>
        <w:pStyle w:val="Standard1"/>
      </w:pPr>
      <w:bookmarkStart w:id="329" w:name="f-13221-25_BLUESCOPE_TB_01B_00000_2022"/>
      <w:bookmarkEnd w:id="328"/>
      <w:r>
        <w:t>BlueScope TB-01B</w:t>
      </w:r>
      <w:r>
        <w:tab/>
        <w:t>2022</w:t>
      </w:r>
      <w:r>
        <w:tab/>
        <w:t>Steel walling products - Selection guide</w:t>
      </w:r>
    </w:p>
    <w:p w14:paraId="44D80972" w14:textId="77777777" w:rsidR="004B5331" w:rsidRDefault="004D0230">
      <w:pPr>
        <w:pStyle w:val="Standard1"/>
      </w:pPr>
      <w:bookmarkStart w:id="330" w:name="f-13221-25_GBCA_Buildings_00000_2021"/>
      <w:bookmarkEnd w:id="329"/>
      <w:r>
        <w:t>GBCA Buildings</w:t>
      </w:r>
      <w:r>
        <w:tab/>
        <w:t>2021</w:t>
      </w:r>
      <w:r>
        <w:tab/>
        <w:t>Green Star Buildings</w:t>
      </w:r>
    </w:p>
    <w:p w14:paraId="2EEF3D8C" w14:textId="77777777" w:rsidR="004B5331" w:rsidRDefault="004D0230">
      <w:pPr>
        <w:pStyle w:val="Standard1"/>
      </w:pPr>
      <w:bookmarkStart w:id="331" w:name="f-13221-25_NATSPEC_DES_003_00000"/>
      <w:bookmarkEnd w:id="330"/>
      <w:r>
        <w:t>NATSPEC DES 003</w:t>
      </w:r>
      <w:r>
        <w:tab/>
      </w:r>
      <w:r>
        <w:tab/>
        <w:t>Fire hazard properties of insulation and pliable membranes</w:t>
      </w:r>
    </w:p>
    <w:p w14:paraId="2B18EEB7" w14:textId="77777777" w:rsidR="004B5331" w:rsidRDefault="004D0230">
      <w:pPr>
        <w:pStyle w:val="Standard1"/>
      </w:pPr>
      <w:bookmarkStart w:id="332" w:name="f-13221-25_NATSPEC_DES_004_00000"/>
      <w:bookmarkEnd w:id="331"/>
      <w:r>
        <w:t>NATSPEC DES 004</w:t>
      </w:r>
      <w:r>
        <w:tab/>
      </w:r>
      <w:r>
        <w:tab/>
        <w:t>Air, moisture and condensation</w:t>
      </w:r>
    </w:p>
    <w:p w14:paraId="768AA790" w14:textId="77777777" w:rsidR="004B5331" w:rsidRDefault="004D0230">
      <w:pPr>
        <w:pStyle w:val="Standard1"/>
      </w:pPr>
      <w:bookmarkStart w:id="333" w:name="f-13221-25_NATSPEC_DES_010_00000"/>
      <w:bookmarkEnd w:id="332"/>
      <w:r>
        <w:t>NATSPEC DES 010</w:t>
      </w:r>
      <w:r>
        <w:tab/>
      </w:r>
      <w:r>
        <w:tab/>
        <w:t>Atmospheric corrosivity categories for ferrous products</w:t>
      </w:r>
    </w:p>
    <w:p w14:paraId="404B2B49" w14:textId="77777777" w:rsidR="004B5331" w:rsidRDefault="004D0230">
      <w:pPr>
        <w:pStyle w:val="Standard1"/>
      </w:pPr>
      <w:bookmarkStart w:id="334" w:name="f-13221-25_NATSPEC_DES_011_00000"/>
      <w:bookmarkEnd w:id="333"/>
      <w:r>
        <w:t>NATSPEC DES 011</w:t>
      </w:r>
      <w:r>
        <w:tab/>
      </w:r>
      <w:r>
        <w:tab/>
        <w:t>Rainwater harvesting</w:t>
      </w:r>
    </w:p>
    <w:p w14:paraId="1EC85F9F" w14:textId="77777777" w:rsidR="004B5331" w:rsidRDefault="004D0230">
      <w:pPr>
        <w:pStyle w:val="Standard1"/>
      </w:pPr>
      <w:bookmarkStart w:id="335" w:name="f-13221-25_NATSPEC_DES_018_00000"/>
      <w:bookmarkEnd w:id="334"/>
      <w:r>
        <w:t>NATSPEC DES 018</w:t>
      </w:r>
      <w:r>
        <w:tab/>
      </w:r>
      <w:r>
        <w:tab/>
        <w:t>Bushfire protection</w:t>
      </w:r>
    </w:p>
    <w:p w14:paraId="080910E9" w14:textId="77777777" w:rsidR="004B5331" w:rsidRDefault="004D0230">
      <w:pPr>
        <w:pStyle w:val="Standard1"/>
      </w:pPr>
      <w:bookmarkStart w:id="336" w:name="f-13221-25_NATSPEC_DES_020_00000"/>
      <w:bookmarkEnd w:id="335"/>
      <w:r>
        <w:t>NATSPEC DES 020</w:t>
      </w:r>
      <w:r>
        <w:tab/>
      </w:r>
      <w:r>
        <w:tab/>
        <w:t>Fire behaviour of building materials and assemblies</w:t>
      </w:r>
    </w:p>
    <w:p w14:paraId="5EDA6C52" w14:textId="77777777" w:rsidR="004B5331" w:rsidRDefault="004D0230">
      <w:pPr>
        <w:pStyle w:val="Standard1"/>
      </w:pPr>
      <w:bookmarkStart w:id="337" w:name="f-13221-25_NATSPEC_DES_031_00000"/>
      <w:bookmarkEnd w:id="336"/>
      <w:r>
        <w:t>NATSPEC DES 031</w:t>
      </w:r>
      <w:r>
        <w:tab/>
      </w:r>
      <w:r>
        <w:tab/>
        <w:t>Specifying R-Values</w:t>
      </w:r>
    </w:p>
    <w:p w14:paraId="7C7A7009" w14:textId="77777777" w:rsidR="004B5331" w:rsidRDefault="004D0230">
      <w:pPr>
        <w:pStyle w:val="Standard1"/>
      </w:pPr>
      <w:bookmarkStart w:id="338" w:name="f-13221-25_NATSPEC_GEN_006_00000"/>
      <w:bookmarkEnd w:id="337"/>
      <w:r>
        <w:t>NATSPEC GEN 006</w:t>
      </w:r>
      <w:r>
        <w:tab/>
      </w:r>
      <w:r>
        <w:tab/>
        <w:t>Product specifying and substitution</w:t>
      </w:r>
    </w:p>
    <w:p w14:paraId="0028F8D8" w14:textId="77777777" w:rsidR="004B5331" w:rsidRDefault="004D0230">
      <w:pPr>
        <w:pStyle w:val="Standard1"/>
      </w:pPr>
      <w:bookmarkStart w:id="339" w:name="f-13221-25_NATSPEC_GEN_024_00000"/>
      <w:bookmarkEnd w:id="338"/>
      <w:r>
        <w:t>NATSPEC GEN 024</w:t>
      </w:r>
      <w:r>
        <w:tab/>
      </w:r>
      <w:r>
        <w:tab/>
        <w:t>Using NATSPEC selections schedules</w:t>
      </w:r>
    </w:p>
    <w:p w14:paraId="3EDF156A" w14:textId="77777777" w:rsidR="004B5331" w:rsidRDefault="004D0230">
      <w:pPr>
        <w:pStyle w:val="Standard1"/>
      </w:pPr>
      <w:bookmarkStart w:id="340" w:name="f-13221-25_NATSPEC_TR_01_00000"/>
      <w:bookmarkEnd w:id="339"/>
      <w:r>
        <w:t>NATSPEC TR 01</w:t>
      </w:r>
      <w:r>
        <w:tab/>
      </w:r>
      <w:r>
        <w:tab/>
        <w:t>Specifying ESD</w:t>
      </w:r>
    </w:p>
    <w:bookmarkEnd w:id="340"/>
    <w:bookmarkEnd w:id="286"/>
    <w:bookmarkEnd w:id="287"/>
    <w:sectPr w:rsidR="004B5331" w:rsidSect="00E57BAC">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4A0BC9BB"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4D0230">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9EA8B28" w:rsidR="006567D2" w:rsidRPr="00BB3C2D" w:rsidRDefault="004D023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0428p KINGSPAN INSULATED PANELS roofing systems</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5331"/>
    <w:rsid w:val="004B7490"/>
    <w:rsid w:val="004C00F9"/>
    <w:rsid w:val="004D0230"/>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www.kingspan.com/au/en/products/insulated-panel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kingspan.com/au/en/products/insulated-panels/roof-panel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kingspan.com/au/en/contact-us/" TargetMode="External"/><Relationship Id="rId23"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DAB93E-1029-45C5-A7A5-BFE790216667}">
  <ds:schemaRefs>
    <ds:schemaRef ds:uri="http://schemas.openxmlformats.org/package/2006/metadata/core-properties"/>
    <ds:schemaRef ds:uri="http://purl.org/dc/elements/1.1/"/>
    <ds:schemaRef ds:uri="95bdc167-17a4-4b39-b3af-152d84e57ac6"/>
    <ds:schemaRef ds:uri="http://www.w3.org/XML/1998/namespace"/>
    <ds:schemaRef ds:uri="http://schemas.microsoft.com/office/2006/documentManagement/types"/>
    <ds:schemaRef ds:uri="2ba7ade6-fe74-4353-a8ba-51b68bf5353e"/>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65447B5-4EEC-4B1C-8629-C7B262B39ABA}">
  <ds:schemaRefs>
    <ds:schemaRef ds:uri="http://schemas.microsoft.com/sharepoint/v3/contenttype/forms"/>
  </ds:schemaRefs>
</ds:datastoreItem>
</file>

<file path=customXml/itemProps3.xml><?xml version="1.0" encoding="utf-8"?>
<ds:datastoreItem xmlns:ds="http://schemas.openxmlformats.org/officeDocument/2006/customXml" ds:itemID="{3A55D55F-9835-4F27-BF97-429A00D16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19</Pages>
  <Words>8106</Words>
  <Characters>46207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54205</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0428p KINGSPAN INSULATED PANELS roofing systems.docx</dc:title>
  <dc:subject>Apr 24</dc:subject>
  <dc:description>Document generated by PageSeeder.</dc:description>
  <cp:lastModifiedBy>Jocelyn Holley</cp:lastModifiedBy>
  <cp:revision>2</cp:revision>
  <dcterms:created xsi:type="dcterms:W3CDTF">2024-03-25T01:02:00Z</dcterms:created>
  <dcterms:modified xsi:type="dcterms:W3CDTF">2024-03-25T01:03:00Z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