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ED76B" w14:textId="77777777" w:rsidR="007F07D8" w:rsidRDefault="00000000">
      <w:pPr>
        <w:pStyle w:val="Heading1"/>
      </w:pPr>
      <w:bookmarkStart w:id="0" w:name="f-13296"/>
      <w:bookmarkStart w:id="1" w:name="h-13296-1"/>
      <w:bookmarkStart w:id="2" w:name="f-13296-1"/>
      <w:bookmarkEnd w:id="0"/>
      <w:r>
        <w:t>0437p ASKIN</w:t>
      </w:r>
      <w:r>
        <w:rPr>
          <w:vertAlign w:val="superscript"/>
        </w:rPr>
        <w:t>®</w:t>
      </w:r>
      <w:r>
        <w:t xml:space="preserve"> VOLCORE performance panel cladding</w:t>
      </w:r>
      <w:bookmarkEnd w:id="1"/>
    </w:p>
    <w:p w14:paraId="69EAEDF9" w14:textId="77777777" w:rsidR="007F07D8" w:rsidRDefault="00000000">
      <w:pPr>
        <w:pStyle w:val="InstructionsHeading4"/>
      </w:pPr>
      <w:bookmarkStart w:id="3" w:name="h-13296-13296.1"/>
      <w:bookmarkStart w:id="4" w:name="f-13296-13296.1"/>
      <w:bookmarkEnd w:id="2"/>
      <w:r>
        <w:t>Branded worksection</w:t>
      </w:r>
      <w:bookmarkEnd w:id="3"/>
    </w:p>
    <w:p w14:paraId="74B85BF2" w14:textId="77777777" w:rsidR="007F07D8" w:rsidRDefault="00000000">
      <w:pPr>
        <w:pStyle w:val="Instructions"/>
      </w:pPr>
      <w:r>
        <w:t xml:space="preserve">This branded worksection </w:t>
      </w:r>
      <w:r>
        <w:rPr>
          <w:i/>
        </w:rPr>
        <w:t>Template</w:t>
      </w:r>
      <w:r>
        <w:t xml:space="preserve"> has been developed by NATSPEC in conjunction with </w:t>
      </w:r>
      <w:r>
        <w:rPr>
          <w:b/>
        </w:rPr>
        <w:t>ASKIN</w:t>
      </w:r>
      <w:r>
        <w:rPr>
          <w:vertAlign w:val="superscript"/>
        </w:rPr>
        <w: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5FAC41BB" w14:textId="77777777" w:rsidR="007F07D8" w:rsidRDefault="00000000">
      <w:pPr>
        <w:pStyle w:val="InstructionsHeading4"/>
      </w:pPr>
      <w:bookmarkStart w:id="5" w:name="h-13296-t2-1"/>
      <w:bookmarkStart w:id="6" w:name="f-13296-t2-1"/>
      <w:bookmarkEnd w:id="4"/>
      <w:r>
        <w:t>Worksection abstract</w:t>
      </w:r>
      <w:bookmarkEnd w:id="5"/>
    </w:p>
    <w:p w14:paraId="6E6295A5" w14:textId="77777777" w:rsidR="007F07D8" w:rsidRDefault="00000000">
      <w:pPr>
        <w:pStyle w:val="Instructions"/>
      </w:pPr>
      <w:r>
        <w:t xml:space="preserve">This branded worksection </w:t>
      </w:r>
      <w:r>
        <w:rPr>
          <w:i/>
        </w:rPr>
        <w:t>Template</w:t>
      </w:r>
      <w:r>
        <w:t xml:space="preserve"> is applicable to a lightweight exterior facade cladding system by ASKIN</w:t>
      </w:r>
      <w:r>
        <w:rPr>
          <w:vertAlign w:val="superscript"/>
        </w:rPr>
        <w:t>®</w:t>
      </w:r>
      <w:r>
        <w:t xml:space="preserve"> The system comprises prefinished composite panels with metal faces bonded to each side of an insulating ASKIN</w:t>
      </w:r>
      <w:r>
        <w:rPr>
          <w:vertAlign w:val="superscript"/>
        </w:rPr>
        <w:t>®</w:t>
      </w:r>
      <w:r>
        <w:t xml:space="preserve"> mineral wool core. It is designed to provide insulated and air-tight connections and with a range of colours, prints and profiles to suit any commercial or residential application. Some applications include:</w:t>
      </w:r>
    </w:p>
    <w:p w14:paraId="5713DEAA" w14:textId="77777777" w:rsidR="007F07D8" w:rsidRDefault="00000000">
      <w:pPr>
        <w:pStyle w:val="Instructionsindent"/>
      </w:pPr>
      <w:r>
        <w:t>Sports arenas.</w:t>
      </w:r>
    </w:p>
    <w:p w14:paraId="30520630" w14:textId="77777777" w:rsidR="007F07D8" w:rsidRDefault="00000000">
      <w:pPr>
        <w:pStyle w:val="Instructionsindent"/>
      </w:pPr>
      <w:r>
        <w:t>Residential.</w:t>
      </w:r>
    </w:p>
    <w:p w14:paraId="55C41E87" w14:textId="77777777" w:rsidR="007F07D8" w:rsidRDefault="00000000">
      <w:pPr>
        <w:pStyle w:val="Instructionsindent"/>
      </w:pPr>
      <w:r>
        <w:t>School/University facilities.</w:t>
      </w:r>
    </w:p>
    <w:p w14:paraId="5FD3F8A2" w14:textId="77777777" w:rsidR="007F07D8" w:rsidRDefault="00000000">
      <w:pPr>
        <w:pStyle w:val="Instructionsindent"/>
      </w:pPr>
      <w:r>
        <w:t>Hospitals.</w:t>
      </w:r>
    </w:p>
    <w:p w14:paraId="61F645A7" w14:textId="77777777" w:rsidR="007F07D8" w:rsidRDefault="00000000">
      <w:pPr>
        <w:pStyle w:val="Instructionsindent"/>
      </w:pPr>
      <w:r>
        <w:t>Data facilities.</w:t>
      </w:r>
    </w:p>
    <w:p w14:paraId="3FDAF999" w14:textId="77777777" w:rsidR="007F07D8" w:rsidRDefault="00000000">
      <w:pPr>
        <w:pStyle w:val="Instructionsindent"/>
      </w:pPr>
      <w:r>
        <w:t>Shopping centres.</w:t>
      </w:r>
    </w:p>
    <w:p w14:paraId="4EA64BEE" w14:textId="77777777" w:rsidR="007F07D8" w:rsidRDefault="00000000">
      <w:pPr>
        <w:pStyle w:val="Instructionsindent"/>
      </w:pPr>
      <w:r>
        <w:t>Medical centres.</w:t>
      </w:r>
    </w:p>
    <w:p w14:paraId="5CBBD222" w14:textId="77777777" w:rsidR="007F07D8" w:rsidRDefault="00000000">
      <w:pPr>
        <w:pStyle w:val="Instructionsindent"/>
      </w:pPr>
      <w:r>
        <w:t>Aquatic centres.</w:t>
      </w:r>
    </w:p>
    <w:p w14:paraId="2C79590A" w14:textId="77777777" w:rsidR="007F07D8" w:rsidRDefault="00000000">
      <w:pPr>
        <w:pStyle w:val="Instructionsindent"/>
      </w:pPr>
      <w:r>
        <w:t>Sunshades.</w:t>
      </w:r>
    </w:p>
    <w:p w14:paraId="4659A3AF" w14:textId="77777777" w:rsidR="007F07D8" w:rsidRDefault="00000000">
      <w:pPr>
        <w:pStyle w:val="Instructionsindent"/>
      </w:pPr>
      <w:r>
        <w:t>Awnings.</w:t>
      </w:r>
    </w:p>
    <w:p w14:paraId="77E93C40" w14:textId="77777777" w:rsidR="007F07D8" w:rsidRDefault="00000000">
      <w:pPr>
        <w:pStyle w:val="InstructionsHeading4"/>
      </w:pPr>
      <w:bookmarkStart w:id="7" w:name="h-8831-99906-2"/>
      <w:bookmarkStart w:id="8" w:name="f-8831-99906-2"/>
      <w:bookmarkStart w:id="9" w:name="f-8831"/>
      <w:bookmarkStart w:id="10" w:name="f-13296-t3"/>
      <w:bookmarkEnd w:id="6"/>
      <w:r>
        <w:t>How to use this worksection</w:t>
      </w:r>
      <w:bookmarkEnd w:id="7"/>
    </w:p>
    <w:p w14:paraId="49B94E9F" w14:textId="77777777" w:rsidR="007F07D8" w:rsidRDefault="00000000">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650A0ED7" w14:textId="77777777" w:rsidR="007F07D8" w:rsidRDefault="00000000">
      <w:pPr>
        <w:pStyle w:val="InstructionsHeading4"/>
      </w:pPr>
      <w:bookmarkStart w:id="11" w:name="h-13296-t3-1"/>
      <w:bookmarkStart w:id="12" w:name="f-13296-t3-1"/>
      <w:bookmarkEnd w:id="8"/>
      <w:bookmarkEnd w:id="9"/>
      <w:bookmarkEnd w:id="10"/>
      <w:r>
        <w:t>Related material located elsewhere in NATSPEC</w:t>
      </w:r>
      <w:bookmarkEnd w:id="11"/>
    </w:p>
    <w:p w14:paraId="4DE82938" w14:textId="77777777" w:rsidR="007F07D8" w:rsidRDefault="00000000">
      <w:pPr>
        <w:pStyle w:val="Instructions"/>
      </w:pPr>
      <w:r>
        <w:t>If a listed worksection is not part of your subscription package and you wish to purchase it, contact NATSPEC.</w:t>
      </w:r>
    </w:p>
    <w:p w14:paraId="5E821E63" w14:textId="77777777" w:rsidR="007F07D8" w:rsidRDefault="00000000">
      <w:pPr>
        <w:pStyle w:val="Instructions"/>
      </w:pPr>
      <w:r>
        <w:t>Related material may be found in other worksections. See for example:</w:t>
      </w:r>
    </w:p>
    <w:p w14:paraId="40D49C06" w14:textId="77777777" w:rsidR="007F07D8" w:rsidRDefault="00000000">
      <w:pPr>
        <w:pStyle w:val="Instructionsindent"/>
      </w:pPr>
      <w:r>
        <w:rPr>
          <w:i/>
        </w:rPr>
        <w:t>0182 Fire-stopping</w:t>
      </w:r>
      <w:r>
        <w:t>.</w:t>
      </w:r>
    </w:p>
    <w:p w14:paraId="377266C6" w14:textId="77777777" w:rsidR="007F07D8" w:rsidRDefault="00000000">
      <w:pPr>
        <w:pStyle w:val="Instructionsindent"/>
      </w:pPr>
      <w:r>
        <w:rPr>
          <w:i/>
        </w:rPr>
        <w:t>0331 Brick and block construction</w:t>
      </w:r>
      <w:r>
        <w:t xml:space="preserve"> for brick veneer.</w:t>
      </w:r>
    </w:p>
    <w:p w14:paraId="3ADD968B" w14:textId="77777777" w:rsidR="007F07D8" w:rsidRDefault="00000000">
      <w:pPr>
        <w:pStyle w:val="Instructionsindent"/>
      </w:pPr>
      <w:r>
        <w:rPr>
          <w:i/>
        </w:rPr>
        <w:t>0342 Light steel framing</w:t>
      </w:r>
      <w:r>
        <w:t xml:space="preserve"> for subframing.</w:t>
      </w:r>
    </w:p>
    <w:p w14:paraId="61E51974" w14:textId="77777777" w:rsidR="007F07D8" w:rsidRDefault="00000000">
      <w:pPr>
        <w:pStyle w:val="Instructionsindent"/>
      </w:pPr>
      <w:r>
        <w:rPr>
          <w:i/>
        </w:rPr>
        <w:t>0382 Light timber framing</w:t>
      </w:r>
      <w:r>
        <w:t xml:space="preserve"> for subframing.</w:t>
      </w:r>
    </w:p>
    <w:p w14:paraId="2D0E5181" w14:textId="77777777" w:rsidR="007F07D8" w:rsidRDefault="00000000">
      <w:pPr>
        <w:pStyle w:val="Instructionsindent"/>
      </w:pPr>
      <w:r>
        <w:rPr>
          <w:i/>
        </w:rPr>
        <w:t>0471 Thermal insulation and pliable membranes</w:t>
      </w:r>
      <w:r>
        <w:t xml:space="preserve"> for wall insulation, thermal break strips and vapour permeable membranes.</w:t>
      </w:r>
    </w:p>
    <w:p w14:paraId="19599DF4" w14:textId="77777777" w:rsidR="007F07D8" w:rsidRDefault="00000000">
      <w:pPr>
        <w:pStyle w:val="Instructionsindent"/>
      </w:pPr>
      <w:r>
        <w:rPr>
          <w:i/>
        </w:rPr>
        <w:t>0511 Lining</w:t>
      </w:r>
      <w:r>
        <w:t xml:space="preserve"> for internal lightweight linings.</w:t>
      </w:r>
    </w:p>
    <w:p w14:paraId="1E0D562F" w14:textId="77777777" w:rsidR="007F07D8" w:rsidRDefault="00000000">
      <w:pPr>
        <w:pStyle w:val="Instructionsindent"/>
      </w:pPr>
      <w:r>
        <w:rPr>
          <w:i/>
        </w:rPr>
        <w:t>0531 Suspended ceilings - combined</w:t>
      </w:r>
      <w:r>
        <w:t xml:space="preserve"> for suspended soffits.</w:t>
      </w:r>
    </w:p>
    <w:p w14:paraId="00B019ED" w14:textId="77777777" w:rsidR="007F07D8" w:rsidRDefault="00000000">
      <w:pPr>
        <w:pStyle w:val="Instructionsindent"/>
      </w:pPr>
      <w:r>
        <w:rPr>
          <w:i/>
        </w:rPr>
        <w:t>0671 Painting</w:t>
      </w:r>
      <w:r>
        <w:t xml:space="preserve"> for in situ paint finishes.</w:t>
      </w:r>
    </w:p>
    <w:p w14:paraId="7EDF4C32" w14:textId="77777777" w:rsidR="007F07D8" w:rsidRDefault="00000000">
      <w:pPr>
        <w:pStyle w:val="Instructionsindent"/>
      </w:pPr>
      <w:r>
        <w:rPr>
          <w:i/>
        </w:rPr>
        <w:t>0672 Textured and membrane coatings</w:t>
      </w:r>
      <w:r>
        <w:t xml:space="preserve"> for in situ application of membrane and surface coatings.</w:t>
      </w:r>
    </w:p>
    <w:p w14:paraId="577B15B9" w14:textId="77777777" w:rsidR="007F07D8" w:rsidRDefault="00000000">
      <w:pPr>
        <w:pStyle w:val="Instructions"/>
      </w:pPr>
      <w:r>
        <w:t>Each of the following worksections contains a single cladding system and may be used if appropriate in addition to this worksection:</w:t>
      </w:r>
    </w:p>
    <w:p w14:paraId="27FD2D74" w14:textId="77777777" w:rsidR="007F07D8" w:rsidRDefault="00000000">
      <w:pPr>
        <w:pStyle w:val="Instructionsindent"/>
      </w:pPr>
      <w:r>
        <w:rPr>
          <w:i/>
        </w:rPr>
        <w:t>0432 Curtain walls</w:t>
      </w:r>
      <w:r>
        <w:t>.</w:t>
      </w:r>
    </w:p>
    <w:p w14:paraId="36C58D6A" w14:textId="77777777" w:rsidR="007F07D8" w:rsidRDefault="00000000">
      <w:pPr>
        <w:pStyle w:val="Instructionsindent"/>
      </w:pPr>
      <w:r>
        <w:rPr>
          <w:i/>
        </w:rPr>
        <w:t>0433 Stone cladding</w:t>
      </w:r>
      <w:r>
        <w:t>.</w:t>
      </w:r>
    </w:p>
    <w:p w14:paraId="53CEDFEB" w14:textId="77777777" w:rsidR="007F07D8" w:rsidRDefault="00000000">
      <w:pPr>
        <w:pStyle w:val="Instructionsindent"/>
      </w:pPr>
      <w:r>
        <w:rPr>
          <w:i/>
        </w:rPr>
        <w:t>0434 Cladding - flat sheets and panels</w:t>
      </w:r>
      <w:r>
        <w:t>.</w:t>
      </w:r>
    </w:p>
    <w:p w14:paraId="42710DFE" w14:textId="77777777" w:rsidR="007F07D8" w:rsidRDefault="00000000">
      <w:pPr>
        <w:pStyle w:val="Instructionsindent"/>
      </w:pPr>
      <w:r>
        <w:rPr>
          <w:i/>
        </w:rPr>
        <w:t>0435 Cladding - planks and weatherboards</w:t>
      </w:r>
      <w:r>
        <w:t>.</w:t>
      </w:r>
    </w:p>
    <w:p w14:paraId="06329807" w14:textId="77777777" w:rsidR="007F07D8" w:rsidRDefault="00000000">
      <w:pPr>
        <w:pStyle w:val="Instructionsindent"/>
      </w:pPr>
      <w:r>
        <w:rPr>
          <w:i/>
        </w:rPr>
        <w:t>0436 Cladding - profiled and seamed sheet metal</w:t>
      </w:r>
      <w:r>
        <w:t>.</w:t>
      </w:r>
    </w:p>
    <w:p w14:paraId="5DFEF459" w14:textId="77777777" w:rsidR="007F07D8" w:rsidRDefault="00000000">
      <w:pPr>
        <w:pStyle w:val="Instructions"/>
      </w:pPr>
      <w:r>
        <w:t>Related branded worksections include:</w:t>
      </w:r>
    </w:p>
    <w:p w14:paraId="18F0CFD4" w14:textId="77777777" w:rsidR="007F07D8" w:rsidRDefault="00000000">
      <w:pPr>
        <w:pStyle w:val="Instructionsindent"/>
      </w:pPr>
      <w:r>
        <w:rPr>
          <w:i/>
        </w:rPr>
        <w:t>0428p ASKIN VOLCORE performance panel roofing</w:t>
      </w:r>
      <w:r>
        <w:t>.</w:t>
      </w:r>
    </w:p>
    <w:p w14:paraId="6961B528" w14:textId="77777777" w:rsidR="007F07D8" w:rsidRDefault="00000000">
      <w:pPr>
        <w:pStyle w:val="Instructionsindent"/>
      </w:pPr>
      <w:r>
        <w:rPr>
          <w:i/>
        </w:rPr>
        <w:t>0428p ASKIN XFLAM roofing system</w:t>
      </w:r>
      <w:r>
        <w:t>.</w:t>
      </w:r>
    </w:p>
    <w:p w14:paraId="646FA1C3" w14:textId="77777777" w:rsidR="007F07D8" w:rsidRDefault="00000000">
      <w:pPr>
        <w:pStyle w:val="Instructionsindent"/>
      </w:pPr>
      <w:r>
        <w:rPr>
          <w:i/>
        </w:rPr>
        <w:t>0437p ASKIN XFLAM performance panel cladding</w:t>
      </w:r>
      <w:r>
        <w:t>.</w:t>
      </w:r>
    </w:p>
    <w:p w14:paraId="299D94B3" w14:textId="77777777" w:rsidR="007F07D8" w:rsidRDefault="00000000">
      <w:pPr>
        <w:pStyle w:val="Instructionsindent"/>
      </w:pPr>
      <w:r>
        <w:rPr>
          <w:i/>
        </w:rPr>
        <w:t>0762p ASKIN XFLAM performance panels in cool rooms</w:t>
      </w:r>
      <w:r>
        <w:t>.</w:t>
      </w:r>
    </w:p>
    <w:p w14:paraId="1D5E6F38" w14:textId="77777777" w:rsidR="007F07D8" w:rsidRDefault="00000000">
      <w:pPr>
        <w:pStyle w:val="InstructionsHeading4"/>
      </w:pPr>
      <w:bookmarkStart w:id="13" w:name="h-13296-t6-1"/>
      <w:bookmarkStart w:id="14" w:name="f-13296-t6-1"/>
      <w:bookmarkEnd w:id="12"/>
      <w:r>
        <w:lastRenderedPageBreak/>
        <w:t>Documenting this and related work</w:t>
      </w:r>
      <w:bookmarkEnd w:id="13"/>
    </w:p>
    <w:p w14:paraId="4ADD892A" w14:textId="77777777" w:rsidR="007F07D8" w:rsidRDefault="00000000">
      <w:pPr>
        <w:pStyle w:val="Instructions"/>
      </w:pPr>
      <w:r>
        <w:t>You may document this and related work as follows:</w:t>
      </w:r>
    </w:p>
    <w:p w14:paraId="2FE3F796" w14:textId="77777777" w:rsidR="007F07D8" w:rsidRDefault="00000000">
      <w:pPr>
        <w:pStyle w:val="Instructionsindent"/>
      </w:pPr>
      <w:r>
        <w:t>Refer to CodeMark Certificate CM40333 for ASKIN Volcore Exterior Standard, ViviD Acoustic and ViviD Performance Panels.</w:t>
      </w:r>
    </w:p>
    <w:p w14:paraId="579DFB79" w14:textId="77777777" w:rsidR="007F07D8" w:rsidRDefault="00000000">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h-13294-11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62C543D2" w14:textId="77777777" w:rsidR="007F07D8" w:rsidRDefault="00000000">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44C7BA96" w14:textId="77777777" w:rsidR="007F07D8" w:rsidRDefault="00000000">
      <w:pPr>
        <w:pStyle w:val="Instructionsindent"/>
      </w:pPr>
      <w:r>
        <w:t>ASKIN</w:t>
      </w:r>
      <w:r>
        <w:rPr>
          <w:vertAlign w:val="superscript"/>
        </w:rPr>
        <w:t>®</w:t>
      </w:r>
      <w:r>
        <w:t xml:space="preserve"> can provide test reports on request from Ian Bennie and Associates for weatherproofing to AS/NZS 4284 (2008).</w:t>
      </w:r>
    </w:p>
    <w:p w14:paraId="3D4DEA87" w14:textId="77777777" w:rsidR="007F07D8" w:rsidRDefault="00000000">
      <w:pPr>
        <w:pStyle w:val="Instructionsindent"/>
      </w:pPr>
      <w:r>
        <w:t>Document the structural support system to your office documentation policy.</w:t>
      </w:r>
    </w:p>
    <w:p w14:paraId="712B154E" w14:textId="77777777" w:rsidR="007F07D8" w:rsidRDefault="00000000">
      <w:pPr>
        <w:pStyle w:val="Instructionsindent"/>
      </w:pPr>
      <w:r>
        <w:t>Locate the extent of cladding types, accessories and finishes on drawings to your office documentation policy.</w:t>
      </w:r>
    </w:p>
    <w:p w14:paraId="1CDD507E" w14:textId="77777777" w:rsidR="007F07D8" w:rsidRDefault="00000000">
      <w:pPr>
        <w:pStyle w:val="Instructionsindent"/>
      </w:pPr>
      <w:r>
        <w:t>Penetrations: Show on the drawings the location and extent of penetrations for services and structural elements including flashing details.</w:t>
      </w:r>
    </w:p>
    <w:p w14:paraId="7165AEB0" w14:textId="77777777" w:rsidR="007F07D8" w:rsidRDefault="00000000">
      <w:pPr>
        <w:pStyle w:val="Instructionsindent"/>
      </w:pPr>
      <w:r>
        <w:t>Document the location of openings and penetrations to avoid waste and panel handling times.</w:t>
      </w:r>
    </w:p>
    <w:p w14:paraId="64EB89A0" w14:textId="77777777" w:rsidR="007F07D8" w:rsidRDefault="00000000">
      <w:pPr>
        <w:pStyle w:val="Instructionsindent"/>
      </w:pPr>
      <w:r>
        <w:t xml:space="preserve">For flush jointed fibre cement soffit lining import the relevant material from </w:t>
      </w:r>
      <w:r>
        <w:rPr>
          <w:i/>
        </w:rPr>
        <w:t>0511 Lining</w:t>
      </w:r>
      <w:r>
        <w:t>.</w:t>
      </w:r>
    </w:p>
    <w:p w14:paraId="3B0BAA59" w14:textId="77777777" w:rsidR="007F07D8" w:rsidRDefault="00000000">
      <w:pPr>
        <w:pStyle w:val="Instructionsindent"/>
      </w:pPr>
      <w:r>
        <w:t>If required, state the minimum thermal resistance (R-Value) (m</w:t>
      </w:r>
      <w:r>
        <w:rPr>
          <w:vertAlign w:val="superscript"/>
        </w:rPr>
        <w:t>2</w:t>
      </w:r>
      <w:r>
        <w:t>.K/W). See NATSPEC TECHnote DES 031 for information on specifying R-Values.</w:t>
      </w:r>
    </w:p>
    <w:p w14:paraId="4992EF66" w14:textId="77777777" w:rsidR="007F07D8" w:rsidRDefault="00000000">
      <w:pPr>
        <w:pStyle w:val="Instructionsindent"/>
      </w:pPr>
      <w:r>
        <w:t>In bushfire-prone areas, document bushfire protection requirements to AS 3959 (2018) and the NCC. See NATSPEC TECHnote DES 018 for information on bushfire protection.</w:t>
      </w:r>
    </w:p>
    <w:p w14:paraId="24F6F871" w14:textId="77777777" w:rsidR="007F07D8" w:rsidRDefault="00000000">
      <w:pPr>
        <w:pStyle w:val="Instructionsindent"/>
      </w:pPr>
      <w:r>
        <w:t xml:space="preserve">Check lead time for imported selections and consider adding a requirement, in </w:t>
      </w:r>
      <w:r>
        <w:fldChar w:fldCharType="begin"/>
      </w:r>
      <w:r>
        <w:instrText xml:space="preserve">REF h-13294-11 \h  \* MERGEFORMAT </w:instrText>
      </w:r>
      <w:r>
        <w:fldChar w:fldCharType="separate"/>
      </w:r>
      <w:r>
        <w:rPr>
          <w:b/>
        </w:rPr>
        <w:t>SUBMISSIONS</w:t>
      </w:r>
      <w:r>
        <w:fldChar w:fldCharType="end"/>
      </w:r>
      <w:r>
        <w:t>, for the builder to confirm availability.</w:t>
      </w:r>
    </w:p>
    <w:p w14:paraId="31A5DF78" w14:textId="77777777" w:rsidR="007F07D8" w:rsidRDefault="00000000">
      <w:pPr>
        <w:pStyle w:val="Instructions"/>
      </w:pPr>
      <w:bookmarkStart w:id="15" w:name="f-8338-1"/>
      <w:bookmarkStart w:id="16" w:name="f-8338"/>
      <w:r>
        <w:t xml:space="preserve">The </w:t>
      </w:r>
      <w:r>
        <w:rPr>
          <w:i/>
        </w:rPr>
        <w:t>Normal</w:t>
      </w:r>
      <w:r>
        <w:t xml:space="preserve"> style text of this worksection may refer to items as being documented elsewhere in the contract documentation. Make sure they are documented.</w:t>
      </w:r>
    </w:p>
    <w:bookmarkEnd w:id="15"/>
    <w:bookmarkEnd w:id="16"/>
    <w:p w14:paraId="437ABEF5" w14:textId="77777777" w:rsidR="007F07D8" w:rsidRDefault="00000000">
      <w:pPr>
        <w:pStyle w:val="Instructions"/>
      </w:pPr>
      <w:r>
        <w:t>For example:</w:t>
      </w:r>
    </w:p>
    <w:p w14:paraId="56FC97F7" w14:textId="77777777" w:rsidR="007F07D8" w:rsidRDefault="00000000">
      <w:pPr>
        <w:pStyle w:val="Instructionsindent"/>
      </w:pPr>
      <w:r>
        <w:t>Location of control joints.</w:t>
      </w:r>
    </w:p>
    <w:p w14:paraId="335ECC34" w14:textId="77777777" w:rsidR="007F07D8" w:rsidRDefault="00000000">
      <w:pPr>
        <w:pStyle w:val="Instructions"/>
      </w:pPr>
      <w:bookmarkStart w:id="17" w:name="f-6972-1"/>
      <w:bookmarkStart w:id="18" w:name="f-6972"/>
      <w:r>
        <w:t xml:space="preserve">Search </w:t>
      </w:r>
      <w:hyperlink r:id="rId13" w:history="1">
        <w:r>
          <w:t>acumen.architecture.com.au</w:t>
        </w:r>
      </w:hyperlink>
      <w:r>
        <w:t>, the Australian Institute of Architects' practice advisory subscription service, for notes on the following:</w:t>
      </w:r>
    </w:p>
    <w:bookmarkEnd w:id="17"/>
    <w:bookmarkEnd w:id="18"/>
    <w:p w14:paraId="56CCA8D4" w14:textId="77777777" w:rsidR="007F07D8" w:rsidRDefault="00000000">
      <w:pPr>
        <w:pStyle w:val="Instructionsindent"/>
      </w:pPr>
      <w:r>
        <w:t>Guarantees and warranties.</w:t>
      </w:r>
    </w:p>
    <w:p w14:paraId="0475A0DD" w14:textId="77777777" w:rsidR="007F07D8" w:rsidRDefault="00000000">
      <w:pPr>
        <w:pStyle w:val="Instructionsindent"/>
      </w:pPr>
      <w:r>
        <w:t>Site planning and design for bushfire.</w:t>
      </w:r>
    </w:p>
    <w:p w14:paraId="2FA8FB94" w14:textId="77777777" w:rsidR="007F07D8" w:rsidRDefault="00000000">
      <w:pPr>
        <w:pStyle w:val="InstructionsHeading4"/>
      </w:pPr>
      <w:bookmarkStart w:id="19" w:name="h-13296-t7-1"/>
      <w:bookmarkStart w:id="20" w:name="f-13296-t7-1"/>
      <w:bookmarkEnd w:id="14"/>
      <w:r>
        <w:t>Specifying ESD</w:t>
      </w:r>
      <w:bookmarkEnd w:id="19"/>
    </w:p>
    <w:p w14:paraId="00C82693" w14:textId="77777777" w:rsidR="007F07D8" w:rsidRDefault="00000000">
      <w:pPr>
        <w:pStyle w:val="Instructions"/>
      </w:pPr>
      <w:r>
        <w:t>ASKIN</w:t>
      </w:r>
      <w:r>
        <w:rPr>
          <w:vertAlign w:val="superscript"/>
        </w:rPr>
        <w:t>®</w:t>
      </w:r>
      <w:r>
        <w:t xml:space="preserve"> VOLCORE Performance Panels have the following sustainable product attributes:</w:t>
      </w:r>
    </w:p>
    <w:p w14:paraId="197C85A9" w14:textId="77777777" w:rsidR="007F07D8" w:rsidRDefault="00000000">
      <w:pPr>
        <w:pStyle w:val="Instructionsindent"/>
      </w:pPr>
      <w:r>
        <w:t>Thermal and acoustic performance.</w:t>
      </w:r>
    </w:p>
    <w:p w14:paraId="592056F9" w14:textId="77777777" w:rsidR="007F07D8" w:rsidRDefault="00000000">
      <w:pPr>
        <w:pStyle w:val="Instructionsindent"/>
      </w:pPr>
      <w:r>
        <w:t>Easy to seal slip joint facilitating efficient hermetically sealed construction to allow controlled air flow and heating and cooling of the internal environment.</w:t>
      </w:r>
    </w:p>
    <w:p w14:paraId="48B564BD" w14:textId="77777777" w:rsidR="007F07D8" w:rsidRDefault="00000000">
      <w:pPr>
        <w:pStyle w:val="Instructionsindent"/>
      </w:pPr>
      <w:r>
        <w:t>100% recyclable and may incorporate a proportion of granulated offcuts. The steel skins are recovered and recycled into new steel.</w:t>
      </w:r>
    </w:p>
    <w:p w14:paraId="71E67362" w14:textId="77777777" w:rsidR="007F07D8" w:rsidRDefault="00000000">
      <w:pPr>
        <w:pStyle w:val="Instructionsindent"/>
      </w:pPr>
      <w:r>
        <w:t>Measures to minimise condensation leading to greater equipment life and limiting risk of microbial growth.</w:t>
      </w:r>
    </w:p>
    <w:p w14:paraId="30E576CE" w14:textId="77777777" w:rsidR="007F07D8" w:rsidRDefault="00000000">
      <w:pPr>
        <w:pStyle w:val="Instructionsindent"/>
      </w:pPr>
      <w:r>
        <w:t>Prohibition on use of CFCs and HCFCs as blowing agents.</w:t>
      </w:r>
    </w:p>
    <w:p w14:paraId="6E0B8E95" w14:textId="77777777" w:rsidR="007F07D8" w:rsidRDefault="00000000">
      <w:pPr>
        <w:pStyle w:val="Instructionsindent"/>
      </w:pPr>
      <w:r>
        <w:t>Durable components, particularly for corrosion resistance.</w:t>
      </w:r>
    </w:p>
    <w:p w14:paraId="4C69CA7C" w14:textId="77777777" w:rsidR="007F07D8" w:rsidRDefault="00000000">
      <w:pPr>
        <w:pStyle w:val="Instructionsindent"/>
      </w:pPr>
      <w:r>
        <w:t>Provision to reduce transmitted noise and vibration.</w:t>
      </w:r>
    </w:p>
    <w:p w14:paraId="1189E7AB" w14:textId="77777777" w:rsidR="007F07D8" w:rsidRDefault="00000000">
      <w:pPr>
        <w:pStyle w:val="Instructionsindent"/>
      </w:pPr>
      <w:r>
        <w:t>pH neutral matrix which is inert and resistant to water ingress.</w:t>
      </w:r>
    </w:p>
    <w:p w14:paraId="72893ED2" w14:textId="77777777" w:rsidR="007F07D8" w:rsidRDefault="00000000">
      <w:pPr>
        <w:pStyle w:val="Instructionsindent"/>
      </w:pPr>
      <w:r>
        <w:t>Production plants with extremely low carbon footprint, nil water use and minimal atmospheric or other emissions.</w:t>
      </w:r>
    </w:p>
    <w:p w14:paraId="163BE4DE" w14:textId="77777777" w:rsidR="007F07D8" w:rsidRDefault="00000000">
      <w:pPr>
        <w:pStyle w:val="Instructionsindent"/>
      </w:pPr>
      <w:r>
        <w:t>During its lifetime, ASKIN</w:t>
      </w:r>
      <w:r>
        <w:rPr>
          <w:vertAlign w:val="superscript"/>
        </w:rPr>
        <w:t>®</w:t>
      </w:r>
      <w:r>
        <w:t xml:space="preserve"> VOLCORE insulating material will save many times more energy through reduction of heating and cooling requirements than the energy or resources required for its manufacture.</w:t>
      </w:r>
    </w:p>
    <w:p w14:paraId="12C7E5C1" w14:textId="77777777" w:rsidR="007F07D8" w:rsidRDefault="00000000">
      <w:pPr>
        <w:pStyle w:val="Instructions"/>
      </w:pPr>
      <w:r>
        <w:t>The following may be specified by including additional text:</w:t>
      </w:r>
    </w:p>
    <w:p w14:paraId="19C5CD12" w14:textId="77777777" w:rsidR="007F07D8" w:rsidRDefault="00000000">
      <w:pPr>
        <w:pStyle w:val="Instructionsindent"/>
      </w:pPr>
      <w:r>
        <w:t>Metal cladding finished with low VOC or non-VOC finish.</w:t>
      </w:r>
    </w:p>
    <w:p w14:paraId="5458E89B" w14:textId="77777777" w:rsidR="007F07D8" w:rsidRDefault="00000000">
      <w:pPr>
        <w:pStyle w:val="Instructions"/>
      </w:pPr>
      <w:r>
        <w:t>Refer to NATSPEC TECHreport TR 01 on specifying ESD.</w:t>
      </w:r>
    </w:p>
    <w:p w14:paraId="71E05D92" w14:textId="77777777" w:rsidR="007F07D8" w:rsidRDefault="00000000">
      <w:pPr>
        <w:pStyle w:val="Heading2"/>
      </w:pPr>
      <w:bookmarkStart w:id="21" w:name="h-13294-1"/>
      <w:bookmarkStart w:id="22" w:name="f-13294-1"/>
      <w:bookmarkStart w:id="23" w:name="f-13294"/>
      <w:bookmarkStart w:id="24" w:name="f-13296-2"/>
      <w:bookmarkEnd w:id="20"/>
      <w:r>
        <w:lastRenderedPageBreak/>
        <w:t>General</w:t>
      </w:r>
      <w:bookmarkEnd w:id="21"/>
    </w:p>
    <w:p w14:paraId="47728D05" w14:textId="77777777" w:rsidR="007F07D8" w:rsidRDefault="00000000">
      <w:pPr>
        <w:pStyle w:val="Instructions"/>
      </w:pPr>
      <w:bookmarkStart w:id="25" w:name="f-13294-13294.1"/>
      <w:bookmarkEnd w:id="22"/>
      <w:r>
        <w:rPr>
          <w:b/>
        </w:rPr>
        <w:t>ASKIN</w:t>
      </w:r>
      <w:r>
        <w:rPr>
          <w:vertAlign w:val="superscript"/>
        </w:rPr>
        <w:t>®</w:t>
      </w:r>
      <w:r>
        <w:t xml:space="preserve"> is an Australian-owned manufacturer and installer of facade systems, roofing systems and temperature-controlled facilities in Australasia. ASKIN</w:t>
      </w:r>
      <w:r>
        <w:rPr>
          <w:vertAlign w:val="superscript"/>
        </w:rPr>
        <w:t>®</w:t>
      </w:r>
      <w:r>
        <w:t xml:space="preserve"> embraces a customer first approach in delivering sustainable, lifetime value. With a network of 12 sites throughout Australia and New Zealand, ASKIN</w:t>
      </w:r>
      <w:r>
        <w:rPr>
          <w:vertAlign w:val="superscript"/>
        </w:rPr>
        <w:t>®</w:t>
      </w:r>
      <w:r>
        <w:t>’s vast experience is built upon a strong foundation dating back to 1964. ASKIN</w:t>
      </w:r>
      <w:r>
        <w:rPr>
          <w:vertAlign w:val="superscript"/>
        </w:rPr>
        <w:t>®</w:t>
      </w:r>
      <w:r>
        <w:t>’s culture of constant improvement, quality and safety assurance is supported by our technical expertise and ISO 9001 (2015) and ISO 14001 (2015) accreditation.</w:t>
      </w:r>
    </w:p>
    <w:p w14:paraId="1098D0B6" w14:textId="77777777" w:rsidR="007F07D8" w:rsidRDefault="00000000">
      <w:pPr>
        <w:pStyle w:val="Heading3"/>
      </w:pPr>
      <w:bookmarkStart w:id="26" w:name="h-13294-2"/>
      <w:bookmarkStart w:id="27" w:name="f-13294-2"/>
      <w:bookmarkEnd w:id="25"/>
      <w:r>
        <w:t>Responsibilities</w:t>
      </w:r>
      <w:bookmarkEnd w:id="26"/>
    </w:p>
    <w:p w14:paraId="518B8C11" w14:textId="77777777" w:rsidR="007F07D8" w:rsidRDefault="00000000">
      <w:pPr>
        <w:pStyle w:val="Heading4"/>
      </w:pPr>
      <w:bookmarkStart w:id="28" w:name="h-13294-3"/>
      <w:bookmarkStart w:id="29" w:name="f-13294-3"/>
      <w:bookmarkEnd w:id="27"/>
      <w:r>
        <w:t>General</w:t>
      </w:r>
      <w:bookmarkEnd w:id="28"/>
    </w:p>
    <w:p w14:paraId="7189399F" w14:textId="77777777" w:rsidR="007F07D8" w:rsidRDefault="00000000">
      <w:r>
        <w:t>Requirement: Provide an ASKIN</w:t>
      </w:r>
      <w:r>
        <w:rPr>
          <w:vertAlign w:val="superscript"/>
        </w:rPr>
        <w:t>®</w:t>
      </w:r>
      <w:r>
        <w:t xml:space="preserve"> Exterior VOLCORE Panel fully insulated exterior facade cladding system and associated work, as documented.</w:t>
      </w:r>
    </w:p>
    <w:p w14:paraId="3874739C" w14:textId="77777777" w:rsidR="007F07D8" w:rsidRDefault="00000000">
      <w:pPr>
        <w:pStyle w:val="Instructions"/>
      </w:pPr>
      <w:r>
        <w:rPr>
          <w:i/>
        </w:rPr>
        <w:t>Documented</w:t>
      </w:r>
      <w:r>
        <w:t xml:space="preserve"> is defined in </w:t>
      </w:r>
      <w:r>
        <w:rPr>
          <w:i/>
        </w:rPr>
        <w:t>0171 General requirements</w:t>
      </w:r>
      <w:r>
        <w:t xml:space="preserve"> as meaning contained in the contract documents.</w:t>
      </w:r>
    </w:p>
    <w:p w14:paraId="66840268" w14:textId="77777777" w:rsidR="007F07D8" w:rsidRDefault="00000000">
      <w:pPr>
        <w:pStyle w:val="Instructions"/>
      </w:pPr>
      <w:r>
        <w:t>The ASKIN</w:t>
      </w:r>
      <w:r>
        <w:rPr>
          <w:vertAlign w:val="superscript"/>
        </w:rPr>
        <w:t>®</w:t>
      </w:r>
      <w:r>
        <w:t xml:space="preserve"> VOLCORE performance panels external wall system is a fully insulated wall and facade system. It is fast to install, weathertight and exceeds the thermal requirements of BCA (2022) Section J. The prefinished internal lining and superior spanning capability reduces in installation cost. With key supply partners, ASKIN</w:t>
      </w:r>
      <w:r>
        <w:rPr>
          <w:vertAlign w:val="superscript"/>
        </w:rPr>
        <w:t>®</w:t>
      </w:r>
      <w:r>
        <w:t xml:space="preserve"> offer a range of skylights, trafficable access walkways and safety systems to complement our roofing systems.</w:t>
      </w:r>
    </w:p>
    <w:p w14:paraId="715D4EB5" w14:textId="77777777" w:rsidR="007F07D8" w:rsidRDefault="00000000">
      <w:pPr>
        <w:pStyle w:val="Instructions"/>
      </w:pPr>
      <w:r>
        <w:t>It is available in three configurations: Exterior VOLCORE panel, Exterior VOLCORE ViviD Panel, Exterior VOLCORE ViviD Acoustic Panel.</w:t>
      </w:r>
    </w:p>
    <w:p w14:paraId="23A16A6B" w14:textId="77777777" w:rsidR="007F07D8" w:rsidRDefault="00000000">
      <w:pPr>
        <w:pStyle w:val="Instructions"/>
      </w:pPr>
      <w:r>
        <w:t>The ASKIN</w:t>
      </w:r>
      <w:r>
        <w:rPr>
          <w:vertAlign w:val="superscript"/>
        </w:rPr>
        <w:t>®</w:t>
      </w:r>
      <w:r>
        <w:t xml:space="preserve"> VOLCORE performance panels external wall system can be used in place of traditional built-up layered walls and offers the following advantages:</w:t>
      </w:r>
    </w:p>
    <w:p w14:paraId="027C5DAC" w14:textId="77777777" w:rsidR="007F07D8" w:rsidRDefault="00000000">
      <w:pPr>
        <w:pStyle w:val="Instructionsindent"/>
      </w:pPr>
      <w:r>
        <w:t>Reduced installation costs: Modular and prefinished requiring fewer girts and structure.</w:t>
      </w:r>
    </w:p>
    <w:p w14:paraId="782237F1" w14:textId="77777777" w:rsidR="007F07D8" w:rsidRDefault="00000000">
      <w:pPr>
        <w:pStyle w:val="Instructionsindent"/>
      </w:pPr>
      <w:r>
        <w:t>Improved levels of air tightness: External continuous uniform end lap with an internal slip joint.</w:t>
      </w:r>
    </w:p>
    <w:p w14:paraId="53C91C0D" w14:textId="77777777" w:rsidR="007F07D8" w:rsidRDefault="00000000">
      <w:pPr>
        <w:pStyle w:val="Instructionsindent"/>
      </w:pPr>
      <w:r>
        <w:t>Minimised risk of condensation or cold bridging.</w:t>
      </w:r>
    </w:p>
    <w:p w14:paraId="65460719" w14:textId="77777777" w:rsidR="007F07D8" w:rsidRDefault="00000000">
      <w:pPr>
        <w:pStyle w:val="Instructionsindent"/>
      </w:pPr>
      <w:r>
        <w:t>Reduced thickness suitable for residential applications.</w:t>
      </w:r>
    </w:p>
    <w:p w14:paraId="4A8B24E5" w14:textId="77777777" w:rsidR="007F07D8" w:rsidRDefault="00000000">
      <w:pPr>
        <w:pStyle w:val="Instructionsindent"/>
      </w:pPr>
      <w:r>
        <w:t>Hygienic and low maintenance finish suitable for food processing, food preparation and cool storage facilities.</w:t>
      </w:r>
    </w:p>
    <w:p w14:paraId="571344B9" w14:textId="77777777" w:rsidR="007F07D8" w:rsidRDefault="00000000">
      <w:pPr>
        <w:pStyle w:val="Instructionsindent"/>
      </w:pPr>
      <w:r>
        <w:t>Improved acoustic solution for the requirements of Noise Reduction Co Efficiency.</w:t>
      </w:r>
    </w:p>
    <w:p w14:paraId="19405DC1" w14:textId="77777777" w:rsidR="007F07D8" w:rsidRDefault="00000000">
      <w:pPr>
        <w:pStyle w:val="Instructions"/>
      </w:pPr>
      <w:r>
        <w:t>The responsibility of the designer is to provide a wall or facade system and associated work that is as follows:</w:t>
      </w:r>
    </w:p>
    <w:p w14:paraId="555961D8" w14:textId="77777777" w:rsidR="007F07D8" w:rsidRDefault="00000000">
      <w:pPr>
        <w:pStyle w:val="Instructionsindent"/>
      </w:pPr>
      <w:r>
        <w:t>Designed in conformance with the ASKIN® standard wall and façade instructions.</w:t>
      </w:r>
    </w:p>
    <w:p w14:paraId="610B862A" w14:textId="77777777" w:rsidR="007F07D8" w:rsidRDefault="00000000">
      <w:pPr>
        <w:pStyle w:val="Instructionsindent"/>
      </w:pPr>
      <w:r>
        <w:t>Resistant to impacts expected in use.</w:t>
      </w:r>
    </w:p>
    <w:p w14:paraId="1226EC47" w14:textId="77777777" w:rsidR="007F07D8" w:rsidRDefault="00000000">
      <w:pPr>
        <w:pStyle w:val="Instructionsindent"/>
      </w:pPr>
      <w:r>
        <w:t>Free of irregularities.</w:t>
      </w:r>
    </w:p>
    <w:p w14:paraId="7A430C4C" w14:textId="77777777" w:rsidR="007F07D8" w:rsidRDefault="00000000">
      <w:pPr>
        <w:pStyle w:val="Heading4"/>
      </w:pPr>
      <w:bookmarkStart w:id="30" w:name="h-8658-1"/>
      <w:bookmarkStart w:id="31" w:name="f-8658-1"/>
      <w:bookmarkStart w:id="32" w:name="f-8658"/>
      <w:bookmarkStart w:id="33" w:name="f-13294-4"/>
      <w:bookmarkEnd w:id="29"/>
      <w:r>
        <w:t>Corrosion resistance</w:t>
      </w:r>
      <w:bookmarkEnd w:id="30"/>
    </w:p>
    <w:p w14:paraId="793BBBC3" w14:textId="77777777" w:rsidR="007F07D8" w:rsidRDefault="00000000">
      <w:r>
        <w:t>Material: To the manufacturer's recommendations for distance from marine influence.</w:t>
      </w:r>
    </w:p>
    <w:p w14:paraId="039F274C" w14:textId="77777777" w:rsidR="007F07D8" w:rsidRDefault="00000000">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0BB3410A" w14:textId="77777777" w:rsidR="007F07D8" w:rsidRDefault="00000000">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76D2D979" w14:textId="77777777" w:rsidR="007F07D8" w:rsidRDefault="00000000">
      <w:pPr>
        <w:pStyle w:val="Heading3"/>
      </w:pPr>
      <w:bookmarkStart w:id="34" w:name="h-13294-13294.2"/>
      <w:bookmarkStart w:id="35" w:name="f-13294-13294.2"/>
      <w:bookmarkEnd w:id="31"/>
      <w:bookmarkEnd w:id="32"/>
      <w:bookmarkEnd w:id="33"/>
      <w:r>
        <w:t>Company contacts</w:t>
      </w:r>
      <w:bookmarkEnd w:id="34"/>
    </w:p>
    <w:p w14:paraId="11EDE3AE" w14:textId="77777777" w:rsidR="007F07D8" w:rsidRDefault="00000000">
      <w:pPr>
        <w:pStyle w:val="Heading4"/>
      </w:pPr>
      <w:bookmarkStart w:id="36" w:name="h-13294-13294.3"/>
      <w:bookmarkStart w:id="37" w:name="f-13294-13294.3"/>
      <w:bookmarkEnd w:id="35"/>
      <w:r>
        <w:t>ASKIN</w:t>
      </w:r>
      <w:r>
        <w:rPr>
          <w:vertAlign w:val="superscript"/>
        </w:rPr>
        <w:t>®</w:t>
      </w:r>
      <w:r>
        <w:t xml:space="preserve"> contacts</w:t>
      </w:r>
      <w:bookmarkEnd w:id="36"/>
    </w:p>
    <w:p w14:paraId="6E445343" w14:textId="77777777" w:rsidR="007F07D8" w:rsidRDefault="00000000">
      <w:r>
        <w:t xml:space="preserve">Website: </w:t>
      </w:r>
      <w:hyperlink r:id="rId14" w:history="1">
        <w:r>
          <w:t>www.askin.net.au/contact</w:t>
        </w:r>
      </w:hyperlink>
    </w:p>
    <w:p w14:paraId="4E3B355D" w14:textId="77777777" w:rsidR="007F07D8" w:rsidRDefault="00000000">
      <w:pPr>
        <w:pStyle w:val="Heading3"/>
      </w:pPr>
      <w:bookmarkStart w:id="38" w:name="h-13294-5"/>
      <w:bookmarkStart w:id="39" w:name="f-13294-5"/>
      <w:bookmarkEnd w:id="37"/>
      <w:r>
        <w:t>Cross references</w:t>
      </w:r>
      <w:bookmarkEnd w:id="38"/>
    </w:p>
    <w:p w14:paraId="507B0CB9" w14:textId="77777777" w:rsidR="007F07D8" w:rsidRDefault="00000000">
      <w:pPr>
        <w:pStyle w:val="Heading4"/>
      </w:pPr>
      <w:bookmarkStart w:id="40" w:name="h-7977-1"/>
      <w:bookmarkStart w:id="41" w:name="f-7977-1"/>
      <w:bookmarkStart w:id="42" w:name="f-7977"/>
      <w:bookmarkStart w:id="43" w:name="f-13294-6"/>
      <w:bookmarkEnd w:id="39"/>
      <w:r>
        <w:t>General</w:t>
      </w:r>
      <w:bookmarkEnd w:id="40"/>
    </w:p>
    <w:p w14:paraId="1BA3EA2E" w14:textId="77777777" w:rsidR="007F07D8" w:rsidRDefault="00000000">
      <w:r>
        <w:t>Requirement: Conform to the following:</w:t>
      </w:r>
    </w:p>
    <w:p w14:paraId="7A5B996F" w14:textId="77777777" w:rsidR="007F07D8" w:rsidRDefault="00000000">
      <w:pPr>
        <w:pStyle w:val="NormalIndent"/>
      </w:pPr>
      <w:r>
        <w:rPr>
          <w:i/>
        </w:rPr>
        <w:t>0171 General requirements</w:t>
      </w:r>
      <w:r>
        <w:t>.</w:t>
      </w:r>
    </w:p>
    <w:p w14:paraId="271A3668" w14:textId="77777777" w:rsidR="007F07D8" w:rsidRDefault="00000000">
      <w:pPr>
        <w:pStyle w:val="Instructions"/>
      </w:pPr>
      <w:r>
        <w:rPr>
          <w:i/>
        </w:rPr>
        <w:t>0171 General requirements</w:t>
      </w:r>
      <w:r>
        <w:t xml:space="preserve"> contains umbrella requirements for all building and services worksections.</w:t>
      </w:r>
    </w:p>
    <w:p w14:paraId="33A5E9A8" w14:textId="77777777" w:rsidR="007F07D8" w:rsidRDefault="00000000">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7F019C82" w14:textId="77777777" w:rsidR="007F07D8" w:rsidRDefault="00000000">
      <w:pPr>
        <w:pStyle w:val="Instructions"/>
      </w:pPr>
      <w:r>
        <w:lastRenderedPageBreak/>
        <w:t>NATSPEC uses generic worksection titles, whether or not there are branded equivalents. If you use a branded worksection, change the cross reference here.</w:t>
      </w:r>
    </w:p>
    <w:p w14:paraId="7BDE1631" w14:textId="77777777" w:rsidR="007F07D8" w:rsidRDefault="00000000">
      <w:pPr>
        <w:pStyle w:val="Heading3"/>
      </w:pPr>
      <w:bookmarkStart w:id="44" w:name="h-13294-13294.4"/>
      <w:bookmarkStart w:id="45" w:name="f-13294-13294.4"/>
      <w:bookmarkEnd w:id="41"/>
      <w:bookmarkEnd w:id="42"/>
      <w:bookmarkEnd w:id="43"/>
      <w:r>
        <w:t>Manufacturer’s documents</w:t>
      </w:r>
      <w:bookmarkEnd w:id="44"/>
    </w:p>
    <w:p w14:paraId="12065675" w14:textId="77777777" w:rsidR="007F07D8" w:rsidRDefault="00000000">
      <w:pPr>
        <w:pStyle w:val="Heading4"/>
      </w:pPr>
      <w:bookmarkStart w:id="46" w:name="h-13294-13294.5"/>
      <w:bookmarkStart w:id="47" w:name="f-13294-13294.5"/>
      <w:bookmarkEnd w:id="45"/>
      <w:r>
        <w:t>Technical manuals</w:t>
      </w:r>
      <w:bookmarkEnd w:id="46"/>
    </w:p>
    <w:p w14:paraId="182F7556" w14:textId="77777777" w:rsidR="007F07D8" w:rsidRDefault="00000000">
      <w:r>
        <w:t>Website: For more technical information:</w:t>
      </w:r>
    </w:p>
    <w:p w14:paraId="6FB52BDF" w14:textId="77777777" w:rsidR="007F07D8" w:rsidRDefault="00000000">
      <w:pPr>
        <w:pStyle w:val="NormalIndent"/>
      </w:pPr>
      <w:r>
        <w:t xml:space="preserve">General: </w:t>
      </w:r>
      <w:hyperlink r:id="rId15" w:history="1">
        <w:r>
          <w:t>askin.net.au</w:t>
        </w:r>
      </w:hyperlink>
    </w:p>
    <w:p w14:paraId="1460FCBB" w14:textId="77777777" w:rsidR="007F07D8" w:rsidRDefault="00000000">
      <w:pPr>
        <w:pStyle w:val="NormalIndent"/>
      </w:pPr>
      <w:r>
        <w:t xml:space="preserve">External walls: </w:t>
      </w:r>
      <w:hyperlink r:id="rId16" w:history="1">
        <w:r>
          <w:t>askin.net.au/downloads/#askin-spec-sheets</w:t>
        </w:r>
      </w:hyperlink>
    </w:p>
    <w:p w14:paraId="67CC4901" w14:textId="77777777" w:rsidR="007F07D8" w:rsidRDefault="00000000">
      <w:pPr>
        <w:pStyle w:val="Heading3"/>
      </w:pPr>
      <w:bookmarkStart w:id="48" w:name="h-13294-9"/>
      <w:bookmarkStart w:id="49" w:name="f-13294-9"/>
      <w:bookmarkEnd w:id="47"/>
      <w:r>
        <w:t>Tolerances</w:t>
      </w:r>
      <w:bookmarkEnd w:id="48"/>
    </w:p>
    <w:p w14:paraId="2319989C" w14:textId="77777777" w:rsidR="007F07D8" w:rsidRDefault="00000000">
      <w:pPr>
        <w:pStyle w:val="Heading4"/>
      </w:pPr>
      <w:bookmarkStart w:id="50" w:name="h-13294-10"/>
      <w:bookmarkStart w:id="51" w:name="f-13294-10"/>
      <w:bookmarkEnd w:id="49"/>
      <w:r>
        <w:t>Permitted deviations</w:t>
      </w:r>
      <w:bookmarkEnd w:id="50"/>
    </w:p>
    <w:p w14:paraId="28006C12" w14:textId="77777777" w:rsidR="007F07D8" w:rsidRDefault="00000000">
      <w:r>
        <w:t>Requirement: To ASKIN</w:t>
      </w:r>
      <w:r>
        <w:rPr>
          <w:vertAlign w:val="superscript"/>
        </w:rPr>
        <w:t>®</w:t>
      </w:r>
      <w:r>
        <w:t>'s recommendations.</w:t>
      </w:r>
    </w:p>
    <w:p w14:paraId="333EA863" w14:textId="77777777" w:rsidR="007F07D8" w:rsidRDefault="00000000">
      <w:r>
        <w:t>Structural steelwork for ASKIN</w:t>
      </w:r>
      <w:r>
        <w:rPr>
          <w:vertAlign w:val="superscript"/>
        </w:rPr>
        <w:t>®</w:t>
      </w:r>
      <w:r>
        <w:t xml:space="preserve"> wall cladding: ±5 mm between bearing planes of adjacent supports.</w:t>
      </w:r>
    </w:p>
    <w:p w14:paraId="05CE9A23" w14:textId="77777777" w:rsidR="007F07D8" w:rsidRDefault="00000000">
      <w:pPr>
        <w:pStyle w:val="Heading3"/>
      </w:pPr>
      <w:bookmarkStart w:id="52" w:name="h-13294-11"/>
      <w:bookmarkStart w:id="53" w:name="f-13294-11"/>
      <w:bookmarkEnd w:id="51"/>
      <w:r>
        <w:t>SUBMISSIONS</w:t>
      </w:r>
      <w:bookmarkEnd w:id="52"/>
    </w:p>
    <w:p w14:paraId="61FBDEB8" w14:textId="77777777" w:rsidR="007F07D8" w:rsidRDefault="00000000">
      <w:pPr>
        <w:pStyle w:val="Heading4"/>
      </w:pPr>
      <w:bookmarkStart w:id="54" w:name="h-13294-12"/>
      <w:bookmarkStart w:id="55" w:name="f-13294-12"/>
      <w:bookmarkEnd w:id="53"/>
      <w:r>
        <w:t>Fire performance</w:t>
      </w:r>
      <w:bookmarkEnd w:id="54"/>
    </w:p>
    <w:p w14:paraId="169C26EB" w14:textId="77777777" w:rsidR="007F07D8" w:rsidRDefault="00000000">
      <w:r>
        <w:t xml:space="preserve">Combustibility: Submit evidence of conformity to PRODUCTS, </w:t>
      </w:r>
      <w:r>
        <w:fldChar w:fldCharType="begin"/>
      </w:r>
      <w:r>
        <w:instrText xml:space="preserve">REF h-13293-5 \h  \* MERGEFORMAT </w:instrText>
      </w:r>
      <w:r>
        <w:fldChar w:fldCharType="separate"/>
      </w:r>
      <w:r>
        <w:rPr>
          <w:b/>
        </w:rPr>
        <w:t>FIRE PERFORMANCE</w:t>
      </w:r>
      <w:r>
        <w:fldChar w:fldCharType="end"/>
      </w:r>
      <w:r>
        <w:t xml:space="preserve">, </w:t>
      </w:r>
      <w:r>
        <w:fldChar w:fldCharType="begin"/>
      </w:r>
      <w:r>
        <w:instrText xml:space="preserve">REF h-13293-6 \h  \* MERGEFORMAT </w:instrText>
      </w:r>
      <w:r>
        <w:fldChar w:fldCharType="separate"/>
      </w:r>
      <w:r>
        <w:rPr>
          <w:b/>
        </w:rPr>
        <w:t>Combustibility</w:t>
      </w:r>
      <w:r>
        <w:fldChar w:fldCharType="end"/>
      </w:r>
      <w:r>
        <w:t>.</w:t>
      </w:r>
    </w:p>
    <w:p w14:paraId="7F8DB253" w14:textId="77777777" w:rsidR="007F07D8" w:rsidRDefault="00000000">
      <w:r>
        <w:t xml:space="preserve">Fire hazard properties: Submit evidence of conformity to PRODUCTS, </w:t>
      </w:r>
      <w:r>
        <w:fldChar w:fldCharType="begin"/>
      </w:r>
      <w:r>
        <w:instrText xml:space="preserve">REF h-13293-5 \h  \* MERGEFORMAT </w:instrText>
      </w:r>
      <w:r>
        <w:fldChar w:fldCharType="separate"/>
      </w:r>
      <w:r>
        <w:rPr>
          <w:b/>
        </w:rPr>
        <w:t>FIRE PERFORMANCE</w:t>
      </w:r>
      <w:r>
        <w:fldChar w:fldCharType="end"/>
      </w:r>
      <w:r>
        <w:t xml:space="preserve">, </w:t>
      </w:r>
      <w:r>
        <w:fldChar w:fldCharType="begin"/>
      </w:r>
      <w:r>
        <w:instrText xml:space="preserve">REF h-13293-7 \h  \* MERGEFORMAT </w:instrText>
      </w:r>
      <w:r>
        <w:fldChar w:fldCharType="separate"/>
      </w:r>
      <w:r>
        <w:rPr>
          <w:b/>
        </w:rPr>
        <w:t>Fire hazard properties</w:t>
      </w:r>
      <w:r>
        <w:fldChar w:fldCharType="end"/>
      </w:r>
      <w:r>
        <w:t>.</w:t>
      </w:r>
    </w:p>
    <w:p w14:paraId="79FF19C1" w14:textId="77777777" w:rsidR="007F07D8" w:rsidRDefault="00000000">
      <w:r>
        <w:t xml:space="preserve">Fire-resistance level: Submit evidence of conformity to PRODUCTS, </w:t>
      </w:r>
      <w:r>
        <w:fldChar w:fldCharType="begin"/>
      </w:r>
      <w:r>
        <w:instrText xml:space="preserve">REF h-13293-5 \h  \* MERGEFORMAT </w:instrText>
      </w:r>
      <w:r>
        <w:fldChar w:fldCharType="separate"/>
      </w:r>
      <w:r>
        <w:rPr>
          <w:b/>
        </w:rPr>
        <w:t>FIRE PERFORMANCE</w:t>
      </w:r>
      <w:r>
        <w:fldChar w:fldCharType="end"/>
      </w:r>
      <w:r>
        <w:t xml:space="preserve">, </w:t>
      </w:r>
      <w:r>
        <w:fldChar w:fldCharType="begin"/>
      </w:r>
      <w:r>
        <w:instrText xml:space="preserve">REF h-13293-8 \h  \* MERGEFORMAT </w:instrText>
      </w:r>
      <w:r>
        <w:fldChar w:fldCharType="separate"/>
      </w:r>
      <w:r>
        <w:rPr>
          <w:b/>
        </w:rPr>
        <w:t>Fire-resistance of building elements</w:t>
      </w:r>
      <w:r>
        <w:fldChar w:fldCharType="end"/>
      </w:r>
      <w:r>
        <w:t>.</w:t>
      </w:r>
    </w:p>
    <w:p w14:paraId="4A8BE7D7" w14:textId="77777777" w:rsidR="007F07D8" w:rsidRDefault="00000000">
      <w:pPr>
        <w:pStyle w:val="Heading4"/>
      </w:pPr>
      <w:bookmarkStart w:id="56" w:name="h-6950-1"/>
      <w:bookmarkStart w:id="57" w:name="f-6950-1"/>
      <w:bookmarkStart w:id="58" w:name="f-6950"/>
      <w:bookmarkStart w:id="59" w:name="f-13294-13"/>
      <w:bookmarkEnd w:id="55"/>
      <w:r>
        <w:t>Operation and maintenance manuals</w:t>
      </w:r>
      <w:bookmarkEnd w:id="56"/>
    </w:p>
    <w:p w14:paraId="7449FE24" w14:textId="77777777" w:rsidR="007F07D8" w:rsidRDefault="00000000">
      <w:r>
        <w:t xml:space="preserve">Requirement: Submit manual to </w:t>
      </w:r>
      <w:r>
        <w:rPr>
          <w:b/>
        </w:rPr>
        <w:t>COMPLETION</w:t>
      </w:r>
      <w:r>
        <w:t xml:space="preserve">, </w:t>
      </w:r>
      <w:r>
        <w:rPr>
          <w:b/>
        </w:rPr>
        <w:t>Operation and maintenance manuals</w:t>
      </w:r>
      <w:r>
        <w:t>.</w:t>
      </w:r>
    </w:p>
    <w:p w14:paraId="55A79F84" w14:textId="77777777" w:rsidR="007F07D8" w:rsidRDefault="00000000">
      <w:pPr>
        <w:pStyle w:val="Heading4"/>
      </w:pPr>
      <w:bookmarkStart w:id="60" w:name="h-13294-14"/>
      <w:bookmarkStart w:id="61" w:name="f-13294-14"/>
      <w:bookmarkEnd w:id="57"/>
      <w:bookmarkEnd w:id="58"/>
      <w:bookmarkEnd w:id="59"/>
      <w:r>
        <w:t>Products and materials</w:t>
      </w:r>
      <w:bookmarkEnd w:id="60"/>
    </w:p>
    <w:p w14:paraId="1A9F6F49" w14:textId="77777777" w:rsidR="007F07D8" w:rsidRDefault="00000000">
      <w:r>
        <w:t>Thermal insulation performance: Submit evidence of performance to AS/NZS 4859.1 (2018) and AS/NZS 4859.2 (2018).</w:t>
      </w:r>
    </w:p>
    <w:p w14:paraId="717CFF4F" w14:textId="77777777" w:rsidR="007F07D8" w:rsidRDefault="00000000">
      <w:pPr>
        <w:pStyle w:val="Instructions"/>
      </w:pPr>
      <w:r>
        <w:t>This is primarily to verify claimed R-Values for NCC compliance.</w:t>
      </w:r>
    </w:p>
    <w:p w14:paraId="635B77F4" w14:textId="77777777" w:rsidR="007F07D8" w:rsidRDefault="00000000">
      <w:pPr>
        <w:pStyle w:val="Instructions"/>
      </w:pPr>
      <w:r>
        <w:t>Thermal insulation performance for ASKIN</w:t>
      </w:r>
      <w:r>
        <w:rPr>
          <w:vertAlign w:val="superscript"/>
        </w:rPr>
        <w:t>®</w:t>
      </w:r>
      <w:r>
        <w:t xml:space="preserve"> VOLCORE performance panel cladding is verified by CodeMark. Refer to CodeMark Certificate CM40333.</w:t>
      </w:r>
    </w:p>
    <w:p w14:paraId="4715A807" w14:textId="77777777" w:rsidR="007F07D8" w:rsidRDefault="00000000">
      <w:r>
        <w:t>Type tests: As appropriate for the project, submit results of facade testing as follows:</w:t>
      </w:r>
    </w:p>
    <w:p w14:paraId="24DBECF6" w14:textId="77777777" w:rsidR="007F07D8" w:rsidRDefault="00000000">
      <w:pPr>
        <w:pStyle w:val="NormalIndent"/>
      </w:pPr>
      <w:r>
        <w:t>Water penetration to AS/NZS 4284 (2008).</w:t>
      </w:r>
    </w:p>
    <w:p w14:paraId="241E59BC" w14:textId="77777777" w:rsidR="007F07D8" w:rsidRDefault="00000000">
      <w:pPr>
        <w:pStyle w:val="NormalIndent"/>
      </w:pPr>
      <w:r>
        <w:t>Structural testing to AS/NZS 4284 (2008).</w:t>
      </w:r>
    </w:p>
    <w:p w14:paraId="3B6535E6" w14:textId="77777777" w:rsidR="007F07D8" w:rsidRDefault="00000000">
      <w:pPr>
        <w:pStyle w:val="NormalIndent"/>
      </w:pPr>
      <w:r>
        <w:t xml:space="preserve">Resistance to wind pressure: </w:t>
      </w:r>
    </w:p>
    <w:p w14:paraId="34D17FAA" w14:textId="77777777" w:rsidR="007F07D8" w:rsidRDefault="00000000">
      <w:pPr>
        <w:pStyle w:val="NormalIndent2"/>
      </w:pPr>
      <w:r>
        <w:t>For non-cyclone regions to AS 4040.2 (1992).</w:t>
      </w:r>
    </w:p>
    <w:p w14:paraId="641B5EB1" w14:textId="77777777" w:rsidR="007F07D8" w:rsidRDefault="00000000">
      <w:pPr>
        <w:pStyle w:val="NormalIndent2"/>
      </w:pPr>
      <w:r>
        <w:t>For cyclone regions to AS 4040.3 (2018).</w:t>
      </w:r>
    </w:p>
    <w:p w14:paraId="090CA683" w14:textId="77777777" w:rsidR="007F07D8" w:rsidRDefault="00000000">
      <w:pPr>
        <w:pStyle w:val="Instructions"/>
      </w:pPr>
      <w:r>
        <w:t>BCA (2022) F3P1 requires that external walls prevent the penetration of water so that internal conditions do not become unhealthy or dangerous.</w:t>
      </w:r>
    </w:p>
    <w:p w14:paraId="455CACE2" w14:textId="77777777" w:rsidR="007F07D8" w:rsidRDefault="00000000">
      <w:pPr>
        <w:pStyle w:val="Instructions"/>
      </w:pPr>
      <w:r>
        <w:t>ASKIN</w:t>
      </w:r>
      <w:r>
        <w:rPr>
          <w:vertAlign w:val="superscript"/>
        </w:rPr>
        <w:t>®</w:t>
      </w:r>
      <w:r>
        <w:t xml:space="preserve"> can provide evidence of ASKIN</w:t>
      </w:r>
      <w:r>
        <w:rPr>
          <w:vertAlign w:val="superscript"/>
        </w:rPr>
        <w:t>®</w:t>
      </w:r>
      <w:r>
        <w:t xml:space="preserve"> VOLCORE performance panel cladding conformity to NCC weatherproofing requirements. Refer to CodeMark Certificate CM40333.</w:t>
      </w:r>
    </w:p>
    <w:p w14:paraId="0F6123E9" w14:textId="77777777" w:rsidR="007F07D8" w:rsidRDefault="00000000">
      <w:pPr>
        <w:pStyle w:val="Instructions"/>
      </w:pPr>
      <w:bookmarkStart w:id="62" w:name="f-8391-1"/>
      <w:bookmarkStart w:id="63" w:name="f-8391"/>
      <w:r>
        <w:t>Type tests are carried out off-site. However, submission of evidence of a successful type test may be called up here for requirements specified in SELECTIONS or PRODUCTS, when there are no SELECTIONS.</w:t>
      </w:r>
    </w:p>
    <w:p w14:paraId="1CAB51E7" w14:textId="77777777" w:rsidR="007F07D8" w:rsidRDefault="00000000">
      <w:pPr>
        <w:pStyle w:val="OptionalNormal"/>
      </w:pPr>
      <w:bookmarkStart w:id="64" w:name="f-9369-1"/>
      <w:bookmarkStart w:id="65" w:name="f-9369"/>
      <w:bookmarkEnd w:id="62"/>
      <w:bookmarkEnd w:id="63"/>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7371BD7E" w14:textId="77777777" w:rsidR="007F07D8" w:rsidRDefault="00000000">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6D7F7BEA" w14:textId="77777777" w:rsidR="007F07D8" w:rsidRDefault="00000000">
      <w:pPr>
        <w:pStyle w:val="OptionalHeading4"/>
      </w:pPr>
      <w:bookmarkStart w:id="66" w:name="h-18090-2"/>
      <w:bookmarkStart w:id="67" w:name="f-18090-2"/>
      <w:bookmarkStart w:id="68" w:name="f-18090"/>
      <w:bookmarkStart w:id="69" w:name="f-13294-15"/>
      <w:bookmarkEnd w:id="61"/>
      <w:bookmarkEnd w:id="64"/>
      <w:bookmarkEnd w:id="65"/>
      <w:r>
        <w:t>Prototypes</w:t>
      </w:r>
      <w:bookmarkEnd w:id="66"/>
    </w:p>
    <w:p w14:paraId="4EC1A4A3" w14:textId="77777777" w:rsidR="007F07D8" w:rsidRDefault="00000000">
      <w:pPr>
        <w:pStyle w:val="OptionalNormal"/>
      </w:pPr>
      <w:r>
        <w:t xml:space="preserve">Requirement: Submit prototypes to EXECUTION, </w:t>
      </w:r>
      <w:r>
        <w:rPr>
          <w:b/>
        </w:rPr>
        <w:t>GENERAL</w:t>
      </w:r>
      <w:r>
        <w:t xml:space="preserve">, </w:t>
      </w:r>
      <w:r>
        <w:rPr>
          <w:b/>
        </w:rPr>
        <w:t>Prototypes</w:t>
      </w:r>
      <w:r>
        <w:t>.</w:t>
      </w:r>
    </w:p>
    <w:p w14:paraId="75D5D8F4" w14:textId="77777777" w:rsidR="007F07D8" w:rsidRDefault="00000000">
      <w:pPr>
        <w:pStyle w:val="Instructions"/>
      </w:pPr>
      <w:r>
        <w:t xml:space="preserve">Include this </w:t>
      </w:r>
      <w:r>
        <w:rPr>
          <w:i/>
        </w:rPr>
        <w:t>Optional</w:t>
      </w:r>
      <w:r>
        <w:t xml:space="preserve"> style subclause by changing to </w:t>
      </w:r>
      <w:r>
        <w:rPr>
          <w:i/>
        </w:rPr>
        <w:t>Normal</w:t>
      </w:r>
      <w:r>
        <w:t xml:space="preserve"> style text if the </w:t>
      </w:r>
      <w:r>
        <w:rPr>
          <w:i/>
        </w:rPr>
        <w:t>Optional</w:t>
      </w:r>
      <w:r>
        <w:t xml:space="preserve"> EXECUTION, </w:t>
      </w:r>
      <w:r>
        <w:rPr>
          <w:b/>
        </w:rPr>
        <w:t>GENERAL</w:t>
      </w:r>
      <w:r>
        <w:t xml:space="preserve">, </w:t>
      </w:r>
      <w:r>
        <w:rPr>
          <w:b/>
        </w:rPr>
        <w:t>Prototypes</w:t>
      </w:r>
      <w:r>
        <w:t xml:space="preserve"> subclause is included.</w:t>
      </w:r>
    </w:p>
    <w:p w14:paraId="27F0FD61" w14:textId="77777777" w:rsidR="007F07D8" w:rsidRDefault="00000000">
      <w:pPr>
        <w:pStyle w:val="Heading4"/>
      </w:pPr>
      <w:bookmarkStart w:id="70" w:name="h-18073-1"/>
      <w:bookmarkStart w:id="71" w:name="f-18073-1"/>
      <w:bookmarkStart w:id="72" w:name="f-18073"/>
      <w:bookmarkStart w:id="73" w:name="f-13294-16"/>
      <w:bookmarkEnd w:id="67"/>
      <w:bookmarkEnd w:id="68"/>
      <w:bookmarkEnd w:id="69"/>
      <w:r>
        <w:t>Samples</w:t>
      </w:r>
      <w:bookmarkEnd w:id="70"/>
    </w:p>
    <w:p w14:paraId="63354C13" w14:textId="77777777" w:rsidR="007F07D8" w:rsidRDefault="00000000">
      <w:r>
        <w:t xml:space="preserve">Requirement: Submit samples to PRODUCTS, </w:t>
      </w:r>
      <w:r>
        <w:rPr>
          <w:b/>
        </w:rPr>
        <w:t>GENERAL</w:t>
      </w:r>
      <w:r>
        <w:t xml:space="preserve">, </w:t>
      </w:r>
      <w:r>
        <w:rPr>
          <w:b/>
        </w:rPr>
        <w:t>Samples</w:t>
      </w:r>
      <w:r>
        <w:t>.</w:t>
      </w:r>
    </w:p>
    <w:p w14:paraId="0EB46CF1" w14:textId="77777777" w:rsidR="007F07D8" w:rsidRDefault="00000000">
      <w:pPr>
        <w:pStyle w:val="Heading4"/>
      </w:pPr>
      <w:bookmarkStart w:id="74" w:name="h-13294-17"/>
      <w:bookmarkStart w:id="75" w:name="f-13294-17"/>
      <w:bookmarkEnd w:id="71"/>
      <w:bookmarkEnd w:id="72"/>
      <w:bookmarkEnd w:id="73"/>
      <w:r>
        <w:lastRenderedPageBreak/>
        <w:t>Shop drawings</w:t>
      </w:r>
      <w:bookmarkEnd w:id="74"/>
    </w:p>
    <w:p w14:paraId="3AC40C94" w14:textId="77777777" w:rsidR="007F07D8" w:rsidRDefault="00000000">
      <w:r>
        <w:t>Insulated panel systems: Submit shop drawings to a scale that best describes the detail, showing the following:</w:t>
      </w:r>
    </w:p>
    <w:p w14:paraId="0E2357FE" w14:textId="77777777" w:rsidR="007F07D8" w:rsidRDefault="00000000">
      <w:pPr>
        <w:pStyle w:val="NormalIndent"/>
      </w:pPr>
      <w:r>
        <w:t>Dimensioned elevations of all elements.</w:t>
      </w:r>
    </w:p>
    <w:p w14:paraId="7CF37706" w14:textId="77777777" w:rsidR="007F07D8" w:rsidRDefault="00000000">
      <w:pPr>
        <w:pStyle w:val="NormalIndent"/>
      </w:pPr>
      <w:r>
        <w:t>Details of construction, connections and all support systems.</w:t>
      </w:r>
    </w:p>
    <w:p w14:paraId="232A1386" w14:textId="77777777" w:rsidR="007F07D8" w:rsidRDefault="00000000">
      <w:pPr>
        <w:pStyle w:val="NormalIndent"/>
      </w:pPr>
      <w:r>
        <w:t>Dimensions of all typical elements and of any special sizes and shapes.</w:t>
      </w:r>
    </w:p>
    <w:p w14:paraId="203BB65A" w14:textId="77777777" w:rsidR="007F07D8" w:rsidRDefault="00000000">
      <w:pPr>
        <w:pStyle w:val="NormalIndent"/>
      </w:pPr>
      <w:r>
        <w:t>Provision for the exclusion and/or drainage of moisture.</w:t>
      </w:r>
    </w:p>
    <w:p w14:paraId="2DCF56CA" w14:textId="77777777" w:rsidR="007F07D8" w:rsidRDefault="00000000">
      <w:pPr>
        <w:pStyle w:val="NormalIndent"/>
      </w:pPr>
      <w:r>
        <w:t>Jointing details and method of fixing between individual elements and between this installation and adjacent work, including provision for adjustment.</w:t>
      </w:r>
    </w:p>
    <w:p w14:paraId="064150CA" w14:textId="77777777" w:rsidR="007F07D8" w:rsidRDefault="00000000">
      <w:pPr>
        <w:pStyle w:val="NormalIndent"/>
      </w:pPr>
      <w:r>
        <w:t>Sealant types and full size sections of all sealant-filled joints and backing rods.</w:t>
      </w:r>
    </w:p>
    <w:p w14:paraId="12C4FADA" w14:textId="77777777" w:rsidR="007F07D8" w:rsidRDefault="00000000">
      <w:pPr>
        <w:pStyle w:val="NormalIndent"/>
      </w:pPr>
      <w:r>
        <w:t>Provision for thermal movement.</w:t>
      </w:r>
    </w:p>
    <w:p w14:paraId="29D829C8" w14:textId="77777777" w:rsidR="007F07D8" w:rsidRDefault="00000000">
      <w:pPr>
        <w:pStyle w:val="NormalIndent"/>
      </w:pPr>
      <w:r>
        <w:t>Provision for movement under seismic and wind loads.</w:t>
      </w:r>
    </w:p>
    <w:p w14:paraId="64C7940D" w14:textId="77777777" w:rsidR="007F07D8" w:rsidRDefault="00000000">
      <w:pPr>
        <w:pStyle w:val="NormalIndent"/>
      </w:pPr>
      <w:r>
        <w:t>Sequence of installation.</w:t>
      </w:r>
    </w:p>
    <w:p w14:paraId="5787B1FB" w14:textId="77777777" w:rsidR="007F07D8" w:rsidRDefault="00000000">
      <w:pPr>
        <w:pStyle w:val="NormalIndent"/>
      </w:pPr>
      <w:r>
        <w:t>Coordination requirements with other work.</w:t>
      </w:r>
    </w:p>
    <w:p w14:paraId="0BC3BC4F" w14:textId="77777777" w:rsidR="007F07D8" w:rsidRDefault="00000000">
      <w:pPr>
        <w:pStyle w:val="NormalIndent"/>
      </w:pPr>
      <w:r>
        <w:t>Schedule of materials, finishes, componentry, hardware and fittings.</w:t>
      </w:r>
    </w:p>
    <w:p w14:paraId="6F1BD92B" w14:textId="77777777" w:rsidR="007F07D8" w:rsidRDefault="00000000">
      <w:pPr>
        <w:pStyle w:val="Heading4"/>
      </w:pPr>
      <w:bookmarkStart w:id="76" w:name="h-13294-18"/>
      <w:bookmarkStart w:id="77" w:name="f-13294-18"/>
      <w:bookmarkEnd w:id="75"/>
      <w:r>
        <w:t>Subcontractors</w:t>
      </w:r>
      <w:bookmarkEnd w:id="76"/>
    </w:p>
    <w:p w14:paraId="1A6748D9" w14:textId="77777777" w:rsidR="007F07D8" w:rsidRDefault="00000000">
      <w:r>
        <w:t>General: Submit names and contact details of proposed ASKIN</w:t>
      </w:r>
      <w:r>
        <w:rPr>
          <w:vertAlign w:val="superscript"/>
        </w:rPr>
        <w:t>®</w:t>
      </w:r>
      <w:r>
        <w:t xml:space="preserve"> approved installers.</w:t>
      </w:r>
    </w:p>
    <w:p w14:paraId="07627AFC" w14:textId="77777777" w:rsidR="007F07D8" w:rsidRDefault="00000000">
      <w:pPr>
        <w:pStyle w:val="Instructions"/>
      </w:pPr>
      <w:r>
        <w:t>Contact ASKIN</w:t>
      </w:r>
      <w:r>
        <w:rPr>
          <w:vertAlign w:val="superscript"/>
        </w:rPr>
        <w:t>®</w:t>
      </w:r>
      <w:r>
        <w:t xml:space="preserve"> for details of ASKIN</w:t>
      </w:r>
      <w:r>
        <w:rPr>
          <w:vertAlign w:val="superscript"/>
        </w:rPr>
        <w:t>®</w:t>
      </w:r>
      <w:r>
        <w:t xml:space="preserve"> approved installers appropriate to construction in your area.</w:t>
      </w:r>
    </w:p>
    <w:p w14:paraId="6814DA54" w14:textId="77777777" w:rsidR="007F07D8" w:rsidRDefault="00000000">
      <w:pPr>
        <w:pStyle w:val="Heading4"/>
      </w:pPr>
      <w:bookmarkStart w:id="78" w:name="h-9452-1"/>
      <w:bookmarkStart w:id="79" w:name="f-9452-1"/>
      <w:bookmarkStart w:id="80" w:name="f-9452"/>
      <w:bookmarkStart w:id="81" w:name="f-13294-19"/>
      <w:bookmarkEnd w:id="77"/>
      <w:r>
        <w:t>Warranties</w:t>
      </w:r>
      <w:bookmarkEnd w:id="78"/>
    </w:p>
    <w:p w14:paraId="0308BEFB" w14:textId="77777777" w:rsidR="007F07D8" w:rsidRDefault="00000000">
      <w:r>
        <w:t xml:space="preserve">Requirement: Submit warranties to </w:t>
      </w:r>
      <w:r>
        <w:rPr>
          <w:b/>
        </w:rPr>
        <w:t>COMPLETION</w:t>
      </w:r>
      <w:r>
        <w:t xml:space="preserve">, </w:t>
      </w:r>
      <w:r>
        <w:rPr>
          <w:b/>
        </w:rPr>
        <w:t>Warranties</w:t>
      </w:r>
      <w:r>
        <w:t>.</w:t>
      </w:r>
    </w:p>
    <w:p w14:paraId="01935D55" w14:textId="77777777" w:rsidR="007F07D8" w:rsidRDefault="00000000">
      <w:pPr>
        <w:pStyle w:val="Heading3"/>
      </w:pPr>
      <w:bookmarkStart w:id="82" w:name="h-13294-20"/>
      <w:bookmarkStart w:id="83" w:name="f-13294-20"/>
      <w:bookmarkEnd w:id="79"/>
      <w:bookmarkEnd w:id="80"/>
      <w:bookmarkEnd w:id="81"/>
      <w:r>
        <w:t>Inspection</w:t>
      </w:r>
      <w:bookmarkEnd w:id="82"/>
    </w:p>
    <w:p w14:paraId="0D703790" w14:textId="77777777" w:rsidR="007F07D8" w:rsidRDefault="00000000">
      <w:pPr>
        <w:pStyle w:val="Heading4"/>
      </w:pPr>
      <w:bookmarkStart w:id="84" w:name="h-13294-21"/>
      <w:bookmarkStart w:id="85" w:name="f-13294-21"/>
      <w:bookmarkEnd w:id="83"/>
      <w:r>
        <w:t>Notice</w:t>
      </w:r>
      <w:bookmarkEnd w:id="84"/>
    </w:p>
    <w:p w14:paraId="251043D5" w14:textId="77777777" w:rsidR="007F07D8" w:rsidRDefault="00000000">
      <w:r>
        <w:t>Inspection: Give notice so that inspection may be made of the following:</w:t>
      </w:r>
    </w:p>
    <w:p w14:paraId="7C0715C1" w14:textId="77777777" w:rsidR="007F07D8" w:rsidRDefault="00000000">
      <w:pPr>
        <w:pStyle w:val="NormalIndent"/>
      </w:pPr>
      <w:r>
        <w:t>Workshop assemblies before delivery to the site.</w:t>
      </w:r>
    </w:p>
    <w:p w14:paraId="36DA7531" w14:textId="77777777" w:rsidR="007F07D8" w:rsidRDefault="00000000">
      <w:pPr>
        <w:pStyle w:val="NormalIndent"/>
      </w:pPr>
      <w:r>
        <w:t>Framing, pliable membranes and insulation before covering up or concealing.</w:t>
      </w:r>
    </w:p>
    <w:p w14:paraId="75CE97D0" w14:textId="77777777" w:rsidR="007F07D8" w:rsidRDefault="00000000">
      <w:pPr>
        <w:pStyle w:val="NormalIndent"/>
      </w:pPr>
      <w:r>
        <w:t>Completion of a prototype.</w:t>
      </w:r>
    </w:p>
    <w:p w14:paraId="11A2FD8D" w14:textId="77777777" w:rsidR="007F07D8" w:rsidRDefault="00000000">
      <w:pPr>
        <w:pStyle w:val="Instructions"/>
      </w:pPr>
      <w:r>
        <w:t>Edit to suit the project, adding critical stage inspections required.</w:t>
      </w:r>
    </w:p>
    <w:p w14:paraId="34E5CEC8" w14:textId="77777777" w:rsidR="007F07D8" w:rsidRDefault="00000000">
      <w:pPr>
        <w:pStyle w:val="Instructions"/>
      </w:pPr>
      <w:r>
        <w:rPr>
          <w:b/>
        </w:rPr>
        <w:t>Hold points</w:t>
      </w:r>
      <w:r>
        <w:t>, if required, should be inserted here.</w:t>
      </w:r>
    </w:p>
    <w:p w14:paraId="6F3AB036" w14:textId="77777777" w:rsidR="007F07D8" w:rsidRDefault="00000000">
      <w:pPr>
        <w:pStyle w:val="Instructions"/>
      </w:pPr>
      <w:r>
        <w:t>Coordinate with requirements for prototypes or delete.</w:t>
      </w:r>
    </w:p>
    <w:p w14:paraId="3986F47D" w14:textId="77777777" w:rsidR="007F07D8" w:rsidRDefault="00000000">
      <w:pPr>
        <w:pStyle w:val="Heading2"/>
      </w:pPr>
      <w:bookmarkStart w:id="86" w:name="h-13293-1"/>
      <w:bookmarkStart w:id="87" w:name="f-13293-1"/>
      <w:bookmarkStart w:id="88" w:name="f-13293"/>
      <w:bookmarkEnd w:id="23"/>
      <w:bookmarkEnd w:id="85"/>
      <w:r>
        <w:t>Products</w:t>
      </w:r>
      <w:bookmarkEnd w:id="86"/>
    </w:p>
    <w:p w14:paraId="095E3668" w14:textId="77777777" w:rsidR="007F07D8" w:rsidRDefault="00000000">
      <w:pPr>
        <w:pStyle w:val="Heading3"/>
      </w:pPr>
      <w:bookmarkStart w:id="89" w:name="h-13293-2"/>
      <w:bookmarkStart w:id="90" w:name="f-13293-2"/>
      <w:bookmarkEnd w:id="87"/>
      <w:r>
        <w:t>General</w:t>
      </w:r>
      <w:bookmarkEnd w:id="89"/>
    </w:p>
    <w:p w14:paraId="7E59E2D5" w14:textId="77777777" w:rsidR="007F07D8" w:rsidRDefault="00000000">
      <w:pPr>
        <w:pStyle w:val="Heading4"/>
      </w:pPr>
      <w:bookmarkStart w:id="91" w:name="h-8385-2"/>
      <w:bookmarkStart w:id="92" w:name="f-8385-2"/>
      <w:bookmarkStart w:id="93" w:name="f-8385"/>
      <w:bookmarkStart w:id="94" w:name="f-13293-13293.1"/>
      <w:bookmarkEnd w:id="90"/>
      <w:r>
        <w:t>Product substitution</w:t>
      </w:r>
      <w:bookmarkEnd w:id="91"/>
    </w:p>
    <w:p w14:paraId="59600847" w14:textId="77777777" w:rsidR="007F07D8" w:rsidRDefault="00000000">
      <w:r>
        <w:t xml:space="preserve">Other products: Conform to </w:t>
      </w:r>
      <w:r>
        <w:rPr>
          <w:b/>
        </w:rPr>
        <w:t>SUBSTITUTIONS</w:t>
      </w:r>
      <w:r>
        <w:t xml:space="preserve"> in </w:t>
      </w:r>
      <w:r>
        <w:rPr>
          <w:i/>
        </w:rPr>
        <w:t>0171 General requirements</w:t>
      </w:r>
      <w:r>
        <w:t>.</w:t>
      </w:r>
    </w:p>
    <w:p w14:paraId="542A7238" w14:textId="77777777" w:rsidR="007F07D8" w:rsidRDefault="00000000">
      <w:pPr>
        <w:pStyle w:val="Instructions"/>
      </w:pPr>
      <w:bookmarkStart w:id="95" w:name="f-8385-3"/>
      <w:bookmarkEnd w:id="92"/>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7B6CB3CB" w14:textId="77777777" w:rsidR="007F07D8" w:rsidRDefault="00000000">
      <w:pPr>
        <w:pStyle w:val="Heading4"/>
      </w:pPr>
      <w:bookmarkStart w:id="96" w:name="h-13293-13293.21"/>
      <w:bookmarkStart w:id="97" w:name="f-13293-13293.21"/>
      <w:bookmarkEnd w:id="93"/>
      <w:bookmarkEnd w:id="94"/>
      <w:bookmarkEnd w:id="95"/>
      <w:r>
        <w:t>Samples</w:t>
      </w:r>
      <w:bookmarkEnd w:id="96"/>
    </w:p>
    <w:p w14:paraId="143A70B4" w14:textId="77777777" w:rsidR="007F07D8" w:rsidRDefault="00000000">
      <w:pPr>
        <w:pStyle w:val="Instructions"/>
      </w:pPr>
      <w:r>
        <w:t>Approved samples that define the acceptable limits of colour and texture variations are retained on site. If particular or additional samples are required, list them here.</w:t>
      </w:r>
    </w:p>
    <w:p w14:paraId="210269E8" w14:textId="77777777" w:rsidR="007F07D8" w:rsidRDefault="00000000">
      <w:r>
        <w:t>Requirement: Provide samples of the cladding material showing the range of variation available.</w:t>
      </w:r>
    </w:p>
    <w:p w14:paraId="74A5ABD1" w14:textId="77777777" w:rsidR="007F07D8" w:rsidRDefault="00000000">
      <w:pPr>
        <w:pStyle w:val="Prompt"/>
      </w:pPr>
      <w:r>
        <w:t xml:space="preserve">Sample size: </w:t>
      </w:r>
      <w:r>
        <w:fldChar w:fldCharType="begin"/>
      </w:r>
      <w:r>
        <w:instrText xml:space="preserve"> MACROBUTTON  ac_OnHelp [complete/delete]</w:instrText>
      </w:r>
      <w:r>
        <w:fldChar w:fldCharType="separate"/>
      </w:r>
      <w:r>
        <w:t> </w:t>
      </w:r>
      <w:r>
        <w:fldChar w:fldCharType="end"/>
      </w:r>
    </w:p>
    <w:p w14:paraId="12BD5628" w14:textId="77777777" w:rsidR="007F07D8" w:rsidRDefault="00000000">
      <w:pPr>
        <w:pStyle w:val="Instructions"/>
      </w:pPr>
      <w:r>
        <w:t>Sample sizes are generally 300 x 300 mm or 600 x 600 mm.</w:t>
      </w:r>
    </w:p>
    <w:p w14:paraId="049EFF4C" w14:textId="77777777" w:rsidR="007F07D8" w:rsidRDefault="00000000">
      <w:pPr>
        <w:pStyle w:val="Heading4"/>
      </w:pPr>
      <w:bookmarkStart w:id="98" w:name="h-13293-3"/>
      <w:bookmarkStart w:id="99" w:name="f-13293-3"/>
      <w:bookmarkEnd w:id="97"/>
      <w:r>
        <w:t>Storage and handling</w:t>
      </w:r>
      <w:bookmarkEnd w:id="98"/>
    </w:p>
    <w:p w14:paraId="62B4B404" w14:textId="77777777" w:rsidR="007F07D8" w:rsidRDefault="00000000">
      <w:r>
        <w:t>Requirement: Store and handle materials to the manufacturer’s recommendations and the following:</w:t>
      </w:r>
    </w:p>
    <w:p w14:paraId="496ADA24" w14:textId="77777777" w:rsidR="007F07D8" w:rsidRDefault="00000000">
      <w:pPr>
        <w:pStyle w:val="NormalIndent"/>
      </w:pPr>
      <w:r>
        <w:t>Protect materials including edges and surfaces from damage.</w:t>
      </w:r>
    </w:p>
    <w:p w14:paraId="233F6501" w14:textId="77777777" w:rsidR="007F07D8" w:rsidRDefault="00000000">
      <w:pPr>
        <w:pStyle w:val="NormalIndent"/>
      </w:pPr>
      <w:r>
        <w:t>Keep dry and unexposed to weather.</w:t>
      </w:r>
    </w:p>
    <w:p w14:paraId="5212AD9B" w14:textId="77777777" w:rsidR="007F07D8" w:rsidRDefault="00000000">
      <w:pPr>
        <w:pStyle w:val="NormalIndent"/>
      </w:pPr>
      <w:r>
        <w:t>Do not drag sheets or panels across each other or over other materials.</w:t>
      </w:r>
    </w:p>
    <w:p w14:paraId="319AEFC5" w14:textId="77777777" w:rsidR="007F07D8" w:rsidRDefault="00000000">
      <w:pPr>
        <w:pStyle w:val="NormalIndent"/>
      </w:pPr>
      <w:r>
        <w:t>Store off the ground.</w:t>
      </w:r>
    </w:p>
    <w:p w14:paraId="1FED37F4" w14:textId="77777777" w:rsidR="007F07D8" w:rsidRDefault="00000000">
      <w:pPr>
        <w:pStyle w:val="NormalIndent"/>
      </w:pPr>
      <w:r>
        <w:lastRenderedPageBreak/>
        <w:t>Sealed, unopened packaging on a slightly sloped surface to prevent ponding on panel faces.</w:t>
      </w:r>
    </w:p>
    <w:p w14:paraId="6A8847E1" w14:textId="77777777" w:rsidR="007F07D8" w:rsidRDefault="00000000">
      <w:pPr>
        <w:pStyle w:val="Heading4"/>
      </w:pPr>
      <w:bookmarkStart w:id="100" w:name="h-13182-1"/>
      <w:bookmarkStart w:id="101" w:name="f-13182-1"/>
      <w:bookmarkStart w:id="102" w:name="f-13182"/>
      <w:bookmarkStart w:id="103" w:name="f-13293-13293.2"/>
      <w:bookmarkEnd w:id="99"/>
      <w:r>
        <w:t>Product identification</w:t>
      </w:r>
      <w:bookmarkEnd w:id="100"/>
    </w:p>
    <w:p w14:paraId="093A8471" w14:textId="77777777" w:rsidR="007F07D8" w:rsidRDefault="00000000">
      <w:r>
        <w:t>General: Marked to show the following:</w:t>
      </w:r>
    </w:p>
    <w:p w14:paraId="24F7A6A3" w14:textId="77777777" w:rsidR="007F07D8" w:rsidRDefault="00000000">
      <w:pPr>
        <w:pStyle w:val="NormalIndent"/>
      </w:pPr>
      <w:r>
        <w:t>Manufacturer’s identification.</w:t>
      </w:r>
    </w:p>
    <w:p w14:paraId="4BC08EE9" w14:textId="77777777" w:rsidR="007F07D8" w:rsidRDefault="00000000">
      <w:pPr>
        <w:pStyle w:val="NormalIndent"/>
      </w:pPr>
      <w:r>
        <w:t>Product brand name.</w:t>
      </w:r>
    </w:p>
    <w:p w14:paraId="3537565D" w14:textId="77777777" w:rsidR="007F07D8" w:rsidRDefault="00000000">
      <w:pPr>
        <w:pStyle w:val="NormalIndent"/>
      </w:pPr>
      <w:r>
        <w:t>Product type.</w:t>
      </w:r>
    </w:p>
    <w:p w14:paraId="26F8FFD5" w14:textId="77777777" w:rsidR="007F07D8" w:rsidRDefault="00000000">
      <w:pPr>
        <w:pStyle w:val="NormalIndent"/>
      </w:pPr>
      <w:r>
        <w:t>Quantity.</w:t>
      </w:r>
    </w:p>
    <w:p w14:paraId="397B643F" w14:textId="77777777" w:rsidR="007F07D8" w:rsidRDefault="00000000">
      <w:pPr>
        <w:pStyle w:val="NormalIndent"/>
      </w:pPr>
      <w:r>
        <w:t>Product reference code and batch number.</w:t>
      </w:r>
    </w:p>
    <w:p w14:paraId="4DC1A4DF" w14:textId="77777777" w:rsidR="007F07D8" w:rsidRDefault="00000000">
      <w:pPr>
        <w:pStyle w:val="NormalIndent"/>
      </w:pPr>
      <w:r>
        <w:t>Date of manufacture.</w:t>
      </w:r>
    </w:p>
    <w:p w14:paraId="18DECCA4" w14:textId="77777777" w:rsidR="007F07D8" w:rsidRDefault="00000000">
      <w:pPr>
        <w:pStyle w:val="Instructions"/>
      </w:pPr>
      <w:r>
        <w:t>Edit the list to suit the project or delete if not required.</w:t>
      </w:r>
    </w:p>
    <w:p w14:paraId="365D69F3" w14:textId="77777777" w:rsidR="007F07D8" w:rsidRDefault="00000000">
      <w:pPr>
        <w:pStyle w:val="Heading3"/>
      </w:pPr>
      <w:bookmarkStart w:id="104" w:name="h-13293-5"/>
      <w:bookmarkStart w:id="105" w:name="f-13293-5"/>
      <w:bookmarkEnd w:id="101"/>
      <w:bookmarkEnd w:id="102"/>
      <w:bookmarkEnd w:id="103"/>
      <w:r>
        <w:t>FIRE PERFORMANCE</w:t>
      </w:r>
      <w:bookmarkEnd w:id="104"/>
    </w:p>
    <w:p w14:paraId="38B655DC" w14:textId="77777777" w:rsidR="007F07D8" w:rsidRDefault="00000000">
      <w:pPr>
        <w:pStyle w:val="Instructions"/>
      </w:pPr>
      <w:r>
        <w:t>ASKIN</w:t>
      </w:r>
      <w:r>
        <w:rPr>
          <w:vertAlign w:val="superscript"/>
        </w:rPr>
        <w:t>®</w:t>
      </w:r>
      <w:r>
        <w:t xml:space="preserve"> can provide BRANZ, FM, Warrington Fire, AWTA, IGNIS and CSIRO tests reports on request for fire testing.</w:t>
      </w:r>
    </w:p>
    <w:p w14:paraId="4608B6CF" w14:textId="77777777" w:rsidR="007F07D8" w:rsidRDefault="00000000">
      <w:pPr>
        <w:pStyle w:val="Heading4"/>
      </w:pPr>
      <w:bookmarkStart w:id="106" w:name="h-13061-6"/>
      <w:bookmarkStart w:id="107" w:name="f-13061-6"/>
      <w:bookmarkStart w:id="108" w:name="f-13293-6"/>
      <w:bookmarkEnd w:id="105"/>
      <w:r>
        <w:t>Combustibility</w:t>
      </w:r>
      <w:bookmarkEnd w:id="106"/>
    </w:p>
    <w:p w14:paraId="5759ED87" w14:textId="77777777" w:rsidR="007F07D8" w:rsidRDefault="00000000">
      <w:r>
        <w:t>Cladding: Tested to AS 1530.1 (1994).</w:t>
      </w:r>
    </w:p>
    <w:p w14:paraId="2FFA3514" w14:textId="77777777" w:rsidR="007F07D8" w:rsidRDefault="00000000">
      <w:pPr>
        <w:pStyle w:val="Instructions"/>
      </w:pPr>
      <w:r>
        <w:t xml:space="preserve">Check if your cladding is required to be non-combustible, refer to BCA (2022) Section C and the </w:t>
      </w:r>
      <w:r>
        <w:rPr>
          <w:i/>
        </w:rPr>
        <w:t>ABCB Fire performance of external walls and cladding advisory note (2020)</w:t>
      </w:r>
      <w:r>
        <w:t>.</w:t>
      </w:r>
    </w:p>
    <w:p w14:paraId="2CD2FC5C" w14:textId="77777777" w:rsidR="007F07D8" w:rsidRDefault="00000000">
      <w:pPr>
        <w:pStyle w:val="Instructions"/>
      </w:pPr>
      <w:r>
        <w:t>If using a performance solution for facade cladding, type testing to AS 5113 (2016) may be used as the verification method for external walls. Refer to BCA (2022) C1V3 for compliance with BCA (2022) C1P2 for the spread of fire via the external wall.</w:t>
      </w:r>
    </w:p>
    <w:bookmarkEnd w:id="107"/>
    <w:p w14:paraId="352822D3" w14:textId="77777777" w:rsidR="007F07D8" w:rsidRDefault="00000000">
      <w:pPr>
        <w:pStyle w:val="Instructions"/>
      </w:pPr>
      <w:r>
        <w:t>ASKIN</w:t>
      </w:r>
      <w:r>
        <w:rPr>
          <w:vertAlign w:val="superscript"/>
        </w:rPr>
        <w:t>®</w:t>
      </w:r>
      <w:r>
        <w:t xml:space="preserve"> can provide a Certificate of Conformity (CodeMark Certificate CM40333) that ASKIN</w:t>
      </w:r>
      <w:r>
        <w:rPr>
          <w:vertAlign w:val="superscript"/>
        </w:rPr>
        <w:t>®</w:t>
      </w:r>
      <w:r>
        <w:t xml:space="preserve"> mineral wool core panels can be used where a non-combustible material is required in the NCC and satisfies BCA (2022) C2D10(6).</w:t>
      </w:r>
    </w:p>
    <w:p w14:paraId="5FCCC47A" w14:textId="77777777" w:rsidR="007F07D8" w:rsidRDefault="00000000">
      <w:pPr>
        <w:pStyle w:val="Heading4"/>
      </w:pPr>
      <w:bookmarkStart w:id="109" w:name="h-13293-7"/>
      <w:bookmarkStart w:id="110" w:name="f-13293-7"/>
      <w:bookmarkEnd w:id="108"/>
      <w:r>
        <w:t>Fire hazard properties</w:t>
      </w:r>
      <w:bookmarkEnd w:id="109"/>
    </w:p>
    <w:p w14:paraId="4D9A75A1" w14:textId="77777777" w:rsidR="007F07D8" w:rsidRDefault="00000000">
      <w:pPr>
        <w:pStyle w:val="Instructions"/>
      </w:pPr>
      <w:r>
        <w:t>See NATSPEC TECHnote DES 003 for more information on the fire hazard properties of insulation materials and NATSPEC TECHnote DES 020 on fire behaviour of building materials and assemblies.</w:t>
      </w:r>
    </w:p>
    <w:p w14:paraId="399F7E40" w14:textId="77777777" w:rsidR="007F07D8" w:rsidRDefault="00000000">
      <w:r>
        <w:t>Group number: To AS 5637.1 (2015).</w:t>
      </w:r>
    </w:p>
    <w:p w14:paraId="36BB3225" w14:textId="77777777" w:rsidR="007F07D8" w:rsidRDefault="00000000">
      <w:pPr>
        <w:pStyle w:val="Instructions"/>
      </w:pPr>
      <w:r>
        <w:t>ASKIN</w:t>
      </w:r>
      <w:r>
        <w:rPr>
          <w:vertAlign w:val="superscript"/>
        </w:rPr>
        <w:t>®</w:t>
      </w:r>
      <w:r>
        <w:t xml:space="preserve"> VOLCORE 200 mm panels tested to AS ISO 9705 (2003): Group number 1.</w:t>
      </w:r>
    </w:p>
    <w:p w14:paraId="467F8790" w14:textId="77777777" w:rsidR="007F07D8" w:rsidRDefault="00000000">
      <w:pPr>
        <w:pStyle w:val="Instructions"/>
      </w:pPr>
      <w:r>
        <w:t>VOLCORE ViviD Acoustic Panel has been tested to the requirements of AS ISO 9705 (2003), Group 1.with SMOGRArc 1.5. Refer to CodeMark Certificate CM40333.</w:t>
      </w:r>
    </w:p>
    <w:p w14:paraId="25807C27" w14:textId="77777777" w:rsidR="007F07D8" w:rsidRDefault="00000000">
      <w:pPr>
        <w:pStyle w:val="Instructions"/>
      </w:pPr>
      <w:r>
        <w:t xml:space="preserve">Non-sprinklered buildings: Wall and ceiling linings must either have an </w:t>
      </w:r>
      <w:r>
        <w:rPr>
          <w:i/>
        </w:rPr>
        <w:t>average specific extinction area</w:t>
      </w:r>
      <w:r>
        <w:t xml:space="preserve"> less than 250 m</w:t>
      </w:r>
      <w:r>
        <w:rPr>
          <w:vertAlign w:val="superscript"/>
        </w:rPr>
        <w:t>2</w:t>
      </w:r>
      <w:r>
        <w:t xml:space="preserve">/kg or a </w:t>
      </w:r>
      <w:r>
        <w:rPr>
          <w:i/>
        </w:rPr>
        <w:t>smoke growth rate index</w:t>
      </w:r>
      <w:r>
        <w:t xml:space="preserve"> not more than 100 as determined by AS 5637.1 (2015).</w:t>
      </w:r>
    </w:p>
    <w:p w14:paraId="4D2799AB" w14:textId="77777777" w:rsidR="007F07D8" w:rsidRDefault="00000000">
      <w:pPr>
        <w:pStyle w:val="Instructions"/>
      </w:pPr>
      <w:r>
        <w:t>Refer to NATSPEC TECHnote DES 020 for information on fire hazard properties.</w:t>
      </w:r>
    </w:p>
    <w:p w14:paraId="033F0320" w14:textId="77777777" w:rsidR="007F07D8" w:rsidRDefault="00000000">
      <w:r>
        <w:t>Bonded laminated materials: Tested to AS/NZS 1530.3 (1999). Fire hazard indices, as follows:</w:t>
      </w:r>
    </w:p>
    <w:p w14:paraId="23679979" w14:textId="77777777" w:rsidR="007F07D8" w:rsidRDefault="00000000">
      <w:pPr>
        <w:pStyle w:val="NormalIndent"/>
      </w:pPr>
      <w:r>
        <w:t>Spread-of-Flame Index: 0.</w:t>
      </w:r>
    </w:p>
    <w:p w14:paraId="58778F4C" w14:textId="77777777" w:rsidR="007F07D8" w:rsidRDefault="00000000">
      <w:pPr>
        <w:pStyle w:val="NormalIndent"/>
      </w:pPr>
      <w:r>
        <w:t>Smoke-Developed Index: ≤ 3.</w:t>
      </w:r>
    </w:p>
    <w:p w14:paraId="7DC14D5E" w14:textId="77777777" w:rsidR="007F07D8" w:rsidRDefault="00000000">
      <w:pPr>
        <w:pStyle w:val="Instructions"/>
      </w:pPr>
      <w:r>
        <w:t>Include if bonded laminated material is being used where a non-combustible material is required. See BCA (2022) C2D10(6). Refer to NATSPEC TECHnote DES 020 for information on fire-resistance levels.</w:t>
      </w:r>
    </w:p>
    <w:p w14:paraId="7BC20B87" w14:textId="77777777" w:rsidR="007F07D8" w:rsidRDefault="00000000">
      <w:r>
        <w:t>Insulation materials: Tested to AS/NZS 1530.3 (1999). Fire hazard indices as follows:</w:t>
      </w:r>
    </w:p>
    <w:p w14:paraId="5E4127F6" w14:textId="77777777" w:rsidR="007F07D8" w:rsidRDefault="00000000">
      <w:pPr>
        <w:pStyle w:val="Instructions"/>
      </w:pPr>
      <w:r>
        <w:t>ASKIN</w:t>
      </w:r>
      <w:r>
        <w:rPr>
          <w:vertAlign w:val="superscript"/>
        </w:rPr>
        <w:t>®</w:t>
      </w:r>
      <w:r>
        <w:t xml:space="preserve"> 50 mm thick with Z275 G300 steel skins tested to AS/NZS 1530.3 (1999):</w:t>
      </w:r>
    </w:p>
    <w:p w14:paraId="04A6F431" w14:textId="77777777" w:rsidR="007F07D8" w:rsidRDefault="00000000">
      <w:pPr>
        <w:pStyle w:val="Instructionsindent"/>
      </w:pPr>
      <w:r>
        <w:t>Ignitability index: 0.</w:t>
      </w:r>
    </w:p>
    <w:p w14:paraId="13F2BDE4" w14:textId="77777777" w:rsidR="007F07D8" w:rsidRDefault="00000000">
      <w:pPr>
        <w:pStyle w:val="Instructionsindent"/>
      </w:pPr>
      <w:r>
        <w:t>Spread-of-Flame Index: 0.</w:t>
      </w:r>
    </w:p>
    <w:p w14:paraId="626B8F3F" w14:textId="77777777" w:rsidR="007F07D8" w:rsidRDefault="00000000">
      <w:pPr>
        <w:pStyle w:val="Instructionsindent"/>
      </w:pPr>
      <w:r>
        <w:t>Heat Evolved Index: 0.</w:t>
      </w:r>
    </w:p>
    <w:p w14:paraId="53633F4C" w14:textId="77777777" w:rsidR="007F07D8" w:rsidRDefault="00000000">
      <w:pPr>
        <w:pStyle w:val="Instructionsindent"/>
      </w:pPr>
      <w:r>
        <w:t>Smoke Developed Index: 1.</w:t>
      </w:r>
    </w:p>
    <w:p w14:paraId="21803787" w14:textId="77777777" w:rsidR="007F07D8" w:rsidRDefault="00000000">
      <w:pPr>
        <w:pStyle w:val="Instructions"/>
      </w:pPr>
      <w:r>
        <w:t>Volcore Acoustic ViviD Exteriors Panels tested to AS/NZS 1530.3 (1999):</w:t>
      </w:r>
    </w:p>
    <w:p w14:paraId="4EDF059E" w14:textId="77777777" w:rsidR="007F07D8" w:rsidRDefault="00000000">
      <w:pPr>
        <w:pStyle w:val="Instructionsindent"/>
      </w:pPr>
      <w:r>
        <w:t>Spread-of-Flame Index: 0.</w:t>
      </w:r>
    </w:p>
    <w:p w14:paraId="5CE7547D" w14:textId="77777777" w:rsidR="007F07D8" w:rsidRDefault="00000000">
      <w:pPr>
        <w:pStyle w:val="Instructionsindent"/>
      </w:pPr>
      <w:r>
        <w:t>Smoke-Developed Index: 2.</w:t>
      </w:r>
    </w:p>
    <w:p w14:paraId="31A1344D" w14:textId="77777777" w:rsidR="007F07D8" w:rsidRDefault="00000000">
      <w:pPr>
        <w:pStyle w:val="Instructions"/>
      </w:pPr>
      <w:r>
        <w:t>Refer to CodeMark Certificate CM40333.</w:t>
      </w:r>
    </w:p>
    <w:p w14:paraId="10602F3D" w14:textId="77777777" w:rsidR="007F07D8" w:rsidRDefault="00000000">
      <w:pPr>
        <w:pStyle w:val="NormalIndent"/>
      </w:pPr>
      <w:r>
        <w:t>Spread-of-Flame Index: ≤ 9.</w:t>
      </w:r>
    </w:p>
    <w:p w14:paraId="5500F2A7" w14:textId="77777777" w:rsidR="007F07D8" w:rsidRDefault="00000000">
      <w:pPr>
        <w:pStyle w:val="NormalIndent"/>
      </w:pPr>
      <w:r>
        <w:t>Smoke-Developed Index: ≤ 8 if Spread-of-Flame Index &gt; 5.</w:t>
      </w:r>
    </w:p>
    <w:p w14:paraId="2069D30D" w14:textId="77777777" w:rsidR="007F07D8" w:rsidRDefault="00000000">
      <w:pPr>
        <w:pStyle w:val="Heading4"/>
      </w:pPr>
      <w:bookmarkStart w:id="111" w:name="h-13293-8"/>
      <w:bookmarkStart w:id="112" w:name="f-13293-8"/>
      <w:bookmarkEnd w:id="110"/>
      <w:r>
        <w:t>Fire-resistance of building elements</w:t>
      </w:r>
      <w:bookmarkEnd w:id="111"/>
    </w:p>
    <w:p w14:paraId="16D26028" w14:textId="77777777" w:rsidR="007F07D8" w:rsidRDefault="00000000">
      <w:r>
        <w:t>Fire-resistance level: Tested to AS 1530.4 (2014).</w:t>
      </w:r>
    </w:p>
    <w:p w14:paraId="1FBFAE7B" w14:textId="77777777" w:rsidR="007F07D8" w:rsidRDefault="00000000">
      <w:pPr>
        <w:pStyle w:val="Instructions"/>
      </w:pPr>
      <w:r>
        <w:lastRenderedPageBreak/>
        <w:t>Refer to NATSPEC TECHnote DES 020 for information on fire-resistance levels. Refer also to CodeMark Certificate CM40333.</w:t>
      </w:r>
    </w:p>
    <w:p w14:paraId="17957742" w14:textId="77777777" w:rsidR="007F07D8" w:rsidRDefault="00000000">
      <w:pPr>
        <w:pStyle w:val="Instructions"/>
      </w:pPr>
      <w:r>
        <w:t>ASKIN</w:t>
      </w:r>
      <w:r>
        <w:rPr>
          <w:vertAlign w:val="superscript"/>
        </w:rPr>
        <w:t>®</w:t>
      </w:r>
      <w:r>
        <w:t xml:space="preserve"> VOLCORE panels tested to AS 1530.4 (2014) (FAS210329):</w:t>
      </w:r>
    </w:p>
    <w:p w14:paraId="5C0CD8E5" w14:textId="77777777" w:rsidR="007F07D8" w:rsidRDefault="00000000">
      <w:pPr>
        <w:pStyle w:val="Instructionsindent"/>
      </w:pPr>
      <w:r>
        <w:t>FRL for 100 mm thick panel: -/60/60.</w:t>
      </w:r>
    </w:p>
    <w:p w14:paraId="73E9B2B0" w14:textId="77777777" w:rsidR="007F07D8" w:rsidRDefault="00000000">
      <w:pPr>
        <w:pStyle w:val="Instructionsindent"/>
      </w:pPr>
      <w:r>
        <w:t>FRL for 150 mm thick panel: -/120/120.</w:t>
      </w:r>
    </w:p>
    <w:p w14:paraId="6779008C" w14:textId="77777777" w:rsidR="007F07D8" w:rsidRDefault="00000000">
      <w:pPr>
        <w:pStyle w:val="Instructionsindent"/>
      </w:pPr>
      <w:r>
        <w:t>FRL requirements for doors and penetrations upon request.</w:t>
      </w:r>
    </w:p>
    <w:p w14:paraId="2816E961" w14:textId="77777777" w:rsidR="007F07D8" w:rsidRDefault="00000000">
      <w:pPr>
        <w:pStyle w:val="Instructions"/>
      </w:pPr>
      <w:r>
        <w:t>The FRL of ASKIN</w:t>
      </w:r>
      <w:r>
        <w:rPr>
          <w:vertAlign w:val="superscript"/>
        </w:rPr>
        <w:t>®</w:t>
      </w:r>
      <w:r>
        <w:t xml:space="preserve"> VOLCORE panels is more than required for a non-loading external wall in a Bushfire Attack Level FZ (BAL-FZ) to AS 3959 (2018).</w:t>
      </w:r>
    </w:p>
    <w:p w14:paraId="12040502" w14:textId="77777777" w:rsidR="007F07D8" w:rsidRDefault="00000000">
      <w:pPr>
        <w:pStyle w:val="Heading4"/>
      </w:pPr>
      <w:bookmarkStart w:id="113" w:name="h-2_13061-9"/>
      <w:bookmarkStart w:id="114" w:name="f-2_13061-9"/>
      <w:bookmarkStart w:id="115" w:name="f-13293-9"/>
      <w:bookmarkEnd w:id="112"/>
      <w:r>
        <w:t>Fire-stops</w:t>
      </w:r>
      <w:bookmarkEnd w:id="113"/>
    </w:p>
    <w:p w14:paraId="3F40DE3D" w14:textId="77777777" w:rsidR="007F07D8" w:rsidRDefault="00000000">
      <w:r>
        <w:t>Requirement: If fire-stops and smoke flashings are placed between inner faces of the cladding and building elements (such as beam, slab or column faces), install and seal to meet fire test requirements.</w:t>
      </w:r>
    </w:p>
    <w:p w14:paraId="369AB310" w14:textId="77777777" w:rsidR="007F07D8" w:rsidRDefault="00000000">
      <w:pPr>
        <w:pStyle w:val="Prompt"/>
      </w:pPr>
      <w:r>
        <w:t xml:space="preserve">Product: </w:t>
      </w:r>
      <w:r>
        <w:fldChar w:fldCharType="begin"/>
      </w:r>
      <w:r>
        <w:instrText xml:space="preserve"> MACROBUTTON  ac_OnHelp [complete/delete]</w:instrText>
      </w:r>
      <w:r>
        <w:fldChar w:fldCharType="separate"/>
      </w:r>
      <w:r>
        <w:t> </w:t>
      </w:r>
      <w:r>
        <w:fldChar w:fldCharType="end"/>
      </w:r>
    </w:p>
    <w:p w14:paraId="67D42BAD" w14:textId="77777777" w:rsidR="007F07D8" w:rsidRDefault="00000000">
      <w:pPr>
        <w:pStyle w:val="Instructions"/>
      </w:pPr>
      <w:r>
        <w:t>Nominate the product here. Delete if the selection of the proprietary products is the responsibility of the contractor.</w:t>
      </w:r>
    </w:p>
    <w:p w14:paraId="519C74E5" w14:textId="77777777" w:rsidR="007F07D8" w:rsidRDefault="00000000">
      <w:pPr>
        <w:pStyle w:val="Heading3"/>
      </w:pPr>
      <w:bookmarkStart w:id="116" w:name="h-13293-13293.3"/>
      <w:bookmarkStart w:id="117" w:name="f-13293-13293.3"/>
      <w:bookmarkEnd w:id="114"/>
      <w:bookmarkEnd w:id="115"/>
      <w:r>
        <w:t>ASKIN</w:t>
      </w:r>
      <w:r>
        <w:rPr>
          <w:vertAlign w:val="superscript"/>
        </w:rPr>
        <w:t>®</w:t>
      </w:r>
      <w:r>
        <w:t xml:space="preserve"> Exterior VOLCORE panel system</w:t>
      </w:r>
      <w:bookmarkEnd w:id="116"/>
    </w:p>
    <w:p w14:paraId="7A3D685A" w14:textId="77777777" w:rsidR="007F07D8" w:rsidRDefault="00000000">
      <w:pPr>
        <w:pStyle w:val="Heading4"/>
      </w:pPr>
      <w:bookmarkStart w:id="118" w:name="h-13293-13293.4"/>
      <w:bookmarkStart w:id="119" w:name="f-13293-13293.4"/>
      <w:bookmarkEnd w:id="117"/>
      <w:r>
        <w:t>General</w:t>
      </w:r>
      <w:bookmarkEnd w:id="118"/>
    </w:p>
    <w:p w14:paraId="20D94BDE" w14:textId="77777777" w:rsidR="007F07D8" w:rsidRDefault="00000000">
      <w:r>
        <w:t>Description: Proprietary panel exterior facade cladding system comprising manufactured, prefinished structural composite panels with metal faces bonded to each side of an insulating, ASKIN</w:t>
      </w:r>
      <w:r>
        <w:rPr>
          <w:vertAlign w:val="superscript"/>
        </w:rPr>
        <w:t>®</w:t>
      </w:r>
      <w:r>
        <w:t xml:space="preserve"> mineral wool core.</w:t>
      </w:r>
    </w:p>
    <w:p w14:paraId="4B405133" w14:textId="77777777" w:rsidR="007F07D8" w:rsidRDefault="00000000">
      <w:r>
        <w:t>Certification: CodeMark Certificate of Conformity CM40333.</w:t>
      </w:r>
    </w:p>
    <w:p w14:paraId="7D77EB4A" w14:textId="77777777" w:rsidR="007F07D8" w:rsidRDefault="00000000">
      <w:pPr>
        <w:pStyle w:val="Instructions"/>
      </w:pPr>
      <w:r>
        <w:t>The date of expiry of this CodeMark Certificate of Conformity is 17/12/2024.</w:t>
      </w:r>
    </w:p>
    <w:p w14:paraId="7C8A66F2" w14:textId="77777777" w:rsidR="007F07D8" w:rsidRDefault="00000000">
      <w:pPr>
        <w:pStyle w:val="Instructions"/>
      </w:pPr>
      <w:r>
        <w:t xml:space="preserve">See CodeMark Certificate of Conformity for conditions and limitations. To confirm it has not been withdrawn, suspended or superseded by later issue, see </w:t>
      </w:r>
      <w:hyperlink r:id="rId17" w:history="1">
        <w:r>
          <w:t>register.jasanz.org/codemark-register</w:t>
        </w:r>
      </w:hyperlink>
      <w:r>
        <w:t xml:space="preserve"> for the CodeMark Register of Certificates of Conformity.</w:t>
      </w:r>
    </w:p>
    <w:p w14:paraId="649C55DC" w14:textId="77777777" w:rsidR="007F07D8" w:rsidRDefault="00000000">
      <w:pPr>
        <w:pStyle w:val="Instructions"/>
      </w:pPr>
      <w:r>
        <w:rPr>
          <w:b/>
        </w:rPr>
        <w:t>ASKIN</w:t>
      </w:r>
      <w:r>
        <w:rPr>
          <w:b/>
          <w:vertAlign w:val="superscript"/>
        </w:rPr>
        <w:t>®</w:t>
      </w:r>
      <w:r>
        <w:rPr>
          <w:b/>
        </w:rPr>
        <w:t xml:space="preserve"> Exterior VOLCORE</w:t>
      </w:r>
      <w:r>
        <w:t xml:space="preserve"> Panels are locally manufactured and can be installed vertically or horizontally either mechanically through fixed or with a concealed fixing system. Other width panels are available to suit job specific requirements, Contact your local ASKIN</w:t>
      </w:r>
      <w:r>
        <w:rPr>
          <w:vertAlign w:val="superscript"/>
        </w:rPr>
        <w:t>®</w:t>
      </w:r>
      <w:r>
        <w:t xml:space="preserve"> sales representative to discuss your project requirements.</w:t>
      </w:r>
    </w:p>
    <w:p w14:paraId="5C96D42D" w14:textId="77777777" w:rsidR="007F07D8" w:rsidRDefault="00000000">
      <w:pPr>
        <w:pStyle w:val="Instructions"/>
      </w:pPr>
      <w:r>
        <w:t>ASKIN</w:t>
      </w:r>
      <w:r>
        <w:rPr>
          <w:vertAlign w:val="superscript"/>
        </w:rPr>
        <w:t>®</w:t>
      </w:r>
      <w:r>
        <w:t xml:space="preserve"> Exterior VOLCORE Panels achieve FM accreditation in all two relevant certifications for Insulated Panel Systems – FM 4880 (2017) and FM 4881 (2017). These Approvals cover full scale fire, severe hail, and hurricane conditions.</w:t>
      </w:r>
    </w:p>
    <w:p w14:paraId="2156BAD6" w14:textId="77777777" w:rsidR="007F07D8" w:rsidRDefault="00000000">
      <w:pPr>
        <w:pStyle w:val="Heading4"/>
      </w:pPr>
      <w:bookmarkStart w:id="120" w:name="h-13293-13293.5"/>
      <w:bookmarkStart w:id="121" w:name="f-13293-13293.5"/>
      <w:bookmarkEnd w:id="119"/>
      <w:r>
        <w:t>ASKIN</w:t>
      </w:r>
      <w:r>
        <w:rPr>
          <w:vertAlign w:val="superscript"/>
        </w:rPr>
        <w:t>®</w:t>
      </w:r>
      <w:r>
        <w:t xml:space="preserve"> VOLCORE insulation core</w:t>
      </w:r>
      <w:bookmarkEnd w:id="120"/>
    </w:p>
    <w:p w14:paraId="174A5A38" w14:textId="77777777" w:rsidR="007F07D8" w:rsidRDefault="00000000">
      <w:r>
        <w:t>Material: Non-combustible mineral wool core.</w:t>
      </w:r>
    </w:p>
    <w:p w14:paraId="1A73CBD8" w14:textId="77777777" w:rsidR="007F07D8" w:rsidRDefault="00000000">
      <w:pPr>
        <w:pStyle w:val="Instructions"/>
      </w:pPr>
      <w:r>
        <w:t>ASKIN</w:t>
      </w:r>
      <w:r>
        <w:rPr>
          <w:vertAlign w:val="superscript"/>
        </w:rPr>
        <w:t>®</w:t>
      </w:r>
      <w:r>
        <w:t xml:space="preserve"> Volcore insulation core is a market leading, insurer endorsed, innovative product. It is a mineral wool core that has excellent mechanical properties, superior insulation values, low toxicity and is completely recyclable. ASKIN</w:t>
      </w:r>
      <w:r>
        <w:rPr>
          <w:vertAlign w:val="superscript"/>
        </w:rPr>
        <w:t>®</w:t>
      </w:r>
      <w:r>
        <w:t xml:space="preserve"> Volcore achieves a high insulation rating to easily achieve BCA (2022) Section J compliance The high insulation value reduces the energy costs required for maintaining a comfortable and efficient environment within the building. ASKIN</w:t>
      </w:r>
      <w:r>
        <w:rPr>
          <w:vertAlign w:val="superscript"/>
        </w:rPr>
        <w:t>®</w:t>
      </w:r>
      <w:r>
        <w:t xml:space="preserve"> Volcore Performance Panels achieve FM accreditation in all two relevant certifications for Insulated Panel Systems, FM 4880 (2017) and FM 4881 (2017). These Approvals cover full scale fire, severe hail, and hurricane conditions.</w:t>
      </w:r>
    </w:p>
    <w:p w14:paraId="675FEB78" w14:textId="77777777" w:rsidR="007F07D8" w:rsidRDefault="00000000">
      <w:pPr>
        <w:pStyle w:val="Instructions"/>
      </w:pPr>
      <w:r>
        <w:t>Application: Recommended for general commercial construction, specifically coolstores, supermarkets, municipal facilities, schools, hospitals, food and drug manufacture, storage, distribution and cold chain.</w:t>
      </w:r>
    </w:p>
    <w:p w14:paraId="65D937CD" w14:textId="77777777" w:rsidR="007F07D8" w:rsidRDefault="00000000">
      <w:pPr>
        <w:pStyle w:val="Heading4"/>
      </w:pPr>
      <w:bookmarkStart w:id="122" w:name="h-13293-13293.6"/>
      <w:bookmarkStart w:id="123" w:name="f-13293-13293.6"/>
      <w:bookmarkEnd w:id="121"/>
      <w:r>
        <w:t>Internal and external skins</w:t>
      </w:r>
      <w:bookmarkEnd w:id="122"/>
    </w:p>
    <w:p w14:paraId="593EB22D" w14:textId="77777777" w:rsidR="007F07D8" w:rsidRDefault="00000000">
      <w:pPr>
        <w:pStyle w:val="Instructions"/>
      </w:pPr>
      <w:r>
        <w:t xml:space="preserve">Document requirements in the </w:t>
      </w:r>
      <w:r>
        <w:rPr>
          <w:b/>
        </w:rPr>
        <w:t>ASKIN® Exterior VOLCORE Panel schedule</w:t>
      </w:r>
      <w:r>
        <w:t xml:space="preserve"> or </w:t>
      </w:r>
      <w:r>
        <w:rPr>
          <w:b/>
        </w:rPr>
        <w:t>ASKIN® exterior VOLCORE ViviD acoustic panel schedule</w:t>
      </w:r>
      <w:r>
        <w:t xml:space="preserve"> or </w:t>
      </w:r>
      <w:r>
        <w:rPr>
          <w:b/>
        </w:rPr>
        <w:t>ASKIN® exterior VOLCORE ViviD acoustic panel schedule</w:t>
      </w:r>
      <w:r>
        <w:t>.</w:t>
      </w:r>
    </w:p>
    <w:p w14:paraId="5546481B" w14:textId="77777777" w:rsidR="007F07D8" w:rsidRDefault="00000000">
      <w:r>
        <w:t>Skin material and thickness: As documented.</w:t>
      </w:r>
    </w:p>
    <w:p w14:paraId="044912E6" w14:textId="77777777" w:rsidR="007F07D8" w:rsidRDefault="00000000">
      <w:r>
        <w:t>Perforated internal skins: For high noise reduction coefficient conditions.</w:t>
      </w:r>
    </w:p>
    <w:p w14:paraId="0266A1EE" w14:textId="77777777" w:rsidR="007F07D8" w:rsidRDefault="00000000">
      <w:pPr>
        <w:pStyle w:val="Instructions"/>
      </w:pPr>
      <w:r>
        <w:t>The standard external skin material is 0.6 mm AM100 colour coated steel. The standard internal skin is 0.6 mm Z275 colour coated steel. AZ150, PVDF or ASKIN</w:t>
      </w:r>
      <w:r>
        <w:rPr>
          <w:vertAlign w:val="superscript"/>
        </w:rPr>
        <w:t>®</w:t>
      </w:r>
      <w:r>
        <w:t xml:space="preserve"> 200 Plus are available for alternate performance. All Colorbond</w:t>
      </w:r>
      <w:r>
        <w:rPr>
          <w:vertAlign w:val="superscript"/>
        </w:rPr>
        <w:t>®</w:t>
      </w:r>
      <w:r>
        <w:t xml:space="preserve"> colours or Printech</w:t>
      </w:r>
      <w:r>
        <w:rPr>
          <w:vertAlign w:val="superscript"/>
        </w:rPr>
        <w:t>®</w:t>
      </w:r>
      <w:r>
        <w:t xml:space="preserve"> (PVDF) steel are available. Special Perforated Internal skin for the Exterior VOLCORE ViviD Acoustic panel for superior acoustic requirements has 33% perforated holes for improved acoustic performance.</w:t>
      </w:r>
    </w:p>
    <w:p w14:paraId="365EC68F" w14:textId="77777777" w:rsidR="007F07D8" w:rsidRDefault="00000000">
      <w:r>
        <w:t>Factory pre-coating: Polyester to a dry film thickness of 25 μm.</w:t>
      </w:r>
    </w:p>
    <w:p w14:paraId="6CF41E09" w14:textId="77777777" w:rsidR="007F07D8" w:rsidRDefault="00000000">
      <w:pPr>
        <w:pStyle w:val="Instructions"/>
      </w:pPr>
      <w:r>
        <w:t>Colorbond</w:t>
      </w:r>
      <w:r>
        <w:rPr>
          <w:vertAlign w:val="superscript"/>
        </w:rPr>
        <w:t>®</w:t>
      </w:r>
      <w:r>
        <w:t xml:space="preserve"> Intramax</w:t>
      </w:r>
      <w:r>
        <w:rPr>
          <w:vertAlign w:val="superscript"/>
        </w:rPr>
        <w:t>TM</w:t>
      </w:r>
      <w:r>
        <w:t xml:space="preserve"> Off-white is standard. All Colorbond</w:t>
      </w:r>
      <w:r>
        <w:rPr>
          <w:vertAlign w:val="superscript"/>
        </w:rPr>
        <w:t>®</w:t>
      </w:r>
      <w:r>
        <w:t>, Colorbond</w:t>
      </w:r>
      <w:r>
        <w:rPr>
          <w:vertAlign w:val="superscript"/>
        </w:rPr>
        <w:t>®</w:t>
      </w:r>
      <w:r>
        <w:t xml:space="preserve"> Intramax</w:t>
      </w:r>
      <w:r>
        <w:rPr>
          <w:vertAlign w:val="superscript"/>
        </w:rPr>
        <w:t>TM</w:t>
      </w:r>
      <w:r>
        <w:t> or Printech</w:t>
      </w:r>
      <w:r>
        <w:rPr>
          <w:vertAlign w:val="superscript"/>
        </w:rPr>
        <w:t>®</w:t>
      </w:r>
      <w:r>
        <w:t xml:space="preserve"> (PVDF) colours are available. Printech</w:t>
      </w:r>
      <w:r>
        <w:rPr>
          <w:vertAlign w:val="superscript"/>
        </w:rPr>
        <w:t>®</w:t>
      </w:r>
      <w:r>
        <w:t xml:space="preserve"> (PVDF) is a paint finish. ASKIN</w:t>
      </w:r>
      <w:r>
        <w:rPr>
          <w:vertAlign w:val="superscript"/>
        </w:rPr>
        <w:t>®</w:t>
      </w:r>
      <w:r>
        <w:t xml:space="preserve"> 200 Plus, a 200 μm thick polymer coating, is also available.</w:t>
      </w:r>
    </w:p>
    <w:p w14:paraId="6C31380D" w14:textId="77777777" w:rsidR="007F07D8" w:rsidRDefault="00000000">
      <w:r>
        <w:t>Internal skins for highly corrosive conditions (AQUATIC): ASKIN</w:t>
      </w:r>
      <w:r>
        <w:rPr>
          <w:vertAlign w:val="superscript"/>
        </w:rPr>
        <w:t>®</w:t>
      </w:r>
      <w:r>
        <w:t xml:space="preserve"> 200 Plus.</w:t>
      </w:r>
    </w:p>
    <w:p w14:paraId="3740436F" w14:textId="77777777" w:rsidR="007F07D8" w:rsidRDefault="00000000">
      <w:pPr>
        <w:pStyle w:val="Instructions"/>
      </w:pPr>
      <w:r>
        <w:t>The integrated plastisol 200 µm coating is durable, abrasion-resistant and provides outstanding colour retention and corrosion resistance for the lifetime of the building.</w:t>
      </w:r>
    </w:p>
    <w:p w14:paraId="3767C4C7" w14:textId="77777777" w:rsidR="007F07D8" w:rsidRDefault="00000000">
      <w:r>
        <w:lastRenderedPageBreak/>
        <w:t>Profile: Internal and external panels profiles, as documented.</w:t>
      </w:r>
    </w:p>
    <w:p w14:paraId="22F4DCC3" w14:textId="77777777" w:rsidR="007F07D8" w:rsidRDefault="00000000">
      <w:pPr>
        <w:pStyle w:val="Instructions"/>
      </w:pPr>
      <w:r>
        <w:t>Internal wall profile is generally Flat or Rib.</w:t>
      </w:r>
    </w:p>
    <w:p w14:paraId="26C5EFD8" w14:textId="77777777" w:rsidR="007F07D8" w:rsidRDefault="00000000">
      <w:pPr>
        <w:pStyle w:val="Heading4"/>
      </w:pPr>
      <w:bookmarkStart w:id="124" w:name="h-13293-13293.7"/>
      <w:bookmarkStart w:id="125" w:name="f-13293-13293.7"/>
      <w:bookmarkEnd w:id="123"/>
      <w:r>
        <w:t>Dimensions</w:t>
      </w:r>
      <w:bookmarkEnd w:id="124"/>
    </w:p>
    <w:p w14:paraId="128F047E" w14:textId="77777777" w:rsidR="007F07D8" w:rsidRDefault="00000000">
      <w:pPr>
        <w:pStyle w:val="Instructions"/>
      </w:pPr>
      <w:r>
        <w:t>ASKIN</w:t>
      </w:r>
      <w:r>
        <w:rPr>
          <w:vertAlign w:val="superscript"/>
        </w:rPr>
        <w:t>®</w:t>
      </w:r>
      <w:r>
        <w:t xml:space="preserve"> VOLCORE Panels are available in lengths up to 13.5 m subject to location.</w:t>
      </w:r>
    </w:p>
    <w:p w14:paraId="13AC1325" w14:textId="77777777" w:rsidR="007F07D8" w:rsidRDefault="00000000">
      <w:r>
        <w:t>Panel thickness: As documented.</w:t>
      </w:r>
    </w:p>
    <w:p w14:paraId="4B671CDA" w14:textId="77777777" w:rsidR="007F07D8" w:rsidRDefault="00000000">
      <w:pPr>
        <w:pStyle w:val="Instructions"/>
      </w:pPr>
      <w:r>
        <w:t>ASKIN</w:t>
      </w:r>
      <w:r>
        <w:rPr>
          <w:vertAlign w:val="superscript"/>
        </w:rPr>
        <w:t>®</w:t>
      </w:r>
      <w:r>
        <w:t xml:space="preserve"> VOLCORE Panels are available in thicknesses from 50 - 200 mm. Thickness is dictated by insulation, structural capacity and fire performance required. Contact ASKIN</w:t>
      </w:r>
      <w:r>
        <w:rPr>
          <w:vertAlign w:val="superscript"/>
        </w:rPr>
        <w:t>®</w:t>
      </w:r>
      <w:r>
        <w:t xml:space="preserve"> to discuss your project requirements.</w:t>
      </w:r>
    </w:p>
    <w:p w14:paraId="4DCAA9B1" w14:textId="77777777" w:rsidR="007F07D8" w:rsidRDefault="00000000">
      <w:r>
        <w:t>Panel width:</w:t>
      </w:r>
    </w:p>
    <w:p w14:paraId="72DCC49D" w14:textId="77777777" w:rsidR="007F07D8" w:rsidRDefault="00000000">
      <w:pPr>
        <w:pStyle w:val="NormalIndent"/>
      </w:pPr>
      <w:r>
        <w:t>Standard panel width: As documented.</w:t>
      </w:r>
    </w:p>
    <w:p w14:paraId="1A6FA8A8" w14:textId="77777777" w:rsidR="007F07D8" w:rsidRDefault="00000000">
      <w:pPr>
        <w:pStyle w:val="NormalIndent"/>
      </w:pPr>
      <w:r>
        <w:t>VOLCORE ViviD Panel width: 1000 mm.</w:t>
      </w:r>
    </w:p>
    <w:p w14:paraId="48A604FB" w14:textId="77777777" w:rsidR="007F07D8" w:rsidRDefault="00000000">
      <w:pPr>
        <w:pStyle w:val="NormalIndent"/>
      </w:pPr>
      <w:r>
        <w:t>VOLCORE ViviD Acoustic Panel width: 1000 mm.</w:t>
      </w:r>
    </w:p>
    <w:p w14:paraId="2419E3C2" w14:textId="77777777" w:rsidR="007F07D8" w:rsidRDefault="00000000">
      <w:pPr>
        <w:pStyle w:val="Instructions"/>
      </w:pPr>
      <w:r>
        <w:t>Contact ASKIN</w:t>
      </w:r>
      <w:r>
        <w:rPr>
          <w:vertAlign w:val="superscript"/>
        </w:rPr>
        <w:t>®</w:t>
      </w:r>
      <w:r>
        <w:t xml:space="preserve"> for other widths available.</w:t>
      </w:r>
    </w:p>
    <w:p w14:paraId="10434366" w14:textId="77777777" w:rsidR="007F07D8" w:rsidRDefault="00000000">
      <w:pPr>
        <w:pStyle w:val="Heading3"/>
      </w:pPr>
      <w:bookmarkStart w:id="126" w:name="h-13293-13293.8"/>
      <w:bookmarkStart w:id="127" w:name="f-13293-13293.8"/>
      <w:bookmarkEnd w:id="125"/>
      <w:r>
        <w:t>ASKIN</w:t>
      </w:r>
      <w:r>
        <w:rPr>
          <w:vertAlign w:val="superscript"/>
        </w:rPr>
        <w:t>®</w:t>
      </w:r>
      <w:r>
        <w:t xml:space="preserve"> Exterior VOLCORE panel</w:t>
      </w:r>
      <w:bookmarkEnd w:id="126"/>
    </w:p>
    <w:p w14:paraId="7F7D6330" w14:textId="77777777" w:rsidR="007F07D8" w:rsidRDefault="00000000">
      <w:pPr>
        <w:pStyle w:val="Heading4"/>
      </w:pPr>
      <w:bookmarkStart w:id="128" w:name="h-13293-13293.9"/>
      <w:bookmarkStart w:id="129" w:name="f-13293-13293.9"/>
      <w:bookmarkEnd w:id="127"/>
      <w:r>
        <w:t>General</w:t>
      </w:r>
      <w:bookmarkEnd w:id="128"/>
    </w:p>
    <w:p w14:paraId="08531F0D" w14:textId="77777777" w:rsidR="007F07D8" w:rsidRDefault="00000000">
      <w:r>
        <w:t>Description: Proprietary exterior facade cladding panels comprising manufactured, prefinished composite panels with metal faces bonded to each side of an insulating, ASKIN</w:t>
      </w:r>
      <w:r>
        <w:rPr>
          <w:vertAlign w:val="superscript"/>
        </w:rPr>
        <w:t>®</w:t>
      </w:r>
      <w:r>
        <w:t xml:space="preserve"> mineral wool core. The ASKIN</w:t>
      </w:r>
      <w:r>
        <w:rPr>
          <w:vertAlign w:val="superscript"/>
        </w:rPr>
        <w:t>®</w:t>
      </w:r>
      <w:r>
        <w:t xml:space="preserve"> Exterior Volcore Panel integrates the ASKIN</w:t>
      </w:r>
      <w:r>
        <w:rPr>
          <w:vertAlign w:val="superscript"/>
        </w:rPr>
        <w:t>®</w:t>
      </w:r>
      <w:r>
        <w:t xml:space="preserve"> Slip Jointing system.</w:t>
      </w:r>
    </w:p>
    <w:p w14:paraId="77DAFDE0" w14:textId="77777777" w:rsidR="007F07D8" w:rsidRDefault="00000000">
      <w:pPr>
        <w:pStyle w:val="Instructions"/>
      </w:pPr>
      <w:r>
        <w:t>ASKIN</w:t>
      </w:r>
      <w:r>
        <w:rPr>
          <w:vertAlign w:val="superscript"/>
        </w:rPr>
        <w:t>®</w:t>
      </w:r>
      <w:r>
        <w:t xml:space="preserve"> Exterior Volcore Panels are locally manufactured and can be installed vertically or horizontally with a weathertight concealed fixing system. Other width panels are available to suit job specific requirements, Contact your local ASKIN</w:t>
      </w:r>
      <w:r>
        <w:rPr>
          <w:vertAlign w:val="superscript"/>
        </w:rPr>
        <w:t>®</w:t>
      </w:r>
      <w:r>
        <w:t xml:space="preserve"> sales representative to discuss your project requirements.</w:t>
      </w:r>
    </w:p>
    <w:p w14:paraId="274A7782" w14:textId="77777777" w:rsidR="007F07D8" w:rsidRDefault="00000000">
      <w:pPr>
        <w:pStyle w:val="Instructions"/>
      </w:pPr>
      <w:r>
        <w:t>ASKIN</w:t>
      </w:r>
      <w:r>
        <w:rPr>
          <w:vertAlign w:val="superscript"/>
        </w:rPr>
        <w:t>®</w:t>
      </w:r>
      <w:r>
        <w:t xml:space="preserve"> Exterior Volcore Panels achieve FM accreditations in relevant certifications for Insulated Panels - FM 4881 (2017) and FM 4880 (2017) Class 1 Unlimited Height.</w:t>
      </w:r>
    </w:p>
    <w:p w14:paraId="6ED776E3" w14:textId="77777777" w:rsidR="007F07D8" w:rsidRDefault="00000000">
      <w:pPr>
        <w:pStyle w:val="Instructions"/>
      </w:pPr>
      <w:r>
        <w:t>Thermal conductivity to AS/NZS 4859.1 (2018): ≤ 0.0362 W/(m.K).</w:t>
      </w:r>
    </w:p>
    <w:p w14:paraId="5AF8D94D" w14:textId="77777777" w:rsidR="007F07D8" w:rsidRDefault="00000000">
      <w:pPr>
        <w:pStyle w:val="Heading3"/>
      </w:pPr>
      <w:bookmarkStart w:id="130" w:name="h-13293-13293.10"/>
      <w:bookmarkStart w:id="131" w:name="f-13293-13293.10"/>
      <w:bookmarkEnd w:id="129"/>
      <w:r>
        <w:t>ASKIN</w:t>
      </w:r>
      <w:r>
        <w:rPr>
          <w:vertAlign w:val="superscript"/>
        </w:rPr>
        <w:t>®</w:t>
      </w:r>
      <w:r>
        <w:t xml:space="preserve"> exterior VOLCORE ViviD Panel</w:t>
      </w:r>
      <w:bookmarkEnd w:id="130"/>
    </w:p>
    <w:p w14:paraId="17B53C1C" w14:textId="77777777" w:rsidR="007F07D8" w:rsidRDefault="00000000">
      <w:pPr>
        <w:pStyle w:val="Heading4"/>
      </w:pPr>
      <w:bookmarkStart w:id="132" w:name="h-13293-13293.11"/>
      <w:bookmarkStart w:id="133" w:name="f-13293-13293.11"/>
      <w:bookmarkEnd w:id="131"/>
      <w:r>
        <w:t>General</w:t>
      </w:r>
      <w:bookmarkEnd w:id="132"/>
    </w:p>
    <w:p w14:paraId="1ECFCF8C" w14:textId="77777777" w:rsidR="007F07D8" w:rsidRDefault="00000000">
      <w:r>
        <w:t>Description: Proprietary exterior facade cladding panels comprising manufactured, prefinished composite panels with metal faces bonded to each side of an insulating, ASKIN</w:t>
      </w:r>
      <w:r>
        <w:rPr>
          <w:vertAlign w:val="superscript"/>
        </w:rPr>
        <w:t>®</w:t>
      </w:r>
      <w:r>
        <w:t xml:space="preserve"> mineral wool core. The ASKIN</w:t>
      </w:r>
      <w:r>
        <w:rPr>
          <w:vertAlign w:val="superscript"/>
        </w:rPr>
        <w:t>®</w:t>
      </w:r>
      <w:r>
        <w:t xml:space="preserve"> Volcore ViviD panel is a concealed fixing panel system.</w:t>
      </w:r>
    </w:p>
    <w:p w14:paraId="2559EB61" w14:textId="77777777" w:rsidR="007F07D8" w:rsidRDefault="00000000">
      <w:pPr>
        <w:pStyle w:val="Instructions"/>
      </w:pPr>
      <w:r>
        <w:t>ASKIN</w:t>
      </w:r>
      <w:r>
        <w:rPr>
          <w:vertAlign w:val="superscript"/>
        </w:rPr>
        <w:t>®</w:t>
      </w:r>
      <w:r>
        <w:t xml:space="preserve"> Exterior VOLCORE ViviD Panels are locally manufactured and can be installed vertically or horizontally with a weathertight concealed fixing system. Other width panels are available to suit job specific requirements, Contact your local ASKIN</w:t>
      </w:r>
      <w:r>
        <w:rPr>
          <w:vertAlign w:val="superscript"/>
        </w:rPr>
        <w:t>®</w:t>
      </w:r>
      <w:r>
        <w:t xml:space="preserve"> sales representative to discuss your project requirements.</w:t>
      </w:r>
    </w:p>
    <w:p w14:paraId="05A7A097" w14:textId="77777777" w:rsidR="007F07D8" w:rsidRDefault="00000000">
      <w:pPr>
        <w:pStyle w:val="Instructions"/>
      </w:pPr>
      <w:r>
        <w:t>ASKIN</w:t>
      </w:r>
      <w:r>
        <w:rPr>
          <w:vertAlign w:val="superscript"/>
        </w:rPr>
        <w:t>®</w:t>
      </w:r>
      <w:r>
        <w:t xml:space="preserve"> Exterior VOLCORE ViviD Panels achieve FM accreditations in relevant certifications for Insulated Panels - FM 4881 (2017) and FM 4880 (2017) Class 1 Unlimited Height.</w:t>
      </w:r>
    </w:p>
    <w:p w14:paraId="0AC864C0" w14:textId="77777777" w:rsidR="007F07D8" w:rsidRDefault="00000000">
      <w:pPr>
        <w:pStyle w:val="Instructions"/>
      </w:pPr>
      <w:r>
        <w:t>Thermal conductivity to AS/NZS 4859.1 (2018): ≤ 0.0362 W/(m.K).</w:t>
      </w:r>
    </w:p>
    <w:p w14:paraId="44CDCD73" w14:textId="77777777" w:rsidR="007F07D8" w:rsidRDefault="00000000">
      <w:pPr>
        <w:pStyle w:val="Heading3"/>
      </w:pPr>
      <w:bookmarkStart w:id="134" w:name="h-13293-13293.12"/>
      <w:bookmarkStart w:id="135" w:name="f-13293-13293.12"/>
      <w:bookmarkEnd w:id="133"/>
      <w:r>
        <w:t>ASKIN</w:t>
      </w:r>
      <w:r>
        <w:rPr>
          <w:vertAlign w:val="superscript"/>
        </w:rPr>
        <w:t>®</w:t>
      </w:r>
      <w:r>
        <w:t xml:space="preserve"> Exterior VOLCORE ViviD Acoustic Panels</w:t>
      </w:r>
      <w:bookmarkEnd w:id="134"/>
    </w:p>
    <w:p w14:paraId="264F9B5B" w14:textId="77777777" w:rsidR="007F07D8" w:rsidRDefault="00000000">
      <w:pPr>
        <w:pStyle w:val="Heading4"/>
      </w:pPr>
      <w:bookmarkStart w:id="136" w:name="h-13293-13293.13"/>
      <w:bookmarkStart w:id="137" w:name="f-13293-13293.13"/>
      <w:bookmarkEnd w:id="135"/>
      <w:r>
        <w:t>General</w:t>
      </w:r>
      <w:bookmarkEnd w:id="136"/>
    </w:p>
    <w:p w14:paraId="5707BF15" w14:textId="77777777" w:rsidR="007F07D8" w:rsidRDefault="00000000">
      <w:r>
        <w:t>Description: Proprietary exterior facade cladding panels comprising manufactured, prefinished composite panels with metal faces bonded to each side of an insulating, ASKIN</w:t>
      </w:r>
      <w:r>
        <w:rPr>
          <w:vertAlign w:val="superscript"/>
        </w:rPr>
        <w:t>®</w:t>
      </w:r>
      <w:r>
        <w:t xml:space="preserve"> mineral wool core. The ASKIN</w:t>
      </w:r>
      <w:r>
        <w:rPr>
          <w:vertAlign w:val="superscript"/>
        </w:rPr>
        <w:t>®</w:t>
      </w:r>
      <w:r>
        <w:t xml:space="preserve"> Volcore ViviD Acoustic panel is a concealed fixing panel system with an internal perforated steel skin to expose the high density mineral wool core for its acoustic properties.</w:t>
      </w:r>
    </w:p>
    <w:p w14:paraId="5F3A7E57" w14:textId="77777777" w:rsidR="007F07D8" w:rsidRDefault="00000000">
      <w:pPr>
        <w:pStyle w:val="Instructions"/>
      </w:pPr>
      <w:r>
        <w:t>ASKIN</w:t>
      </w:r>
      <w:r>
        <w:rPr>
          <w:vertAlign w:val="superscript"/>
        </w:rPr>
        <w:t>®</w:t>
      </w:r>
      <w:r>
        <w:t xml:space="preserve"> Exterior VOLCORE ViviD Acoustic Panels are locally manufactured and can be installed vertically or horizontally with a weathertight concealed fixing system. Other width panels are available to suit job specific requirements, Contact your local ASKIN</w:t>
      </w:r>
      <w:r>
        <w:rPr>
          <w:vertAlign w:val="superscript"/>
        </w:rPr>
        <w:t>®</w:t>
      </w:r>
      <w:r>
        <w:t xml:space="preserve"> sales representative to discuss your project requirements.</w:t>
      </w:r>
    </w:p>
    <w:p w14:paraId="620DB728" w14:textId="77777777" w:rsidR="007F07D8" w:rsidRDefault="00000000">
      <w:pPr>
        <w:pStyle w:val="Instructions"/>
      </w:pPr>
      <w:r>
        <w:t>Thermal conductivity to AS/NZS 4859.1 (2018): ≤ 0.0362 W/(m.K).</w:t>
      </w:r>
    </w:p>
    <w:p w14:paraId="4338546B" w14:textId="77777777" w:rsidR="007F07D8" w:rsidRDefault="00000000">
      <w:pPr>
        <w:pStyle w:val="Heading3"/>
      </w:pPr>
      <w:bookmarkStart w:id="138" w:name="h-13293-13293.14"/>
      <w:bookmarkStart w:id="139" w:name="f-13293-13293.14"/>
      <w:bookmarkEnd w:id="137"/>
      <w:r>
        <w:t>Components</w:t>
      </w:r>
      <w:bookmarkEnd w:id="138"/>
    </w:p>
    <w:p w14:paraId="630B735F" w14:textId="77777777" w:rsidR="007F07D8" w:rsidRDefault="00000000">
      <w:pPr>
        <w:pStyle w:val="Heading4"/>
      </w:pPr>
      <w:bookmarkStart w:id="140" w:name="h-13293-13293.15"/>
      <w:bookmarkStart w:id="141" w:name="f-13293-13293.15"/>
      <w:bookmarkEnd w:id="139"/>
      <w:r>
        <w:t>General</w:t>
      </w:r>
      <w:bookmarkEnd w:id="140"/>
    </w:p>
    <w:p w14:paraId="4955EFEF" w14:textId="77777777" w:rsidR="007F07D8" w:rsidRDefault="00000000">
      <w:r>
        <w:t>Cladding support: Provide components, as documented.</w:t>
      </w:r>
    </w:p>
    <w:p w14:paraId="00E2774C" w14:textId="77777777" w:rsidR="007F07D8" w:rsidRDefault="00000000">
      <w:pPr>
        <w:pStyle w:val="Instructions"/>
      </w:pPr>
      <w:r>
        <w:t xml:space="preserve">Document in the </w:t>
      </w:r>
      <w:r>
        <w:rPr>
          <w:b/>
        </w:rPr>
        <w:t>Cladding support schedule</w:t>
      </w:r>
      <w:r>
        <w:t xml:space="preserve">. If using anchors or attachments cast in the concrete structure, refer to information on embedded anchors in </w:t>
      </w:r>
      <w:r>
        <w:rPr>
          <w:i/>
        </w:rPr>
        <w:t>0432 Curtain walls</w:t>
      </w:r>
      <w:r>
        <w:t xml:space="preserve"> and document requirements in the selected concrete worksections.</w:t>
      </w:r>
    </w:p>
    <w:p w14:paraId="0B075F6D" w14:textId="77777777" w:rsidR="007F07D8" w:rsidRDefault="00000000">
      <w:pPr>
        <w:pStyle w:val="Heading4"/>
      </w:pPr>
      <w:bookmarkStart w:id="142" w:name="h-13293-13293.16"/>
      <w:bookmarkStart w:id="143" w:name="f-13293-13293.16"/>
      <w:bookmarkEnd w:id="141"/>
      <w:r>
        <w:lastRenderedPageBreak/>
        <w:t>System accessories</w:t>
      </w:r>
      <w:bookmarkEnd w:id="142"/>
    </w:p>
    <w:p w14:paraId="34E490A5" w14:textId="77777777" w:rsidR="007F07D8" w:rsidRDefault="00000000">
      <w:r>
        <w:t>Requirement: ASKIN</w:t>
      </w:r>
      <w:r>
        <w:rPr>
          <w:vertAlign w:val="superscript"/>
        </w:rPr>
        <w:t>®</w:t>
      </w:r>
      <w:r>
        <w:t xml:space="preserve"> system accessories colour matched to performance panels, as documented:</w:t>
      </w:r>
    </w:p>
    <w:p w14:paraId="3F8DEA30" w14:textId="77777777" w:rsidR="007F07D8" w:rsidRDefault="00000000">
      <w:pPr>
        <w:pStyle w:val="NormalIndent"/>
      </w:pPr>
      <w:r>
        <w:t>Top hats.</w:t>
      </w:r>
    </w:p>
    <w:p w14:paraId="425E0645" w14:textId="77777777" w:rsidR="007F07D8" w:rsidRDefault="00000000">
      <w:pPr>
        <w:pStyle w:val="Instructions"/>
      </w:pPr>
      <w:r>
        <w:t>Steel top hats maximum length 3 m. Aluminium top hats maximum lengths 6 m.</w:t>
      </w:r>
    </w:p>
    <w:p w14:paraId="2C236A85" w14:textId="77777777" w:rsidR="007F07D8" w:rsidRDefault="00000000">
      <w:pPr>
        <w:pStyle w:val="NormalIndent"/>
      </w:pPr>
      <w:r>
        <w:t>Preformed insulated corners.</w:t>
      </w:r>
    </w:p>
    <w:p w14:paraId="65BA47E8" w14:textId="77777777" w:rsidR="007F07D8" w:rsidRDefault="00000000">
      <w:pPr>
        <w:pStyle w:val="Instructions"/>
      </w:pPr>
      <w:r>
        <w:t>A range of preformed insulated corners as an alternative to traditional corner flashing. Contact ASKIN</w:t>
      </w:r>
      <w:r>
        <w:rPr>
          <w:vertAlign w:val="superscript"/>
        </w:rPr>
        <w:t>®</w:t>
      </w:r>
      <w:r>
        <w:t xml:space="preserve"> Technical regarding suitability of preformed corners and limitations.</w:t>
      </w:r>
    </w:p>
    <w:p w14:paraId="36657615" w14:textId="77777777" w:rsidR="007F07D8" w:rsidRDefault="00000000">
      <w:pPr>
        <w:pStyle w:val="Heading4"/>
      </w:pPr>
      <w:bookmarkStart w:id="144" w:name="h-13293-13293.17"/>
      <w:bookmarkStart w:id="145" w:name="f-13293-13293.17"/>
      <w:bookmarkEnd w:id="143"/>
      <w:r>
        <w:t>Flashings</w:t>
      </w:r>
      <w:bookmarkEnd w:id="144"/>
    </w:p>
    <w:p w14:paraId="6D6FE58F" w14:textId="77777777" w:rsidR="007F07D8" w:rsidRDefault="00000000">
      <w:r>
        <w:t>Prefabricated flashings: Minimum 0.6 mm coated steel to AS 1397 (2021) manufactured to suit the selected external and internal sheet.</w:t>
      </w:r>
    </w:p>
    <w:p w14:paraId="78C6884C" w14:textId="77777777" w:rsidR="007F07D8" w:rsidRDefault="00000000">
      <w:r>
        <w:t>Flashings: To AS/NZS 2904 (1995).</w:t>
      </w:r>
    </w:p>
    <w:p w14:paraId="7367B46E" w14:textId="77777777" w:rsidR="007F07D8" w:rsidRDefault="00000000">
      <w:pPr>
        <w:pStyle w:val="Instructions"/>
      </w:pPr>
      <w:r>
        <w:t xml:space="preserve">Coordinate with </w:t>
      </w:r>
      <w:r>
        <w:rPr>
          <w:i/>
        </w:rPr>
        <w:t>042 Roofing</w:t>
      </w:r>
      <w:r>
        <w:t xml:space="preserve"> worksections.</w:t>
      </w:r>
    </w:p>
    <w:p w14:paraId="6C81E4A8" w14:textId="77777777" w:rsidR="007F07D8" w:rsidRDefault="00000000">
      <w:pPr>
        <w:pStyle w:val="Heading4"/>
      </w:pPr>
      <w:bookmarkStart w:id="146" w:name="h-13293-13293.18"/>
      <w:bookmarkStart w:id="147" w:name="f-13293-13293.18"/>
      <w:bookmarkEnd w:id="145"/>
      <w:r>
        <w:t>Fasteners (non-cyclonic)</w:t>
      </w:r>
      <w:bookmarkEnd w:id="146"/>
    </w:p>
    <w:p w14:paraId="4E2DF53F" w14:textId="77777777" w:rsidR="007F07D8" w:rsidRDefault="00000000">
      <w:r>
        <w:t>Primary: Self-tapping, self-drilling screws manufactured from carbon steel, anti-corrosion coated and fitted with a 16 mm diameter bonded washer. If the panel’s tongue is removed on site, use face fixed fasteners to ASKIN</w:t>
      </w:r>
      <w:r>
        <w:rPr>
          <w:vertAlign w:val="superscript"/>
        </w:rPr>
        <w:t>®</w:t>
      </w:r>
      <w:r>
        <w:t xml:space="preserve"> recommendations.</w:t>
      </w:r>
    </w:p>
    <w:p w14:paraId="5426413C" w14:textId="77777777" w:rsidR="007F07D8" w:rsidRDefault="00000000">
      <w:pPr>
        <w:pStyle w:val="Instructions"/>
      </w:pPr>
      <w:r>
        <w:t>Cyclonic applications: Contact ASKIN</w:t>
      </w:r>
      <w:r>
        <w:rPr>
          <w:vertAlign w:val="superscript"/>
        </w:rPr>
        <w:t>®</w:t>
      </w:r>
      <w:r>
        <w:t xml:space="preserve"> technical services for recommendations and testing documentation.</w:t>
      </w:r>
    </w:p>
    <w:p w14:paraId="5AA18259" w14:textId="77777777" w:rsidR="007F07D8" w:rsidRDefault="00000000">
      <w:pPr>
        <w:pStyle w:val="Heading3"/>
      </w:pPr>
      <w:bookmarkStart w:id="148" w:name="h-13293-13293.19"/>
      <w:bookmarkStart w:id="149" w:name="f-13293-13293.19"/>
      <w:bookmarkEnd w:id="147"/>
      <w:r>
        <w:t>Sundry components</w:t>
      </w:r>
      <w:bookmarkEnd w:id="148"/>
    </w:p>
    <w:p w14:paraId="01126B39" w14:textId="77777777" w:rsidR="007F07D8" w:rsidRDefault="00000000">
      <w:pPr>
        <w:pStyle w:val="Heading4"/>
      </w:pPr>
      <w:bookmarkStart w:id="150" w:name="h-13293-13293.20"/>
      <w:bookmarkStart w:id="151" w:name="f-13293-13293.20"/>
      <w:bookmarkEnd w:id="149"/>
      <w:r>
        <w:t>Sealants</w:t>
      </w:r>
      <w:bookmarkEnd w:id="150"/>
    </w:p>
    <w:p w14:paraId="3AA829D9" w14:textId="77777777" w:rsidR="007F07D8" w:rsidRDefault="00000000">
      <w:r>
        <w:t>Materials: One-component compounds with a neutral curing mechanism, vulcanising at room temperature. Provide sealants that:</w:t>
      </w:r>
    </w:p>
    <w:p w14:paraId="605A2FE4" w14:textId="77777777" w:rsidR="007F07D8" w:rsidRDefault="00000000">
      <w:pPr>
        <w:pStyle w:val="NormalIndent"/>
      </w:pPr>
      <w:r>
        <w:t>Do not foster microbial growth.</w:t>
      </w:r>
    </w:p>
    <w:p w14:paraId="7EEC1CC2" w14:textId="77777777" w:rsidR="007F07D8" w:rsidRDefault="00000000">
      <w:pPr>
        <w:pStyle w:val="Instructions"/>
      </w:pPr>
      <w:r>
        <w:t>The requirement that sealants not foster microbial growth is consistent with AS/NZS 3666.1 (2011). Sealants that support mould growth (e.g. some grades of silicone) and are unsuitable for use in food preparation areas, laboratories, heath facilities and the like.</w:t>
      </w:r>
    </w:p>
    <w:p w14:paraId="43184400" w14:textId="77777777" w:rsidR="007F07D8" w:rsidRDefault="00000000">
      <w:pPr>
        <w:pStyle w:val="NormalIndent"/>
      </w:pPr>
      <w:r>
        <w:t>Bond to the surface of application without primers.</w:t>
      </w:r>
    </w:p>
    <w:p w14:paraId="14F581DA" w14:textId="77777777" w:rsidR="007F07D8" w:rsidRDefault="00000000">
      <w:pPr>
        <w:pStyle w:val="NormalIndent"/>
      </w:pPr>
      <w:r>
        <w:t>Are resistant to oils, food acids and water after curing.</w:t>
      </w:r>
    </w:p>
    <w:p w14:paraId="29835779" w14:textId="77777777" w:rsidR="007F07D8" w:rsidRDefault="00000000">
      <w:pPr>
        <w:pStyle w:val="NormalIndent"/>
      </w:pPr>
      <w:r>
        <w:t>Are non-toxic.</w:t>
      </w:r>
    </w:p>
    <w:p w14:paraId="2EBF772D" w14:textId="77777777" w:rsidR="007F07D8" w:rsidRDefault="00000000">
      <w:pPr>
        <w:pStyle w:val="NormalIndent"/>
      </w:pPr>
      <w:r>
        <w:t>After curing retain their elastomeric properties over the range of room operating temperatures.</w:t>
      </w:r>
    </w:p>
    <w:p w14:paraId="024BD85C" w14:textId="77777777" w:rsidR="007F07D8" w:rsidRDefault="00000000">
      <w:pPr>
        <w:pStyle w:val="NormalIndent"/>
      </w:pPr>
      <w:r>
        <w:t>Are suitable for application by gun or hand tools.</w:t>
      </w:r>
    </w:p>
    <w:p w14:paraId="32B80130" w14:textId="77777777" w:rsidR="007F07D8" w:rsidRDefault="00000000">
      <w:pPr>
        <w:pStyle w:val="NormalIndent"/>
      </w:pPr>
      <w:r>
        <w:t>Are ASKIN</w:t>
      </w:r>
      <w:r>
        <w:rPr>
          <w:vertAlign w:val="superscript"/>
        </w:rPr>
        <w:t>®</w:t>
      </w:r>
      <w:r>
        <w:t xml:space="preserve"> approved for the application.</w:t>
      </w:r>
    </w:p>
    <w:p w14:paraId="58125805" w14:textId="77777777" w:rsidR="007F07D8" w:rsidRDefault="00000000">
      <w:pPr>
        <w:pStyle w:val="Heading2"/>
      </w:pPr>
      <w:bookmarkStart w:id="152" w:name="h-13298-1"/>
      <w:bookmarkStart w:id="153" w:name="f-13298-1"/>
      <w:bookmarkStart w:id="154" w:name="f-13298"/>
      <w:bookmarkEnd w:id="88"/>
      <w:bookmarkEnd w:id="151"/>
      <w:r>
        <w:t>Execution</w:t>
      </w:r>
      <w:bookmarkEnd w:id="152"/>
    </w:p>
    <w:p w14:paraId="52C79088" w14:textId="77777777" w:rsidR="007F07D8" w:rsidRDefault="00000000">
      <w:pPr>
        <w:pStyle w:val="Heading3"/>
      </w:pPr>
      <w:bookmarkStart w:id="155" w:name="h-13298-2"/>
      <w:bookmarkStart w:id="156" w:name="f-13298-2"/>
      <w:bookmarkEnd w:id="153"/>
      <w:r>
        <w:t>General</w:t>
      </w:r>
      <w:bookmarkEnd w:id="155"/>
    </w:p>
    <w:p w14:paraId="4D008DA4" w14:textId="77777777" w:rsidR="007F07D8" w:rsidRDefault="00000000">
      <w:pPr>
        <w:pStyle w:val="Heading4"/>
      </w:pPr>
      <w:bookmarkStart w:id="157" w:name="h-13298-3"/>
      <w:bookmarkStart w:id="158" w:name="f-13298-3"/>
      <w:bookmarkEnd w:id="156"/>
      <w:r>
        <w:t>Preparation</w:t>
      </w:r>
      <w:bookmarkEnd w:id="157"/>
    </w:p>
    <w:p w14:paraId="2946BD6C" w14:textId="77777777" w:rsidR="007F07D8" w:rsidRDefault="00000000">
      <w:r>
        <w:t>Substrates or framing: Before fixing cladding, check the alignment of substrates or framing and adjust if required.</w:t>
      </w:r>
    </w:p>
    <w:p w14:paraId="19DDA0D8" w14:textId="77777777" w:rsidR="007F07D8" w:rsidRDefault="00000000">
      <w:r>
        <w:t>Cladding: Make sure the cladding is clean and free of dust and loose particles.</w:t>
      </w:r>
    </w:p>
    <w:p w14:paraId="66703251" w14:textId="77777777" w:rsidR="007F07D8" w:rsidRDefault="00000000">
      <w:pPr>
        <w:pStyle w:val="Heading4"/>
      </w:pPr>
      <w:bookmarkStart w:id="159" w:name="h-13298-4"/>
      <w:bookmarkStart w:id="160" w:name="f-13298-4"/>
      <w:bookmarkEnd w:id="158"/>
      <w:r>
        <w:t>ASKIN</w:t>
      </w:r>
      <w:r>
        <w:rPr>
          <w:vertAlign w:val="superscript"/>
        </w:rPr>
        <w:t>®</w:t>
      </w:r>
      <w:r>
        <w:t xml:space="preserve"> Exterior VOLCORE panel system installation</w:t>
      </w:r>
      <w:bookmarkEnd w:id="159"/>
    </w:p>
    <w:p w14:paraId="794741F0" w14:textId="77777777" w:rsidR="007F07D8" w:rsidRDefault="00000000">
      <w:r>
        <w:t>Standard: To AS 1562.1 (2018).</w:t>
      </w:r>
    </w:p>
    <w:p w14:paraId="3DB97F56" w14:textId="77777777" w:rsidR="007F07D8" w:rsidRDefault="00000000">
      <w:r>
        <w:t>Requirement: Conform to ASKIN</w:t>
      </w:r>
      <w:r>
        <w:rPr>
          <w:vertAlign w:val="superscript"/>
        </w:rPr>
        <w:t>®</w:t>
      </w:r>
      <w:r>
        <w:t>'s recommendations and standard construction drawings, using ASKIN</w:t>
      </w:r>
      <w:r>
        <w:rPr>
          <w:vertAlign w:val="superscript"/>
        </w:rPr>
        <w:t>®</w:t>
      </w:r>
      <w:r>
        <w:t xml:space="preserve"> approved installers.</w:t>
      </w:r>
    </w:p>
    <w:p w14:paraId="1056D67E" w14:textId="77777777" w:rsidR="007F07D8" w:rsidRDefault="00000000">
      <w:pPr>
        <w:pStyle w:val="Instructions"/>
      </w:pPr>
      <w:r>
        <w:t>Detail control joints, flashing at windows and abutments, and penetrations. Consult ASKIN</w:t>
      </w:r>
      <w:r>
        <w:rPr>
          <w:vertAlign w:val="superscript"/>
        </w:rPr>
        <w:t>®</w:t>
      </w:r>
      <w:r>
        <w:t xml:space="preserve"> for further information.</w:t>
      </w:r>
    </w:p>
    <w:p w14:paraId="6E6F67DA" w14:textId="77777777" w:rsidR="007F07D8" w:rsidRDefault="00000000">
      <w:r>
        <w:t>Installation: Install cladding as follows:</w:t>
      </w:r>
    </w:p>
    <w:p w14:paraId="42F00C5B" w14:textId="77777777" w:rsidR="007F07D8" w:rsidRDefault="00000000">
      <w:pPr>
        <w:pStyle w:val="NormalIndent"/>
      </w:pPr>
      <w:r>
        <w:t>Plumb, level, straight and to documented tolerances.</w:t>
      </w:r>
    </w:p>
    <w:p w14:paraId="0E16EA22" w14:textId="77777777" w:rsidR="007F07D8" w:rsidRDefault="00000000">
      <w:pPr>
        <w:pStyle w:val="NormalIndent"/>
      </w:pPr>
      <w:r>
        <w:t>Fixed or anchored to the building structure in conformance with the wind action loading recommendations.</w:t>
      </w:r>
    </w:p>
    <w:p w14:paraId="2020E37C" w14:textId="77777777" w:rsidR="007F07D8" w:rsidRDefault="00000000">
      <w:pPr>
        <w:pStyle w:val="NormalIndent"/>
      </w:pPr>
      <w:r>
        <w:t>Isolated from any building loads, including loads caused by structural deflection or shortening.</w:t>
      </w:r>
    </w:p>
    <w:p w14:paraId="28C3CA50" w14:textId="77777777" w:rsidR="007F07D8" w:rsidRDefault="00000000">
      <w:pPr>
        <w:pStyle w:val="NormalIndent"/>
      </w:pPr>
      <w:r>
        <w:t>Allow for thermal movement.</w:t>
      </w:r>
    </w:p>
    <w:p w14:paraId="7A3536BA" w14:textId="77777777" w:rsidR="007F07D8" w:rsidRDefault="00000000">
      <w:pPr>
        <w:pStyle w:val="Instructions"/>
      </w:pPr>
      <w:r>
        <w:lastRenderedPageBreak/>
        <w:t>Expansion and contraction for the components needs to be provided for. Temperature change due to climatic conditions must not cause harmful buckling, opening of joints, undue stress on fastening and anchors, noise of any kind or other defects.</w:t>
      </w:r>
    </w:p>
    <w:p w14:paraId="66816B57" w14:textId="77777777" w:rsidR="007F07D8" w:rsidRDefault="00000000">
      <w:r>
        <w:t>Site cut panels:</w:t>
      </w:r>
    </w:p>
    <w:p w14:paraId="0DFFC67E" w14:textId="77777777" w:rsidR="007F07D8" w:rsidRDefault="00000000">
      <w:pPr>
        <w:pStyle w:val="NormalIndent"/>
      </w:pPr>
      <w:r>
        <w:t>Provide accurate, true lines with no distortion.</w:t>
      </w:r>
    </w:p>
    <w:p w14:paraId="286E9A1B" w14:textId="77777777" w:rsidR="007F07D8" w:rsidRDefault="00000000">
      <w:pPr>
        <w:pStyle w:val="NormalIndent"/>
      </w:pPr>
      <w:r>
        <w:t>Cut with a suitable metal cutting circular type saw and treat exposed edges with a suitable edge protection lacquer.</w:t>
      </w:r>
    </w:p>
    <w:p w14:paraId="361AB87A" w14:textId="77777777" w:rsidR="007F07D8" w:rsidRDefault="00000000">
      <w:pPr>
        <w:pStyle w:val="NormalIndent"/>
      </w:pPr>
      <w:r>
        <w:t>Cut openings to the minimum size necessary.</w:t>
      </w:r>
    </w:p>
    <w:p w14:paraId="3A2402C7" w14:textId="77777777" w:rsidR="007F07D8" w:rsidRDefault="00000000">
      <w:r>
        <w:t>Penetrations larger than 300 x 300 mm: Provide additional structural support.</w:t>
      </w:r>
    </w:p>
    <w:p w14:paraId="128B59B2" w14:textId="77777777" w:rsidR="007F07D8" w:rsidRDefault="00000000">
      <w:r>
        <w:t>Swarf: Remove swarf and any foreign matter immediately from the external surface of panels.</w:t>
      </w:r>
    </w:p>
    <w:p w14:paraId="06FCCD7F" w14:textId="77777777" w:rsidR="007F07D8" w:rsidRDefault="00000000">
      <w:r>
        <w:t>Protection: Protect surfaces and finishes, including the retention of protective coatings during installation.</w:t>
      </w:r>
    </w:p>
    <w:p w14:paraId="2B642DB8" w14:textId="77777777" w:rsidR="007F07D8" w:rsidRDefault="00000000">
      <w:r>
        <w:t>Fasteners, laps, seals and fillers: Install as documented.</w:t>
      </w:r>
    </w:p>
    <w:p w14:paraId="3D3AC89B" w14:textId="77777777" w:rsidR="007F07D8" w:rsidRDefault="00000000">
      <w:r>
        <w:t>Fixing method: As documented or to one of the following fixing methods to ASKIN</w:t>
      </w:r>
      <w:r>
        <w:rPr>
          <w:vertAlign w:val="superscript"/>
        </w:rPr>
        <w:t>®</w:t>
      </w:r>
      <w:r>
        <w:t>'s recommendations:</w:t>
      </w:r>
    </w:p>
    <w:p w14:paraId="132EB735" w14:textId="77777777" w:rsidR="007F07D8" w:rsidRDefault="00000000">
      <w:pPr>
        <w:pStyle w:val="NormalIndent"/>
      </w:pPr>
      <w:r>
        <w:t>Steel and timber framing: Screw.</w:t>
      </w:r>
    </w:p>
    <w:p w14:paraId="02371804" w14:textId="77777777" w:rsidR="007F07D8" w:rsidRDefault="00000000">
      <w:pPr>
        <w:pStyle w:val="NormalIndent"/>
      </w:pPr>
      <w:r>
        <w:t>Timber framing: Screw.</w:t>
      </w:r>
    </w:p>
    <w:p w14:paraId="16A107EE" w14:textId="77777777" w:rsidR="007F07D8" w:rsidRDefault="00000000">
      <w:pPr>
        <w:pStyle w:val="OptionalHeading4"/>
      </w:pPr>
      <w:bookmarkStart w:id="161" w:name="h-13298-13298.3"/>
      <w:bookmarkStart w:id="162" w:name="f-13298-13298.3"/>
      <w:bookmarkEnd w:id="160"/>
      <w:r>
        <w:t>Prototypes</w:t>
      </w:r>
      <w:bookmarkEnd w:id="161"/>
    </w:p>
    <w:p w14:paraId="3AB9EAF6" w14:textId="77777777" w:rsidR="007F07D8" w:rsidRDefault="00000000">
      <w:pPr>
        <w:pStyle w:val="OptionalNormal"/>
      </w:pPr>
      <w:r>
        <w:t>Requirement: Provide a prototype of each panel type, including at least one example of each component in the system to verify selections submitted as samples, to demonstrate aesthetic effects, to set quality standards for materials and execution, and to verify performance, including wind loading.</w:t>
      </w:r>
    </w:p>
    <w:p w14:paraId="0977C460" w14:textId="77777777" w:rsidR="007F07D8" w:rsidRDefault="00000000">
      <w:pPr>
        <w:pStyle w:val="OptionalNormal"/>
      </w:pPr>
      <w:r>
        <w:t>Inclusions:</w:t>
      </w:r>
    </w:p>
    <w:p w14:paraId="52B544A8" w14:textId="77777777" w:rsidR="007F07D8" w:rsidRDefault="00000000">
      <w:pPr>
        <w:pStyle w:val="OptionalNormalIndent"/>
      </w:pPr>
      <w:r>
        <w:t>Typical components, attachments to building structure and methods of installation.</w:t>
      </w:r>
    </w:p>
    <w:p w14:paraId="0F17BA33" w14:textId="77777777" w:rsidR="007F07D8" w:rsidRDefault="00000000">
      <w:pPr>
        <w:pStyle w:val="OptionalNormalIndent"/>
      </w:pPr>
      <w:r>
        <w:t>Window opening with cladding panel, trim and returns.</w:t>
      </w:r>
    </w:p>
    <w:p w14:paraId="1C4EEFDA" w14:textId="77777777" w:rsidR="007F07D8" w:rsidRDefault="00000000">
      <w:pPr>
        <w:pStyle w:val="OptionalNormalIndent"/>
      </w:pPr>
      <w:r>
        <w:t>Sealant filled joint.</w:t>
      </w:r>
    </w:p>
    <w:p w14:paraId="1B542FF3" w14:textId="77777777" w:rsidR="007F07D8" w:rsidRDefault="00000000">
      <w:pPr>
        <w:pStyle w:val="OptionalNormal"/>
      </w:pPr>
      <w:r>
        <w:t xml:space="preserve">Type: </w:t>
      </w:r>
      <w:r>
        <w:fldChar w:fldCharType="begin"/>
      </w:r>
      <w:r>
        <w:instrText xml:space="preserve"> MACROBUTTON  ac_OnHelp [complete/delete]</w:instrText>
      </w:r>
      <w:r>
        <w:fldChar w:fldCharType="separate"/>
      </w:r>
      <w:r>
        <w:t> </w:t>
      </w:r>
      <w:r>
        <w:fldChar w:fldCharType="end"/>
      </w:r>
    </w:p>
    <w:p w14:paraId="07C04822" w14:textId="77777777" w:rsidR="007F07D8" w:rsidRDefault="00000000">
      <w:pPr>
        <w:pStyle w:val="OptionalNormal"/>
      </w:pPr>
      <w:r>
        <w:t xml:space="preserve">Extent: </w:t>
      </w:r>
      <w:r>
        <w:fldChar w:fldCharType="begin"/>
      </w:r>
      <w:r>
        <w:instrText xml:space="preserve"> MACROBUTTON  ac_OnHelp [complete/delete]</w:instrText>
      </w:r>
      <w:r>
        <w:fldChar w:fldCharType="separate"/>
      </w:r>
      <w:r>
        <w:t> </w:t>
      </w:r>
      <w:r>
        <w:fldChar w:fldCharType="end"/>
      </w:r>
    </w:p>
    <w:p w14:paraId="769C056F" w14:textId="77777777" w:rsidR="007F07D8" w:rsidRDefault="00000000">
      <w:pPr>
        <w:pStyle w:val="Instructions"/>
      </w:pPr>
      <w:r>
        <w:t>Not less than 1800 mm long x 1200 mm high or Not less than 4500 mm long x 3000 mm high.</w:t>
      </w:r>
    </w:p>
    <w:p w14:paraId="5A895F4B" w14:textId="77777777" w:rsidR="007F07D8" w:rsidRDefault="00000000">
      <w:pPr>
        <w:pStyle w:val="OptionalNormal"/>
      </w:pPr>
      <w:r>
        <w:t>Location: </w:t>
      </w:r>
      <w:r>
        <w:fldChar w:fldCharType="begin"/>
      </w:r>
      <w:r>
        <w:instrText xml:space="preserve"> MACROBUTTON  ac_OnHelp [complete/delete]</w:instrText>
      </w:r>
      <w:r>
        <w:fldChar w:fldCharType="separate"/>
      </w:r>
      <w:r>
        <w:t> </w:t>
      </w:r>
      <w:r>
        <w:fldChar w:fldCharType="end"/>
      </w:r>
    </w:p>
    <w:p w14:paraId="6319B6B5" w14:textId="77777777" w:rsidR="007F07D8" w:rsidRDefault="00000000">
      <w:pPr>
        <w:pStyle w:val="Instructions"/>
      </w:pPr>
      <w:r>
        <w:t>Preferably show on the drawings the location and extent of the prototype and the number and type of components to be included. Delete if the size of the project does not justify a prototype.</w:t>
      </w:r>
    </w:p>
    <w:p w14:paraId="6C831E42" w14:textId="77777777" w:rsidR="007F07D8" w:rsidRDefault="00000000">
      <w:pPr>
        <w:pStyle w:val="OptionalNormal"/>
      </w:pPr>
      <w:r>
        <w:t>Incorporation: Subject to approval, incorporate the prototype in the completed works.</w:t>
      </w:r>
    </w:p>
    <w:p w14:paraId="7D2CC861" w14:textId="77777777" w:rsidR="007F07D8" w:rsidRDefault="00000000">
      <w:pPr>
        <w:pStyle w:val="Instructions"/>
      </w:pPr>
      <w:r>
        <w:t>If a prototype is a project requirement, consider including this Optional style text by changing to Normal style text and completing the prompts. </w:t>
      </w:r>
    </w:p>
    <w:p w14:paraId="3A101B90" w14:textId="77777777" w:rsidR="007F07D8" w:rsidRDefault="00000000">
      <w:pPr>
        <w:pStyle w:val="Heading4"/>
      </w:pPr>
      <w:bookmarkStart w:id="163" w:name="h-13298-13298.1"/>
      <w:bookmarkStart w:id="164" w:name="f-13298-13298.1"/>
      <w:bookmarkEnd w:id="162"/>
      <w:r>
        <w:t>Subcontractors</w:t>
      </w:r>
      <w:bookmarkEnd w:id="163"/>
    </w:p>
    <w:p w14:paraId="16FE3390" w14:textId="77777777" w:rsidR="007F07D8" w:rsidRDefault="00000000">
      <w:r>
        <w:t>General: Use ASKIN</w:t>
      </w:r>
      <w:r>
        <w:rPr>
          <w:vertAlign w:val="superscript"/>
        </w:rPr>
        <w:t>®</w:t>
      </w:r>
      <w:r>
        <w:t xml:space="preserve"> approved installers for installation and commissioning.</w:t>
      </w:r>
    </w:p>
    <w:p w14:paraId="310CE365" w14:textId="77777777" w:rsidR="007F07D8" w:rsidRDefault="00000000">
      <w:pPr>
        <w:pStyle w:val="Heading4"/>
      </w:pPr>
      <w:bookmarkStart w:id="165" w:name="h-13298-7"/>
      <w:bookmarkStart w:id="166" w:name="f-13298-7"/>
      <w:bookmarkEnd w:id="164"/>
      <w:r>
        <w:t>Accessories and trim</w:t>
      </w:r>
      <w:bookmarkEnd w:id="165"/>
    </w:p>
    <w:p w14:paraId="567C697D" w14:textId="77777777" w:rsidR="007F07D8" w:rsidRDefault="00000000">
      <w:r>
        <w:t>Requirement: Provide accessories and trim required to complete the installation, or as documented.</w:t>
      </w:r>
    </w:p>
    <w:p w14:paraId="7DE7CB68" w14:textId="77777777" w:rsidR="007F07D8" w:rsidRDefault="00000000">
      <w:pPr>
        <w:pStyle w:val="Heading4"/>
      </w:pPr>
      <w:bookmarkStart w:id="167" w:name="h-3_13061-61"/>
      <w:bookmarkStart w:id="168" w:name="f-3_13061-61"/>
      <w:bookmarkStart w:id="169" w:name="f-13298-8"/>
      <w:bookmarkEnd w:id="166"/>
      <w:r>
        <w:t>Metal separation</w:t>
      </w:r>
      <w:bookmarkEnd w:id="167"/>
    </w:p>
    <w:p w14:paraId="40733D4E" w14:textId="77777777" w:rsidR="007F07D8" w:rsidRDefault="00000000">
      <w:pPr>
        <w:pStyle w:val="Instructions"/>
      </w:pPr>
      <w:r>
        <w:t>Make sure of compatibility or detail separation.</w:t>
      </w:r>
    </w:p>
    <w:p w14:paraId="2003C22A" w14:textId="77777777" w:rsidR="007F07D8" w:rsidRDefault="00000000">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4B3C7D27" w14:textId="77777777" w:rsidR="007F07D8" w:rsidRDefault="00000000">
      <w:pPr>
        <w:pStyle w:val="Instructions"/>
      </w:pPr>
      <w:r>
        <w:t>Corrosion can result from water run-off between incompatible surfaces. See AS 1562.1 (2018) clause 3.4.3 and AS 1562.1 (2018) Appendix C Table C4. There are four conditions to be avoided:</w:t>
      </w:r>
    </w:p>
    <w:p w14:paraId="6A9A2E56" w14:textId="77777777" w:rsidR="007F07D8" w:rsidRDefault="00000000">
      <w:pPr>
        <w:pStyle w:val="Instructionsindent"/>
      </w:pPr>
      <w:r>
        <w:t>Run-off from copper and copper alloys onto aluminium, zinc, galvanized, or aluminium/zinc-coated surfaces.</w:t>
      </w:r>
    </w:p>
    <w:p w14:paraId="37F08C08" w14:textId="77777777" w:rsidR="007F07D8" w:rsidRDefault="00000000">
      <w:pPr>
        <w:pStyle w:val="Instructionsindent"/>
      </w:pPr>
      <w:r>
        <w:t>Run-off from glass onto stainless steel, zinc or galvanized surfaces.</w:t>
      </w:r>
    </w:p>
    <w:p w14:paraId="2238F33D" w14:textId="77777777" w:rsidR="007F07D8" w:rsidRDefault="00000000">
      <w:pPr>
        <w:pStyle w:val="Instructionsindent"/>
      </w:pPr>
      <w:r>
        <w:t>Run-off from plastic onto zinc or galvanized surfaces.</w:t>
      </w:r>
    </w:p>
    <w:p w14:paraId="7DD826F3" w14:textId="77777777" w:rsidR="007F07D8" w:rsidRDefault="00000000">
      <w:pPr>
        <w:pStyle w:val="Instructionsindent"/>
      </w:pPr>
      <w:r>
        <w:t>Run-off from inert catchment surfaces such as glazed terracotta, prepainted steel, aluminium and aluminium/zinc onto zinc or galvanized surfaces.</w:t>
      </w:r>
    </w:p>
    <w:p w14:paraId="685B3688" w14:textId="77777777" w:rsidR="007F07D8" w:rsidRDefault="00000000">
      <w:pPr>
        <w:pStyle w:val="Instructions"/>
      </w:pPr>
      <w:r>
        <w:t>In marine or high humidity environments, separate green hardwood from aluminium and coated steel.</w:t>
      </w:r>
    </w:p>
    <w:p w14:paraId="0E47DBCC" w14:textId="77777777" w:rsidR="007F07D8" w:rsidRDefault="00000000">
      <w:pPr>
        <w:pStyle w:val="Instructions"/>
      </w:pPr>
      <w:r>
        <w:lastRenderedPageBreak/>
        <w:t>Typical methods for metal separation include:</w:t>
      </w:r>
    </w:p>
    <w:p w14:paraId="75C7D329" w14:textId="77777777" w:rsidR="007F07D8" w:rsidRDefault="00000000">
      <w:pPr>
        <w:pStyle w:val="Instructionsindent"/>
      </w:pPr>
      <w:r>
        <w:t>Applying an anti-corrosion, low moisture transmission coating such as zinc or barium chromate primer or aluminium pigmented bituminous paint to contact surfaces.</w:t>
      </w:r>
    </w:p>
    <w:p w14:paraId="0DFCB2A0" w14:textId="77777777" w:rsidR="007F07D8" w:rsidRDefault="00000000">
      <w:pPr>
        <w:pStyle w:val="Instructionsindent"/>
      </w:pPr>
      <w:r>
        <w:t>Inserting a separation layer such as polyethylene film, adhesive tape or bituminous felt.</w:t>
      </w:r>
    </w:p>
    <w:p w14:paraId="325D58CD" w14:textId="77777777" w:rsidR="007F07D8" w:rsidRDefault="00000000">
      <w:r>
        <w:t>Requirement: Prevent direct contact between incompatible metals, and between green hardwood or chemically treated timber and aluminium or coated steel, by either of the following methods:</w:t>
      </w:r>
    </w:p>
    <w:p w14:paraId="42247E8C" w14:textId="77777777" w:rsidR="007F07D8" w:rsidRDefault="00000000">
      <w:pPr>
        <w:pStyle w:val="NormalIndent"/>
      </w:pPr>
      <w:r>
        <w:t>Apply an anti-corrosion, low moisture transmission coating to contact surfaces.</w:t>
      </w:r>
    </w:p>
    <w:p w14:paraId="0D17A50B" w14:textId="77777777" w:rsidR="007F07D8" w:rsidRDefault="00000000">
      <w:pPr>
        <w:pStyle w:val="NormalIndent"/>
      </w:pPr>
      <w:r>
        <w:t>Insert a separation layer.</w:t>
      </w:r>
    </w:p>
    <w:p w14:paraId="5F2344DA" w14:textId="77777777" w:rsidR="007F07D8" w:rsidRDefault="00000000">
      <w:r>
        <w:t>Incompatible metal fixings: Do not use.</w:t>
      </w:r>
    </w:p>
    <w:p w14:paraId="67153F54" w14:textId="77777777" w:rsidR="007F07D8" w:rsidRDefault="00000000">
      <w:pPr>
        <w:pStyle w:val="Heading4"/>
      </w:pPr>
      <w:bookmarkStart w:id="170" w:name="h-4_13061-62"/>
      <w:bookmarkStart w:id="171" w:name="f-4_13061-62"/>
      <w:bookmarkStart w:id="172" w:name="f-13298-9"/>
      <w:bookmarkEnd w:id="168"/>
      <w:bookmarkEnd w:id="169"/>
      <w:r>
        <w:t>Horizontal cladding</w:t>
      </w:r>
      <w:bookmarkEnd w:id="170"/>
    </w:p>
    <w:p w14:paraId="352B5514" w14:textId="77777777" w:rsidR="007F07D8" w:rsidRDefault="00000000">
      <w:r>
        <w:t>Horizontal cladding surface:</w:t>
      </w:r>
    </w:p>
    <w:p w14:paraId="5A6BB8C1" w14:textId="77777777" w:rsidR="007F07D8" w:rsidRDefault="00000000">
      <w:pPr>
        <w:pStyle w:val="NormalIndent"/>
      </w:pPr>
      <w:r>
        <w:t>Minimum slope: 1:15.</w:t>
      </w:r>
    </w:p>
    <w:p w14:paraId="719BB1CE" w14:textId="77777777" w:rsidR="007F07D8" w:rsidRDefault="00000000">
      <w:pPr>
        <w:pStyle w:val="NormalIndent"/>
      </w:pPr>
      <w:r>
        <w:t>Staining: Slope away from visible vertical facade areas to prevent staining.</w:t>
      </w:r>
    </w:p>
    <w:p w14:paraId="7D01290A" w14:textId="77777777" w:rsidR="007F07D8" w:rsidRDefault="00000000">
      <w:pPr>
        <w:pStyle w:val="Heading4"/>
      </w:pPr>
      <w:bookmarkStart w:id="173" w:name="h-5_13061-63"/>
      <w:bookmarkStart w:id="174" w:name="f-5_13061-63"/>
      <w:bookmarkStart w:id="175" w:name="f-13298-10"/>
      <w:bookmarkEnd w:id="171"/>
      <w:bookmarkEnd w:id="172"/>
      <w:r>
        <w:t>Defective and damaged parts</w:t>
      </w:r>
      <w:bookmarkEnd w:id="173"/>
    </w:p>
    <w:p w14:paraId="3090528E" w14:textId="77777777" w:rsidR="007F07D8" w:rsidRDefault="00000000">
      <w:r>
        <w:t>Defective components: Do not install component parts that are defective, including warped, bowed, dented, chipped, scratched, abraded or broken members.</w:t>
      </w:r>
    </w:p>
    <w:p w14:paraId="2BBBD70C" w14:textId="77777777" w:rsidR="007F07D8" w:rsidRDefault="00000000">
      <w:r>
        <w:t>Damaged parts: Remove and replace damaged parts during installation.</w:t>
      </w:r>
    </w:p>
    <w:p w14:paraId="6035A972" w14:textId="77777777" w:rsidR="007F07D8" w:rsidRDefault="00000000">
      <w:pPr>
        <w:pStyle w:val="Heading4"/>
      </w:pPr>
      <w:bookmarkStart w:id="176" w:name="h-13298-13298.2"/>
      <w:bookmarkStart w:id="177" w:name="f-13298-13298.2"/>
      <w:bookmarkEnd w:id="174"/>
      <w:bookmarkEnd w:id="175"/>
      <w:r>
        <w:t>Joints</w:t>
      </w:r>
      <w:bookmarkEnd w:id="176"/>
    </w:p>
    <w:p w14:paraId="05B25C33" w14:textId="77777777" w:rsidR="007F07D8" w:rsidRDefault="00000000">
      <w:r>
        <w:t>Control joints: To coincide with structural movement joints and as documented.</w:t>
      </w:r>
    </w:p>
    <w:p w14:paraId="2687C594" w14:textId="77777777" w:rsidR="007F07D8" w:rsidRDefault="00000000">
      <w:pPr>
        <w:pStyle w:val="Heading3"/>
      </w:pPr>
      <w:bookmarkStart w:id="178" w:name="h-13298-14"/>
      <w:bookmarkStart w:id="179" w:name="f-13298-14"/>
      <w:bookmarkEnd w:id="177"/>
      <w:r>
        <w:t>Completion</w:t>
      </w:r>
      <w:bookmarkEnd w:id="178"/>
    </w:p>
    <w:p w14:paraId="41B38952" w14:textId="77777777" w:rsidR="007F07D8" w:rsidRDefault="00000000">
      <w:pPr>
        <w:pStyle w:val="Heading4"/>
      </w:pPr>
      <w:bookmarkStart w:id="180" w:name="h-6_13061-65"/>
      <w:bookmarkStart w:id="181" w:name="f-6_13061-65"/>
      <w:bookmarkStart w:id="182" w:name="f-13298-15"/>
      <w:bookmarkEnd w:id="179"/>
      <w:r>
        <w:t>Fasteners</w:t>
      </w:r>
      <w:bookmarkEnd w:id="180"/>
    </w:p>
    <w:p w14:paraId="1FA7DE5D" w14:textId="77777777" w:rsidR="007F07D8" w:rsidRDefault="00000000">
      <w:r>
        <w:t>Requirement: Adjust for weathertightness without distortion of external panel face.</w:t>
      </w:r>
    </w:p>
    <w:p w14:paraId="060A6BE2" w14:textId="77777777" w:rsidR="007F07D8" w:rsidRDefault="00000000">
      <w:pPr>
        <w:pStyle w:val="Heading4"/>
      </w:pPr>
      <w:bookmarkStart w:id="183" w:name="h-7_13061-66"/>
      <w:bookmarkStart w:id="184" w:name="f-7_13061-66"/>
      <w:bookmarkStart w:id="185" w:name="f-13298-16"/>
      <w:bookmarkEnd w:id="181"/>
      <w:bookmarkEnd w:id="182"/>
      <w:r>
        <w:t>Reinstatement</w:t>
      </w:r>
      <w:bookmarkEnd w:id="183"/>
    </w:p>
    <w:p w14:paraId="58D96543" w14:textId="77777777" w:rsidR="007F07D8" w:rsidRDefault="00000000">
      <w:r>
        <w:t>Extent: Repair or replace damage to the cladding. If the work cannot be repaired satisfactorily, replace the whole area affected.</w:t>
      </w:r>
    </w:p>
    <w:p w14:paraId="270EA2F8" w14:textId="77777777" w:rsidR="007F07D8" w:rsidRDefault="00000000">
      <w:r>
        <w:t>Damage to prepainted finish: Replace panels with scratches in the prepainted finish.</w:t>
      </w:r>
    </w:p>
    <w:p w14:paraId="778EBF95" w14:textId="77777777" w:rsidR="007F07D8" w:rsidRDefault="00000000">
      <w:pPr>
        <w:pStyle w:val="Heading4"/>
      </w:pPr>
      <w:bookmarkStart w:id="186" w:name="h-13298-17"/>
      <w:bookmarkStart w:id="187" w:name="f-13298-17"/>
      <w:bookmarkEnd w:id="184"/>
      <w:bookmarkEnd w:id="185"/>
      <w:r>
        <w:t>Cleaning</w:t>
      </w:r>
      <w:bookmarkEnd w:id="186"/>
    </w:p>
    <w:p w14:paraId="3A58BFE0" w14:textId="77777777" w:rsidR="007F07D8" w:rsidRDefault="00000000">
      <w:r>
        <w:t>Requirement: Remove excess debris, metal swarf, solder, sealants and unused materials.</w:t>
      </w:r>
    </w:p>
    <w:p w14:paraId="79C5BAE1" w14:textId="77777777" w:rsidR="007F07D8" w:rsidRDefault="00000000">
      <w:r>
        <w:t>Exposed metal surfaces: Clean surfaces of substances that interfere with uniform weathering or oxidisation.</w:t>
      </w:r>
    </w:p>
    <w:p w14:paraId="319F4705" w14:textId="77777777" w:rsidR="007F07D8" w:rsidRDefault="00000000">
      <w:r>
        <w:t>Protection: Remove protective coatings using methods required by the manufacturer after completion.</w:t>
      </w:r>
    </w:p>
    <w:p w14:paraId="46745944" w14:textId="77777777" w:rsidR="007F07D8" w:rsidRDefault="00000000">
      <w:pPr>
        <w:pStyle w:val="Instructions"/>
      </w:pPr>
      <w:r>
        <w:t>Protective film will withstand exposure to weather for a limited period of time before losing its peel-off characteristics and causing staining. The gloss coating changes when exposed to plasticisers.</w:t>
      </w:r>
    </w:p>
    <w:p w14:paraId="7891665C" w14:textId="77777777" w:rsidR="007F07D8" w:rsidRDefault="00000000">
      <w:r>
        <w:t>ASKIN</w:t>
      </w:r>
      <w:r>
        <w:rPr>
          <w:vertAlign w:val="superscript"/>
        </w:rPr>
        <w:t>®</w:t>
      </w:r>
      <w:r>
        <w:t xml:space="preserve"> panels: Clean surfaces to the manufacturer’s recommendations.</w:t>
      </w:r>
    </w:p>
    <w:p w14:paraId="7D10BD65" w14:textId="77777777" w:rsidR="007F07D8" w:rsidRDefault="00000000">
      <w:pPr>
        <w:pStyle w:val="Heading4"/>
      </w:pPr>
      <w:bookmarkStart w:id="188" w:name="h-13298-19"/>
      <w:bookmarkStart w:id="189" w:name="f-13298-19"/>
      <w:bookmarkEnd w:id="187"/>
      <w:r>
        <w:t>Operation and maintenance manuals</w:t>
      </w:r>
      <w:bookmarkEnd w:id="188"/>
    </w:p>
    <w:p w14:paraId="063ED424" w14:textId="77777777" w:rsidR="007F07D8" w:rsidRDefault="00000000">
      <w:r>
        <w:t>Requirement: Prepare a manual that includes ASKIN</w:t>
      </w:r>
      <w:r>
        <w:rPr>
          <w:vertAlign w:val="superscript"/>
        </w:rPr>
        <w:t>®</w:t>
      </w:r>
      <w:r>
        <w:t xml:space="preserve"> </w:t>
      </w:r>
      <w:r>
        <w:rPr>
          <w:i/>
        </w:rPr>
        <w:t>Warranty and maintenance</w:t>
      </w:r>
      <w:r>
        <w:t xml:space="preserve"> for care and maintenance of ASKIN</w:t>
      </w:r>
      <w:r>
        <w:rPr>
          <w:vertAlign w:val="superscript"/>
        </w:rPr>
        <w:t>®</w:t>
      </w:r>
      <w:r>
        <w:t xml:space="preserve"> VOLCORE Performance Panel exterior facade system, including frequency of inspection and recommended methods of access, cleaning, repair and replacement.</w:t>
      </w:r>
    </w:p>
    <w:p w14:paraId="335D13B7" w14:textId="77777777" w:rsidR="007F07D8" w:rsidRDefault="00000000">
      <w:pPr>
        <w:pStyle w:val="Instructions"/>
      </w:pPr>
      <w:bookmarkStart w:id="190" w:name="f-7476-1"/>
      <w:bookmarkStart w:id="191" w:name="f-7476"/>
      <w:r>
        <w:t>Compliance with this subclause targets the Operations and Maintenance requirement within the Minimum Expectation level of the Verification and Handover credit in Green Star Buildings (2021).</w:t>
      </w:r>
    </w:p>
    <w:p w14:paraId="14CA1485" w14:textId="77777777" w:rsidR="007F07D8" w:rsidRDefault="00000000">
      <w:pPr>
        <w:pStyle w:val="Heading4"/>
      </w:pPr>
      <w:bookmarkStart w:id="192" w:name="h-13298-18"/>
      <w:bookmarkStart w:id="193" w:name="f-13298-18"/>
      <w:bookmarkEnd w:id="189"/>
      <w:bookmarkEnd w:id="190"/>
      <w:bookmarkEnd w:id="191"/>
      <w:r>
        <w:t>Warranties</w:t>
      </w:r>
      <w:bookmarkEnd w:id="192"/>
    </w:p>
    <w:p w14:paraId="2781FF45" w14:textId="77777777" w:rsidR="007F07D8" w:rsidRDefault="00000000">
      <w:r>
        <w:t>General: Cover materials and workmanship in the terms of the warranty in the form of interlocking warranties from the supplier and the installer.</w:t>
      </w:r>
    </w:p>
    <w:p w14:paraId="412AC273" w14:textId="77777777" w:rsidR="007F07D8" w:rsidRDefault="00000000">
      <w:pPr>
        <w:pStyle w:val="NormalIndent"/>
      </w:pPr>
      <w:r>
        <w:t>Form: Against failure of materials and execution under normal environment and use conditions.</w:t>
      </w:r>
    </w:p>
    <w:p w14:paraId="20727B17" w14:textId="77777777" w:rsidR="007F07D8" w:rsidRDefault="00000000">
      <w:pPr>
        <w:pStyle w:val="NormalIndent"/>
      </w:pPr>
      <w:r>
        <w:t>Period: As offered by the supplier and the installer.</w:t>
      </w:r>
    </w:p>
    <w:p w14:paraId="62E8D581" w14:textId="77777777" w:rsidR="007F07D8" w:rsidRDefault="00000000">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19539FE4" w14:textId="77777777" w:rsidR="007F07D8" w:rsidRDefault="00000000">
      <w:pPr>
        <w:pStyle w:val="Instructions"/>
      </w:pPr>
      <w:r>
        <w:t>The form(s) required should be provided as part of the contract documentation.</w:t>
      </w:r>
    </w:p>
    <w:p w14:paraId="3829A221" w14:textId="77777777" w:rsidR="007F07D8" w:rsidRDefault="00000000">
      <w:pPr>
        <w:pStyle w:val="Instructions"/>
      </w:pPr>
      <w:r>
        <w:t>ASKIN</w:t>
      </w:r>
      <w:r>
        <w:rPr>
          <w:vertAlign w:val="superscript"/>
        </w:rPr>
        <w:t>®</w:t>
      </w:r>
      <w:r>
        <w:t xml:space="preserve"> standard warranty is up to 25 years. Contact ASKIN</w:t>
      </w:r>
      <w:r>
        <w:rPr>
          <w:vertAlign w:val="superscript"/>
        </w:rPr>
        <w:t>®</w:t>
      </w:r>
      <w:r>
        <w:t xml:space="preserve">  for project specific warranties.</w:t>
      </w:r>
    </w:p>
    <w:p w14:paraId="303D9D96" w14:textId="77777777" w:rsidR="007F07D8" w:rsidRDefault="00000000">
      <w:pPr>
        <w:pStyle w:val="Instructions"/>
      </w:pPr>
      <w:r>
        <w:lastRenderedPageBreak/>
        <w:t>Subject to maintenance conforming to ASKIN</w:t>
      </w:r>
      <w:r>
        <w:rPr>
          <w:vertAlign w:val="superscript"/>
        </w:rPr>
        <w:t>® </w:t>
      </w:r>
      <w:r>
        <w:rPr>
          <w:i/>
        </w:rPr>
        <w:t>Warranty and maintenance</w:t>
      </w:r>
      <w:r>
        <w:t>, ASKIN</w:t>
      </w:r>
      <w:r>
        <w:rPr>
          <w:vertAlign w:val="superscript"/>
        </w:rPr>
        <w:t>®</w:t>
      </w:r>
      <w:r>
        <w:t xml:space="preserve"> standard warranty for corrosion or blistering of the skin material is 10 years for general application subject to location and can be up to 25 years depending on the substrate used and the application.</w:t>
      </w:r>
    </w:p>
    <w:p w14:paraId="46D355EA" w14:textId="77777777" w:rsidR="007F07D8" w:rsidRDefault="00000000">
      <w:pPr>
        <w:pStyle w:val="Heading2"/>
      </w:pPr>
      <w:bookmarkStart w:id="194" w:name="h-13295-1"/>
      <w:bookmarkStart w:id="195" w:name="f-13295-1"/>
      <w:bookmarkStart w:id="196" w:name="f-13295"/>
      <w:bookmarkEnd w:id="154"/>
      <w:bookmarkEnd w:id="193"/>
      <w:r>
        <w:t>Selections</w:t>
      </w:r>
      <w:bookmarkEnd w:id="194"/>
    </w:p>
    <w:p w14:paraId="3493C45B" w14:textId="77777777" w:rsidR="007F07D8" w:rsidRDefault="00000000">
      <w:pPr>
        <w:pStyle w:val="Instructions"/>
      </w:pPr>
      <w:bookmarkStart w:id="197" w:name="f-7991-1"/>
      <w:bookmarkStart w:id="198" w:name="f-7991"/>
      <w:bookmarkStart w:id="199" w:name="f-13295-2"/>
      <w:bookmarkEnd w:id="195"/>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23E0A270" w14:textId="77777777" w:rsidR="007F07D8" w:rsidRDefault="00000000">
      <w:pPr>
        <w:pStyle w:val="Heading3"/>
      </w:pPr>
      <w:bookmarkStart w:id="200" w:name="h-13295-5"/>
      <w:bookmarkStart w:id="201" w:name="f-13295-5"/>
      <w:bookmarkEnd w:id="197"/>
      <w:bookmarkEnd w:id="198"/>
      <w:bookmarkEnd w:id="199"/>
      <w:r>
        <w:t>Product</w:t>
      </w:r>
      <w:bookmarkEnd w:id="200"/>
    </w:p>
    <w:p w14:paraId="7BC4722F" w14:textId="77777777" w:rsidR="007F07D8" w:rsidRDefault="00000000">
      <w:pPr>
        <w:pStyle w:val="Heading4"/>
      </w:pPr>
      <w:bookmarkStart w:id="202" w:name="h-13295-13295.1"/>
      <w:bookmarkStart w:id="203" w:name="f-13295-13295.1"/>
      <w:bookmarkEnd w:id="201"/>
      <w:r>
        <w:t>ASKIN</w:t>
      </w:r>
      <w:r>
        <w:rPr>
          <w:vertAlign w:val="superscript"/>
        </w:rPr>
        <w:t>®</w:t>
      </w:r>
      <w:r>
        <w:t xml:space="preserve"> Exterior VOLCORE Panel schedule</w:t>
      </w:r>
      <w:bookmarkEnd w:id="202"/>
    </w:p>
    <w:tbl>
      <w:tblPr>
        <w:tblStyle w:val="NATSPECTable"/>
        <w:tblW w:w="5000" w:type="pct"/>
        <w:tblLook w:val="0620" w:firstRow="1" w:lastRow="0" w:firstColumn="0" w:lastColumn="0" w:noHBand="1" w:noVBand="1"/>
      </w:tblPr>
      <w:tblGrid>
        <w:gridCol w:w="3583"/>
        <w:gridCol w:w="1856"/>
        <w:gridCol w:w="1856"/>
        <w:gridCol w:w="1856"/>
      </w:tblGrid>
      <w:tr w:rsidR="007F07D8" w14:paraId="215850F9" w14:textId="77777777" w:rsidTr="005D34F6">
        <w:trPr>
          <w:tblHeader/>
        </w:trPr>
        <w:tc>
          <w:tcPr>
            <w:tcW w:w="1958" w:type="pct"/>
          </w:tcPr>
          <w:p w14:paraId="3A5D6A90" w14:textId="77777777" w:rsidR="007F07D8" w:rsidRDefault="007F07D8">
            <w:pPr>
              <w:pStyle w:val="Tabletitle"/>
            </w:pPr>
          </w:p>
        </w:tc>
        <w:tc>
          <w:tcPr>
            <w:tcW w:w="1014" w:type="pct"/>
          </w:tcPr>
          <w:p w14:paraId="2CCDE8F6" w14:textId="77777777" w:rsidR="007F07D8" w:rsidRDefault="00000000">
            <w:pPr>
              <w:pStyle w:val="Tabletitle"/>
            </w:pPr>
            <w:r>
              <w:t>A</w:t>
            </w:r>
          </w:p>
        </w:tc>
        <w:tc>
          <w:tcPr>
            <w:tcW w:w="1014" w:type="pct"/>
          </w:tcPr>
          <w:p w14:paraId="726EE641" w14:textId="77777777" w:rsidR="007F07D8" w:rsidRDefault="00000000">
            <w:pPr>
              <w:pStyle w:val="Tabletitle"/>
            </w:pPr>
            <w:r>
              <w:t>B</w:t>
            </w:r>
          </w:p>
        </w:tc>
        <w:tc>
          <w:tcPr>
            <w:tcW w:w="1014" w:type="pct"/>
          </w:tcPr>
          <w:p w14:paraId="238430FE" w14:textId="77777777" w:rsidR="007F07D8" w:rsidRDefault="00000000">
            <w:pPr>
              <w:pStyle w:val="Tabletitle"/>
            </w:pPr>
            <w:r>
              <w:t>C</w:t>
            </w:r>
          </w:p>
        </w:tc>
      </w:tr>
      <w:tr w:rsidR="007F07D8" w14:paraId="3A548B02" w14:textId="77777777" w:rsidTr="005D34F6">
        <w:tc>
          <w:tcPr>
            <w:tcW w:w="1958" w:type="pct"/>
          </w:tcPr>
          <w:p w14:paraId="54272BFC" w14:textId="77777777" w:rsidR="007F07D8" w:rsidRDefault="00000000">
            <w:pPr>
              <w:pStyle w:val="Tabletext"/>
            </w:pPr>
            <w:r>
              <w:t>Fire hazard properties: Non‑combustible to BCA (2022) C2D10(6)(e)</w:t>
            </w:r>
          </w:p>
        </w:tc>
        <w:tc>
          <w:tcPr>
            <w:tcW w:w="1014" w:type="pct"/>
          </w:tcPr>
          <w:p w14:paraId="7DCF3FFB" w14:textId="77777777" w:rsidR="007F07D8" w:rsidRDefault="007F07D8">
            <w:pPr>
              <w:pStyle w:val="Tabletext"/>
            </w:pPr>
          </w:p>
        </w:tc>
        <w:tc>
          <w:tcPr>
            <w:tcW w:w="1014" w:type="pct"/>
          </w:tcPr>
          <w:p w14:paraId="12D66D6F" w14:textId="77777777" w:rsidR="007F07D8" w:rsidRDefault="007F07D8">
            <w:pPr>
              <w:pStyle w:val="Tabletext"/>
            </w:pPr>
          </w:p>
        </w:tc>
        <w:tc>
          <w:tcPr>
            <w:tcW w:w="1014" w:type="pct"/>
          </w:tcPr>
          <w:p w14:paraId="4730E882" w14:textId="77777777" w:rsidR="007F07D8" w:rsidRDefault="007F07D8">
            <w:pPr>
              <w:pStyle w:val="Tabletext"/>
            </w:pPr>
          </w:p>
        </w:tc>
      </w:tr>
      <w:tr w:rsidR="007F07D8" w14:paraId="6B52DD4A" w14:textId="77777777" w:rsidTr="005D34F6">
        <w:tc>
          <w:tcPr>
            <w:tcW w:w="1958" w:type="pct"/>
          </w:tcPr>
          <w:p w14:paraId="5865A604" w14:textId="77777777" w:rsidR="007F07D8" w:rsidRDefault="00000000">
            <w:pPr>
              <w:pStyle w:val="Tabletext"/>
            </w:pPr>
            <w:r>
              <w:t>Fire hazard properties: Group number</w:t>
            </w:r>
          </w:p>
        </w:tc>
        <w:tc>
          <w:tcPr>
            <w:tcW w:w="1014" w:type="pct"/>
          </w:tcPr>
          <w:p w14:paraId="4E9EBC92" w14:textId="77777777" w:rsidR="007F07D8" w:rsidRDefault="007F07D8">
            <w:pPr>
              <w:pStyle w:val="Tabletext"/>
            </w:pPr>
          </w:p>
        </w:tc>
        <w:tc>
          <w:tcPr>
            <w:tcW w:w="1014" w:type="pct"/>
          </w:tcPr>
          <w:p w14:paraId="3AB51411" w14:textId="77777777" w:rsidR="007F07D8" w:rsidRDefault="007F07D8">
            <w:pPr>
              <w:pStyle w:val="Tabletext"/>
            </w:pPr>
          </w:p>
        </w:tc>
        <w:tc>
          <w:tcPr>
            <w:tcW w:w="1014" w:type="pct"/>
          </w:tcPr>
          <w:p w14:paraId="4FCFA0A6" w14:textId="77777777" w:rsidR="007F07D8" w:rsidRDefault="007F07D8">
            <w:pPr>
              <w:pStyle w:val="Tabletext"/>
            </w:pPr>
          </w:p>
        </w:tc>
      </w:tr>
      <w:tr w:rsidR="007F07D8" w14:paraId="1C300F55" w14:textId="77777777" w:rsidTr="005D34F6">
        <w:tc>
          <w:tcPr>
            <w:tcW w:w="1958" w:type="pct"/>
          </w:tcPr>
          <w:p w14:paraId="650049AE" w14:textId="77777777" w:rsidR="007F07D8" w:rsidRDefault="00000000">
            <w:pPr>
              <w:pStyle w:val="Tabletext"/>
            </w:pPr>
            <w:r>
              <w:t>Fire-resistance level (FRL)</w:t>
            </w:r>
          </w:p>
        </w:tc>
        <w:tc>
          <w:tcPr>
            <w:tcW w:w="1014" w:type="pct"/>
          </w:tcPr>
          <w:p w14:paraId="57178455" w14:textId="77777777" w:rsidR="007F07D8" w:rsidRDefault="007F07D8">
            <w:pPr>
              <w:pStyle w:val="Tabletext"/>
            </w:pPr>
          </w:p>
        </w:tc>
        <w:tc>
          <w:tcPr>
            <w:tcW w:w="1014" w:type="pct"/>
          </w:tcPr>
          <w:p w14:paraId="3C3C8ED7" w14:textId="77777777" w:rsidR="007F07D8" w:rsidRDefault="007F07D8">
            <w:pPr>
              <w:pStyle w:val="Tabletext"/>
            </w:pPr>
          </w:p>
        </w:tc>
        <w:tc>
          <w:tcPr>
            <w:tcW w:w="1014" w:type="pct"/>
          </w:tcPr>
          <w:p w14:paraId="7A409F66" w14:textId="77777777" w:rsidR="007F07D8" w:rsidRDefault="007F07D8">
            <w:pPr>
              <w:pStyle w:val="Tabletext"/>
            </w:pPr>
          </w:p>
        </w:tc>
      </w:tr>
      <w:tr w:rsidR="007F07D8" w14:paraId="4AA1510D" w14:textId="77777777" w:rsidTr="005D34F6">
        <w:tc>
          <w:tcPr>
            <w:tcW w:w="1958" w:type="pct"/>
          </w:tcPr>
          <w:p w14:paraId="7AC8EC58" w14:textId="77777777" w:rsidR="007F07D8" w:rsidRDefault="00000000">
            <w:pPr>
              <w:pStyle w:val="Tabletext"/>
            </w:pPr>
            <w:r>
              <w:t>Internal environment</w:t>
            </w:r>
          </w:p>
        </w:tc>
        <w:tc>
          <w:tcPr>
            <w:tcW w:w="1014" w:type="pct"/>
          </w:tcPr>
          <w:p w14:paraId="091FDC37" w14:textId="77777777" w:rsidR="007F07D8" w:rsidRDefault="007F07D8">
            <w:pPr>
              <w:pStyle w:val="Tabletext"/>
            </w:pPr>
          </w:p>
        </w:tc>
        <w:tc>
          <w:tcPr>
            <w:tcW w:w="1014" w:type="pct"/>
          </w:tcPr>
          <w:p w14:paraId="264FE15B" w14:textId="77777777" w:rsidR="007F07D8" w:rsidRDefault="007F07D8">
            <w:pPr>
              <w:pStyle w:val="Tabletext"/>
            </w:pPr>
          </w:p>
        </w:tc>
        <w:tc>
          <w:tcPr>
            <w:tcW w:w="1014" w:type="pct"/>
          </w:tcPr>
          <w:p w14:paraId="61851C73" w14:textId="77777777" w:rsidR="007F07D8" w:rsidRDefault="007F07D8">
            <w:pPr>
              <w:pStyle w:val="Tabletext"/>
            </w:pPr>
          </w:p>
        </w:tc>
      </w:tr>
      <w:tr w:rsidR="007F07D8" w14:paraId="5A839314" w14:textId="77777777" w:rsidTr="005D34F6">
        <w:tc>
          <w:tcPr>
            <w:tcW w:w="1958" w:type="pct"/>
          </w:tcPr>
          <w:p w14:paraId="29AF416E" w14:textId="77777777" w:rsidR="007F07D8" w:rsidRDefault="00000000">
            <w:pPr>
              <w:pStyle w:val="Tabletext"/>
            </w:pPr>
            <w:r>
              <w:t>Panel thickness (mm)</w:t>
            </w:r>
          </w:p>
        </w:tc>
        <w:tc>
          <w:tcPr>
            <w:tcW w:w="1014" w:type="pct"/>
          </w:tcPr>
          <w:p w14:paraId="436DED68" w14:textId="77777777" w:rsidR="007F07D8" w:rsidRDefault="007F07D8">
            <w:pPr>
              <w:pStyle w:val="Tabletext"/>
            </w:pPr>
          </w:p>
        </w:tc>
        <w:tc>
          <w:tcPr>
            <w:tcW w:w="1014" w:type="pct"/>
          </w:tcPr>
          <w:p w14:paraId="6B397D74" w14:textId="77777777" w:rsidR="007F07D8" w:rsidRDefault="007F07D8">
            <w:pPr>
              <w:pStyle w:val="Tabletext"/>
            </w:pPr>
          </w:p>
        </w:tc>
        <w:tc>
          <w:tcPr>
            <w:tcW w:w="1014" w:type="pct"/>
          </w:tcPr>
          <w:p w14:paraId="178EC0B5" w14:textId="77777777" w:rsidR="007F07D8" w:rsidRDefault="007F07D8">
            <w:pPr>
              <w:pStyle w:val="Tabletext"/>
            </w:pPr>
          </w:p>
        </w:tc>
      </w:tr>
      <w:tr w:rsidR="007F07D8" w14:paraId="459810E3" w14:textId="77777777" w:rsidTr="005D34F6">
        <w:tc>
          <w:tcPr>
            <w:tcW w:w="1958" w:type="pct"/>
          </w:tcPr>
          <w:p w14:paraId="04AE505E" w14:textId="77777777" w:rsidR="007F07D8" w:rsidRDefault="00000000">
            <w:pPr>
              <w:pStyle w:val="Tabletext"/>
            </w:pPr>
            <w:r>
              <w:t>Panel width (mm)</w:t>
            </w:r>
          </w:p>
        </w:tc>
        <w:tc>
          <w:tcPr>
            <w:tcW w:w="1014" w:type="pct"/>
          </w:tcPr>
          <w:p w14:paraId="2E4DE16B" w14:textId="77777777" w:rsidR="007F07D8" w:rsidRDefault="007F07D8">
            <w:pPr>
              <w:pStyle w:val="Tabletext"/>
            </w:pPr>
          </w:p>
        </w:tc>
        <w:tc>
          <w:tcPr>
            <w:tcW w:w="1014" w:type="pct"/>
          </w:tcPr>
          <w:p w14:paraId="7CCD9358" w14:textId="77777777" w:rsidR="007F07D8" w:rsidRDefault="007F07D8">
            <w:pPr>
              <w:pStyle w:val="Tabletext"/>
            </w:pPr>
          </w:p>
        </w:tc>
        <w:tc>
          <w:tcPr>
            <w:tcW w:w="1014" w:type="pct"/>
          </w:tcPr>
          <w:p w14:paraId="759A9020" w14:textId="77777777" w:rsidR="007F07D8" w:rsidRDefault="007F07D8">
            <w:pPr>
              <w:pStyle w:val="Tabletext"/>
            </w:pPr>
          </w:p>
        </w:tc>
      </w:tr>
      <w:tr w:rsidR="007F07D8" w14:paraId="7A041772" w14:textId="77777777" w:rsidTr="005D34F6">
        <w:tc>
          <w:tcPr>
            <w:tcW w:w="1958" w:type="pct"/>
          </w:tcPr>
          <w:p w14:paraId="75CCB8A4" w14:textId="77777777" w:rsidR="007F07D8" w:rsidRDefault="00000000">
            <w:pPr>
              <w:pStyle w:val="Tabletext"/>
            </w:pPr>
            <w:r>
              <w:t>Panel skin material: External</w:t>
            </w:r>
          </w:p>
        </w:tc>
        <w:tc>
          <w:tcPr>
            <w:tcW w:w="1014" w:type="pct"/>
          </w:tcPr>
          <w:p w14:paraId="49D46629" w14:textId="77777777" w:rsidR="007F07D8" w:rsidRDefault="007F07D8">
            <w:pPr>
              <w:pStyle w:val="Tabletext"/>
            </w:pPr>
          </w:p>
        </w:tc>
        <w:tc>
          <w:tcPr>
            <w:tcW w:w="1014" w:type="pct"/>
          </w:tcPr>
          <w:p w14:paraId="74601306" w14:textId="77777777" w:rsidR="007F07D8" w:rsidRDefault="007F07D8">
            <w:pPr>
              <w:pStyle w:val="Tabletext"/>
            </w:pPr>
          </w:p>
        </w:tc>
        <w:tc>
          <w:tcPr>
            <w:tcW w:w="1014" w:type="pct"/>
          </w:tcPr>
          <w:p w14:paraId="24C6CF1B" w14:textId="77777777" w:rsidR="007F07D8" w:rsidRDefault="007F07D8">
            <w:pPr>
              <w:pStyle w:val="Tabletext"/>
            </w:pPr>
          </w:p>
        </w:tc>
      </w:tr>
      <w:tr w:rsidR="007F07D8" w14:paraId="3C492096" w14:textId="77777777" w:rsidTr="005D34F6">
        <w:tc>
          <w:tcPr>
            <w:tcW w:w="1958" w:type="pct"/>
          </w:tcPr>
          <w:p w14:paraId="0A046C0D" w14:textId="77777777" w:rsidR="007F07D8" w:rsidRDefault="00000000">
            <w:pPr>
              <w:pStyle w:val="Tabletext"/>
            </w:pPr>
            <w:r>
              <w:t>Panel skin material: Internal</w:t>
            </w:r>
          </w:p>
        </w:tc>
        <w:tc>
          <w:tcPr>
            <w:tcW w:w="1014" w:type="pct"/>
          </w:tcPr>
          <w:p w14:paraId="66B1D71B" w14:textId="77777777" w:rsidR="007F07D8" w:rsidRDefault="007F07D8">
            <w:pPr>
              <w:pStyle w:val="Tabletext"/>
            </w:pPr>
          </w:p>
        </w:tc>
        <w:tc>
          <w:tcPr>
            <w:tcW w:w="1014" w:type="pct"/>
          </w:tcPr>
          <w:p w14:paraId="4F962357" w14:textId="77777777" w:rsidR="007F07D8" w:rsidRDefault="007F07D8">
            <w:pPr>
              <w:pStyle w:val="Tabletext"/>
            </w:pPr>
          </w:p>
        </w:tc>
        <w:tc>
          <w:tcPr>
            <w:tcW w:w="1014" w:type="pct"/>
          </w:tcPr>
          <w:p w14:paraId="4DD69619" w14:textId="77777777" w:rsidR="007F07D8" w:rsidRDefault="007F07D8">
            <w:pPr>
              <w:pStyle w:val="Tabletext"/>
            </w:pPr>
          </w:p>
        </w:tc>
      </w:tr>
      <w:tr w:rsidR="007F07D8" w14:paraId="55CB346B" w14:textId="77777777" w:rsidTr="005D34F6">
        <w:tc>
          <w:tcPr>
            <w:tcW w:w="1958" w:type="pct"/>
          </w:tcPr>
          <w:p w14:paraId="5C73FCB9" w14:textId="77777777" w:rsidR="007F07D8" w:rsidRDefault="00000000">
            <w:pPr>
              <w:pStyle w:val="Tabletext"/>
            </w:pPr>
            <w:r>
              <w:t>Panel skin thickness: External (mm)</w:t>
            </w:r>
          </w:p>
        </w:tc>
        <w:tc>
          <w:tcPr>
            <w:tcW w:w="1014" w:type="pct"/>
          </w:tcPr>
          <w:p w14:paraId="68B32410" w14:textId="77777777" w:rsidR="007F07D8" w:rsidRDefault="007F07D8">
            <w:pPr>
              <w:pStyle w:val="Tabletext"/>
            </w:pPr>
          </w:p>
        </w:tc>
        <w:tc>
          <w:tcPr>
            <w:tcW w:w="1014" w:type="pct"/>
          </w:tcPr>
          <w:p w14:paraId="3B7B785E" w14:textId="77777777" w:rsidR="007F07D8" w:rsidRDefault="007F07D8">
            <w:pPr>
              <w:pStyle w:val="Tabletext"/>
            </w:pPr>
          </w:p>
        </w:tc>
        <w:tc>
          <w:tcPr>
            <w:tcW w:w="1014" w:type="pct"/>
          </w:tcPr>
          <w:p w14:paraId="0AC57FF9" w14:textId="77777777" w:rsidR="007F07D8" w:rsidRDefault="007F07D8">
            <w:pPr>
              <w:pStyle w:val="Tabletext"/>
            </w:pPr>
          </w:p>
        </w:tc>
      </w:tr>
      <w:tr w:rsidR="007F07D8" w14:paraId="76A8D92F" w14:textId="77777777" w:rsidTr="005D34F6">
        <w:tc>
          <w:tcPr>
            <w:tcW w:w="1958" w:type="pct"/>
          </w:tcPr>
          <w:p w14:paraId="6FA6D937" w14:textId="77777777" w:rsidR="007F07D8" w:rsidRDefault="00000000">
            <w:pPr>
              <w:pStyle w:val="Tabletext"/>
            </w:pPr>
            <w:r>
              <w:t>Panel skin thickness: Internal (mm)</w:t>
            </w:r>
          </w:p>
        </w:tc>
        <w:tc>
          <w:tcPr>
            <w:tcW w:w="1014" w:type="pct"/>
          </w:tcPr>
          <w:p w14:paraId="6EE805D8" w14:textId="77777777" w:rsidR="007F07D8" w:rsidRDefault="007F07D8">
            <w:pPr>
              <w:pStyle w:val="Tabletext"/>
            </w:pPr>
          </w:p>
        </w:tc>
        <w:tc>
          <w:tcPr>
            <w:tcW w:w="1014" w:type="pct"/>
          </w:tcPr>
          <w:p w14:paraId="56351AD7" w14:textId="77777777" w:rsidR="007F07D8" w:rsidRDefault="007F07D8">
            <w:pPr>
              <w:pStyle w:val="Tabletext"/>
            </w:pPr>
          </w:p>
        </w:tc>
        <w:tc>
          <w:tcPr>
            <w:tcW w:w="1014" w:type="pct"/>
          </w:tcPr>
          <w:p w14:paraId="4E538F2F" w14:textId="77777777" w:rsidR="007F07D8" w:rsidRDefault="007F07D8">
            <w:pPr>
              <w:pStyle w:val="Tabletext"/>
            </w:pPr>
          </w:p>
        </w:tc>
      </w:tr>
      <w:tr w:rsidR="007F07D8" w14:paraId="335E7240" w14:textId="77777777" w:rsidTr="005D34F6">
        <w:tc>
          <w:tcPr>
            <w:tcW w:w="1958" w:type="pct"/>
          </w:tcPr>
          <w:p w14:paraId="46A0DB7B" w14:textId="77777777" w:rsidR="007F07D8" w:rsidRDefault="00000000">
            <w:pPr>
              <w:pStyle w:val="Tabletext"/>
            </w:pPr>
            <w:r>
              <w:t>Panel profile: External</w:t>
            </w:r>
          </w:p>
        </w:tc>
        <w:tc>
          <w:tcPr>
            <w:tcW w:w="1014" w:type="pct"/>
          </w:tcPr>
          <w:p w14:paraId="2410DDD2" w14:textId="77777777" w:rsidR="007F07D8" w:rsidRDefault="007F07D8">
            <w:pPr>
              <w:pStyle w:val="Tabletext"/>
            </w:pPr>
          </w:p>
        </w:tc>
        <w:tc>
          <w:tcPr>
            <w:tcW w:w="1014" w:type="pct"/>
          </w:tcPr>
          <w:p w14:paraId="361A767D" w14:textId="77777777" w:rsidR="007F07D8" w:rsidRDefault="007F07D8">
            <w:pPr>
              <w:pStyle w:val="Tabletext"/>
            </w:pPr>
          </w:p>
        </w:tc>
        <w:tc>
          <w:tcPr>
            <w:tcW w:w="1014" w:type="pct"/>
          </w:tcPr>
          <w:p w14:paraId="304071E7" w14:textId="77777777" w:rsidR="007F07D8" w:rsidRDefault="007F07D8">
            <w:pPr>
              <w:pStyle w:val="Tabletext"/>
            </w:pPr>
          </w:p>
        </w:tc>
      </w:tr>
      <w:tr w:rsidR="007F07D8" w14:paraId="788CC6B6" w14:textId="77777777" w:rsidTr="005D34F6">
        <w:tc>
          <w:tcPr>
            <w:tcW w:w="1958" w:type="pct"/>
          </w:tcPr>
          <w:p w14:paraId="4951D817" w14:textId="77777777" w:rsidR="007F07D8" w:rsidRDefault="00000000">
            <w:pPr>
              <w:pStyle w:val="Tabletext"/>
            </w:pPr>
            <w:r>
              <w:t>Panel profile: Internal</w:t>
            </w:r>
          </w:p>
        </w:tc>
        <w:tc>
          <w:tcPr>
            <w:tcW w:w="1014" w:type="pct"/>
          </w:tcPr>
          <w:p w14:paraId="63DBD833" w14:textId="77777777" w:rsidR="007F07D8" w:rsidRDefault="007F07D8">
            <w:pPr>
              <w:pStyle w:val="Tabletext"/>
            </w:pPr>
          </w:p>
        </w:tc>
        <w:tc>
          <w:tcPr>
            <w:tcW w:w="1014" w:type="pct"/>
          </w:tcPr>
          <w:p w14:paraId="0402014F" w14:textId="77777777" w:rsidR="007F07D8" w:rsidRDefault="007F07D8">
            <w:pPr>
              <w:pStyle w:val="Tabletext"/>
            </w:pPr>
          </w:p>
        </w:tc>
        <w:tc>
          <w:tcPr>
            <w:tcW w:w="1014" w:type="pct"/>
          </w:tcPr>
          <w:p w14:paraId="5BF8F2F0" w14:textId="77777777" w:rsidR="007F07D8" w:rsidRDefault="007F07D8">
            <w:pPr>
              <w:pStyle w:val="Tabletext"/>
            </w:pPr>
          </w:p>
        </w:tc>
      </w:tr>
      <w:tr w:rsidR="007F07D8" w14:paraId="5BA9A44B" w14:textId="77777777" w:rsidTr="005D34F6">
        <w:tc>
          <w:tcPr>
            <w:tcW w:w="1958" w:type="pct"/>
          </w:tcPr>
          <w:p w14:paraId="4BB0390A" w14:textId="77777777" w:rsidR="007F07D8" w:rsidRDefault="00000000">
            <w:pPr>
              <w:pStyle w:val="Tabletext"/>
            </w:pPr>
            <w:r>
              <w:t>Panel finish and colour: External</w:t>
            </w:r>
          </w:p>
        </w:tc>
        <w:tc>
          <w:tcPr>
            <w:tcW w:w="1014" w:type="pct"/>
          </w:tcPr>
          <w:p w14:paraId="42891777" w14:textId="77777777" w:rsidR="007F07D8" w:rsidRDefault="007F07D8">
            <w:pPr>
              <w:pStyle w:val="Tabletext"/>
            </w:pPr>
          </w:p>
        </w:tc>
        <w:tc>
          <w:tcPr>
            <w:tcW w:w="1014" w:type="pct"/>
          </w:tcPr>
          <w:p w14:paraId="2055FA1D" w14:textId="77777777" w:rsidR="007F07D8" w:rsidRDefault="007F07D8">
            <w:pPr>
              <w:pStyle w:val="Tabletext"/>
            </w:pPr>
          </w:p>
        </w:tc>
        <w:tc>
          <w:tcPr>
            <w:tcW w:w="1014" w:type="pct"/>
          </w:tcPr>
          <w:p w14:paraId="1D68E1C2" w14:textId="77777777" w:rsidR="007F07D8" w:rsidRDefault="007F07D8">
            <w:pPr>
              <w:pStyle w:val="Tabletext"/>
            </w:pPr>
          </w:p>
        </w:tc>
      </w:tr>
      <w:tr w:rsidR="007F07D8" w14:paraId="050FAE44" w14:textId="77777777" w:rsidTr="005D34F6">
        <w:tc>
          <w:tcPr>
            <w:tcW w:w="1958" w:type="pct"/>
          </w:tcPr>
          <w:p w14:paraId="1610C2C4" w14:textId="77777777" w:rsidR="007F07D8" w:rsidRDefault="00000000">
            <w:pPr>
              <w:pStyle w:val="Tabletext"/>
            </w:pPr>
            <w:r>
              <w:t>Panel finish and colour: Internal</w:t>
            </w:r>
          </w:p>
        </w:tc>
        <w:tc>
          <w:tcPr>
            <w:tcW w:w="1014" w:type="pct"/>
          </w:tcPr>
          <w:p w14:paraId="1C0C93CD" w14:textId="77777777" w:rsidR="007F07D8" w:rsidRDefault="007F07D8">
            <w:pPr>
              <w:pStyle w:val="Tabletext"/>
            </w:pPr>
          </w:p>
        </w:tc>
        <w:tc>
          <w:tcPr>
            <w:tcW w:w="1014" w:type="pct"/>
          </w:tcPr>
          <w:p w14:paraId="298ED499" w14:textId="77777777" w:rsidR="007F07D8" w:rsidRDefault="007F07D8">
            <w:pPr>
              <w:pStyle w:val="Tabletext"/>
            </w:pPr>
          </w:p>
        </w:tc>
        <w:tc>
          <w:tcPr>
            <w:tcW w:w="1014" w:type="pct"/>
          </w:tcPr>
          <w:p w14:paraId="677EC31A" w14:textId="77777777" w:rsidR="007F07D8" w:rsidRDefault="007F07D8">
            <w:pPr>
              <w:pStyle w:val="Tabletext"/>
            </w:pPr>
          </w:p>
        </w:tc>
      </w:tr>
      <w:tr w:rsidR="007F07D8" w14:paraId="2D9954A6" w14:textId="77777777" w:rsidTr="005D34F6">
        <w:tc>
          <w:tcPr>
            <w:tcW w:w="1958" w:type="pct"/>
          </w:tcPr>
          <w:p w14:paraId="459D16CF" w14:textId="77777777" w:rsidR="007F07D8" w:rsidRDefault="00000000">
            <w:pPr>
              <w:pStyle w:val="Tabletext"/>
            </w:pPr>
            <w:r>
              <w:t>R-Value (m².K/W)</w:t>
            </w:r>
          </w:p>
        </w:tc>
        <w:tc>
          <w:tcPr>
            <w:tcW w:w="1014" w:type="pct"/>
          </w:tcPr>
          <w:p w14:paraId="3680CE34" w14:textId="77777777" w:rsidR="007F07D8" w:rsidRDefault="007F07D8">
            <w:pPr>
              <w:pStyle w:val="Tabletext"/>
            </w:pPr>
          </w:p>
        </w:tc>
        <w:tc>
          <w:tcPr>
            <w:tcW w:w="1014" w:type="pct"/>
          </w:tcPr>
          <w:p w14:paraId="067373EA" w14:textId="77777777" w:rsidR="007F07D8" w:rsidRDefault="007F07D8">
            <w:pPr>
              <w:pStyle w:val="Tabletext"/>
            </w:pPr>
          </w:p>
        </w:tc>
        <w:tc>
          <w:tcPr>
            <w:tcW w:w="1014" w:type="pct"/>
          </w:tcPr>
          <w:p w14:paraId="16329561" w14:textId="77777777" w:rsidR="007F07D8" w:rsidRDefault="007F07D8">
            <w:pPr>
              <w:pStyle w:val="Tabletext"/>
            </w:pPr>
          </w:p>
        </w:tc>
      </w:tr>
      <w:tr w:rsidR="007F07D8" w14:paraId="26367BBF" w14:textId="77777777" w:rsidTr="005D34F6">
        <w:tc>
          <w:tcPr>
            <w:tcW w:w="1958" w:type="pct"/>
          </w:tcPr>
          <w:p w14:paraId="6E5136CC" w14:textId="77777777" w:rsidR="007F07D8" w:rsidRDefault="00000000">
            <w:pPr>
              <w:pStyle w:val="Tabletext"/>
            </w:pPr>
            <w:r>
              <w:t>Weighted sound reduction index (Rw)</w:t>
            </w:r>
          </w:p>
        </w:tc>
        <w:tc>
          <w:tcPr>
            <w:tcW w:w="1014" w:type="pct"/>
          </w:tcPr>
          <w:p w14:paraId="3CB02FCA" w14:textId="77777777" w:rsidR="007F07D8" w:rsidRDefault="007F07D8">
            <w:pPr>
              <w:pStyle w:val="Tabletext"/>
            </w:pPr>
          </w:p>
        </w:tc>
        <w:tc>
          <w:tcPr>
            <w:tcW w:w="1014" w:type="pct"/>
          </w:tcPr>
          <w:p w14:paraId="4E261FA4" w14:textId="77777777" w:rsidR="007F07D8" w:rsidRDefault="007F07D8">
            <w:pPr>
              <w:pStyle w:val="Tabletext"/>
            </w:pPr>
          </w:p>
        </w:tc>
        <w:tc>
          <w:tcPr>
            <w:tcW w:w="1014" w:type="pct"/>
          </w:tcPr>
          <w:p w14:paraId="2798A674" w14:textId="77777777" w:rsidR="007F07D8" w:rsidRDefault="007F07D8">
            <w:pPr>
              <w:pStyle w:val="Tabletext"/>
            </w:pPr>
          </w:p>
        </w:tc>
      </w:tr>
      <w:tr w:rsidR="007F07D8" w14:paraId="12E25E28" w14:textId="77777777" w:rsidTr="005D34F6">
        <w:tc>
          <w:tcPr>
            <w:tcW w:w="1958" w:type="pct"/>
          </w:tcPr>
          <w:p w14:paraId="13360C6E" w14:textId="77777777" w:rsidR="007F07D8" w:rsidRDefault="00000000">
            <w:pPr>
              <w:pStyle w:val="Tabletext"/>
            </w:pPr>
            <w:r>
              <w:t>Solar absorptance</w:t>
            </w:r>
          </w:p>
        </w:tc>
        <w:tc>
          <w:tcPr>
            <w:tcW w:w="1014" w:type="pct"/>
          </w:tcPr>
          <w:p w14:paraId="1B879AB9" w14:textId="77777777" w:rsidR="007F07D8" w:rsidRDefault="007F07D8">
            <w:pPr>
              <w:pStyle w:val="Tabletext"/>
            </w:pPr>
          </w:p>
        </w:tc>
        <w:tc>
          <w:tcPr>
            <w:tcW w:w="1014" w:type="pct"/>
          </w:tcPr>
          <w:p w14:paraId="3C477EFA" w14:textId="77777777" w:rsidR="007F07D8" w:rsidRDefault="007F07D8">
            <w:pPr>
              <w:pStyle w:val="Tabletext"/>
            </w:pPr>
          </w:p>
        </w:tc>
        <w:tc>
          <w:tcPr>
            <w:tcW w:w="1014" w:type="pct"/>
          </w:tcPr>
          <w:p w14:paraId="1DDF1982" w14:textId="77777777" w:rsidR="007F07D8" w:rsidRDefault="007F07D8">
            <w:pPr>
              <w:pStyle w:val="Tabletext"/>
            </w:pPr>
          </w:p>
        </w:tc>
      </w:tr>
      <w:tr w:rsidR="007F07D8" w14:paraId="0FE7149F" w14:textId="77777777" w:rsidTr="005D34F6">
        <w:tc>
          <w:tcPr>
            <w:tcW w:w="1958" w:type="pct"/>
          </w:tcPr>
          <w:p w14:paraId="1142D46A" w14:textId="77777777" w:rsidR="007F07D8" w:rsidRDefault="00000000">
            <w:pPr>
              <w:pStyle w:val="Tabletext"/>
            </w:pPr>
            <w:r>
              <w:t>Light Reflectance Value (LRV)</w:t>
            </w:r>
          </w:p>
        </w:tc>
        <w:tc>
          <w:tcPr>
            <w:tcW w:w="1014" w:type="pct"/>
          </w:tcPr>
          <w:p w14:paraId="4BDB9C9B" w14:textId="77777777" w:rsidR="007F07D8" w:rsidRDefault="007F07D8">
            <w:pPr>
              <w:pStyle w:val="Tabletext"/>
            </w:pPr>
          </w:p>
        </w:tc>
        <w:tc>
          <w:tcPr>
            <w:tcW w:w="1014" w:type="pct"/>
          </w:tcPr>
          <w:p w14:paraId="4313C5B1" w14:textId="77777777" w:rsidR="007F07D8" w:rsidRDefault="007F07D8">
            <w:pPr>
              <w:pStyle w:val="Tabletext"/>
            </w:pPr>
          </w:p>
        </w:tc>
        <w:tc>
          <w:tcPr>
            <w:tcW w:w="1014" w:type="pct"/>
          </w:tcPr>
          <w:p w14:paraId="6893F9E7" w14:textId="77777777" w:rsidR="007F07D8" w:rsidRDefault="007F07D8">
            <w:pPr>
              <w:pStyle w:val="Tabletext"/>
            </w:pPr>
          </w:p>
        </w:tc>
      </w:tr>
      <w:tr w:rsidR="007F07D8" w14:paraId="4E62A6D5" w14:textId="77777777" w:rsidTr="005D34F6">
        <w:tc>
          <w:tcPr>
            <w:tcW w:w="1958" w:type="pct"/>
          </w:tcPr>
          <w:p w14:paraId="2F0EDB59" w14:textId="77777777" w:rsidR="007F07D8" w:rsidRDefault="00000000">
            <w:pPr>
              <w:pStyle w:val="Tabletext"/>
            </w:pPr>
            <w:r>
              <w:t>Trim</w:t>
            </w:r>
          </w:p>
        </w:tc>
        <w:tc>
          <w:tcPr>
            <w:tcW w:w="1014" w:type="pct"/>
          </w:tcPr>
          <w:p w14:paraId="6801B906" w14:textId="77777777" w:rsidR="007F07D8" w:rsidRDefault="007F07D8">
            <w:pPr>
              <w:pStyle w:val="Tabletext"/>
            </w:pPr>
          </w:p>
        </w:tc>
        <w:tc>
          <w:tcPr>
            <w:tcW w:w="1014" w:type="pct"/>
          </w:tcPr>
          <w:p w14:paraId="25241743" w14:textId="77777777" w:rsidR="007F07D8" w:rsidRDefault="007F07D8">
            <w:pPr>
              <w:pStyle w:val="Tabletext"/>
            </w:pPr>
          </w:p>
        </w:tc>
        <w:tc>
          <w:tcPr>
            <w:tcW w:w="1014" w:type="pct"/>
          </w:tcPr>
          <w:p w14:paraId="749D3762" w14:textId="77777777" w:rsidR="007F07D8" w:rsidRDefault="007F07D8">
            <w:pPr>
              <w:pStyle w:val="Tabletext"/>
            </w:pPr>
          </w:p>
        </w:tc>
      </w:tr>
      <w:tr w:rsidR="007F07D8" w14:paraId="5A3D3269" w14:textId="77777777" w:rsidTr="005D34F6">
        <w:tc>
          <w:tcPr>
            <w:tcW w:w="1958" w:type="pct"/>
          </w:tcPr>
          <w:p w14:paraId="39A71983" w14:textId="77777777" w:rsidR="007F07D8" w:rsidRDefault="00000000">
            <w:pPr>
              <w:pStyle w:val="Tabletext"/>
            </w:pPr>
            <w:r>
              <w:t>Control joint width</w:t>
            </w:r>
          </w:p>
        </w:tc>
        <w:tc>
          <w:tcPr>
            <w:tcW w:w="1014" w:type="pct"/>
          </w:tcPr>
          <w:p w14:paraId="5A8A9227" w14:textId="77777777" w:rsidR="007F07D8" w:rsidRDefault="007F07D8">
            <w:pPr>
              <w:pStyle w:val="Tabletext"/>
            </w:pPr>
          </w:p>
        </w:tc>
        <w:tc>
          <w:tcPr>
            <w:tcW w:w="1014" w:type="pct"/>
          </w:tcPr>
          <w:p w14:paraId="1115BAA9" w14:textId="77777777" w:rsidR="007F07D8" w:rsidRDefault="007F07D8">
            <w:pPr>
              <w:pStyle w:val="Tabletext"/>
            </w:pPr>
          </w:p>
        </w:tc>
        <w:tc>
          <w:tcPr>
            <w:tcW w:w="1014" w:type="pct"/>
          </w:tcPr>
          <w:p w14:paraId="09A6ACBB" w14:textId="77777777" w:rsidR="007F07D8" w:rsidRDefault="007F07D8">
            <w:pPr>
              <w:pStyle w:val="Tabletext"/>
            </w:pPr>
          </w:p>
        </w:tc>
      </w:tr>
      <w:tr w:rsidR="007F07D8" w14:paraId="6FE978D8" w14:textId="77777777" w:rsidTr="005D34F6">
        <w:tc>
          <w:tcPr>
            <w:tcW w:w="1958" w:type="pct"/>
          </w:tcPr>
          <w:p w14:paraId="78C3D3FC" w14:textId="77777777" w:rsidR="007F07D8" w:rsidRDefault="00000000">
            <w:pPr>
              <w:pStyle w:val="Tabletext"/>
            </w:pPr>
            <w:r>
              <w:t>Flashings and cappings</w:t>
            </w:r>
          </w:p>
        </w:tc>
        <w:tc>
          <w:tcPr>
            <w:tcW w:w="1014" w:type="pct"/>
          </w:tcPr>
          <w:p w14:paraId="0BA875B1" w14:textId="77777777" w:rsidR="007F07D8" w:rsidRDefault="007F07D8">
            <w:pPr>
              <w:pStyle w:val="Tabletext"/>
            </w:pPr>
          </w:p>
        </w:tc>
        <w:tc>
          <w:tcPr>
            <w:tcW w:w="1014" w:type="pct"/>
          </w:tcPr>
          <w:p w14:paraId="58B7C69D" w14:textId="77777777" w:rsidR="007F07D8" w:rsidRDefault="007F07D8">
            <w:pPr>
              <w:pStyle w:val="Tabletext"/>
            </w:pPr>
          </w:p>
        </w:tc>
        <w:tc>
          <w:tcPr>
            <w:tcW w:w="1014" w:type="pct"/>
          </w:tcPr>
          <w:p w14:paraId="1D4B6189" w14:textId="77777777" w:rsidR="007F07D8" w:rsidRDefault="007F07D8">
            <w:pPr>
              <w:pStyle w:val="Tabletext"/>
            </w:pPr>
          </w:p>
        </w:tc>
      </w:tr>
      <w:tr w:rsidR="007F07D8" w14:paraId="5EB48CBF" w14:textId="77777777" w:rsidTr="005D34F6">
        <w:tc>
          <w:tcPr>
            <w:tcW w:w="1958" w:type="pct"/>
          </w:tcPr>
          <w:p w14:paraId="6ACDD986" w14:textId="77777777" w:rsidR="007F07D8" w:rsidRDefault="00000000">
            <w:pPr>
              <w:pStyle w:val="Tabletext"/>
            </w:pPr>
            <w:r>
              <w:t>Fasteners</w:t>
            </w:r>
          </w:p>
        </w:tc>
        <w:tc>
          <w:tcPr>
            <w:tcW w:w="1014" w:type="pct"/>
          </w:tcPr>
          <w:p w14:paraId="761EC89C" w14:textId="77777777" w:rsidR="007F07D8" w:rsidRDefault="007F07D8">
            <w:pPr>
              <w:pStyle w:val="Tabletext"/>
            </w:pPr>
          </w:p>
        </w:tc>
        <w:tc>
          <w:tcPr>
            <w:tcW w:w="1014" w:type="pct"/>
          </w:tcPr>
          <w:p w14:paraId="16030E46" w14:textId="77777777" w:rsidR="007F07D8" w:rsidRDefault="007F07D8">
            <w:pPr>
              <w:pStyle w:val="Tabletext"/>
            </w:pPr>
          </w:p>
        </w:tc>
        <w:tc>
          <w:tcPr>
            <w:tcW w:w="1014" w:type="pct"/>
          </w:tcPr>
          <w:p w14:paraId="0E4741D0" w14:textId="77777777" w:rsidR="007F07D8" w:rsidRDefault="007F07D8">
            <w:pPr>
              <w:pStyle w:val="Tabletext"/>
            </w:pPr>
          </w:p>
        </w:tc>
      </w:tr>
    </w:tbl>
    <w:p w14:paraId="4F886077" w14:textId="77777777" w:rsidR="007F07D8" w:rsidRDefault="00000000">
      <w:r>
        <w:t> </w:t>
      </w:r>
    </w:p>
    <w:p w14:paraId="3DE99058" w14:textId="77777777" w:rsidR="007F07D8" w:rsidRDefault="00000000">
      <w:pPr>
        <w:pStyle w:val="Instructions"/>
      </w:pPr>
      <w:bookmarkStart w:id="204" w:name="f-8767-1"/>
      <w:bookmarkStart w:id="205" w:name="f-8767"/>
      <w:r>
        <w:t>The codes in the header row of the schedule designate each application or location of the item scheduled. Edit the codes to match those in other contract documents.</w:t>
      </w:r>
    </w:p>
    <w:bookmarkEnd w:id="204"/>
    <w:bookmarkEnd w:id="205"/>
    <w:p w14:paraId="44535503" w14:textId="77777777" w:rsidR="007F07D8" w:rsidRDefault="00000000">
      <w:pPr>
        <w:pStyle w:val="Instructions"/>
      </w:pPr>
      <w:r>
        <w:t>Contact ASKIN</w:t>
      </w:r>
      <w:r>
        <w:rPr>
          <w:vertAlign w:val="superscript"/>
        </w:rPr>
        <w:t>®</w:t>
      </w:r>
      <w:r>
        <w:t xml:space="preserve"> to discuss your project requirements.</w:t>
      </w:r>
    </w:p>
    <w:p w14:paraId="4BF13426" w14:textId="77777777" w:rsidR="007F07D8" w:rsidRDefault="00000000">
      <w:pPr>
        <w:pStyle w:val="Instructions"/>
      </w:pPr>
      <w:r>
        <w:t>Fire hazard properties: Non-combustible to BCA (2022) C2D10(6)(e): Select from Required, Not Required.</w:t>
      </w:r>
    </w:p>
    <w:p w14:paraId="7F6A6A65" w14:textId="77777777" w:rsidR="007F07D8" w:rsidRDefault="00000000">
      <w:pPr>
        <w:pStyle w:val="Instructions"/>
      </w:pPr>
      <w:r>
        <w:t>Fire hazard properties: Group number: Refer to BCA (2022) Spec 7.</w:t>
      </w:r>
    </w:p>
    <w:p w14:paraId="3080A7AB" w14:textId="77777777" w:rsidR="007F07D8" w:rsidRDefault="00000000">
      <w:pPr>
        <w:pStyle w:val="Instructions"/>
      </w:pPr>
      <w:r>
        <w:t>Fire-resistance level (FRL): If required, nominate the FRL to AS 1530.4 (2014).</w:t>
      </w:r>
    </w:p>
    <w:p w14:paraId="52AD1214" w14:textId="77777777" w:rsidR="007F07D8" w:rsidRDefault="00000000">
      <w:pPr>
        <w:pStyle w:val="Instructions"/>
      </w:pPr>
      <w:r>
        <w:t>Panel thickness: Select from 50 mm, 75 mm, 100 mm, 120 mm, 150 mm, 175 mm or 200 mm.</w:t>
      </w:r>
    </w:p>
    <w:p w14:paraId="549B63A1" w14:textId="77777777" w:rsidR="007F07D8" w:rsidRDefault="00000000">
      <w:pPr>
        <w:pStyle w:val="Instructions"/>
      </w:pPr>
      <w:r>
        <w:t>Panel width: Select from 1000 mm or 1200 mm.</w:t>
      </w:r>
    </w:p>
    <w:p w14:paraId="6849F393" w14:textId="77777777" w:rsidR="007F07D8" w:rsidRDefault="00000000">
      <w:pPr>
        <w:pStyle w:val="Instructions"/>
      </w:pPr>
      <w:r>
        <w:t>Panel skin material: Internal and external Select from:</w:t>
      </w:r>
    </w:p>
    <w:p w14:paraId="7812314E" w14:textId="77777777" w:rsidR="007F07D8" w:rsidRDefault="00000000">
      <w:pPr>
        <w:pStyle w:val="Instructionsindent"/>
      </w:pPr>
      <w:r>
        <w:t>AM100 colour coated steel.</w:t>
      </w:r>
    </w:p>
    <w:p w14:paraId="6CFA748B" w14:textId="77777777" w:rsidR="007F07D8" w:rsidRDefault="00000000">
      <w:pPr>
        <w:pStyle w:val="Instructionsindent"/>
      </w:pPr>
      <w:r>
        <w:t>Z275 colour coated steel.</w:t>
      </w:r>
    </w:p>
    <w:p w14:paraId="5F55F866" w14:textId="77777777" w:rsidR="007F07D8" w:rsidRDefault="00000000">
      <w:pPr>
        <w:pStyle w:val="Instructionsindent"/>
      </w:pPr>
      <w:r>
        <w:t>AZ150 colour coated steel.</w:t>
      </w:r>
    </w:p>
    <w:p w14:paraId="00273D4C" w14:textId="77777777" w:rsidR="007F07D8" w:rsidRDefault="00000000">
      <w:pPr>
        <w:pStyle w:val="Instructionsindent"/>
      </w:pPr>
      <w:r>
        <w:lastRenderedPageBreak/>
        <w:t>ASKIN</w:t>
      </w:r>
      <w:r>
        <w:rPr>
          <w:vertAlign w:val="superscript"/>
        </w:rPr>
        <w:t>®</w:t>
      </w:r>
      <w:r>
        <w:t xml:space="preserve"> 200 Plus.</w:t>
      </w:r>
    </w:p>
    <w:p w14:paraId="7C6730B9" w14:textId="77777777" w:rsidR="007F07D8" w:rsidRDefault="00000000">
      <w:pPr>
        <w:pStyle w:val="Instructionsindent"/>
      </w:pPr>
      <w:r>
        <w:t>Colorbond</w:t>
      </w:r>
      <w:r>
        <w:rPr>
          <w:vertAlign w:val="superscript"/>
        </w:rPr>
        <w:t>®</w:t>
      </w:r>
      <w:r>
        <w:t xml:space="preserve"> Intramax</w:t>
      </w:r>
      <w:r>
        <w:rPr>
          <w:vertAlign w:val="superscript"/>
        </w:rPr>
        <w:t>TM</w:t>
      </w:r>
    </w:p>
    <w:p w14:paraId="1DC5182E" w14:textId="77777777" w:rsidR="007F07D8" w:rsidRDefault="00000000">
      <w:pPr>
        <w:pStyle w:val="Instructionsindent"/>
      </w:pPr>
      <w:r>
        <w:t>Stainless steel.</w:t>
      </w:r>
    </w:p>
    <w:p w14:paraId="2D3D5F06" w14:textId="77777777" w:rsidR="007F07D8" w:rsidRDefault="00000000">
      <w:pPr>
        <w:pStyle w:val="Instructionsindent"/>
      </w:pPr>
      <w:r>
        <w:t>Aluminium.</w:t>
      </w:r>
    </w:p>
    <w:p w14:paraId="26733981" w14:textId="77777777" w:rsidR="007F07D8" w:rsidRDefault="00000000">
      <w:pPr>
        <w:pStyle w:val="Instructionsindent"/>
      </w:pPr>
      <w:r>
        <w:t>Printech</w:t>
      </w:r>
      <w:r>
        <w:rPr>
          <w:vertAlign w:val="superscript"/>
        </w:rPr>
        <w:t>®</w:t>
      </w:r>
      <w:r>
        <w:t xml:space="preserve"> steel.</w:t>
      </w:r>
    </w:p>
    <w:p w14:paraId="2D71D8EA" w14:textId="77777777" w:rsidR="007F07D8" w:rsidRDefault="00000000">
      <w:pPr>
        <w:pStyle w:val="Instructions"/>
      </w:pPr>
      <w:r>
        <w:t>Panel skin thickness: Internal and external: e.g. 0.6 mm.</w:t>
      </w:r>
    </w:p>
    <w:p w14:paraId="039B54B0" w14:textId="77777777" w:rsidR="007F07D8" w:rsidRDefault="00000000">
      <w:pPr>
        <w:pStyle w:val="Instructions"/>
      </w:pPr>
      <w:r>
        <w:t>Panel profile: Internal and external: Select from:</w:t>
      </w:r>
    </w:p>
    <w:p w14:paraId="790CA8F1" w14:textId="77777777" w:rsidR="007F07D8" w:rsidRDefault="00000000">
      <w:pPr>
        <w:pStyle w:val="Instructionsindent"/>
      </w:pPr>
      <w:r>
        <w:t>Flat.</w:t>
      </w:r>
    </w:p>
    <w:p w14:paraId="75BA30EA" w14:textId="77777777" w:rsidR="007F07D8" w:rsidRDefault="00000000">
      <w:pPr>
        <w:pStyle w:val="Instructionsindent"/>
      </w:pPr>
      <w:r>
        <w:t>Mesa.</w:t>
      </w:r>
    </w:p>
    <w:p w14:paraId="02F37B85" w14:textId="77777777" w:rsidR="007F07D8" w:rsidRDefault="00000000">
      <w:pPr>
        <w:pStyle w:val="Instructionsindent"/>
      </w:pPr>
      <w:r>
        <w:t>Rib.</w:t>
      </w:r>
    </w:p>
    <w:p w14:paraId="51D65031" w14:textId="77777777" w:rsidR="007F07D8" w:rsidRDefault="00000000">
      <w:pPr>
        <w:pStyle w:val="Instructionsindent"/>
      </w:pPr>
      <w:r>
        <w:t>Silkline.</w:t>
      </w:r>
    </w:p>
    <w:p w14:paraId="25CF4E75" w14:textId="77777777" w:rsidR="007F07D8" w:rsidRDefault="00000000">
      <w:pPr>
        <w:pStyle w:val="Instructions"/>
      </w:pPr>
      <w:r>
        <w:t>Panel finish: External: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1D01A324" w14:textId="77777777" w:rsidR="007F07D8" w:rsidRDefault="00000000">
      <w:pPr>
        <w:pStyle w:val="Instructions"/>
      </w:pPr>
      <w:r>
        <w:t>Panel finish: Internal: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62DC5E3D" w14:textId="77777777" w:rsidR="007F07D8" w:rsidRDefault="00000000">
      <w:pPr>
        <w:pStyle w:val="Instructions"/>
      </w:pPr>
      <w:r>
        <w:t>R-Value: Select from the manufacturer’s range. AS/NZS 4859.1 (2018) requires that R-Value is declared at 23°C for insulation products sold in Australia.</w:t>
      </w:r>
    </w:p>
    <w:p w14:paraId="3B1832E9" w14:textId="77777777" w:rsidR="007F07D8" w:rsidRDefault="00000000">
      <w:pPr>
        <w:pStyle w:val="Instructions"/>
      </w:pPr>
      <w:r>
        <w:t>Weighted sound reduction index (Rw): Select from:</w:t>
      </w:r>
    </w:p>
    <w:p w14:paraId="2A65EBF0" w14:textId="77777777" w:rsidR="007F07D8" w:rsidRDefault="00000000">
      <w:pPr>
        <w:pStyle w:val="Instructionsindent"/>
      </w:pPr>
      <w:r>
        <w:t>75 mm thick: 28.</w:t>
      </w:r>
    </w:p>
    <w:p w14:paraId="2319211E" w14:textId="77777777" w:rsidR="007F07D8" w:rsidRDefault="00000000">
      <w:pPr>
        <w:pStyle w:val="Instructionsindent"/>
      </w:pPr>
      <w:r>
        <w:t>100 mm thick: 29.</w:t>
      </w:r>
    </w:p>
    <w:p w14:paraId="161847F4" w14:textId="77777777" w:rsidR="007F07D8" w:rsidRDefault="00000000">
      <w:pPr>
        <w:pStyle w:val="Instructionsindent"/>
      </w:pPr>
      <w:r>
        <w:t>120 mm thick: 30.</w:t>
      </w:r>
    </w:p>
    <w:p w14:paraId="3C8D1D21" w14:textId="77777777" w:rsidR="007F07D8" w:rsidRDefault="00000000">
      <w:pPr>
        <w:pStyle w:val="Instructionsindent"/>
      </w:pPr>
      <w:r>
        <w:t>150 mm thick: 31.</w:t>
      </w:r>
    </w:p>
    <w:p w14:paraId="0CA34B64" w14:textId="77777777" w:rsidR="007F07D8" w:rsidRDefault="00000000">
      <w:pPr>
        <w:pStyle w:val="Instructionsindent"/>
      </w:pPr>
      <w:r>
        <w:t>200 mm thick: 33.</w:t>
      </w:r>
    </w:p>
    <w:p w14:paraId="6F8FEAFB" w14:textId="77777777" w:rsidR="007F07D8" w:rsidRDefault="00000000">
      <w:pPr>
        <w:pStyle w:val="Instructions"/>
      </w:pPr>
      <w:r>
        <w:t>Solar absorptance: Select from manufacturer’s range. Light (&lt; 0.40), Medium (0.40 to 0.60), Dark (&gt; 0.60). See BCA (2022) J3D8 for external walls to a Class 2 building or a Class 4 part of a building.</w:t>
      </w:r>
    </w:p>
    <w:p w14:paraId="7F368D1A" w14:textId="77777777" w:rsidR="007F07D8" w:rsidRDefault="00000000">
      <w:pPr>
        <w:pStyle w:val="Instructions"/>
      </w:pPr>
      <w:r>
        <w:t>Light Reflectance Value (LRV): If required, nominate the light reflectance value. Some local authorities limit the light reflectance value for building exteriors. Refer to the relevant local authority for any requirements.</w:t>
      </w:r>
    </w:p>
    <w:p w14:paraId="6AD00A44" w14:textId="77777777" w:rsidR="007F07D8" w:rsidRDefault="00000000">
      <w:pPr>
        <w:pStyle w:val="Instructions"/>
      </w:pPr>
      <w:r>
        <w:t>Trim: e.g. Proprietary accessories for sills, reveals or corner returns.</w:t>
      </w:r>
    </w:p>
    <w:p w14:paraId="4A26BB3A" w14:textId="77777777" w:rsidR="007F07D8" w:rsidRDefault="00000000">
      <w:pPr>
        <w:pStyle w:val="Instructions"/>
      </w:pPr>
      <w:r>
        <w:t xml:space="preserve">Flashings and cappings: e.g. Prefinished sheet metal to match cladding colour. Coordinate with </w:t>
      </w:r>
      <w:r>
        <w:rPr>
          <w:i/>
        </w:rPr>
        <w:t>042 Roofing</w:t>
      </w:r>
      <w:r>
        <w:t xml:space="preserve"> worksections.</w:t>
      </w:r>
    </w:p>
    <w:p w14:paraId="4AE988E5" w14:textId="77777777" w:rsidR="007F07D8" w:rsidRDefault="00000000">
      <w:pPr>
        <w:pStyle w:val="Instructions"/>
      </w:pPr>
      <w:r>
        <w:t>Fasteners: e.g. Concealed or Pierced: Crest or Valley.</w:t>
      </w:r>
    </w:p>
    <w:p w14:paraId="7C359773" w14:textId="77777777" w:rsidR="007F07D8" w:rsidRDefault="00000000">
      <w:pPr>
        <w:pStyle w:val="Heading4"/>
      </w:pPr>
      <w:bookmarkStart w:id="206" w:name="h-13295-13295.2"/>
      <w:bookmarkStart w:id="207" w:name="f-13295-13295.2"/>
      <w:bookmarkEnd w:id="203"/>
      <w:r>
        <w:t>ASKIN</w:t>
      </w:r>
      <w:r>
        <w:rPr>
          <w:vertAlign w:val="superscript"/>
        </w:rPr>
        <w:t>®</w:t>
      </w:r>
      <w:r>
        <w:t xml:space="preserve"> Exterior VOLCORE ViviD panel schedule</w:t>
      </w:r>
      <w:bookmarkEnd w:id="206"/>
    </w:p>
    <w:tbl>
      <w:tblPr>
        <w:tblStyle w:val="NATSPECTable"/>
        <w:tblW w:w="5000" w:type="pct"/>
        <w:tblLook w:val="0620" w:firstRow="1" w:lastRow="0" w:firstColumn="0" w:lastColumn="0" w:noHBand="1" w:noVBand="1"/>
      </w:tblPr>
      <w:tblGrid>
        <w:gridCol w:w="3727"/>
        <w:gridCol w:w="1808"/>
        <w:gridCol w:w="1808"/>
        <w:gridCol w:w="1808"/>
      </w:tblGrid>
      <w:tr w:rsidR="007F07D8" w14:paraId="5D3CAF2B" w14:textId="77777777" w:rsidTr="005D34F6">
        <w:trPr>
          <w:tblHeader/>
        </w:trPr>
        <w:tc>
          <w:tcPr>
            <w:tcW w:w="2036" w:type="pct"/>
          </w:tcPr>
          <w:p w14:paraId="2F0003F3" w14:textId="77777777" w:rsidR="007F07D8" w:rsidRDefault="007F07D8">
            <w:pPr>
              <w:pStyle w:val="Tabletitle"/>
            </w:pPr>
          </w:p>
        </w:tc>
        <w:tc>
          <w:tcPr>
            <w:tcW w:w="988" w:type="pct"/>
          </w:tcPr>
          <w:p w14:paraId="2EA44DC8" w14:textId="77777777" w:rsidR="007F07D8" w:rsidRDefault="00000000">
            <w:pPr>
              <w:pStyle w:val="Tabletitle"/>
            </w:pPr>
            <w:r>
              <w:t>A</w:t>
            </w:r>
          </w:p>
        </w:tc>
        <w:tc>
          <w:tcPr>
            <w:tcW w:w="988" w:type="pct"/>
          </w:tcPr>
          <w:p w14:paraId="7048B696" w14:textId="77777777" w:rsidR="007F07D8" w:rsidRDefault="00000000">
            <w:pPr>
              <w:pStyle w:val="Tabletitle"/>
            </w:pPr>
            <w:r>
              <w:t>B</w:t>
            </w:r>
          </w:p>
        </w:tc>
        <w:tc>
          <w:tcPr>
            <w:tcW w:w="988" w:type="pct"/>
          </w:tcPr>
          <w:p w14:paraId="30919CE4" w14:textId="77777777" w:rsidR="007F07D8" w:rsidRDefault="00000000">
            <w:pPr>
              <w:pStyle w:val="Tabletitle"/>
            </w:pPr>
            <w:r>
              <w:t>C</w:t>
            </w:r>
          </w:p>
        </w:tc>
      </w:tr>
      <w:tr w:rsidR="007F07D8" w14:paraId="05CC4714" w14:textId="77777777" w:rsidTr="005D34F6">
        <w:tc>
          <w:tcPr>
            <w:tcW w:w="2036" w:type="pct"/>
          </w:tcPr>
          <w:p w14:paraId="7C18E460" w14:textId="77777777" w:rsidR="007F07D8" w:rsidRDefault="00000000">
            <w:pPr>
              <w:pStyle w:val="Tabletext"/>
            </w:pPr>
            <w:r>
              <w:t>Fire hazard properties: Non‑combustible to BCA (2022) C2D10(6)(e)</w:t>
            </w:r>
          </w:p>
        </w:tc>
        <w:tc>
          <w:tcPr>
            <w:tcW w:w="988" w:type="pct"/>
          </w:tcPr>
          <w:p w14:paraId="61FE3C52" w14:textId="77777777" w:rsidR="007F07D8" w:rsidRDefault="007F07D8">
            <w:pPr>
              <w:pStyle w:val="Tabletext"/>
            </w:pPr>
          </w:p>
        </w:tc>
        <w:tc>
          <w:tcPr>
            <w:tcW w:w="988" w:type="pct"/>
          </w:tcPr>
          <w:p w14:paraId="715D02F5" w14:textId="77777777" w:rsidR="007F07D8" w:rsidRDefault="007F07D8">
            <w:pPr>
              <w:pStyle w:val="Tabletext"/>
            </w:pPr>
          </w:p>
        </w:tc>
        <w:tc>
          <w:tcPr>
            <w:tcW w:w="988" w:type="pct"/>
          </w:tcPr>
          <w:p w14:paraId="184763CC" w14:textId="77777777" w:rsidR="007F07D8" w:rsidRDefault="007F07D8">
            <w:pPr>
              <w:pStyle w:val="Tabletext"/>
            </w:pPr>
          </w:p>
        </w:tc>
      </w:tr>
      <w:tr w:rsidR="007F07D8" w14:paraId="13CECAC7" w14:textId="77777777" w:rsidTr="005D34F6">
        <w:tc>
          <w:tcPr>
            <w:tcW w:w="2036" w:type="pct"/>
          </w:tcPr>
          <w:p w14:paraId="08CF8610" w14:textId="77777777" w:rsidR="007F07D8" w:rsidRDefault="00000000">
            <w:pPr>
              <w:pStyle w:val="Tabletext"/>
            </w:pPr>
            <w:r>
              <w:t>Fire hazard properties: Group number</w:t>
            </w:r>
          </w:p>
        </w:tc>
        <w:tc>
          <w:tcPr>
            <w:tcW w:w="988" w:type="pct"/>
          </w:tcPr>
          <w:p w14:paraId="1C56C558" w14:textId="77777777" w:rsidR="007F07D8" w:rsidRDefault="007F07D8">
            <w:pPr>
              <w:pStyle w:val="Tabletext"/>
            </w:pPr>
          </w:p>
        </w:tc>
        <w:tc>
          <w:tcPr>
            <w:tcW w:w="988" w:type="pct"/>
          </w:tcPr>
          <w:p w14:paraId="47DD76EB" w14:textId="77777777" w:rsidR="007F07D8" w:rsidRDefault="007F07D8">
            <w:pPr>
              <w:pStyle w:val="Tabletext"/>
            </w:pPr>
          </w:p>
        </w:tc>
        <w:tc>
          <w:tcPr>
            <w:tcW w:w="988" w:type="pct"/>
          </w:tcPr>
          <w:p w14:paraId="1627E6D2" w14:textId="77777777" w:rsidR="007F07D8" w:rsidRDefault="007F07D8">
            <w:pPr>
              <w:pStyle w:val="Tabletext"/>
            </w:pPr>
          </w:p>
        </w:tc>
      </w:tr>
      <w:tr w:rsidR="007F07D8" w14:paraId="3E0F335F" w14:textId="77777777" w:rsidTr="005D34F6">
        <w:tc>
          <w:tcPr>
            <w:tcW w:w="2036" w:type="pct"/>
          </w:tcPr>
          <w:p w14:paraId="7F45E884" w14:textId="77777777" w:rsidR="007F07D8" w:rsidRDefault="00000000">
            <w:pPr>
              <w:pStyle w:val="Tabletext"/>
            </w:pPr>
            <w:r>
              <w:t>Internal environment</w:t>
            </w:r>
          </w:p>
        </w:tc>
        <w:tc>
          <w:tcPr>
            <w:tcW w:w="988" w:type="pct"/>
          </w:tcPr>
          <w:p w14:paraId="37F600F2" w14:textId="77777777" w:rsidR="007F07D8" w:rsidRDefault="007F07D8">
            <w:pPr>
              <w:pStyle w:val="Tabletext"/>
            </w:pPr>
          </w:p>
        </w:tc>
        <w:tc>
          <w:tcPr>
            <w:tcW w:w="988" w:type="pct"/>
          </w:tcPr>
          <w:p w14:paraId="738F1A74" w14:textId="77777777" w:rsidR="007F07D8" w:rsidRDefault="007F07D8">
            <w:pPr>
              <w:pStyle w:val="Tabletext"/>
            </w:pPr>
          </w:p>
        </w:tc>
        <w:tc>
          <w:tcPr>
            <w:tcW w:w="988" w:type="pct"/>
          </w:tcPr>
          <w:p w14:paraId="53F6CC79" w14:textId="77777777" w:rsidR="007F07D8" w:rsidRDefault="007F07D8">
            <w:pPr>
              <w:pStyle w:val="Tabletext"/>
            </w:pPr>
          </w:p>
        </w:tc>
      </w:tr>
      <w:tr w:rsidR="007F07D8" w14:paraId="7276FA6E" w14:textId="77777777" w:rsidTr="005D34F6">
        <w:tc>
          <w:tcPr>
            <w:tcW w:w="2036" w:type="pct"/>
          </w:tcPr>
          <w:p w14:paraId="68328F30" w14:textId="77777777" w:rsidR="007F07D8" w:rsidRDefault="00000000">
            <w:pPr>
              <w:pStyle w:val="Tabletext"/>
            </w:pPr>
            <w:r>
              <w:t>Panel thickness (mm)</w:t>
            </w:r>
          </w:p>
        </w:tc>
        <w:tc>
          <w:tcPr>
            <w:tcW w:w="988" w:type="pct"/>
          </w:tcPr>
          <w:p w14:paraId="76AC0FCF" w14:textId="77777777" w:rsidR="007F07D8" w:rsidRDefault="007F07D8">
            <w:pPr>
              <w:pStyle w:val="Tabletext"/>
            </w:pPr>
          </w:p>
        </w:tc>
        <w:tc>
          <w:tcPr>
            <w:tcW w:w="988" w:type="pct"/>
          </w:tcPr>
          <w:p w14:paraId="41E75D34" w14:textId="77777777" w:rsidR="007F07D8" w:rsidRDefault="007F07D8">
            <w:pPr>
              <w:pStyle w:val="Tabletext"/>
            </w:pPr>
          </w:p>
        </w:tc>
        <w:tc>
          <w:tcPr>
            <w:tcW w:w="988" w:type="pct"/>
          </w:tcPr>
          <w:p w14:paraId="63EF6809" w14:textId="77777777" w:rsidR="007F07D8" w:rsidRDefault="007F07D8">
            <w:pPr>
              <w:pStyle w:val="Tabletext"/>
            </w:pPr>
          </w:p>
        </w:tc>
      </w:tr>
      <w:tr w:rsidR="007F07D8" w14:paraId="76A6F3F8" w14:textId="77777777" w:rsidTr="005D34F6">
        <w:tc>
          <w:tcPr>
            <w:tcW w:w="2036" w:type="pct"/>
          </w:tcPr>
          <w:p w14:paraId="59725402" w14:textId="77777777" w:rsidR="007F07D8" w:rsidRDefault="00000000">
            <w:pPr>
              <w:pStyle w:val="Tabletext"/>
            </w:pPr>
            <w:r>
              <w:t>Panel width (mm)</w:t>
            </w:r>
          </w:p>
        </w:tc>
        <w:tc>
          <w:tcPr>
            <w:tcW w:w="988" w:type="pct"/>
          </w:tcPr>
          <w:p w14:paraId="120DA8EC" w14:textId="77777777" w:rsidR="007F07D8" w:rsidRDefault="007F07D8">
            <w:pPr>
              <w:pStyle w:val="Tabletext"/>
            </w:pPr>
          </w:p>
        </w:tc>
        <w:tc>
          <w:tcPr>
            <w:tcW w:w="988" w:type="pct"/>
          </w:tcPr>
          <w:p w14:paraId="31161132" w14:textId="77777777" w:rsidR="007F07D8" w:rsidRDefault="007F07D8">
            <w:pPr>
              <w:pStyle w:val="Tabletext"/>
            </w:pPr>
          </w:p>
        </w:tc>
        <w:tc>
          <w:tcPr>
            <w:tcW w:w="988" w:type="pct"/>
          </w:tcPr>
          <w:p w14:paraId="369E6C21" w14:textId="77777777" w:rsidR="007F07D8" w:rsidRDefault="007F07D8">
            <w:pPr>
              <w:pStyle w:val="Tabletext"/>
            </w:pPr>
          </w:p>
        </w:tc>
      </w:tr>
      <w:tr w:rsidR="007F07D8" w14:paraId="058D5C29" w14:textId="77777777" w:rsidTr="005D34F6">
        <w:tc>
          <w:tcPr>
            <w:tcW w:w="2036" w:type="pct"/>
          </w:tcPr>
          <w:p w14:paraId="7DEA63F5" w14:textId="77777777" w:rsidR="007F07D8" w:rsidRDefault="00000000">
            <w:pPr>
              <w:pStyle w:val="Tabletext"/>
            </w:pPr>
            <w:r>
              <w:t>Panel skin material: External</w:t>
            </w:r>
          </w:p>
        </w:tc>
        <w:tc>
          <w:tcPr>
            <w:tcW w:w="988" w:type="pct"/>
          </w:tcPr>
          <w:p w14:paraId="24099961" w14:textId="77777777" w:rsidR="007F07D8" w:rsidRDefault="007F07D8">
            <w:pPr>
              <w:pStyle w:val="Tabletext"/>
            </w:pPr>
          </w:p>
        </w:tc>
        <w:tc>
          <w:tcPr>
            <w:tcW w:w="988" w:type="pct"/>
          </w:tcPr>
          <w:p w14:paraId="1F4DDCF5" w14:textId="77777777" w:rsidR="007F07D8" w:rsidRDefault="007F07D8">
            <w:pPr>
              <w:pStyle w:val="Tabletext"/>
            </w:pPr>
          </w:p>
        </w:tc>
        <w:tc>
          <w:tcPr>
            <w:tcW w:w="988" w:type="pct"/>
          </w:tcPr>
          <w:p w14:paraId="092257C2" w14:textId="77777777" w:rsidR="007F07D8" w:rsidRDefault="007F07D8">
            <w:pPr>
              <w:pStyle w:val="Tabletext"/>
            </w:pPr>
          </w:p>
        </w:tc>
      </w:tr>
      <w:tr w:rsidR="007F07D8" w14:paraId="14B92CF6" w14:textId="77777777" w:rsidTr="005D34F6">
        <w:tc>
          <w:tcPr>
            <w:tcW w:w="2036" w:type="pct"/>
          </w:tcPr>
          <w:p w14:paraId="1B154A98" w14:textId="77777777" w:rsidR="007F07D8" w:rsidRDefault="00000000">
            <w:pPr>
              <w:pStyle w:val="Tabletext"/>
            </w:pPr>
            <w:r>
              <w:t>Panel skin material: Internal</w:t>
            </w:r>
          </w:p>
        </w:tc>
        <w:tc>
          <w:tcPr>
            <w:tcW w:w="988" w:type="pct"/>
          </w:tcPr>
          <w:p w14:paraId="1ADB5774" w14:textId="77777777" w:rsidR="007F07D8" w:rsidRDefault="007F07D8">
            <w:pPr>
              <w:pStyle w:val="Tabletext"/>
            </w:pPr>
          </w:p>
        </w:tc>
        <w:tc>
          <w:tcPr>
            <w:tcW w:w="988" w:type="pct"/>
          </w:tcPr>
          <w:p w14:paraId="6BB6B363" w14:textId="77777777" w:rsidR="007F07D8" w:rsidRDefault="007F07D8">
            <w:pPr>
              <w:pStyle w:val="Tabletext"/>
            </w:pPr>
          </w:p>
        </w:tc>
        <w:tc>
          <w:tcPr>
            <w:tcW w:w="988" w:type="pct"/>
          </w:tcPr>
          <w:p w14:paraId="5B0CCA49" w14:textId="77777777" w:rsidR="007F07D8" w:rsidRDefault="007F07D8">
            <w:pPr>
              <w:pStyle w:val="Tabletext"/>
            </w:pPr>
          </w:p>
        </w:tc>
      </w:tr>
      <w:tr w:rsidR="007F07D8" w14:paraId="4F17AD6D" w14:textId="77777777" w:rsidTr="005D34F6">
        <w:tc>
          <w:tcPr>
            <w:tcW w:w="2036" w:type="pct"/>
          </w:tcPr>
          <w:p w14:paraId="1EFE9610" w14:textId="77777777" w:rsidR="007F07D8" w:rsidRDefault="00000000">
            <w:pPr>
              <w:pStyle w:val="Tabletext"/>
            </w:pPr>
            <w:r>
              <w:t>Panel skin thickness: External (mm)</w:t>
            </w:r>
          </w:p>
        </w:tc>
        <w:tc>
          <w:tcPr>
            <w:tcW w:w="988" w:type="pct"/>
          </w:tcPr>
          <w:p w14:paraId="27CF9C3C" w14:textId="77777777" w:rsidR="007F07D8" w:rsidRDefault="007F07D8">
            <w:pPr>
              <w:pStyle w:val="Tabletext"/>
            </w:pPr>
          </w:p>
        </w:tc>
        <w:tc>
          <w:tcPr>
            <w:tcW w:w="988" w:type="pct"/>
          </w:tcPr>
          <w:p w14:paraId="62A97B04" w14:textId="77777777" w:rsidR="007F07D8" w:rsidRDefault="007F07D8">
            <w:pPr>
              <w:pStyle w:val="Tabletext"/>
            </w:pPr>
          </w:p>
        </w:tc>
        <w:tc>
          <w:tcPr>
            <w:tcW w:w="988" w:type="pct"/>
          </w:tcPr>
          <w:p w14:paraId="1AE144C3" w14:textId="77777777" w:rsidR="007F07D8" w:rsidRDefault="007F07D8">
            <w:pPr>
              <w:pStyle w:val="Tabletext"/>
            </w:pPr>
          </w:p>
        </w:tc>
      </w:tr>
      <w:tr w:rsidR="007F07D8" w14:paraId="75EF787D" w14:textId="77777777" w:rsidTr="005D34F6">
        <w:tc>
          <w:tcPr>
            <w:tcW w:w="2036" w:type="pct"/>
          </w:tcPr>
          <w:p w14:paraId="5A651E77" w14:textId="77777777" w:rsidR="007F07D8" w:rsidRDefault="00000000">
            <w:pPr>
              <w:pStyle w:val="Tabletext"/>
            </w:pPr>
            <w:r>
              <w:t>Panel skin thickness: Internal (mm)</w:t>
            </w:r>
          </w:p>
        </w:tc>
        <w:tc>
          <w:tcPr>
            <w:tcW w:w="988" w:type="pct"/>
          </w:tcPr>
          <w:p w14:paraId="744E9C56" w14:textId="77777777" w:rsidR="007F07D8" w:rsidRDefault="007F07D8">
            <w:pPr>
              <w:pStyle w:val="Tabletext"/>
            </w:pPr>
          </w:p>
        </w:tc>
        <w:tc>
          <w:tcPr>
            <w:tcW w:w="988" w:type="pct"/>
          </w:tcPr>
          <w:p w14:paraId="06D078AC" w14:textId="77777777" w:rsidR="007F07D8" w:rsidRDefault="007F07D8">
            <w:pPr>
              <w:pStyle w:val="Tabletext"/>
            </w:pPr>
          </w:p>
        </w:tc>
        <w:tc>
          <w:tcPr>
            <w:tcW w:w="988" w:type="pct"/>
          </w:tcPr>
          <w:p w14:paraId="06B2017B" w14:textId="77777777" w:rsidR="007F07D8" w:rsidRDefault="007F07D8">
            <w:pPr>
              <w:pStyle w:val="Tabletext"/>
            </w:pPr>
          </w:p>
        </w:tc>
      </w:tr>
      <w:tr w:rsidR="007F07D8" w14:paraId="0A5A4163" w14:textId="77777777" w:rsidTr="005D34F6">
        <w:tc>
          <w:tcPr>
            <w:tcW w:w="2036" w:type="pct"/>
          </w:tcPr>
          <w:p w14:paraId="7EEE4513" w14:textId="77777777" w:rsidR="007F07D8" w:rsidRDefault="00000000">
            <w:pPr>
              <w:pStyle w:val="Tabletext"/>
            </w:pPr>
            <w:r>
              <w:t>Panel profile: External</w:t>
            </w:r>
          </w:p>
        </w:tc>
        <w:tc>
          <w:tcPr>
            <w:tcW w:w="988" w:type="pct"/>
          </w:tcPr>
          <w:p w14:paraId="15DCD8E0" w14:textId="77777777" w:rsidR="007F07D8" w:rsidRDefault="007F07D8">
            <w:pPr>
              <w:pStyle w:val="Tabletext"/>
            </w:pPr>
          </w:p>
        </w:tc>
        <w:tc>
          <w:tcPr>
            <w:tcW w:w="988" w:type="pct"/>
          </w:tcPr>
          <w:p w14:paraId="5478BD4D" w14:textId="77777777" w:rsidR="007F07D8" w:rsidRDefault="007F07D8">
            <w:pPr>
              <w:pStyle w:val="Tabletext"/>
            </w:pPr>
          </w:p>
        </w:tc>
        <w:tc>
          <w:tcPr>
            <w:tcW w:w="988" w:type="pct"/>
          </w:tcPr>
          <w:p w14:paraId="37030818" w14:textId="77777777" w:rsidR="007F07D8" w:rsidRDefault="007F07D8">
            <w:pPr>
              <w:pStyle w:val="Tabletext"/>
            </w:pPr>
          </w:p>
        </w:tc>
      </w:tr>
      <w:tr w:rsidR="007F07D8" w14:paraId="237CFED4" w14:textId="77777777" w:rsidTr="005D34F6">
        <w:tc>
          <w:tcPr>
            <w:tcW w:w="2036" w:type="pct"/>
          </w:tcPr>
          <w:p w14:paraId="438B1D13" w14:textId="77777777" w:rsidR="007F07D8" w:rsidRDefault="00000000">
            <w:pPr>
              <w:pStyle w:val="Tabletext"/>
            </w:pPr>
            <w:r>
              <w:t>Panel profile: Internal</w:t>
            </w:r>
          </w:p>
        </w:tc>
        <w:tc>
          <w:tcPr>
            <w:tcW w:w="988" w:type="pct"/>
          </w:tcPr>
          <w:p w14:paraId="4AE73EE3" w14:textId="77777777" w:rsidR="007F07D8" w:rsidRDefault="007F07D8">
            <w:pPr>
              <w:pStyle w:val="Tabletext"/>
            </w:pPr>
          </w:p>
        </w:tc>
        <w:tc>
          <w:tcPr>
            <w:tcW w:w="988" w:type="pct"/>
          </w:tcPr>
          <w:p w14:paraId="24647444" w14:textId="77777777" w:rsidR="007F07D8" w:rsidRDefault="007F07D8">
            <w:pPr>
              <w:pStyle w:val="Tabletext"/>
            </w:pPr>
          </w:p>
        </w:tc>
        <w:tc>
          <w:tcPr>
            <w:tcW w:w="988" w:type="pct"/>
          </w:tcPr>
          <w:p w14:paraId="3CCD1A76" w14:textId="77777777" w:rsidR="007F07D8" w:rsidRDefault="007F07D8">
            <w:pPr>
              <w:pStyle w:val="Tabletext"/>
            </w:pPr>
          </w:p>
        </w:tc>
      </w:tr>
      <w:tr w:rsidR="007F07D8" w14:paraId="6A2B5A6D" w14:textId="77777777" w:rsidTr="005D34F6">
        <w:tc>
          <w:tcPr>
            <w:tcW w:w="2036" w:type="pct"/>
          </w:tcPr>
          <w:p w14:paraId="0D48DC51" w14:textId="77777777" w:rsidR="007F07D8" w:rsidRDefault="00000000">
            <w:pPr>
              <w:pStyle w:val="Tabletext"/>
            </w:pPr>
            <w:r>
              <w:t>Panel finish and colour: External</w:t>
            </w:r>
          </w:p>
        </w:tc>
        <w:tc>
          <w:tcPr>
            <w:tcW w:w="988" w:type="pct"/>
          </w:tcPr>
          <w:p w14:paraId="3F38C5F9" w14:textId="77777777" w:rsidR="007F07D8" w:rsidRDefault="007F07D8">
            <w:pPr>
              <w:pStyle w:val="Tabletext"/>
            </w:pPr>
          </w:p>
        </w:tc>
        <w:tc>
          <w:tcPr>
            <w:tcW w:w="988" w:type="pct"/>
          </w:tcPr>
          <w:p w14:paraId="000FC44B" w14:textId="77777777" w:rsidR="007F07D8" w:rsidRDefault="007F07D8">
            <w:pPr>
              <w:pStyle w:val="Tabletext"/>
            </w:pPr>
          </w:p>
        </w:tc>
        <w:tc>
          <w:tcPr>
            <w:tcW w:w="988" w:type="pct"/>
          </w:tcPr>
          <w:p w14:paraId="77EA14C2" w14:textId="77777777" w:rsidR="007F07D8" w:rsidRDefault="007F07D8">
            <w:pPr>
              <w:pStyle w:val="Tabletext"/>
            </w:pPr>
          </w:p>
        </w:tc>
      </w:tr>
      <w:tr w:rsidR="007F07D8" w14:paraId="745A01F0" w14:textId="77777777" w:rsidTr="005D34F6">
        <w:tc>
          <w:tcPr>
            <w:tcW w:w="2036" w:type="pct"/>
          </w:tcPr>
          <w:p w14:paraId="1C38EA22" w14:textId="77777777" w:rsidR="007F07D8" w:rsidRDefault="00000000">
            <w:pPr>
              <w:pStyle w:val="Tabletext"/>
            </w:pPr>
            <w:r>
              <w:t>Panel finish and colour: Internal</w:t>
            </w:r>
          </w:p>
        </w:tc>
        <w:tc>
          <w:tcPr>
            <w:tcW w:w="988" w:type="pct"/>
          </w:tcPr>
          <w:p w14:paraId="4E7AC85B" w14:textId="77777777" w:rsidR="007F07D8" w:rsidRDefault="007F07D8">
            <w:pPr>
              <w:pStyle w:val="Tabletext"/>
            </w:pPr>
          </w:p>
        </w:tc>
        <w:tc>
          <w:tcPr>
            <w:tcW w:w="988" w:type="pct"/>
          </w:tcPr>
          <w:p w14:paraId="57653921" w14:textId="77777777" w:rsidR="007F07D8" w:rsidRDefault="007F07D8">
            <w:pPr>
              <w:pStyle w:val="Tabletext"/>
            </w:pPr>
          </w:p>
        </w:tc>
        <w:tc>
          <w:tcPr>
            <w:tcW w:w="988" w:type="pct"/>
          </w:tcPr>
          <w:p w14:paraId="614D7A4F" w14:textId="77777777" w:rsidR="007F07D8" w:rsidRDefault="007F07D8">
            <w:pPr>
              <w:pStyle w:val="Tabletext"/>
            </w:pPr>
          </w:p>
        </w:tc>
      </w:tr>
      <w:tr w:rsidR="007F07D8" w14:paraId="35C02FEB" w14:textId="77777777" w:rsidTr="005D34F6">
        <w:tc>
          <w:tcPr>
            <w:tcW w:w="2036" w:type="pct"/>
          </w:tcPr>
          <w:p w14:paraId="3C093AD7" w14:textId="77777777" w:rsidR="007F07D8" w:rsidRDefault="00000000">
            <w:pPr>
              <w:pStyle w:val="Tabletext"/>
            </w:pPr>
            <w:r>
              <w:t>R-Value (m².K/W)</w:t>
            </w:r>
          </w:p>
        </w:tc>
        <w:tc>
          <w:tcPr>
            <w:tcW w:w="988" w:type="pct"/>
          </w:tcPr>
          <w:p w14:paraId="49231E40" w14:textId="77777777" w:rsidR="007F07D8" w:rsidRDefault="007F07D8">
            <w:pPr>
              <w:pStyle w:val="Tabletext"/>
            </w:pPr>
          </w:p>
        </w:tc>
        <w:tc>
          <w:tcPr>
            <w:tcW w:w="988" w:type="pct"/>
          </w:tcPr>
          <w:p w14:paraId="634C566A" w14:textId="77777777" w:rsidR="007F07D8" w:rsidRDefault="007F07D8">
            <w:pPr>
              <w:pStyle w:val="Tabletext"/>
            </w:pPr>
          </w:p>
        </w:tc>
        <w:tc>
          <w:tcPr>
            <w:tcW w:w="988" w:type="pct"/>
          </w:tcPr>
          <w:p w14:paraId="029C0032" w14:textId="77777777" w:rsidR="007F07D8" w:rsidRDefault="007F07D8">
            <w:pPr>
              <w:pStyle w:val="Tabletext"/>
            </w:pPr>
          </w:p>
        </w:tc>
      </w:tr>
      <w:tr w:rsidR="007F07D8" w14:paraId="198A853D" w14:textId="77777777" w:rsidTr="005D34F6">
        <w:tc>
          <w:tcPr>
            <w:tcW w:w="2036" w:type="pct"/>
          </w:tcPr>
          <w:p w14:paraId="28FB153B" w14:textId="77777777" w:rsidR="007F07D8" w:rsidRDefault="00000000">
            <w:pPr>
              <w:pStyle w:val="Tabletext"/>
            </w:pPr>
            <w:r>
              <w:t>Weighted sound reduction index (Rw)</w:t>
            </w:r>
          </w:p>
        </w:tc>
        <w:tc>
          <w:tcPr>
            <w:tcW w:w="988" w:type="pct"/>
          </w:tcPr>
          <w:p w14:paraId="436A2E28" w14:textId="77777777" w:rsidR="007F07D8" w:rsidRDefault="007F07D8">
            <w:pPr>
              <w:pStyle w:val="Tabletext"/>
            </w:pPr>
          </w:p>
        </w:tc>
        <w:tc>
          <w:tcPr>
            <w:tcW w:w="988" w:type="pct"/>
          </w:tcPr>
          <w:p w14:paraId="5B79976F" w14:textId="77777777" w:rsidR="007F07D8" w:rsidRDefault="007F07D8">
            <w:pPr>
              <w:pStyle w:val="Tabletext"/>
            </w:pPr>
          </w:p>
        </w:tc>
        <w:tc>
          <w:tcPr>
            <w:tcW w:w="988" w:type="pct"/>
          </w:tcPr>
          <w:p w14:paraId="62B37489" w14:textId="77777777" w:rsidR="007F07D8" w:rsidRDefault="007F07D8">
            <w:pPr>
              <w:pStyle w:val="Tabletext"/>
            </w:pPr>
          </w:p>
        </w:tc>
      </w:tr>
      <w:tr w:rsidR="007F07D8" w14:paraId="3EC0E80B" w14:textId="77777777" w:rsidTr="005D34F6">
        <w:tc>
          <w:tcPr>
            <w:tcW w:w="2036" w:type="pct"/>
          </w:tcPr>
          <w:p w14:paraId="722623FD" w14:textId="77777777" w:rsidR="007F07D8" w:rsidRDefault="00000000">
            <w:pPr>
              <w:pStyle w:val="Tabletext"/>
            </w:pPr>
            <w:r>
              <w:t>Solar absorptance</w:t>
            </w:r>
          </w:p>
        </w:tc>
        <w:tc>
          <w:tcPr>
            <w:tcW w:w="988" w:type="pct"/>
          </w:tcPr>
          <w:p w14:paraId="3C3F8EE8" w14:textId="77777777" w:rsidR="007F07D8" w:rsidRDefault="007F07D8">
            <w:pPr>
              <w:pStyle w:val="Tabletext"/>
            </w:pPr>
          </w:p>
        </w:tc>
        <w:tc>
          <w:tcPr>
            <w:tcW w:w="988" w:type="pct"/>
          </w:tcPr>
          <w:p w14:paraId="6D5A26A1" w14:textId="77777777" w:rsidR="007F07D8" w:rsidRDefault="007F07D8">
            <w:pPr>
              <w:pStyle w:val="Tabletext"/>
            </w:pPr>
          </w:p>
        </w:tc>
        <w:tc>
          <w:tcPr>
            <w:tcW w:w="988" w:type="pct"/>
          </w:tcPr>
          <w:p w14:paraId="3688F237" w14:textId="77777777" w:rsidR="007F07D8" w:rsidRDefault="007F07D8">
            <w:pPr>
              <w:pStyle w:val="Tabletext"/>
            </w:pPr>
          </w:p>
        </w:tc>
      </w:tr>
      <w:tr w:rsidR="007F07D8" w14:paraId="78B2F49A" w14:textId="77777777" w:rsidTr="005D34F6">
        <w:tc>
          <w:tcPr>
            <w:tcW w:w="2036" w:type="pct"/>
          </w:tcPr>
          <w:p w14:paraId="0992D374" w14:textId="77777777" w:rsidR="007F07D8" w:rsidRDefault="00000000">
            <w:pPr>
              <w:pStyle w:val="Tabletext"/>
            </w:pPr>
            <w:r>
              <w:t>Light Reflectance Value (LRV)</w:t>
            </w:r>
          </w:p>
        </w:tc>
        <w:tc>
          <w:tcPr>
            <w:tcW w:w="988" w:type="pct"/>
          </w:tcPr>
          <w:p w14:paraId="60C6BA5E" w14:textId="77777777" w:rsidR="007F07D8" w:rsidRDefault="007F07D8">
            <w:pPr>
              <w:pStyle w:val="Tabletext"/>
            </w:pPr>
          </w:p>
        </w:tc>
        <w:tc>
          <w:tcPr>
            <w:tcW w:w="988" w:type="pct"/>
          </w:tcPr>
          <w:p w14:paraId="42E88EF3" w14:textId="77777777" w:rsidR="007F07D8" w:rsidRDefault="007F07D8">
            <w:pPr>
              <w:pStyle w:val="Tabletext"/>
            </w:pPr>
          </w:p>
        </w:tc>
        <w:tc>
          <w:tcPr>
            <w:tcW w:w="988" w:type="pct"/>
          </w:tcPr>
          <w:p w14:paraId="6EC0E235" w14:textId="77777777" w:rsidR="007F07D8" w:rsidRDefault="007F07D8">
            <w:pPr>
              <w:pStyle w:val="Tabletext"/>
            </w:pPr>
          </w:p>
        </w:tc>
      </w:tr>
      <w:tr w:rsidR="007F07D8" w14:paraId="64C5C4DF" w14:textId="77777777" w:rsidTr="005D34F6">
        <w:tc>
          <w:tcPr>
            <w:tcW w:w="2036" w:type="pct"/>
          </w:tcPr>
          <w:p w14:paraId="045EA0C6" w14:textId="77777777" w:rsidR="007F07D8" w:rsidRDefault="00000000">
            <w:pPr>
              <w:pStyle w:val="Tabletext"/>
            </w:pPr>
            <w:r>
              <w:t>Trim</w:t>
            </w:r>
          </w:p>
        </w:tc>
        <w:tc>
          <w:tcPr>
            <w:tcW w:w="988" w:type="pct"/>
          </w:tcPr>
          <w:p w14:paraId="3D4A83E7" w14:textId="77777777" w:rsidR="007F07D8" w:rsidRDefault="007F07D8">
            <w:pPr>
              <w:pStyle w:val="Tabletext"/>
            </w:pPr>
          </w:p>
        </w:tc>
        <w:tc>
          <w:tcPr>
            <w:tcW w:w="988" w:type="pct"/>
          </w:tcPr>
          <w:p w14:paraId="6EB302B1" w14:textId="77777777" w:rsidR="007F07D8" w:rsidRDefault="007F07D8">
            <w:pPr>
              <w:pStyle w:val="Tabletext"/>
            </w:pPr>
          </w:p>
        </w:tc>
        <w:tc>
          <w:tcPr>
            <w:tcW w:w="988" w:type="pct"/>
          </w:tcPr>
          <w:p w14:paraId="647B2EF8" w14:textId="77777777" w:rsidR="007F07D8" w:rsidRDefault="007F07D8">
            <w:pPr>
              <w:pStyle w:val="Tabletext"/>
            </w:pPr>
          </w:p>
        </w:tc>
      </w:tr>
      <w:tr w:rsidR="007F07D8" w14:paraId="36B8C39C" w14:textId="77777777" w:rsidTr="005D34F6">
        <w:tc>
          <w:tcPr>
            <w:tcW w:w="2036" w:type="pct"/>
          </w:tcPr>
          <w:p w14:paraId="121E849E" w14:textId="77777777" w:rsidR="007F07D8" w:rsidRDefault="00000000">
            <w:pPr>
              <w:pStyle w:val="Tabletext"/>
            </w:pPr>
            <w:r>
              <w:lastRenderedPageBreak/>
              <w:t>Control joint width</w:t>
            </w:r>
          </w:p>
        </w:tc>
        <w:tc>
          <w:tcPr>
            <w:tcW w:w="988" w:type="pct"/>
          </w:tcPr>
          <w:p w14:paraId="37D26090" w14:textId="77777777" w:rsidR="007F07D8" w:rsidRDefault="007F07D8">
            <w:pPr>
              <w:pStyle w:val="Tabletext"/>
            </w:pPr>
          </w:p>
        </w:tc>
        <w:tc>
          <w:tcPr>
            <w:tcW w:w="988" w:type="pct"/>
          </w:tcPr>
          <w:p w14:paraId="1CCF52E0" w14:textId="77777777" w:rsidR="007F07D8" w:rsidRDefault="007F07D8">
            <w:pPr>
              <w:pStyle w:val="Tabletext"/>
            </w:pPr>
          </w:p>
        </w:tc>
        <w:tc>
          <w:tcPr>
            <w:tcW w:w="988" w:type="pct"/>
          </w:tcPr>
          <w:p w14:paraId="58AB17B1" w14:textId="77777777" w:rsidR="007F07D8" w:rsidRDefault="007F07D8">
            <w:pPr>
              <w:pStyle w:val="Tabletext"/>
            </w:pPr>
          </w:p>
        </w:tc>
      </w:tr>
      <w:tr w:rsidR="007F07D8" w14:paraId="7B6B2DC2" w14:textId="77777777" w:rsidTr="005D34F6">
        <w:tc>
          <w:tcPr>
            <w:tcW w:w="2036" w:type="pct"/>
          </w:tcPr>
          <w:p w14:paraId="6934F722" w14:textId="77777777" w:rsidR="007F07D8" w:rsidRDefault="00000000">
            <w:pPr>
              <w:pStyle w:val="Tabletext"/>
            </w:pPr>
            <w:r>
              <w:t>Flashings and cappings</w:t>
            </w:r>
          </w:p>
        </w:tc>
        <w:tc>
          <w:tcPr>
            <w:tcW w:w="988" w:type="pct"/>
          </w:tcPr>
          <w:p w14:paraId="2FF9CDC9" w14:textId="77777777" w:rsidR="007F07D8" w:rsidRDefault="007F07D8">
            <w:pPr>
              <w:pStyle w:val="Tabletext"/>
            </w:pPr>
          </w:p>
        </w:tc>
        <w:tc>
          <w:tcPr>
            <w:tcW w:w="988" w:type="pct"/>
          </w:tcPr>
          <w:p w14:paraId="1D586A38" w14:textId="77777777" w:rsidR="007F07D8" w:rsidRDefault="007F07D8">
            <w:pPr>
              <w:pStyle w:val="Tabletext"/>
            </w:pPr>
          </w:p>
        </w:tc>
        <w:tc>
          <w:tcPr>
            <w:tcW w:w="988" w:type="pct"/>
          </w:tcPr>
          <w:p w14:paraId="63EFA3C8" w14:textId="77777777" w:rsidR="007F07D8" w:rsidRDefault="007F07D8">
            <w:pPr>
              <w:pStyle w:val="Tabletext"/>
            </w:pPr>
          </w:p>
        </w:tc>
      </w:tr>
      <w:tr w:rsidR="007F07D8" w14:paraId="55AE22B3" w14:textId="77777777" w:rsidTr="005D34F6">
        <w:tc>
          <w:tcPr>
            <w:tcW w:w="2036" w:type="pct"/>
          </w:tcPr>
          <w:p w14:paraId="59C76037" w14:textId="77777777" w:rsidR="007F07D8" w:rsidRDefault="00000000">
            <w:pPr>
              <w:pStyle w:val="Tabletext"/>
            </w:pPr>
            <w:r>
              <w:t>Fasteners</w:t>
            </w:r>
          </w:p>
        </w:tc>
        <w:tc>
          <w:tcPr>
            <w:tcW w:w="988" w:type="pct"/>
          </w:tcPr>
          <w:p w14:paraId="50C2F7D2" w14:textId="77777777" w:rsidR="007F07D8" w:rsidRDefault="007F07D8">
            <w:pPr>
              <w:pStyle w:val="Tabletext"/>
            </w:pPr>
          </w:p>
        </w:tc>
        <w:tc>
          <w:tcPr>
            <w:tcW w:w="988" w:type="pct"/>
          </w:tcPr>
          <w:p w14:paraId="62AA04F6" w14:textId="77777777" w:rsidR="007F07D8" w:rsidRDefault="007F07D8">
            <w:pPr>
              <w:pStyle w:val="Tabletext"/>
            </w:pPr>
          </w:p>
        </w:tc>
        <w:tc>
          <w:tcPr>
            <w:tcW w:w="988" w:type="pct"/>
          </w:tcPr>
          <w:p w14:paraId="2F8D2AC2" w14:textId="77777777" w:rsidR="007F07D8" w:rsidRDefault="007F07D8">
            <w:pPr>
              <w:pStyle w:val="Tabletext"/>
            </w:pPr>
          </w:p>
        </w:tc>
      </w:tr>
    </w:tbl>
    <w:p w14:paraId="14761F25" w14:textId="77777777" w:rsidR="007F07D8" w:rsidRDefault="00000000">
      <w:r>
        <w:t> </w:t>
      </w:r>
    </w:p>
    <w:p w14:paraId="12959A6C" w14:textId="77777777" w:rsidR="007F07D8" w:rsidRDefault="00000000">
      <w:pPr>
        <w:pStyle w:val="Instructions"/>
      </w:pPr>
      <w:bookmarkStart w:id="208" w:name="f-2_8767-1"/>
      <w:bookmarkStart w:id="209" w:name="f-2_8767"/>
      <w:r>
        <w:t>The codes in the header row of the schedule designate each application or location of the item scheduled. Edit the codes to match those in other contract documents.</w:t>
      </w:r>
    </w:p>
    <w:bookmarkEnd w:id="208"/>
    <w:bookmarkEnd w:id="209"/>
    <w:p w14:paraId="1051DBC2" w14:textId="77777777" w:rsidR="007F07D8" w:rsidRDefault="00000000">
      <w:pPr>
        <w:pStyle w:val="Instructions"/>
      </w:pPr>
      <w:r>
        <w:t>Contact ASKIN</w:t>
      </w:r>
      <w:r>
        <w:rPr>
          <w:vertAlign w:val="superscript"/>
        </w:rPr>
        <w:t>®</w:t>
      </w:r>
      <w:r>
        <w:t xml:space="preserve"> to discuss your project requirements.</w:t>
      </w:r>
    </w:p>
    <w:p w14:paraId="2F684FA2" w14:textId="77777777" w:rsidR="007F07D8" w:rsidRDefault="00000000">
      <w:pPr>
        <w:pStyle w:val="Instructions"/>
      </w:pPr>
      <w:r>
        <w:t>Fire hazard properties: Non-combustible to BCA (2022) C2D10(6)(e): Select from Required, Not Required.</w:t>
      </w:r>
    </w:p>
    <w:p w14:paraId="4FC3CF7E" w14:textId="77777777" w:rsidR="007F07D8" w:rsidRDefault="00000000">
      <w:pPr>
        <w:pStyle w:val="Instructions"/>
      </w:pPr>
      <w:r>
        <w:t>Fire hazard properties: Group number: Refer to BCA (2022) Spec 7.</w:t>
      </w:r>
    </w:p>
    <w:p w14:paraId="25FC0637" w14:textId="77777777" w:rsidR="007F07D8" w:rsidRDefault="00000000">
      <w:pPr>
        <w:pStyle w:val="Instructions"/>
      </w:pPr>
      <w:r>
        <w:t>Panel thickness: Select from 75 mm, 100 mm, 120 mm, 150 mm, 175 mm or 200 mm.</w:t>
      </w:r>
    </w:p>
    <w:p w14:paraId="508745F8" w14:textId="77777777" w:rsidR="007F07D8" w:rsidRDefault="00000000">
      <w:pPr>
        <w:pStyle w:val="Instructions"/>
      </w:pPr>
      <w:r>
        <w:t>Panel width: 1000 mm standard. (Contact ASKIN</w:t>
      </w:r>
      <w:r>
        <w:rPr>
          <w:vertAlign w:val="superscript"/>
        </w:rPr>
        <w:t>®</w:t>
      </w:r>
      <w:r>
        <w:t xml:space="preserve"> for other widths available.)</w:t>
      </w:r>
    </w:p>
    <w:p w14:paraId="70941AB3" w14:textId="77777777" w:rsidR="007F07D8" w:rsidRDefault="00000000">
      <w:pPr>
        <w:pStyle w:val="Instructions"/>
      </w:pPr>
      <w:r>
        <w:t>Panel skin material: Internal and external Select from:</w:t>
      </w:r>
    </w:p>
    <w:p w14:paraId="7CD13C89" w14:textId="77777777" w:rsidR="007F07D8" w:rsidRDefault="00000000">
      <w:pPr>
        <w:pStyle w:val="Instructionsindent"/>
      </w:pPr>
      <w:r>
        <w:t>AM100 colour coated steel.</w:t>
      </w:r>
    </w:p>
    <w:p w14:paraId="020C4930" w14:textId="77777777" w:rsidR="007F07D8" w:rsidRDefault="00000000">
      <w:pPr>
        <w:pStyle w:val="Instructionsindent"/>
      </w:pPr>
      <w:r>
        <w:t>Z275 colour coated steel.</w:t>
      </w:r>
    </w:p>
    <w:p w14:paraId="2C605BD4" w14:textId="77777777" w:rsidR="007F07D8" w:rsidRDefault="00000000">
      <w:pPr>
        <w:pStyle w:val="Instructionsindent"/>
      </w:pPr>
      <w:r>
        <w:t>AZ150 colour coated steel.</w:t>
      </w:r>
    </w:p>
    <w:p w14:paraId="07AFA000" w14:textId="77777777" w:rsidR="007F07D8" w:rsidRDefault="00000000">
      <w:pPr>
        <w:pStyle w:val="Instructionsindent"/>
      </w:pPr>
      <w:r>
        <w:t>ASKIN</w:t>
      </w:r>
      <w:r>
        <w:rPr>
          <w:vertAlign w:val="superscript"/>
        </w:rPr>
        <w:t>®</w:t>
      </w:r>
      <w:r>
        <w:t xml:space="preserve"> 200 Plus.</w:t>
      </w:r>
    </w:p>
    <w:p w14:paraId="7799CB28" w14:textId="77777777" w:rsidR="007F07D8" w:rsidRDefault="00000000">
      <w:pPr>
        <w:pStyle w:val="Instructionsindent"/>
      </w:pPr>
      <w:r>
        <w:t>Colorbond</w:t>
      </w:r>
      <w:r>
        <w:rPr>
          <w:vertAlign w:val="superscript"/>
        </w:rPr>
        <w:t>®</w:t>
      </w:r>
      <w:r>
        <w:t xml:space="preserve"> Intramax</w:t>
      </w:r>
      <w:r>
        <w:rPr>
          <w:vertAlign w:val="superscript"/>
        </w:rPr>
        <w:t>TM</w:t>
      </w:r>
    </w:p>
    <w:p w14:paraId="6213AF58" w14:textId="77777777" w:rsidR="007F07D8" w:rsidRDefault="00000000">
      <w:pPr>
        <w:pStyle w:val="Instructionsindent"/>
      </w:pPr>
      <w:r>
        <w:t>Stainless steel.</w:t>
      </w:r>
    </w:p>
    <w:p w14:paraId="283ABFE0" w14:textId="77777777" w:rsidR="007F07D8" w:rsidRDefault="00000000">
      <w:pPr>
        <w:pStyle w:val="Instructionsindent"/>
      </w:pPr>
      <w:r>
        <w:t>Aluminium.</w:t>
      </w:r>
    </w:p>
    <w:p w14:paraId="70DFC658" w14:textId="77777777" w:rsidR="007F07D8" w:rsidRDefault="00000000">
      <w:pPr>
        <w:pStyle w:val="Instructionsindent"/>
      </w:pPr>
      <w:r>
        <w:t>Printech</w:t>
      </w:r>
      <w:r>
        <w:rPr>
          <w:vertAlign w:val="superscript"/>
        </w:rPr>
        <w:t>®</w:t>
      </w:r>
      <w:r>
        <w:t xml:space="preserve"> steel.</w:t>
      </w:r>
    </w:p>
    <w:p w14:paraId="53C9133B" w14:textId="77777777" w:rsidR="007F07D8" w:rsidRDefault="00000000">
      <w:pPr>
        <w:pStyle w:val="Instructions"/>
      </w:pPr>
      <w:r>
        <w:t>Panel skin thickness: Internal and external: e.g. 0.4, 0.5 or 0.6 mm.</w:t>
      </w:r>
    </w:p>
    <w:p w14:paraId="63F3A29C" w14:textId="77777777" w:rsidR="007F07D8" w:rsidRDefault="00000000">
      <w:pPr>
        <w:pStyle w:val="Instructions"/>
      </w:pPr>
      <w:r>
        <w:t>Panel profile: Internal and external: Select from:</w:t>
      </w:r>
    </w:p>
    <w:p w14:paraId="14B23542" w14:textId="77777777" w:rsidR="007F07D8" w:rsidRDefault="00000000">
      <w:pPr>
        <w:pStyle w:val="Instructionsindent"/>
      </w:pPr>
      <w:r>
        <w:t>Seamless</w:t>
      </w:r>
    </w:p>
    <w:p w14:paraId="13B1DEC0" w14:textId="77777777" w:rsidR="007F07D8" w:rsidRDefault="00000000">
      <w:pPr>
        <w:pStyle w:val="Instructionsindent"/>
      </w:pPr>
      <w:r>
        <w:t>Silkline.</w:t>
      </w:r>
    </w:p>
    <w:p w14:paraId="29BB20F3" w14:textId="77777777" w:rsidR="007F07D8" w:rsidRDefault="00000000">
      <w:pPr>
        <w:pStyle w:val="Instructionsindent"/>
      </w:pPr>
      <w:r>
        <w:t>Ambience.</w:t>
      </w:r>
    </w:p>
    <w:p w14:paraId="0AEBE2C5" w14:textId="77777777" w:rsidR="007F07D8" w:rsidRDefault="00000000">
      <w:pPr>
        <w:pStyle w:val="Instructionsindent"/>
      </w:pPr>
      <w:r>
        <w:t>Infinite.</w:t>
      </w:r>
    </w:p>
    <w:p w14:paraId="166766E7" w14:textId="77777777" w:rsidR="007F07D8" w:rsidRDefault="00000000">
      <w:pPr>
        <w:pStyle w:val="Instructionsindent"/>
      </w:pPr>
      <w:r>
        <w:t>Transform.</w:t>
      </w:r>
    </w:p>
    <w:p w14:paraId="17E35C66" w14:textId="77777777" w:rsidR="007F07D8" w:rsidRDefault="00000000">
      <w:pPr>
        <w:pStyle w:val="Instructions"/>
      </w:pPr>
      <w:r>
        <w:t>Panel finish: External: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085C7C8A" w14:textId="77777777" w:rsidR="007F07D8" w:rsidRDefault="00000000">
      <w:pPr>
        <w:pStyle w:val="Instructions"/>
      </w:pPr>
      <w:r>
        <w:t>Panel finish: Internal: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5F22788C" w14:textId="77777777" w:rsidR="007F07D8" w:rsidRDefault="00000000">
      <w:pPr>
        <w:pStyle w:val="Instructions"/>
      </w:pPr>
      <w:r>
        <w:t>R-Value: Select from the manufacturer’s range. AS/NZS 4859.1 (2018) requires that R-Value is declared at 23°C for insulation products sold in Australia.</w:t>
      </w:r>
    </w:p>
    <w:p w14:paraId="48777876" w14:textId="77777777" w:rsidR="007F07D8" w:rsidRDefault="00000000">
      <w:pPr>
        <w:pStyle w:val="Instructions"/>
      </w:pPr>
      <w:r>
        <w:t>Weighted sound reduction index (Rw): Select from:</w:t>
      </w:r>
    </w:p>
    <w:p w14:paraId="2A552C66" w14:textId="77777777" w:rsidR="007F07D8" w:rsidRDefault="00000000">
      <w:pPr>
        <w:pStyle w:val="Instructionsindent"/>
      </w:pPr>
      <w:r>
        <w:t>75 mm thick: 28.</w:t>
      </w:r>
    </w:p>
    <w:p w14:paraId="2094FD41" w14:textId="77777777" w:rsidR="007F07D8" w:rsidRDefault="00000000">
      <w:pPr>
        <w:pStyle w:val="Instructionsindent"/>
      </w:pPr>
      <w:r>
        <w:t>100 mm thick: 29.</w:t>
      </w:r>
    </w:p>
    <w:p w14:paraId="0EC462EF" w14:textId="77777777" w:rsidR="007F07D8" w:rsidRDefault="00000000">
      <w:pPr>
        <w:pStyle w:val="Instructionsindent"/>
      </w:pPr>
      <w:r>
        <w:t>120 mm thick: 30.</w:t>
      </w:r>
    </w:p>
    <w:p w14:paraId="1F1426C5" w14:textId="77777777" w:rsidR="007F07D8" w:rsidRDefault="00000000">
      <w:pPr>
        <w:pStyle w:val="Instructionsindent"/>
      </w:pPr>
      <w:r>
        <w:t>150 mm thick: 31.</w:t>
      </w:r>
    </w:p>
    <w:p w14:paraId="63201307" w14:textId="77777777" w:rsidR="007F07D8" w:rsidRDefault="00000000">
      <w:pPr>
        <w:pStyle w:val="Instructionsindent"/>
      </w:pPr>
      <w:r>
        <w:t>200 mm thick: 33.</w:t>
      </w:r>
    </w:p>
    <w:p w14:paraId="6086EDF9" w14:textId="77777777" w:rsidR="007F07D8" w:rsidRDefault="00000000">
      <w:pPr>
        <w:pStyle w:val="Instructions"/>
      </w:pPr>
      <w:r>
        <w:t>Solar absorptance: Select from manufacturer’s range. Light (&lt; 0.40), Medium (0.40 to 0.60), Dark (&gt; 0.60). See BCA (2022) J3D8 for external walls to a Class 2 building or a Class 4 part of a building.</w:t>
      </w:r>
    </w:p>
    <w:p w14:paraId="33646205" w14:textId="77777777" w:rsidR="007F07D8" w:rsidRDefault="00000000">
      <w:pPr>
        <w:pStyle w:val="Instructions"/>
      </w:pPr>
      <w:r>
        <w:t>Light Reflectance Value (LRV): If required, nominate the light reflectance value. Some local authorities limit the light reflectance value for building exteriors. Refer to the relevant local authority for any requirements.</w:t>
      </w:r>
    </w:p>
    <w:p w14:paraId="2D111742" w14:textId="77777777" w:rsidR="007F07D8" w:rsidRDefault="00000000">
      <w:pPr>
        <w:pStyle w:val="Instructions"/>
      </w:pPr>
      <w:r>
        <w:t>Trim: e.g. Proprietary accessories for sills, reveals or corner returns.</w:t>
      </w:r>
    </w:p>
    <w:p w14:paraId="03B616B9" w14:textId="77777777" w:rsidR="007F07D8" w:rsidRDefault="00000000">
      <w:pPr>
        <w:pStyle w:val="Instructions"/>
      </w:pPr>
      <w:r>
        <w:t xml:space="preserve">Flashings and cappings: e.g. Prefinished sheet metal to match cladding colour. Coordinate with </w:t>
      </w:r>
      <w:r>
        <w:rPr>
          <w:i/>
        </w:rPr>
        <w:t>042 Roofing</w:t>
      </w:r>
      <w:r>
        <w:t xml:space="preserve"> worksections.</w:t>
      </w:r>
    </w:p>
    <w:p w14:paraId="7B925F37" w14:textId="77777777" w:rsidR="007F07D8" w:rsidRDefault="00000000">
      <w:pPr>
        <w:pStyle w:val="Instructions"/>
      </w:pPr>
      <w:r>
        <w:t>Fasteners: e.g. Concealed or Pierced: Crest or Valley.</w:t>
      </w:r>
    </w:p>
    <w:p w14:paraId="395BC109" w14:textId="77777777" w:rsidR="007F07D8" w:rsidRDefault="00000000">
      <w:pPr>
        <w:pStyle w:val="Heading4"/>
      </w:pPr>
      <w:bookmarkStart w:id="210" w:name="h-13295-13295.3"/>
      <w:bookmarkStart w:id="211" w:name="f-13295-13295.3"/>
      <w:bookmarkEnd w:id="207"/>
      <w:r>
        <w:t>ASKIN</w:t>
      </w:r>
      <w:r>
        <w:rPr>
          <w:vertAlign w:val="superscript"/>
        </w:rPr>
        <w:t>®</w:t>
      </w:r>
      <w:r>
        <w:t xml:space="preserve"> Exterior VOLCORE ViviD acoustic panel schedule</w:t>
      </w:r>
      <w:bookmarkEnd w:id="210"/>
    </w:p>
    <w:tbl>
      <w:tblPr>
        <w:tblStyle w:val="NATSPECTable"/>
        <w:tblW w:w="5000" w:type="pct"/>
        <w:tblLook w:val="0620" w:firstRow="1" w:lastRow="0" w:firstColumn="0" w:lastColumn="0" w:noHBand="1" w:noVBand="1"/>
      </w:tblPr>
      <w:tblGrid>
        <w:gridCol w:w="3867"/>
        <w:gridCol w:w="1761"/>
        <w:gridCol w:w="1761"/>
        <w:gridCol w:w="1762"/>
      </w:tblGrid>
      <w:tr w:rsidR="007F07D8" w14:paraId="0BF2A33A" w14:textId="77777777" w:rsidTr="005D34F6">
        <w:trPr>
          <w:tblHeader/>
        </w:trPr>
        <w:tc>
          <w:tcPr>
            <w:tcW w:w="2113" w:type="pct"/>
          </w:tcPr>
          <w:p w14:paraId="10093A15" w14:textId="77777777" w:rsidR="007F07D8" w:rsidRDefault="007F07D8">
            <w:pPr>
              <w:pStyle w:val="Tabletitle"/>
            </w:pPr>
          </w:p>
        </w:tc>
        <w:tc>
          <w:tcPr>
            <w:tcW w:w="962" w:type="pct"/>
          </w:tcPr>
          <w:p w14:paraId="4D05F9DD" w14:textId="77777777" w:rsidR="007F07D8" w:rsidRDefault="00000000">
            <w:pPr>
              <w:pStyle w:val="Tabletitle"/>
            </w:pPr>
            <w:r>
              <w:t>A</w:t>
            </w:r>
          </w:p>
        </w:tc>
        <w:tc>
          <w:tcPr>
            <w:tcW w:w="962" w:type="pct"/>
          </w:tcPr>
          <w:p w14:paraId="794F8300" w14:textId="77777777" w:rsidR="007F07D8" w:rsidRDefault="00000000">
            <w:pPr>
              <w:pStyle w:val="Tabletitle"/>
            </w:pPr>
            <w:r>
              <w:t>B</w:t>
            </w:r>
          </w:p>
        </w:tc>
        <w:tc>
          <w:tcPr>
            <w:tcW w:w="963" w:type="pct"/>
          </w:tcPr>
          <w:p w14:paraId="7A619088" w14:textId="77777777" w:rsidR="007F07D8" w:rsidRDefault="00000000">
            <w:pPr>
              <w:pStyle w:val="Tabletitle"/>
            </w:pPr>
            <w:r>
              <w:t>C</w:t>
            </w:r>
          </w:p>
        </w:tc>
      </w:tr>
      <w:tr w:rsidR="007F07D8" w14:paraId="11FC6F8B" w14:textId="77777777" w:rsidTr="005D34F6">
        <w:tc>
          <w:tcPr>
            <w:tcW w:w="2113" w:type="pct"/>
          </w:tcPr>
          <w:p w14:paraId="766C983F" w14:textId="77777777" w:rsidR="007F07D8" w:rsidRDefault="00000000">
            <w:pPr>
              <w:pStyle w:val="Tabletext"/>
            </w:pPr>
            <w:r>
              <w:t>Fire hazard properties: Non‑combustible to BCA (2022) C2D10(6)(e)</w:t>
            </w:r>
          </w:p>
        </w:tc>
        <w:tc>
          <w:tcPr>
            <w:tcW w:w="962" w:type="pct"/>
          </w:tcPr>
          <w:p w14:paraId="3F19A139" w14:textId="77777777" w:rsidR="007F07D8" w:rsidRDefault="007F07D8">
            <w:pPr>
              <w:pStyle w:val="Tabletext"/>
            </w:pPr>
          </w:p>
        </w:tc>
        <w:tc>
          <w:tcPr>
            <w:tcW w:w="962" w:type="pct"/>
          </w:tcPr>
          <w:p w14:paraId="554AD6C1" w14:textId="77777777" w:rsidR="007F07D8" w:rsidRDefault="007F07D8">
            <w:pPr>
              <w:pStyle w:val="Tabletext"/>
            </w:pPr>
          </w:p>
        </w:tc>
        <w:tc>
          <w:tcPr>
            <w:tcW w:w="963" w:type="pct"/>
          </w:tcPr>
          <w:p w14:paraId="331D9C28" w14:textId="77777777" w:rsidR="007F07D8" w:rsidRDefault="007F07D8">
            <w:pPr>
              <w:pStyle w:val="Tabletext"/>
            </w:pPr>
          </w:p>
        </w:tc>
      </w:tr>
      <w:tr w:rsidR="007F07D8" w14:paraId="6DDD9D09" w14:textId="77777777" w:rsidTr="005D34F6">
        <w:tc>
          <w:tcPr>
            <w:tcW w:w="2113" w:type="pct"/>
          </w:tcPr>
          <w:p w14:paraId="1C4FE623" w14:textId="77777777" w:rsidR="007F07D8" w:rsidRDefault="00000000">
            <w:pPr>
              <w:pStyle w:val="Tabletext"/>
            </w:pPr>
            <w:r>
              <w:t>Fire hazard properties: Group number</w:t>
            </w:r>
          </w:p>
        </w:tc>
        <w:tc>
          <w:tcPr>
            <w:tcW w:w="962" w:type="pct"/>
          </w:tcPr>
          <w:p w14:paraId="403CA0DC" w14:textId="77777777" w:rsidR="007F07D8" w:rsidRDefault="007F07D8">
            <w:pPr>
              <w:pStyle w:val="Tabletext"/>
            </w:pPr>
          </w:p>
        </w:tc>
        <w:tc>
          <w:tcPr>
            <w:tcW w:w="962" w:type="pct"/>
          </w:tcPr>
          <w:p w14:paraId="70F3F115" w14:textId="77777777" w:rsidR="007F07D8" w:rsidRDefault="007F07D8">
            <w:pPr>
              <w:pStyle w:val="Tabletext"/>
            </w:pPr>
          </w:p>
        </w:tc>
        <w:tc>
          <w:tcPr>
            <w:tcW w:w="963" w:type="pct"/>
          </w:tcPr>
          <w:p w14:paraId="5974B8AD" w14:textId="77777777" w:rsidR="007F07D8" w:rsidRDefault="007F07D8">
            <w:pPr>
              <w:pStyle w:val="Tabletext"/>
            </w:pPr>
          </w:p>
        </w:tc>
      </w:tr>
      <w:tr w:rsidR="007F07D8" w14:paraId="26E75E01" w14:textId="77777777" w:rsidTr="005D34F6">
        <w:tc>
          <w:tcPr>
            <w:tcW w:w="2113" w:type="pct"/>
          </w:tcPr>
          <w:p w14:paraId="69DE5A74" w14:textId="77777777" w:rsidR="007F07D8" w:rsidRDefault="00000000">
            <w:pPr>
              <w:pStyle w:val="Tabletext"/>
            </w:pPr>
            <w:r>
              <w:lastRenderedPageBreak/>
              <w:t>Internal environment</w:t>
            </w:r>
          </w:p>
        </w:tc>
        <w:tc>
          <w:tcPr>
            <w:tcW w:w="962" w:type="pct"/>
          </w:tcPr>
          <w:p w14:paraId="1240FB78" w14:textId="77777777" w:rsidR="007F07D8" w:rsidRDefault="007F07D8">
            <w:pPr>
              <w:pStyle w:val="Tabletext"/>
            </w:pPr>
          </w:p>
        </w:tc>
        <w:tc>
          <w:tcPr>
            <w:tcW w:w="962" w:type="pct"/>
          </w:tcPr>
          <w:p w14:paraId="61FBF093" w14:textId="77777777" w:rsidR="007F07D8" w:rsidRDefault="007F07D8">
            <w:pPr>
              <w:pStyle w:val="Tabletext"/>
            </w:pPr>
          </w:p>
        </w:tc>
        <w:tc>
          <w:tcPr>
            <w:tcW w:w="963" w:type="pct"/>
          </w:tcPr>
          <w:p w14:paraId="19492A45" w14:textId="77777777" w:rsidR="007F07D8" w:rsidRDefault="007F07D8">
            <w:pPr>
              <w:pStyle w:val="Tabletext"/>
            </w:pPr>
          </w:p>
        </w:tc>
      </w:tr>
      <w:tr w:rsidR="007F07D8" w14:paraId="7440CAE3" w14:textId="77777777" w:rsidTr="005D34F6">
        <w:tc>
          <w:tcPr>
            <w:tcW w:w="2113" w:type="pct"/>
          </w:tcPr>
          <w:p w14:paraId="150E040A" w14:textId="77777777" w:rsidR="007F07D8" w:rsidRDefault="00000000">
            <w:pPr>
              <w:pStyle w:val="Tabletext"/>
            </w:pPr>
            <w:r>
              <w:t>Panel thickness (mm)</w:t>
            </w:r>
          </w:p>
        </w:tc>
        <w:tc>
          <w:tcPr>
            <w:tcW w:w="962" w:type="pct"/>
          </w:tcPr>
          <w:p w14:paraId="55BDA589" w14:textId="77777777" w:rsidR="007F07D8" w:rsidRDefault="007F07D8">
            <w:pPr>
              <w:pStyle w:val="Tabletext"/>
            </w:pPr>
          </w:p>
        </w:tc>
        <w:tc>
          <w:tcPr>
            <w:tcW w:w="962" w:type="pct"/>
          </w:tcPr>
          <w:p w14:paraId="6784518F" w14:textId="77777777" w:rsidR="007F07D8" w:rsidRDefault="007F07D8">
            <w:pPr>
              <w:pStyle w:val="Tabletext"/>
            </w:pPr>
          </w:p>
        </w:tc>
        <w:tc>
          <w:tcPr>
            <w:tcW w:w="963" w:type="pct"/>
          </w:tcPr>
          <w:p w14:paraId="5A39BE27" w14:textId="77777777" w:rsidR="007F07D8" w:rsidRDefault="007F07D8">
            <w:pPr>
              <w:pStyle w:val="Tabletext"/>
            </w:pPr>
          </w:p>
        </w:tc>
      </w:tr>
      <w:tr w:rsidR="007F07D8" w14:paraId="514CAD93" w14:textId="77777777" w:rsidTr="005D34F6">
        <w:tc>
          <w:tcPr>
            <w:tcW w:w="2113" w:type="pct"/>
          </w:tcPr>
          <w:p w14:paraId="74B455CE" w14:textId="77777777" w:rsidR="007F07D8" w:rsidRDefault="00000000">
            <w:pPr>
              <w:pStyle w:val="Tabletext"/>
            </w:pPr>
            <w:r>
              <w:t>Panel width (mm)</w:t>
            </w:r>
          </w:p>
        </w:tc>
        <w:tc>
          <w:tcPr>
            <w:tcW w:w="962" w:type="pct"/>
          </w:tcPr>
          <w:p w14:paraId="454CBD0B" w14:textId="77777777" w:rsidR="007F07D8" w:rsidRDefault="007F07D8">
            <w:pPr>
              <w:pStyle w:val="Tabletext"/>
            </w:pPr>
          </w:p>
        </w:tc>
        <w:tc>
          <w:tcPr>
            <w:tcW w:w="962" w:type="pct"/>
          </w:tcPr>
          <w:p w14:paraId="2BFD168E" w14:textId="77777777" w:rsidR="007F07D8" w:rsidRDefault="007F07D8">
            <w:pPr>
              <w:pStyle w:val="Tabletext"/>
            </w:pPr>
          </w:p>
        </w:tc>
        <w:tc>
          <w:tcPr>
            <w:tcW w:w="963" w:type="pct"/>
          </w:tcPr>
          <w:p w14:paraId="27570AF9" w14:textId="77777777" w:rsidR="007F07D8" w:rsidRDefault="007F07D8">
            <w:pPr>
              <w:pStyle w:val="Tabletext"/>
            </w:pPr>
          </w:p>
        </w:tc>
      </w:tr>
      <w:tr w:rsidR="007F07D8" w14:paraId="3B5DBFB9" w14:textId="77777777" w:rsidTr="005D34F6">
        <w:tc>
          <w:tcPr>
            <w:tcW w:w="2113" w:type="pct"/>
          </w:tcPr>
          <w:p w14:paraId="05ABC64F" w14:textId="77777777" w:rsidR="007F07D8" w:rsidRDefault="00000000">
            <w:pPr>
              <w:pStyle w:val="Tabletext"/>
            </w:pPr>
            <w:r>
              <w:t>Panel skin material: External</w:t>
            </w:r>
          </w:p>
        </w:tc>
        <w:tc>
          <w:tcPr>
            <w:tcW w:w="962" w:type="pct"/>
          </w:tcPr>
          <w:p w14:paraId="29E37960" w14:textId="77777777" w:rsidR="007F07D8" w:rsidRDefault="007F07D8">
            <w:pPr>
              <w:pStyle w:val="Tabletext"/>
            </w:pPr>
          </w:p>
        </w:tc>
        <w:tc>
          <w:tcPr>
            <w:tcW w:w="962" w:type="pct"/>
          </w:tcPr>
          <w:p w14:paraId="16B425F4" w14:textId="77777777" w:rsidR="007F07D8" w:rsidRDefault="007F07D8">
            <w:pPr>
              <w:pStyle w:val="Tabletext"/>
            </w:pPr>
          </w:p>
        </w:tc>
        <w:tc>
          <w:tcPr>
            <w:tcW w:w="963" w:type="pct"/>
          </w:tcPr>
          <w:p w14:paraId="1820BF76" w14:textId="77777777" w:rsidR="007F07D8" w:rsidRDefault="007F07D8">
            <w:pPr>
              <w:pStyle w:val="Tabletext"/>
            </w:pPr>
          </w:p>
        </w:tc>
      </w:tr>
      <w:tr w:rsidR="007F07D8" w14:paraId="73F2AD7D" w14:textId="77777777" w:rsidTr="005D34F6">
        <w:tc>
          <w:tcPr>
            <w:tcW w:w="2113" w:type="pct"/>
          </w:tcPr>
          <w:p w14:paraId="1690FC58" w14:textId="77777777" w:rsidR="007F07D8" w:rsidRDefault="00000000">
            <w:pPr>
              <w:pStyle w:val="Tabletext"/>
            </w:pPr>
            <w:r>
              <w:t>Panel skin material: Internal</w:t>
            </w:r>
          </w:p>
        </w:tc>
        <w:tc>
          <w:tcPr>
            <w:tcW w:w="962" w:type="pct"/>
          </w:tcPr>
          <w:p w14:paraId="532D712B" w14:textId="77777777" w:rsidR="007F07D8" w:rsidRDefault="007F07D8">
            <w:pPr>
              <w:pStyle w:val="Tabletext"/>
            </w:pPr>
          </w:p>
        </w:tc>
        <w:tc>
          <w:tcPr>
            <w:tcW w:w="962" w:type="pct"/>
          </w:tcPr>
          <w:p w14:paraId="115B571D" w14:textId="77777777" w:rsidR="007F07D8" w:rsidRDefault="007F07D8">
            <w:pPr>
              <w:pStyle w:val="Tabletext"/>
            </w:pPr>
          </w:p>
        </w:tc>
        <w:tc>
          <w:tcPr>
            <w:tcW w:w="963" w:type="pct"/>
          </w:tcPr>
          <w:p w14:paraId="7829BADD" w14:textId="77777777" w:rsidR="007F07D8" w:rsidRDefault="007F07D8">
            <w:pPr>
              <w:pStyle w:val="Tabletext"/>
            </w:pPr>
          </w:p>
        </w:tc>
      </w:tr>
      <w:tr w:rsidR="007F07D8" w14:paraId="5A9397DB" w14:textId="77777777" w:rsidTr="005D34F6">
        <w:tc>
          <w:tcPr>
            <w:tcW w:w="2113" w:type="pct"/>
          </w:tcPr>
          <w:p w14:paraId="3FF68255" w14:textId="77777777" w:rsidR="007F07D8" w:rsidRDefault="00000000">
            <w:pPr>
              <w:pStyle w:val="Tabletext"/>
            </w:pPr>
            <w:r>
              <w:t>Panel skin thickness: External (mm)</w:t>
            </w:r>
          </w:p>
        </w:tc>
        <w:tc>
          <w:tcPr>
            <w:tcW w:w="962" w:type="pct"/>
          </w:tcPr>
          <w:p w14:paraId="6EF2BC56" w14:textId="77777777" w:rsidR="007F07D8" w:rsidRDefault="007F07D8">
            <w:pPr>
              <w:pStyle w:val="Tabletext"/>
            </w:pPr>
          </w:p>
        </w:tc>
        <w:tc>
          <w:tcPr>
            <w:tcW w:w="962" w:type="pct"/>
          </w:tcPr>
          <w:p w14:paraId="713017B1" w14:textId="77777777" w:rsidR="007F07D8" w:rsidRDefault="007F07D8">
            <w:pPr>
              <w:pStyle w:val="Tabletext"/>
            </w:pPr>
          </w:p>
        </w:tc>
        <w:tc>
          <w:tcPr>
            <w:tcW w:w="963" w:type="pct"/>
          </w:tcPr>
          <w:p w14:paraId="5D09C33B" w14:textId="77777777" w:rsidR="007F07D8" w:rsidRDefault="007F07D8">
            <w:pPr>
              <w:pStyle w:val="Tabletext"/>
            </w:pPr>
          </w:p>
        </w:tc>
      </w:tr>
      <w:tr w:rsidR="007F07D8" w14:paraId="36F5633E" w14:textId="77777777" w:rsidTr="005D34F6">
        <w:tc>
          <w:tcPr>
            <w:tcW w:w="2113" w:type="pct"/>
          </w:tcPr>
          <w:p w14:paraId="6B359C33" w14:textId="77777777" w:rsidR="007F07D8" w:rsidRDefault="00000000">
            <w:pPr>
              <w:pStyle w:val="Tabletext"/>
            </w:pPr>
            <w:r>
              <w:t>Panel skin thickness: Internal (mm)</w:t>
            </w:r>
          </w:p>
        </w:tc>
        <w:tc>
          <w:tcPr>
            <w:tcW w:w="962" w:type="pct"/>
          </w:tcPr>
          <w:p w14:paraId="02B64319" w14:textId="77777777" w:rsidR="007F07D8" w:rsidRDefault="007F07D8">
            <w:pPr>
              <w:pStyle w:val="Tabletext"/>
            </w:pPr>
          </w:p>
        </w:tc>
        <w:tc>
          <w:tcPr>
            <w:tcW w:w="962" w:type="pct"/>
          </w:tcPr>
          <w:p w14:paraId="2538BF38" w14:textId="77777777" w:rsidR="007F07D8" w:rsidRDefault="007F07D8">
            <w:pPr>
              <w:pStyle w:val="Tabletext"/>
            </w:pPr>
          </w:p>
        </w:tc>
        <w:tc>
          <w:tcPr>
            <w:tcW w:w="963" w:type="pct"/>
          </w:tcPr>
          <w:p w14:paraId="0D0C9679" w14:textId="77777777" w:rsidR="007F07D8" w:rsidRDefault="007F07D8">
            <w:pPr>
              <w:pStyle w:val="Tabletext"/>
            </w:pPr>
          </w:p>
        </w:tc>
      </w:tr>
      <w:tr w:rsidR="007F07D8" w14:paraId="787ADC06" w14:textId="77777777" w:rsidTr="005D34F6">
        <w:tc>
          <w:tcPr>
            <w:tcW w:w="2113" w:type="pct"/>
          </w:tcPr>
          <w:p w14:paraId="7EED1FB4" w14:textId="77777777" w:rsidR="007F07D8" w:rsidRDefault="00000000">
            <w:pPr>
              <w:pStyle w:val="Tabletext"/>
            </w:pPr>
            <w:r>
              <w:t>Panel profile: External</w:t>
            </w:r>
          </w:p>
        </w:tc>
        <w:tc>
          <w:tcPr>
            <w:tcW w:w="962" w:type="pct"/>
          </w:tcPr>
          <w:p w14:paraId="69E648F4" w14:textId="77777777" w:rsidR="007F07D8" w:rsidRDefault="007F07D8">
            <w:pPr>
              <w:pStyle w:val="Tabletext"/>
            </w:pPr>
          </w:p>
        </w:tc>
        <w:tc>
          <w:tcPr>
            <w:tcW w:w="962" w:type="pct"/>
          </w:tcPr>
          <w:p w14:paraId="4289AF8D" w14:textId="77777777" w:rsidR="007F07D8" w:rsidRDefault="007F07D8">
            <w:pPr>
              <w:pStyle w:val="Tabletext"/>
            </w:pPr>
          </w:p>
        </w:tc>
        <w:tc>
          <w:tcPr>
            <w:tcW w:w="963" w:type="pct"/>
          </w:tcPr>
          <w:p w14:paraId="3720982E" w14:textId="77777777" w:rsidR="007F07D8" w:rsidRDefault="007F07D8">
            <w:pPr>
              <w:pStyle w:val="Tabletext"/>
            </w:pPr>
          </w:p>
        </w:tc>
      </w:tr>
      <w:tr w:rsidR="007F07D8" w14:paraId="77B4FC66" w14:textId="77777777" w:rsidTr="005D34F6">
        <w:tc>
          <w:tcPr>
            <w:tcW w:w="2113" w:type="pct"/>
          </w:tcPr>
          <w:p w14:paraId="1C57BEAE" w14:textId="77777777" w:rsidR="007F07D8" w:rsidRDefault="00000000">
            <w:pPr>
              <w:pStyle w:val="Tabletext"/>
            </w:pPr>
            <w:r>
              <w:t>Panel profile: Internal</w:t>
            </w:r>
          </w:p>
        </w:tc>
        <w:tc>
          <w:tcPr>
            <w:tcW w:w="962" w:type="pct"/>
          </w:tcPr>
          <w:p w14:paraId="6D3ACD49" w14:textId="77777777" w:rsidR="007F07D8" w:rsidRDefault="007F07D8">
            <w:pPr>
              <w:pStyle w:val="Tabletext"/>
            </w:pPr>
          </w:p>
        </w:tc>
        <w:tc>
          <w:tcPr>
            <w:tcW w:w="962" w:type="pct"/>
          </w:tcPr>
          <w:p w14:paraId="03E24C94" w14:textId="77777777" w:rsidR="007F07D8" w:rsidRDefault="007F07D8">
            <w:pPr>
              <w:pStyle w:val="Tabletext"/>
            </w:pPr>
          </w:p>
        </w:tc>
        <w:tc>
          <w:tcPr>
            <w:tcW w:w="963" w:type="pct"/>
          </w:tcPr>
          <w:p w14:paraId="1BA08257" w14:textId="77777777" w:rsidR="007F07D8" w:rsidRDefault="007F07D8">
            <w:pPr>
              <w:pStyle w:val="Tabletext"/>
            </w:pPr>
          </w:p>
        </w:tc>
      </w:tr>
      <w:tr w:rsidR="007F07D8" w14:paraId="608D67E5" w14:textId="77777777" w:rsidTr="005D34F6">
        <w:tc>
          <w:tcPr>
            <w:tcW w:w="2113" w:type="pct"/>
          </w:tcPr>
          <w:p w14:paraId="7543C91E" w14:textId="77777777" w:rsidR="007F07D8" w:rsidRDefault="00000000">
            <w:pPr>
              <w:pStyle w:val="Tabletext"/>
            </w:pPr>
            <w:r>
              <w:t>Panel finish and colour: External</w:t>
            </w:r>
          </w:p>
        </w:tc>
        <w:tc>
          <w:tcPr>
            <w:tcW w:w="962" w:type="pct"/>
          </w:tcPr>
          <w:p w14:paraId="44876BAD" w14:textId="77777777" w:rsidR="007F07D8" w:rsidRDefault="007F07D8">
            <w:pPr>
              <w:pStyle w:val="Tabletext"/>
            </w:pPr>
          </w:p>
        </w:tc>
        <w:tc>
          <w:tcPr>
            <w:tcW w:w="962" w:type="pct"/>
          </w:tcPr>
          <w:p w14:paraId="1A3A955B" w14:textId="77777777" w:rsidR="007F07D8" w:rsidRDefault="007F07D8">
            <w:pPr>
              <w:pStyle w:val="Tabletext"/>
            </w:pPr>
          </w:p>
        </w:tc>
        <w:tc>
          <w:tcPr>
            <w:tcW w:w="963" w:type="pct"/>
          </w:tcPr>
          <w:p w14:paraId="54807ECD" w14:textId="77777777" w:rsidR="007F07D8" w:rsidRDefault="007F07D8">
            <w:pPr>
              <w:pStyle w:val="Tabletext"/>
            </w:pPr>
          </w:p>
        </w:tc>
      </w:tr>
      <w:tr w:rsidR="007F07D8" w14:paraId="3687D39C" w14:textId="77777777" w:rsidTr="005D34F6">
        <w:tc>
          <w:tcPr>
            <w:tcW w:w="2113" w:type="pct"/>
          </w:tcPr>
          <w:p w14:paraId="2BD7ABD6" w14:textId="77777777" w:rsidR="007F07D8" w:rsidRDefault="00000000">
            <w:pPr>
              <w:pStyle w:val="Tabletext"/>
            </w:pPr>
            <w:r>
              <w:t>Panel finish and colour: Internal</w:t>
            </w:r>
          </w:p>
        </w:tc>
        <w:tc>
          <w:tcPr>
            <w:tcW w:w="962" w:type="pct"/>
          </w:tcPr>
          <w:p w14:paraId="0BE7FCF3" w14:textId="77777777" w:rsidR="007F07D8" w:rsidRDefault="007F07D8">
            <w:pPr>
              <w:pStyle w:val="Tabletext"/>
            </w:pPr>
          </w:p>
        </w:tc>
        <w:tc>
          <w:tcPr>
            <w:tcW w:w="962" w:type="pct"/>
          </w:tcPr>
          <w:p w14:paraId="5DDF9F56" w14:textId="77777777" w:rsidR="007F07D8" w:rsidRDefault="007F07D8">
            <w:pPr>
              <w:pStyle w:val="Tabletext"/>
            </w:pPr>
          </w:p>
        </w:tc>
        <w:tc>
          <w:tcPr>
            <w:tcW w:w="963" w:type="pct"/>
          </w:tcPr>
          <w:p w14:paraId="66F094C2" w14:textId="77777777" w:rsidR="007F07D8" w:rsidRDefault="007F07D8">
            <w:pPr>
              <w:pStyle w:val="Tabletext"/>
            </w:pPr>
          </w:p>
        </w:tc>
      </w:tr>
      <w:tr w:rsidR="007F07D8" w14:paraId="1AA8C4EE" w14:textId="77777777" w:rsidTr="005D34F6">
        <w:tc>
          <w:tcPr>
            <w:tcW w:w="2113" w:type="pct"/>
          </w:tcPr>
          <w:p w14:paraId="13CDC830" w14:textId="77777777" w:rsidR="007F07D8" w:rsidRDefault="00000000">
            <w:pPr>
              <w:pStyle w:val="Tabletext"/>
            </w:pPr>
            <w:r>
              <w:t>R-Value (m².K/W)</w:t>
            </w:r>
          </w:p>
        </w:tc>
        <w:tc>
          <w:tcPr>
            <w:tcW w:w="962" w:type="pct"/>
          </w:tcPr>
          <w:p w14:paraId="58859BF9" w14:textId="77777777" w:rsidR="007F07D8" w:rsidRDefault="007F07D8">
            <w:pPr>
              <w:pStyle w:val="Tabletext"/>
            </w:pPr>
          </w:p>
        </w:tc>
        <w:tc>
          <w:tcPr>
            <w:tcW w:w="962" w:type="pct"/>
          </w:tcPr>
          <w:p w14:paraId="18BD84B0" w14:textId="77777777" w:rsidR="007F07D8" w:rsidRDefault="007F07D8">
            <w:pPr>
              <w:pStyle w:val="Tabletext"/>
            </w:pPr>
          </w:p>
        </w:tc>
        <w:tc>
          <w:tcPr>
            <w:tcW w:w="963" w:type="pct"/>
          </w:tcPr>
          <w:p w14:paraId="399816A0" w14:textId="77777777" w:rsidR="007F07D8" w:rsidRDefault="007F07D8">
            <w:pPr>
              <w:pStyle w:val="Tabletext"/>
            </w:pPr>
          </w:p>
        </w:tc>
      </w:tr>
      <w:tr w:rsidR="007F07D8" w14:paraId="3D3E00B2" w14:textId="77777777" w:rsidTr="005D34F6">
        <w:tc>
          <w:tcPr>
            <w:tcW w:w="2113" w:type="pct"/>
          </w:tcPr>
          <w:p w14:paraId="579798E7" w14:textId="77777777" w:rsidR="007F07D8" w:rsidRDefault="00000000">
            <w:pPr>
              <w:pStyle w:val="Tabletext"/>
            </w:pPr>
            <w:r>
              <w:t>Weighted sound reduction index (Rw)</w:t>
            </w:r>
          </w:p>
        </w:tc>
        <w:tc>
          <w:tcPr>
            <w:tcW w:w="962" w:type="pct"/>
          </w:tcPr>
          <w:p w14:paraId="6DD1C9D4" w14:textId="77777777" w:rsidR="007F07D8" w:rsidRDefault="007F07D8">
            <w:pPr>
              <w:pStyle w:val="Tabletext"/>
            </w:pPr>
          </w:p>
        </w:tc>
        <w:tc>
          <w:tcPr>
            <w:tcW w:w="962" w:type="pct"/>
          </w:tcPr>
          <w:p w14:paraId="2438CA25" w14:textId="77777777" w:rsidR="007F07D8" w:rsidRDefault="007F07D8">
            <w:pPr>
              <w:pStyle w:val="Tabletext"/>
            </w:pPr>
          </w:p>
        </w:tc>
        <w:tc>
          <w:tcPr>
            <w:tcW w:w="963" w:type="pct"/>
          </w:tcPr>
          <w:p w14:paraId="31AFB84C" w14:textId="77777777" w:rsidR="007F07D8" w:rsidRDefault="007F07D8">
            <w:pPr>
              <w:pStyle w:val="Tabletext"/>
            </w:pPr>
          </w:p>
        </w:tc>
      </w:tr>
      <w:tr w:rsidR="007F07D8" w14:paraId="1819DF63" w14:textId="77777777" w:rsidTr="005D34F6">
        <w:tc>
          <w:tcPr>
            <w:tcW w:w="2113" w:type="pct"/>
          </w:tcPr>
          <w:p w14:paraId="0EAD7247" w14:textId="77777777" w:rsidR="007F07D8" w:rsidRDefault="00000000">
            <w:pPr>
              <w:pStyle w:val="Tabletext"/>
            </w:pPr>
            <w:r>
              <w:t>Noise reduction coefficient (NRC)</w:t>
            </w:r>
          </w:p>
        </w:tc>
        <w:tc>
          <w:tcPr>
            <w:tcW w:w="962" w:type="pct"/>
          </w:tcPr>
          <w:p w14:paraId="2F05B774" w14:textId="77777777" w:rsidR="007F07D8" w:rsidRDefault="007F07D8">
            <w:pPr>
              <w:pStyle w:val="Tabletext"/>
            </w:pPr>
          </w:p>
        </w:tc>
        <w:tc>
          <w:tcPr>
            <w:tcW w:w="962" w:type="pct"/>
          </w:tcPr>
          <w:p w14:paraId="095BB6AF" w14:textId="77777777" w:rsidR="007F07D8" w:rsidRDefault="007F07D8">
            <w:pPr>
              <w:pStyle w:val="Tabletext"/>
            </w:pPr>
          </w:p>
        </w:tc>
        <w:tc>
          <w:tcPr>
            <w:tcW w:w="963" w:type="pct"/>
          </w:tcPr>
          <w:p w14:paraId="1E7C0D60" w14:textId="77777777" w:rsidR="007F07D8" w:rsidRDefault="007F07D8">
            <w:pPr>
              <w:pStyle w:val="Tabletext"/>
            </w:pPr>
          </w:p>
        </w:tc>
      </w:tr>
      <w:tr w:rsidR="007F07D8" w14:paraId="7034B10B" w14:textId="77777777" w:rsidTr="005D34F6">
        <w:tc>
          <w:tcPr>
            <w:tcW w:w="2113" w:type="pct"/>
          </w:tcPr>
          <w:p w14:paraId="339BA5B1" w14:textId="77777777" w:rsidR="007F07D8" w:rsidRDefault="00000000">
            <w:pPr>
              <w:pStyle w:val="Tabletext"/>
            </w:pPr>
            <w:r>
              <w:t>Solar absorptance</w:t>
            </w:r>
          </w:p>
        </w:tc>
        <w:tc>
          <w:tcPr>
            <w:tcW w:w="962" w:type="pct"/>
          </w:tcPr>
          <w:p w14:paraId="75305123" w14:textId="77777777" w:rsidR="007F07D8" w:rsidRDefault="007F07D8">
            <w:pPr>
              <w:pStyle w:val="Tabletext"/>
            </w:pPr>
          </w:p>
        </w:tc>
        <w:tc>
          <w:tcPr>
            <w:tcW w:w="962" w:type="pct"/>
          </w:tcPr>
          <w:p w14:paraId="59A5A3C0" w14:textId="77777777" w:rsidR="007F07D8" w:rsidRDefault="007F07D8">
            <w:pPr>
              <w:pStyle w:val="Tabletext"/>
            </w:pPr>
          </w:p>
        </w:tc>
        <w:tc>
          <w:tcPr>
            <w:tcW w:w="963" w:type="pct"/>
          </w:tcPr>
          <w:p w14:paraId="4287D64A" w14:textId="77777777" w:rsidR="007F07D8" w:rsidRDefault="007F07D8">
            <w:pPr>
              <w:pStyle w:val="Tabletext"/>
            </w:pPr>
          </w:p>
        </w:tc>
      </w:tr>
      <w:tr w:rsidR="007F07D8" w14:paraId="70DDFC93" w14:textId="77777777" w:rsidTr="005D34F6">
        <w:tc>
          <w:tcPr>
            <w:tcW w:w="2113" w:type="pct"/>
          </w:tcPr>
          <w:p w14:paraId="3078DCDF" w14:textId="77777777" w:rsidR="007F07D8" w:rsidRDefault="00000000">
            <w:pPr>
              <w:pStyle w:val="Tabletext"/>
            </w:pPr>
            <w:r>
              <w:t>Light Reflectance Value (LRV)</w:t>
            </w:r>
          </w:p>
        </w:tc>
        <w:tc>
          <w:tcPr>
            <w:tcW w:w="962" w:type="pct"/>
          </w:tcPr>
          <w:p w14:paraId="27BE23D1" w14:textId="77777777" w:rsidR="007F07D8" w:rsidRDefault="007F07D8">
            <w:pPr>
              <w:pStyle w:val="Tabletext"/>
            </w:pPr>
          </w:p>
        </w:tc>
        <w:tc>
          <w:tcPr>
            <w:tcW w:w="962" w:type="pct"/>
          </w:tcPr>
          <w:p w14:paraId="4470C35F" w14:textId="77777777" w:rsidR="007F07D8" w:rsidRDefault="007F07D8">
            <w:pPr>
              <w:pStyle w:val="Tabletext"/>
            </w:pPr>
          </w:p>
        </w:tc>
        <w:tc>
          <w:tcPr>
            <w:tcW w:w="963" w:type="pct"/>
          </w:tcPr>
          <w:p w14:paraId="3503E110" w14:textId="77777777" w:rsidR="007F07D8" w:rsidRDefault="007F07D8">
            <w:pPr>
              <w:pStyle w:val="Tabletext"/>
            </w:pPr>
          </w:p>
        </w:tc>
      </w:tr>
      <w:tr w:rsidR="007F07D8" w14:paraId="3BD18CE8" w14:textId="77777777" w:rsidTr="005D34F6">
        <w:tc>
          <w:tcPr>
            <w:tcW w:w="2113" w:type="pct"/>
          </w:tcPr>
          <w:p w14:paraId="0F2F8479" w14:textId="77777777" w:rsidR="007F07D8" w:rsidRDefault="00000000">
            <w:pPr>
              <w:pStyle w:val="Tabletext"/>
            </w:pPr>
            <w:r>
              <w:t>Trim</w:t>
            </w:r>
          </w:p>
        </w:tc>
        <w:tc>
          <w:tcPr>
            <w:tcW w:w="962" w:type="pct"/>
          </w:tcPr>
          <w:p w14:paraId="2CF9CD2E" w14:textId="77777777" w:rsidR="007F07D8" w:rsidRDefault="007F07D8">
            <w:pPr>
              <w:pStyle w:val="Tabletext"/>
            </w:pPr>
          </w:p>
        </w:tc>
        <w:tc>
          <w:tcPr>
            <w:tcW w:w="962" w:type="pct"/>
          </w:tcPr>
          <w:p w14:paraId="06413289" w14:textId="77777777" w:rsidR="007F07D8" w:rsidRDefault="007F07D8">
            <w:pPr>
              <w:pStyle w:val="Tabletext"/>
            </w:pPr>
          </w:p>
        </w:tc>
        <w:tc>
          <w:tcPr>
            <w:tcW w:w="963" w:type="pct"/>
          </w:tcPr>
          <w:p w14:paraId="0E3C5690" w14:textId="77777777" w:rsidR="007F07D8" w:rsidRDefault="007F07D8">
            <w:pPr>
              <w:pStyle w:val="Tabletext"/>
            </w:pPr>
          </w:p>
        </w:tc>
      </w:tr>
      <w:tr w:rsidR="007F07D8" w14:paraId="33D3FD20" w14:textId="77777777" w:rsidTr="005D34F6">
        <w:tc>
          <w:tcPr>
            <w:tcW w:w="2113" w:type="pct"/>
          </w:tcPr>
          <w:p w14:paraId="71177BC4" w14:textId="77777777" w:rsidR="007F07D8" w:rsidRDefault="00000000">
            <w:pPr>
              <w:pStyle w:val="Tabletext"/>
            </w:pPr>
            <w:r>
              <w:t>Control joint width</w:t>
            </w:r>
          </w:p>
        </w:tc>
        <w:tc>
          <w:tcPr>
            <w:tcW w:w="962" w:type="pct"/>
          </w:tcPr>
          <w:p w14:paraId="2CF40617" w14:textId="77777777" w:rsidR="007F07D8" w:rsidRDefault="007F07D8">
            <w:pPr>
              <w:pStyle w:val="Tabletext"/>
            </w:pPr>
          </w:p>
        </w:tc>
        <w:tc>
          <w:tcPr>
            <w:tcW w:w="962" w:type="pct"/>
          </w:tcPr>
          <w:p w14:paraId="289A6BCF" w14:textId="77777777" w:rsidR="007F07D8" w:rsidRDefault="007F07D8">
            <w:pPr>
              <w:pStyle w:val="Tabletext"/>
            </w:pPr>
          </w:p>
        </w:tc>
        <w:tc>
          <w:tcPr>
            <w:tcW w:w="963" w:type="pct"/>
          </w:tcPr>
          <w:p w14:paraId="4726BAAB" w14:textId="77777777" w:rsidR="007F07D8" w:rsidRDefault="007F07D8">
            <w:pPr>
              <w:pStyle w:val="Tabletext"/>
            </w:pPr>
          </w:p>
        </w:tc>
      </w:tr>
      <w:tr w:rsidR="007F07D8" w14:paraId="298FF046" w14:textId="77777777" w:rsidTr="005D34F6">
        <w:tc>
          <w:tcPr>
            <w:tcW w:w="2113" w:type="pct"/>
          </w:tcPr>
          <w:p w14:paraId="66A287A5" w14:textId="77777777" w:rsidR="007F07D8" w:rsidRDefault="00000000">
            <w:pPr>
              <w:pStyle w:val="Tabletext"/>
            </w:pPr>
            <w:r>
              <w:t>Flashings and cappings</w:t>
            </w:r>
          </w:p>
        </w:tc>
        <w:tc>
          <w:tcPr>
            <w:tcW w:w="962" w:type="pct"/>
          </w:tcPr>
          <w:p w14:paraId="043AA8AD" w14:textId="77777777" w:rsidR="007F07D8" w:rsidRDefault="007F07D8">
            <w:pPr>
              <w:pStyle w:val="Tabletext"/>
            </w:pPr>
          </w:p>
        </w:tc>
        <w:tc>
          <w:tcPr>
            <w:tcW w:w="962" w:type="pct"/>
          </w:tcPr>
          <w:p w14:paraId="59659F41" w14:textId="77777777" w:rsidR="007F07D8" w:rsidRDefault="007F07D8">
            <w:pPr>
              <w:pStyle w:val="Tabletext"/>
            </w:pPr>
          </w:p>
        </w:tc>
        <w:tc>
          <w:tcPr>
            <w:tcW w:w="963" w:type="pct"/>
          </w:tcPr>
          <w:p w14:paraId="2A9B7979" w14:textId="77777777" w:rsidR="007F07D8" w:rsidRDefault="007F07D8">
            <w:pPr>
              <w:pStyle w:val="Tabletext"/>
            </w:pPr>
          </w:p>
        </w:tc>
      </w:tr>
      <w:tr w:rsidR="007F07D8" w14:paraId="084FDD86" w14:textId="77777777" w:rsidTr="005D34F6">
        <w:tc>
          <w:tcPr>
            <w:tcW w:w="2113" w:type="pct"/>
          </w:tcPr>
          <w:p w14:paraId="120174B1" w14:textId="77777777" w:rsidR="007F07D8" w:rsidRDefault="00000000">
            <w:pPr>
              <w:pStyle w:val="Tabletext"/>
            </w:pPr>
            <w:r>
              <w:t>Fasteners</w:t>
            </w:r>
          </w:p>
        </w:tc>
        <w:tc>
          <w:tcPr>
            <w:tcW w:w="962" w:type="pct"/>
          </w:tcPr>
          <w:p w14:paraId="5CE653CF" w14:textId="77777777" w:rsidR="007F07D8" w:rsidRDefault="007F07D8">
            <w:pPr>
              <w:pStyle w:val="Tabletext"/>
            </w:pPr>
          </w:p>
        </w:tc>
        <w:tc>
          <w:tcPr>
            <w:tcW w:w="962" w:type="pct"/>
          </w:tcPr>
          <w:p w14:paraId="0B2A1E2B" w14:textId="77777777" w:rsidR="007F07D8" w:rsidRDefault="007F07D8">
            <w:pPr>
              <w:pStyle w:val="Tabletext"/>
            </w:pPr>
          </w:p>
        </w:tc>
        <w:tc>
          <w:tcPr>
            <w:tcW w:w="963" w:type="pct"/>
          </w:tcPr>
          <w:p w14:paraId="69D415A9" w14:textId="77777777" w:rsidR="007F07D8" w:rsidRDefault="007F07D8">
            <w:pPr>
              <w:pStyle w:val="Tabletext"/>
            </w:pPr>
          </w:p>
        </w:tc>
      </w:tr>
    </w:tbl>
    <w:p w14:paraId="7AF20B15" w14:textId="77777777" w:rsidR="007F07D8" w:rsidRDefault="00000000">
      <w:r>
        <w:t> </w:t>
      </w:r>
    </w:p>
    <w:p w14:paraId="32A027AE" w14:textId="77777777" w:rsidR="007F07D8" w:rsidRDefault="00000000">
      <w:pPr>
        <w:pStyle w:val="Instructions"/>
      </w:pPr>
      <w:bookmarkStart w:id="212" w:name="f-3_8767-1"/>
      <w:bookmarkStart w:id="213" w:name="f-3_8767"/>
      <w:r>
        <w:t>The codes in the header row of the schedule designate each application or location of the item scheduled. Edit the codes to match those in other contract documents.</w:t>
      </w:r>
    </w:p>
    <w:bookmarkEnd w:id="212"/>
    <w:bookmarkEnd w:id="213"/>
    <w:p w14:paraId="451F0C36" w14:textId="77777777" w:rsidR="007F07D8" w:rsidRDefault="00000000">
      <w:pPr>
        <w:pStyle w:val="Instructions"/>
      </w:pPr>
      <w:r>
        <w:t>Contact ASKIN</w:t>
      </w:r>
      <w:r>
        <w:rPr>
          <w:vertAlign w:val="superscript"/>
        </w:rPr>
        <w:t>®</w:t>
      </w:r>
      <w:r>
        <w:t xml:space="preserve"> to discuss your project requirements.</w:t>
      </w:r>
    </w:p>
    <w:p w14:paraId="532450D4" w14:textId="77777777" w:rsidR="007F07D8" w:rsidRDefault="00000000">
      <w:pPr>
        <w:pStyle w:val="Instructions"/>
      </w:pPr>
      <w:r>
        <w:t>Fire hazard properties: Non-combustible to BCA (2022) C2D10(6)(e): Select from Required, Not Required.</w:t>
      </w:r>
    </w:p>
    <w:p w14:paraId="333DAD5B" w14:textId="77777777" w:rsidR="007F07D8" w:rsidRDefault="00000000">
      <w:pPr>
        <w:pStyle w:val="Instructions"/>
      </w:pPr>
      <w:r>
        <w:t>Fire hazard properties: Group number: Refer to BCA (2022) Spec 7.</w:t>
      </w:r>
    </w:p>
    <w:p w14:paraId="60305BD1" w14:textId="77777777" w:rsidR="007F07D8" w:rsidRDefault="00000000">
      <w:pPr>
        <w:pStyle w:val="Instructions"/>
      </w:pPr>
      <w:r>
        <w:t>Panel thickness: Select from 75 mm, 100 mm, 120 mm, 150 mm, 175 mm or 200 mm.</w:t>
      </w:r>
    </w:p>
    <w:p w14:paraId="3A3F4003" w14:textId="77777777" w:rsidR="007F07D8" w:rsidRDefault="00000000">
      <w:pPr>
        <w:pStyle w:val="Instructions"/>
      </w:pPr>
      <w:r>
        <w:t>Panel width: 1000 mm standard. (Contact ASKIN</w:t>
      </w:r>
      <w:r>
        <w:rPr>
          <w:vertAlign w:val="superscript"/>
        </w:rPr>
        <w:t>®</w:t>
      </w:r>
      <w:r>
        <w:t xml:space="preserve"> for other widths available.)</w:t>
      </w:r>
    </w:p>
    <w:p w14:paraId="278779D3" w14:textId="77777777" w:rsidR="007F07D8" w:rsidRDefault="00000000">
      <w:pPr>
        <w:pStyle w:val="Instructions"/>
      </w:pPr>
      <w:r>
        <w:t>Panel skin material: Internal and external Select from:</w:t>
      </w:r>
    </w:p>
    <w:p w14:paraId="1359591D" w14:textId="77777777" w:rsidR="007F07D8" w:rsidRDefault="00000000">
      <w:pPr>
        <w:pStyle w:val="Instructionsindent"/>
      </w:pPr>
      <w:r>
        <w:t>AM100 colour coated steel.</w:t>
      </w:r>
    </w:p>
    <w:p w14:paraId="65BC6F9F" w14:textId="77777777" w:rsidR="007F07D8" w:rsidRDefault="00000000">
      <w:pPr>
        <w:pStyle w:val="Instructionsindent"/>
      </w:pPr>
      <w:r>
        <w:t>Z275 colour coated steel.</w:t>
      </w:r>
    </w:p>
    <w:p w14:paraId="0913088C" w14:textId="77777777" w:rsidR="007F07D8" w:rsidRDefault="00000000">
      <w:pPr>
        <w:pStyle w:val="Instructionsindent"/>
      </w:pPr>
      <w:r>
        <w:t>AZ150 colour coated steel.</w:t>
      </w:r>
    </w:p>
    <w:p w14:paraId="3A3B97E9" w14:textId="77777777" w:rsidR="007F07D8" w:rsidRDefault="00000000">
      <w:pPr>
        <w:pStyle w:val="Instructionsindent"/>
      </w:pPr>
      <w:r>
        <w:t>ASKIN</w:t>
      </w:r>
      <w:r>
        <w:rPr>
          <w:vertAlign w:val="superscript"/>
        </w:rPr>
        <w:t>®</w:t>
      </w:r>
      <w:r>
        <w:t xml:space="preserve"> 200 Plus.</w:t>
      </w:r>
    </w:p>
    <w:p w14:paraId="1B3F9033" w14:textId="77777777" w:rsidR="007F07D8" w:rsidRDefault="00000000">
      <w:pPr>
        <w:pStyle w:val="Instructionsindent"/>
      </w:pPr>
      <w:r>
        <w:t>Colorbond</w:t>
      </w:r>
      <w:r>
        <w:rPr>
          <w:vertAlign w:val="superscript"/>
        </w:rPr>
        <w:t>®</w:t>
      </w:r>
      <w:r>
        <w:t xml:space="preserve"> Intramax</w:t>
      </w:r>
      <w:r>
        <w:rPr>
          <w:vertAlign w:val="superscript"/>
        </w:rPr>
        <w:t>TM</w:t>
      </w:r>
    </w:p>
    <w:p w14:paraId="708BC419" w14:textId="77777777" w:rsidR="007F07D8" w:rsidRDefault="00000000">
      <w:pPr>
        <w:pStyle w:val="Instructionsindent"/>
      </w:pPr>
      <w:r>
        <w:t>Stainless steel.</w:t>
      </w:r>
    </w:p>
    <w:p w14:paraId="3CEEEF8A" w14:textId="77777777" w:rsidR="007F07D8" w:rsidRDefault="00000000">
      <w:pPr>
        <w:pStyle w:val="Instructionsindent"/>
      </w:pPr>
      <w:r>
        <w:t>Aluminium.</w:t>
      </w:r>
    </w:p>
    <w:p w14:paraId="35684FBC" w14:textId="77777777" w:rsidR="007F07D8" w:rsidRDefault="00000000">
      <w:pPr>
        <w:pStyle w:val="Instructionsindent"/>
      </w:pPr>
      <w:r>
        <w:t>Printech</w:t>
      </w:r>
      <w:r>
        <w:rPr>
          <w:vertAlign w:val="superscript"/>
        </w:rPr>
        <w:t>®</w:t>
      </w:r>
      <w:r>
        <w:t xml:space="preserve"> steel.</w:t>
      </w:r>
    </w:p>
    <w:p w14:paraId="7DC7A786" w14:textId="77777777" w:rsidR="007F07D8" w:rsidRDefault="00000000">
      <w:pPr>
        <w:pStyle w:val="Instructions"/>
      </w:pPr>
      <w:r>
        <w:t>Panel skin thickness: Internal and external: e.g. 0.4, 0.5 or 0.6 mm.</w:t>
      </w:r>
    </w:p>
    <w:p w14:paraId="6F72C3C7" w14:textId="77777777" w:rsidR="007F07D8" w:rsidRDefault="00000000">
      <w:pPr>
        <w:pStyle w:val="Instructions"/>
      </w:pPr>
      <w:r>
        <w:t>Panel profile: Internal and external: Select from:</w:t>
      </w:r>
    </w:p>
    <w:p w14:paraId="20CD8C20" w14:textId="77777777" w:rsidR="007F07D8" w:rsidRDefault="00000000">
      <w:pPr>
        <w:pStyle w:val="Instructionsindent"/>
      </w:pPr>
      <w:r>
        <w:t>Seamless</w:t>
      </w:r>
    </w:p>
    <w:p w14:paraId="08857195" w14:textId="77777777" w:rsidR="007F07D8" w:rsidRDefault="00000000">
      <w:pPr>
        <w:pStyle w:val="Instructionsindent"/>
      </w:pPr>
      <w:r>
        <w:t>Silkline.</w:t>
      </w:r>
    </w:p>
    <w:p w14:paraId="02631F53" w14:textId="77777777" w:rsidR="007F07D8" w:rsidRDefault="00000000">
      <w:pPr>
        <w:pStyle w:val="Instructionsindent"/>
      </w:pPr>
      <w:r>
        <w:t>Ambience.</w:t>
      </w:r>
    </w:p>
    <w:p w14:paraId="2FB55D7D" w14:textId="77777777" w:rsidR="007F07D8" w:rsidRDefault="00000000">
      <w:pPr>
        <w:pStyle w:val="Instructionsindent"/>
      </w:pPr>
      <w:r>
        <w:t>Infinite.</w:t>
      </w:r>
    </w:p>
    <w:p w14:paraId="5BD04FF0" w14:textId="77777777" w:rsidR="007F07D8" w:rsidRDefault="00000000">
      <w:pPr>
        <w:pStyle w:val="Instructionsindent"/>
      </w:pPr>
      <w:r>
        <w:t>Transform.</w:t>
      </w:r>
    </w:p>
    <w:p w14:paraId="61979EA0" w14:textId="77777777" w:rsidR="007F07D8" w:rsidRDefault="00000000">
      <w:pPr>
        <w:pStyle w:val="Instructions"/>
      </w:pPr>
      <w:r>
        <w:t>Panel finish: External: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10AD444F" w14:textId="77777777" w:rsidR="007F07D8" w:rsidRDefault="00000000">
      <w:pPr>
        <w:pStyle w:val="Instructions"/>
      </w:pPr>
      <w:r>
        <w:t>Panel finish: Internal: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6222388E" w14:textId="77777777" w:rsidR="007F07D8" w:rsidRDefault="00000000">
      <w:pPr>
        <w:pStyle w:val="Instructions"/>
      </w:pPr>
      <w:r>
        <w:t>R-Value: Select from the manufacturer’s range. AS/NZS 4859.1 (2018) requires that R-Value is declared at 23°C for insulation products sold in Australia.</w:t>
      </w:r>
    </w:p>
    <w:p w14:paraId="55E07FB8" w14:textId="77777777" w:rsidR="007F07D8" w:rsidRDefault="00000000">
      <w:pPr>
        <w:pStyle w:val="Instructions"/>
      </w:pPr>
      <w:r>
        <w:lastRenderedPageBreak/>
        <w:t>Weighted sound reduction index (Rw): Select from:</w:t>
      </w:r>
    </w:p>
    <w:p w14:paraId="20909169" w14:textId="77777777" w:rsidR="007F07D8" w:rsidRDefault="00000000">
      <w:pPr>
        <w:pStyle w:val="Instructionsindent"/>
      </w:pPr>
      <w:r>
        <w:t>75 mm thick: 28.</w:t>
      </w:r>
    </w:p>
    <w:p w14:paraId="65271B45" w14:textId="77777777" w:rsidR="007F07D8" w:rsidRDefault="00000000">
      <w:pPr>
        <w:pStyle w:val="Instructionsindent"/>
      </w:pPr>
      <w:r>
        <w:t>100 mm thick: 29.</w:t>
      </w:r>
    </w:p>
    <w:p w14:paraId="284E13C3" w14:textId="77777777" w:rsidR="007F07D8" w:rsidRDefault="00000000">
      <w:pPr>
        <w:pStyle w:val="Instructionsindent"/>
      </w:pPr>
      <w:r>
        <w:t>120 mm thick: 30.</w:t>
      </w:r>
    </w:p>
    <w:p w14:paraId="5658F6AE" w14:textId="77777777" w:rsidR="007F07D8" w:rsidRDefault="00000000">
      <w:pPr>
        <w:pStyle w:val="Instructionsindent"/>
      </w:pPr>
      <w:r>
        <w:t>150 mm thick: 31.</w:t>
      </w:r>
    </w:p>
    <w:p w14:paraId="2DFC5F0F" w14:textId="77777777" w:rsidR="007F07D8" w:rsidRDefault="00000000">
      <w:pPr>
        <w:pStyle w:val="Instructionsindent"/>
      </w:pPr>
      <w:r>
        <w:t>200 mm thick: 33.</w:t>
      </w:r>
    </w:p>
    <w:p w14:paraId="45D780DD" w14:textId="77777777" w:rsidR="007F07D8" w:rsidRDefault="00000000">
      <w:pPr>
        <w:pStyle w:val="Instructions"/>
      </w:pPr>
      <w:r>
        <w:t>Noise reduction coefficient (NRC): Refer to Askin’s product data sheets.</w:t>
      </w:r>
    </w:p>
    <w:p w14:paraId="777783E3" w14:textId="77777777" w:rsidR="007F07D8" w:rsidRDefault="00000000">
      <w:pPr>
        <w:pStyle w:val="Instructions"/>
      </w:pPr>
      <w:r>
        <w:t>Solar absorptance: Select from manufacturer’s range. Light (&lt; 0.40), Medium (0.40 to 0.60), Dark (&gt; 0.60). See BCA (2022) J3D8 for external walls to a Class 2 building or a Class 4 part of a building.</w:t>
      </w:r>
    </w:p>
    <w:p w14:paraId="3F0B80FE" w14:textId="77777777" w:rsidR="007F07D8" w:rsidRDefault="00000000">
      <w:pPr>
        <w:pStyle w:val="Instructions"/>
      </w:pPr>
      <w:r>
        <w:t>Light Reflectance Value (LRV): If required, nominate the light reflectance value. Some local authorities limit the light reflectance value for building exteriors. Refer to the relevant local authority for any requirements.</w:t>
      </w:r>
    </w:p>
    <w:p w14:paraId="37606EE9" w14:textId="77777777" w:rsidR="007F07D8" w:rsidRDefault="00000000">
      <w:pPr>
        <w:pStyle w:val="Instructions"/>
      </w:pPr>
      <w:r>
        <w:t>Trim: e.g. Proprietary accessories for sills, reveals or corner returns.</w:t>
      </w:r>
    </w:p>
    <w:p w14:paraId="098BA3EF" w14:textId="77777777" w:rsidR="007F07D8" w:rsidRDefault="00000000">
      <w:pPr>
        <w:pStyle w:val="Instructions"/>
      </w:pPr>
      <w:r>
        <w:t xml:space="preserve">Flashings and cappings: e.g. Prefinished sheet metal to match cladding colour. Coordinate with </w:t>
      </w:r>
      <w:r>
        <w:rPr>
          <w:i/>
        </w:rPr>
        <w:t>042 Roofing</w:t>
      </w:r>
      <w:r>
        <w:t xml:space="preserve"> worksections.</w:t>
      </w:r>
    </w:p>
    <w:p w14:paraId="4D1CBFA5" w14:textId="77777777" w:rsidR="007F07D8" w:rsidRDefault="00000000">
      <w:pPr>
        <w:pStyle w:val="Instructions"/>
      </w:pPr>
      <w:r>
        <w:t>Fasteners: e.g. Concealed or Pierced: Crest or Valley.</w:t>
      </w:r>
    </w:p>
    <w:p w14:paraId="62F10324" w14:textId="77777777" w:rsidR="007F07D8" w:rsidRDefault="00000000">
      <w:pPr>
        <w:pStyle w:val="Heading4"/>
      </w:pPr>
      <w:bookmarkStart w:id="214" w:name="h-8_13061-73"/>
      <w:bookmarkStart w:id="215" w:name="f-8_13061-73"/>
      <w:bookmarkStart w:id="216" w:name="f-13295-6"/>
      <w:bookmarkEnd w:id="211"/>
      <w:r>
        <w:t>Cladding support schedule</w:t>
      </w:r>
      <w:bookmarkEnd w:id="214"/>
    </w:p>
    <w:tbl>
      <w:tblPr>
        <w:tblStyle w:val="NATSPECTable"/>
        <w:tblW w:w="5000" w:type="pct"/>
        <w:tblLook w:val="0620" w:firstRow="1" w:lastRow="0" w:firstColumn="0" w:lastColumn="0" w:noHBand="1" w:noVBand="1"/>
      </w:tblPr>
      <w:tblGrid>
        <w:gridCol w:w="2873"/>
        <w:gridCol w:w="2092"/>
        <w:gridCol w:w="2092"/>
        <w:gridCol w:w="2094"/>
      </w:tblGrid>
      <w:tr w:rsidR="007F07D8" w14:paraId="19846BBA" w14:textId="77777777" w:rsidTr="005D34F6">
        <w:trPr>
          <w:tblHeader/>
        </w:trPr>
        <w:tc>
          <w:tcPr>
            <w:tcW w:w="1570" w:type="pct"/>
          </w:tcPr>
          <w:p w14:paraId="531272FD" w14:textId="77777777" w:rsidR="007F07D8" w:rsidRDefault="007F07D8">
            <w:pPr>
              <w:pStyle w:val="Tabletitle"/>
            </w:pPr>
          </w:p>
        </w:tc>
        <w:tc>
          <w:tcPr>
            <w:tcW w:w="1143" w:type="pct"/>
          </w:tcPr>
          <w:p w14:paraId="05D237DE" w14:textId="77777777" w:rsidR="007F07D8" w:rsidRDefault="00000000">
            <w:pPr>
              <w:pStyle w:val="Tabletitle"/>
            </w:pPr>
            <w:r>
              <w:t>A</w:t>
            </w:r>
          </w:p>
        </w:tc>
        <w:tc>
          <w:tcPr>
            <w:tcW w:w="1143" w:type="pct"/>
          </w:tcPr>
          <w:p w14:paraId="6CB5FEF6" w14:textId="77777777" w:rsidR="007F07D8" w:rsidRDefault="00000000">
            <w:pPr>
              <w:pStyle w:val="Tabletitle"/>
            </w:pPr>
            <w:r>
              <w:t>B</w:t>
            </w:r>
          </w:p>
        </w:tc>
        <w:tc>
          <w:tcPr>
            <w:tcW w:w="1144" w:type="pct"/>
          </w:tcPr>
          <w:p w14:paraId="1D030FDE" w14:textId="77777777" w:rsidR="007F07D8" w:rsidRDefault="00000000">
            <w:pPr>
              <w:pStyle w:val="Tabletitle"/>
            </w:pPr>
            <w:r>
              <w:t>C</w:t>
            </w:r>
          </w:p>
        </w:tc>
      </w:tr>
      <w:tr w:rsidR="007F07D8" w14:paraId="6E90B8E1" w14:textId="77777777" w:rsidTr="005D34F6">
        <w:tc>
          <w:tcPr>
            <w:tcW w:w="1570" w:type="pct"/>
          </w:tcPr>
          <w:p w14:paraId="08257B44" w14:textId="77777777" w:rsidR="007F07D8" w:rsidRDefault="00000000">
            <w:pPr>
              <w:pStyle w:val="Tabletext"/>
            </w:pPr>
            <w:r>
              <w:t>Product</w:t>
            </w:r>
          </w:p>
        </w:tc>
        <w:tc>
          <w:tcPr>
            <w:tcW w:w="1143" w:type="pct"/>
          </w:tcPr>
          <w:p w14:paraId="20F69820" w14:textId="77777777" w:rsidR="007F07D8" w:rsidRDefault="007F07D8">
            <w:pPr>
              <w:pStyle w:val="Tabletext"/>
            </w:pPr>
          </w:p>
        </w:tc>
        <w:tc>
          <w:tcPr>
            <w:tcW w:w="1143" w:type="pct"/>
          </w:tcPr>
          <w:p w14:paraId="2F36D4D9" w14:textId="77777777" w:rsidR="007F07D8" w:rsidRDefault="007F07D8">
            <w:pPr>
              <w:pStyle w:val="Tabletext"/>
            </w:pPr>
          </w:p>
        </w:tc>
        <w:tc>
          <w:tcPr>
            <w:tcW w:w="1144" w:type="pct"/>
          </w:tcPr>
          <w:p w14:paraId="65905EC6" w14:textId="77777777" w:rsidR="007F07D8" w:rsidRDefault="007F07D8">
            <w:pPr>
              <w:pStyle w:val="Tabletext"/>
            </w:pPr>
          </w:p>
        </w:tc>
      </w:tr>
      <w:tr w:rsidR="007F07D8" w14:paraId="3D89B337" w14:textId="77777777" w:rsidTr="005D34F6">
        <w:tc>
          <w:tcPr>
            <w:tcW w:w="1570" w:type="pct"/>
          </w:tcPr>
          <w:p w14:paraId="41117F9B" w14:textId="77777777" w:rsidR="007F07D8" w:rsidRDefault="00000000">
            <w:pPr>
              <w:pStyle w:val="Tabletext"/>
            </w:pPr>
            <w:r>
              <w:t>Material</w:t>
            </w:r>
          </w:p>
        </w:tc>
        <w:tc>
          <w:tcPr>
            <w:tcW w:w="1143" w:type="pct"/>
          </w:tcPr>
          <w:p w14:paraId="57593E7D" w14:textId="77777777" w:rsidR="007F07D8" w:rsidRDefault="007F07D8">
            <w:pPr>
              <w:pStyle w:val="Tabletext"/>
            </w:pPr>
          </w:p>
        </w:tc>
        <w:tc>
          <w:tcPr>
            <w:tcW w:w="1143" w:type="pct"/>
          </w:tcPr>
          <w:p w14:paraId="15BF31CE" w14:textId="77777777" w:rsidR="007F07D8" w:rsidRDefault="007F07D8">
            <w:pPr>
              <w:pStyle w:val="Tabletext"/>
            </w:pPr>
          </w:p>
        </w:tc>
        <w:tc>
          <w:tcPr>
            <w:tcW w:w="1144" w:type="pct"/>
          </w:tcPr>
          <w:p w14:paraId="62E670FE" w14:textId="77777777" w:rsidR="007F07D8" w:rsidRDefault="007F07D8">
            <w:pPr>
              <w:pStyle w:val="Tabletext"/>
            </w:pPr>
          </w:p>
        </w:tc>
      </w:tr>
      <w:tr w:rsidR="007F07D8" w14:paraId="3D747B83" w14:textId="77777777" w:rsidTr="005D34F6">
        <w:tc>
          <w:tcPr>
            <w:tcW w:w="1570" w:type="pct"/>
          </w:tcPr>
          <w:p w14:paraId="66AD10E1" w14:textId="77777777" w:rsidR="007F07D8" w:rsidRDefault="00000000">
            <w:pPr>
              <w:pStyle w:val="Tabletext"/>
            </w:pPr>
            <w:r>
              <w:t>Vertical members</w:t>
            </w:r>
          </w:p>
        </w:tc>
        <w:tc>
          <w:tcPr>
            <w:tcW w:w="1143" w:type="pct"/>
          </w:tcPr>
          <w:p w14:paraId="186D8805" w14:textId="77777777" w:rsidR="007F07D8" w:rsidRDefault="007F07D8">
            <w:pPr>
              <w:pStyle w:val="Tabletext"/>
            </w:pPr>
          </w:p>
        </w:tc>
        <w:tc>
          <w:tcPr>
            <w:tcW w:w="1143" w:type="pct"/>
          </w:tcPr>
          <w:p w14:paraId="3D07DA18" w14:textId="77777777" w:rsidR="007F07D8" w:rsidRDefault="007F07D8">
            <w:pPr>
              <w:pStyle w:val="Tabletext"/>
            </w:pPr>
          </w:p>
        </w:tc>
        <w:tc>
          <w:tcPr>
            <w:tcW w:w="1144" w:type="pct"/>
          </w:tcPr>
          <w:p w14:paraId="71469FFC" w14:textId="77777777" w:rsidR="007F07D8" w:rsidRDefault="007F07D8">
            <w:pPr>
              <w:pStyle w:val="Tabletext"/>
            </w:pPr>
          </w:p>
        </w:tc>
      </w:tr>
      <w:tr w:rsidR="007F07D8" w14:paraId="46675828" w14:textId="77777777" w:rsidTr="005D34F6">
        <w:tc>
          <w:tcPr>
            <w:tcW w:w="1570" w:type="pct"/>
          </w:tcPr>
          <w:p w14:paraId="38B318E5" w14:textId="77777777" w:rsidR="007F07D8" w:rsidRDefault="00000000">
            <w:pPr>
              <w:pStyle w:val="Tabletext"/>
            </w:pPr>
            <w:r>
              <w:t>Horizontal members</w:t>
            </w:r>
          </w:p>
        </w:tc>
        <w:tc>
          <w:tcPr>
            <w:tcW w:w="1143" w:type="pct"/>
          </w:tcPr>
          <w:p w14:paraId="49CEEDE5" w14:textId="77777777" w:rsidR="007F07D8" w:rsidRDefault="007F07D8">
            <w:pPr>
              <w:pStyle w:val="Tabletext"/>
            </w:pPr>
          </w:p>
        </w:tc>
        <w:tc>
          <w:tcPr>
            <w:tcW w:w="1143" w:type="pct"/>
          </w:tcPr>
          <w:p w14:paraId="228948D4" w14:textId="77777777" w:rsidR="007F07D8" w:rsidRDefault="007F07D8">
            <w:pPr>
              <w:pStyle w:val="Tabletext"/>
            </w:pPr>
          </w:p>
        </w:tc>
        <w:tc>
          <w:tcPr>
            <w:tcW w:w="1144" w:type="pct"/>
          </w:tcPr>
          <w:p w14:paraId="07BBB04E" w14:textId="77777777" w:rsidR="007F07D8" w:rsidRDefault="007F07D8">
            <w:pPr>
              <w:pStyle w:val="Tabletext"/>
            </w:pPr>
          </w:p>
        </w:tc>
      </w:tr>
      <w:tr w:rsidR="007F07D8" w14:paraId="1B2234E2" w14:textId="77777777" w:rsidTr="005D34F6">
        <w:tc>
          <w:tcPr>
            <w:tcW w:w="1570" w:type="pct"/>
          </w:tcPr>
          <w:p w14:paraId="05ADDCBD" w14:textId="77777777" w:rsidR="007F07D8" w:rsidRDefault="00000000">
            <w:pPr>
              <w:pStyle w:val="Tabletext"/>
            </w:pPr>
            <w:r>
              <w:t>Spacing: Vertical members</w:t>
            </w:r>
          </w:p>
        </w:tc>
        <w:tc>
          <w:tcPr>
            <w:tcW w:w="1143" w:type="pct"/>
          </w:tcPr>
          <w:p w14:paraId="79F9E8D7" w14:textId="77777777" w:rsidR="007F07D8" w:rsidRDefault="007F07D8">
            <w:pPr>
              <w:pStyle w:val="Tabletext"/>
            </w:pPr>
          </w:p>
        </w:tc>
        <w:tc>
          <w:tcPr>
            <w:tcW w:w="1143" w:type="pct"/>
          </w:tcPr>
          <w:p w14:paraId="03668A6D" w14:textId="77777777" w:rsidR="007F07D8" w:rsidRDefault="007F07D8">
            <w:pPr>
              <w:pStyle w:val="Tabletext"/>
            </w:pPr>
          </w:p>
        </w:tc>
        <w:tc>
          <w:tcPr>
            <w:tcW w:w="1144" w:type="pct"/>
          </w:tcPr>
          <w:p w14:paraId="0FD93711" w14:textId="77777777" w:rsidR="007F07D8" w:rsidRDefault="007F07D8">
            <w:pPr>
              <w:pStyle w:val="Tabletext"/>
            </w:pPr>
          </w:p>
        </w:tc>
      </w:tr>
      <w:tr w:rsidR="007F07D8" w14:paraId="1CDEC5D1" w14:textId="77777777" w:rsidTr="005D34F6">
        <w:tc>
          <w:tcPr>
            <w:tcW w:w="1570" w:type="pct"/>
          </w:tcPr>
          <w:p w14:paraId="0A53944D" w14:textId="77777777" w:rsidR="007F07D8" w:rsidRDefault="00000000">
            <w:pPr>
              <w:pStyle w:val="Tabletext"/>
            </w:pPr>
            <w:r>
              <w:t>Spacing: Horizontal members</w:t>
            </w:r>
          </w:p>
        </w:tc>
        <w:tc>
          <w:tcPr>
            <w:tcW w:w="1143" w:type="pct"/>
          </w:tcPr>
          <w:p w14:paraId="436D0B6A" w14:textId="77777777" w:rsidR="007F07D8" w:rsidRDefault="007F07D8">
            <w:pPr>
              <w:pStyle w:val="Tabletext"/>
            </w:pPr>
          </w:p>
        </w:tc>
        <w:tc>
          <w:tcPr>
            <w:tcW w:w="1143" w:type="pct"/>
          </w:tcPr>
          <w:p w14:paraId="495BB940" w14:textId="77777777" w:rsidR="007F07D8" w:rsidRDefault="007F07D8">
            <w:pPr>
              <w:pStyle w:val="Tabletext"/>
            </w:pPr>
          </w:p>
        </w:tc>
        <w:tc>
          <w:tcPr>
            <w:tcW w:w="1144" w:type="pct"/>
          </w:tcPr>
          <w:p w14:paraId="5EDE9AA0" w14:textId="77777777" w:rsidR="007F07D8" w:rsidRDefault="007F07D8">
            <w:pPr>
              <w:pStyle w:val="Tabletext"/>
            </w:pPr>
          </w:p>
        </w:tc>
      </w:tr>
    </w:tbl>
    <w:p w14:paraId="2957A6AA" w14:textId="77777777" w:rsidR="007F07D8" w:rsidRDefault="00000000">
      <w:r>
        <w:t> </w:t>
      </w:r>
    </w:p>
    <w:p w14:paraId="22A18307" w14:textId="77777777" w:rsidR="007F07D8" w:rsidRDefault="00000000">
      <w:pPr>
        <w:pStyle w:val="Instructions"/>
      </w:pPr>
      <w:r>
        <w:t>The codes in the header row of the schedule designate each application or location of the item scheduled. Edit the codes to match those in other contract documents.</w:t>
      </w:r>
    </w:p>
    <w:p w14:paraId="292C7105" w14:textId="77777777" w:rsidR="007F07D8" w:rsidRDefault="00000000">
      <w:pPr>
        <w:pStyle w:val="Instructions"/>
      </w:pPr>
      <w:r>
        <w:t xml:space="preserve">Product: Nominate proprietary items or describe the cladding support system and document the subframe to your office documentation policy. Fabricated panels are usually secret fixed to the structural support or the subframe. Cross reference </w:t>
      </w:r>
      <w:r>
        <w:rPr>
          <w:i/>
        </w:rPr>
        <w:t>0342 Light steel framing</w:t>
      </w:r>
      <w:r>
        <w:t xml:space="preserve"> for the subframe or import the relevant clauses, if required.</w:t>
      </w:r>
    </w:p>
    <w:p w14:paraId="28F89F9D" w14:textId="77777777" w:rsidR="007F07D8" w:rsidRDefault="00000000">
      <w:pPr>
        <w:pStyle w:val="Instructions"/>
      </w:pPr>
      <w:r>
        <w:t>Material: e.g. Galvanized steel, Anodised aluminium or Stainless steel appropriate to the project’s location.</w:t>
      </w:r>
    </w:p>
    <w:p w14:paraId="651018DC" w14:textId="77777777" w:rsidR="007F07D8" w:rsidRDefault="00000000">
      <w:pPr>
        <w:pStyle w:val="Instructions"/>
      </w:pPr>
      <w:r>
        <w:t xml:space="preserve">If using anchors or attachments cast in the concrete structure, refer to information on embedded anchors in </w:t>
      </w:r>
      <w:r>
        <w:rPr>
          <w:i/>
        </w:rPr>
        <w:t>0432 Curtain walls</w:t>
      </w:r>
      <w:r>
        <w:t xml:space="preserve"> and document requirements in the selected concrete worksections.</w:t>
      </w:r>
    </w:p>
    <w:p w14:paraId="35968D0F" w14:textId="77777777" w:rsidR="007F07D8" w:rsidRDefault="00000000">
      <w:pPr>
        <w:pStyle w:val="InstructionsHeading4"/>
      </w:pPr>
      <w:bookmarkStart w:id="217" w:name="h-13297-1"/>
      <w:bookmarkStart w:id="218" w:name="f-13297-1"/>
      <w:bookmarkStart w:id="219" w:name="f-13297"/>
      <w:bookmarkStart w:id="220" w:name="f-13296-bibliography"/>
      <w:bookmarkEnd w:id="24"/>
      <w:bookmarkEnd w:id="196"/>
      <w:bookmarkEnd w:id="215"/>
      <w:bookmarkEnd w:id="216"/>
      <w:r>
        <w:t>REFERENCED DOCUMENTS</w:t>
      </w:r>
      <w:bookmarkEnd w:id="217"/>
    </w:p>
    <w:bookmarkEnd w:id="218"/>
    <w:p w14:paraId="6BAE49D2" w14:textId="77777777" w:rsidR="007F07D8" w:rsidRDefault="00000000">
      <w:pPr>
        <w:pStyle w:val="Instructions"/>
      </w:pPr>
      <w:r>
        <w:rPr>
          <w:b/>
        </w:rPr>
        <w:t>The following documents are incorporated into this worksection by reference:</w:t>
      </w:r>
    </w:p>
    <w:p w14:paraId="1852E12C" w14:textId="77777777" w:rsidR="007F07D8" w:rsidRDefault="00000000">
      <w:pPr>
        <w:pStyle w:val="Standard1"/>
      </w:pPr>
      <w:bookmarkStart w:id="221" w:name="f-13297-10_01397_000-000_2021"/>
      <w:r>
        <w:t>AS 1397</w:t>
      </w:r>
      <w:r>
        <w:tab/>
        <w:t>2021</w:t>
      </w:r>
      <w:r>
        <w:tab/>
        <w:t>Continuous hot-dip metallic coated steel sheet and strip - Coatings of zinc and zinc alloyed with aluminium and magnesium</w:t>
      </w:r>
    </w:p>
    <w:p w14:paraId="3E950D68" w14:textId="77777777" w:rsidR="007F07D8" w:rsidRDefault="00000000">
      <w:pPr>
        <w:pStyle w:val="Standard1"/>
      </w:pPr>
      <w:bookmarkStart w:id="222" w:name="f-13297-10_01530_000-000"/>
      <w:bookmarkEnd w:id="221"/>
      <w:r>
        <w:t>AS 1530</w:t>
      </w:r>
      <w:r>
        <w:tab/>
      </w:r>
      <w:r>
        <w:tab/>
        <w:t>Methods for fire tests on building materials, components and structures</w:t>
      </w:r>
    </w:p>
    <w:p w14:paraId="77302000" w14:textId="77777777" w:rsidR="007F07D8" w:rsidRDefault="00000000">
      <w:pPr>
        <w:pStyle w:val="Standard2"/>
      </w:pPr>
      <w:bookmarkStart w:id="223" w:name="f-13297-10_01530_001-000_1994"/>
      <w:bookmarkEnd w:id="222"/>
      <w:r>
        <w:t>AS 1530.1</w:t>
      </w:r>
      <w:r>
        <w:tab/>
        <w:t>1994</w:t>
      </w:r>
      <w:r>
        <w:tab/>
        <w:t>Combustibility test for materials</w:t>
      </w:r>
    </w:p>
    <w:p w14:paraId="0C489C4F" w14:textId="77777777" w:rsidR="007F07D8" w:rsidRDefault="00000000">
      <w:pPr>
        <w:pStyle w:val="Standard2"/>
      </w:pPr>
      <w:bookmarkStart w:id="224" w:name="f-13297-10_01530_003-000_1999"/>
      <w:bookmarkEnd w:id="223"/>
      <w:r>
        <w:t>AS/NZS 1530.3</w:t>
      </w:r>
      <w:r>
        <w:tab/>
        <w:t>1999</w:t>
      </w:r>
      <w:r>
        <w:tab/>
        <w:t>Simultaneous determination of ignitability, flame propagation, heat release and smoke release</w:t>
      </w:r>
    </w:p>
    <w:p w14:paraId="58A1435C" w14:textId="77777777" w:rsidR="007F07D8" w:rsidRDefault="00000000">
      <w:pPr>
        <w:pStyle w:val="Standard2"/>
      </w:pPr>
      <w:bookmarkStart w:id="225" w:name="f-13297-10_01530_004-000_2014"/>
      <w:bookmarkEnd w:id="224"/>
      <w:r>
        <w:t>AS 1530.4</w:t>
      </w:r>
      <w:r>
        <w:tab/>
        <w:t>2014</w:t>
      </w:r>
      <w:r>
        <w:tab/>
        <w:t>Fire-resistance tests for elements of construction</w:t>
      </w:r>
    </w:p>
    <w:p w14:paraId="3DA21742" w14:textId="77777777" w:rsidR="007F07D8" w:rsidRDefault="00000000">
      <w:pPr>
        <w:pStyle w:val="Standard1"/>
      </w:pPr>
      <w:bookmarkStart w:id="226" w:name="f-13297-10_01562_000-000"/>
      <w:bookmarkEnd w:id="225"/>
      <w:r>
        <w:t>AS 1562</w:t>
      </w:r>
      <w:r>
        <w:tab/>
      </w:r>
      <w:r>
        <w:tab/>
        <w:t>Design and installation of sheet roof and wall cladding</w:t>
      </w:r>
    </w:p>
    <w:p w14:paraId="0E631BF7" w14:textId="77777777" w:rsidR="007F07D8" w:rsidRDefault="00000000">
      <w:pPr>
        <w:pStyle w:val="Standard2"/>
      </w:pPr>
      <w:bookmarkStart w:id="227" w:name="f-13297-10_01562_001-000_2018"/>
      <w:bookmarkEnd w:id="226"/>
      <w:r>
        <w:t>AS 1562.1</w:t>
      </w:r>
      <w:r>
        <w:tab/>
        <w:t>2018</w:t>
      </w:r>
      <w:r>
        <w:tab/>
        <w:t>Metal</w:t>
      </w:r>
    </w:p>
    <w:p w14:paraId="0B34962B" w14:textId="77777777" w:rsidR="007F07D8" w:rsidRDefault="00000000">
      <w:pPr>
        <w:pStyle w:val="Standard1"/>
      </w:pPr>
      <w:bookmarkStart w:id="228" w:name="f-13297-10_02904_000-000_1995"/>
      <w:bookmarkEnd w:id="227"/>
      <w:r>
        <w:t>AS/NZS 2904</w:t>
      </w:r>
      <w:r>
        <w:tab/>
        <w:t>1995</w:t>
      </w:r>
      <w:r>
        <w:tab/>
        <w:t>Damp-proof courses and flashings</w:t>
      </w:r>
    </w:p>
    <w:p w14:paraId="7B71B560" w14:textId="77777777" w:rsidR="007F07D8" w:rsidRDefault="00000000">
      <w:pPr>
        <w:pStyle w:val="Standard1"/>
      </w:pPr>
      <w:bookmarkStart w:id="229" w:name="f-13297-10_04040_000-000"/>
      <w:bookmarkEnd w:id="228"/>
      <w:r>
        <w:t>AS 4040</w:t>
      </w:r>
      <w:r>
        <w:tab/>
      </w:r>
      <w:r>
        <w:tab/>
        <w:t>Methods of testing sheet roof and wall cladding</w:t>
      </w:r>
    </w:p>
    <w:p w14:paraId="54482833" w14:textId="77777777" w:rsidR="007F07D8" w:rsidRDefault="00000000">
      <w:pPr>
        <w:pStyle w:val="Standard2"/>
      </w:pPr>
      <w:bookmarkStart w:id="230" w:name="f-13297-10_04040_002-000_1992"/>
      <w:bookmarkEnd w:id="229"/>
      <w:r>
        <w:t>AS 4040.2</w:t>
      </w:r>
      <w:r>
        <w:tab/>
        <w:t>1992</w:t>
      </w:r>
      <w:r>
        <w:tab/>
        <w:t>Resistance to wind pressures for non-cyclone regions</w:t>
      </w:r>
    </w:p>
    <w:p w14:paraId="6F3AFDF9" w14:textId="77777777" w:rsidR="007F07D8" w:rsidRDefault="00000000">
      <w:pPr>
        <w:pStyle w:val="Standard2"/>
      </w:pPr>
      <w:bookmarkStart w:id="231" w:name="f-13297-10_04040_003-000_2018"/>
      <w:bookmarkEnd w:id="230"/>
      <w:r>
        <w:t>AS 4040.3</w:t>
      </w:r>
      <w:r>
        <w:tab/>
        <w:t>2018</w:t>
      </w:r>
      <w:r>
        <w:tab/>
        <w:t>Resistance to wind pressures for cyclone regions</w:t>
      </w:r>
    </w:p>
    <w:p w14:paraId="452E244E" w14:textId="77777777" w:rsidR="007F07D8" w:rsidRDefault="00000000">
      <w:pPr>
        <w:pStyle w:val="Standard1"/>
      </w:pPr>
      <w:bookmarkStart w:id="232" w:name="f-13297-10_04284_000-000_2008"/>
      <w:bookmarkEnd w:id="231"/>
      <w:r>
        <w:t>AS/NZS 4284</w:t>
      </w:r>
      <w:r>
        <w:tab/>
        <w:t>2008</w:t>
      </w:r>
      <w:r>
        <w:tab/>
        <w:t>Testing of building facades</w:t>
      </w:r>
    </w:p>
    <w:p w14:paraId="16339F14" w14:textId="77777777" w:rsidR="007F07D8" w:rsidRDefault="00000000">
      <w:pPr>
        <w:pStyle w:val="Standard1"/>
      </w:pPr>
      <w:bookmarkStart w:id="233" w:name="f-13297-10_04859_000-000"/>
      <w:bookmarkEnd w:id="232"/>
      <w:r>
        <w:t>AS/NZS 4859</w:t>
      </w:r>
      <w:r>
        <w:tab/>
      </w:r>
      <w:r>
        <w:tab/>
        <w:t>Thermal insulation materials for buildings</w:t>
      </w:r>
    </w:p>
    <w:p w14:paraId="556A7477" w14:textId="77777777" w:rsidR="007F07D8" w:rsidRDefault="00000000">
      <w:pPr>
        <w:pStyle w:val="Standard2"/>
      </w:pPr>
      <w:bookmarkStart w:id="234" w:name="f-13297-10_04859_001-000_2018"/>
      <w:bookmarkEnd w:id="233"/>
      <w:r>
        <w:t>AS/NZS 4859.1</w:t>
      </w:r>
      <w:r>
        <w:tab/>
        <w:t>2018</w:t>
      </w:r>
      <w:r>
        <w:tab/>
        <w:t>General criteria and technical provisions</w:t>
      </w:r>
    </w:p>
    <w:p w14:paraId="7002EDE4" w14:textId="77777777" w:rsidR="007F07D8" w:rsidRDefault="00000000">
      <w:pPr>
        <w:pStyle w:val="Standard2"/>
      </w:pPr>
      <w:bookmarkStart w:id="235" w:name="f-13297-10_04859_002-000_2018"/>
      <w:bookmarkEnd w:id="234"/>
      <w:r>
        <w:t>AS/NZS 4859.2</w:t>
      </w:r>
      <w:r>
        <w:tab/>
        <w:t>2018</w:t>
      </w:r>
      <w:r>
        <w:tab/>
        <w:t>Design</w:t>
      </w:r>
    </w:p>
    <w:p w14:paraId="3B6D3CEA" w14:textId="77777777" w:rsidR="007F07D8" w:rsidRDefault="00000000">
      <w:pPr>
        <w:pStyle w:val="Standard1"/>
      </w:pPr>
      <w:bookmarkStart w:id="236" w:name="f-13297-10_05637_000-000"/>
      <w:bookmarkEnd w:id="235"/>
      <w:r>
        <w:t>AS 5637</w:t>
      </w:r>
      <w:r>
        <w:tab/>
      </w:r>
      <w:r>
        <w:tab/>
        <w:t>Determination of fire hazard properties</w:t>
      </w:r>
    </w:p>
    <w:p w14:paraId="68C6A4DD" w14:textId="77777777" w:rsidR="007F07D8" w:rsidRDefault="00000000">
      <w:pPr>
        <w:pStyle w:val="Standard2"/>
      </w:pPr>
      <w:bookmarkStart w:id="237" w:name="f-13297-10_05637_001-000_2015"/>
      <w:bookmarkEnd w:id="236"/>
      <w:r>
        <w:t>AS 5637.1</w:t>
      </w:r>
      <w:r>
        <w:tab/>
        <w:t>2015</w:t>
      </w:r>
      <w:r>
        <w:tab/>
        <w:t>Wall and ceiling linings</w:t>
      </w:r>
    </w:p>
    <w:p w14:paraId="27AF938B" w14:textId="77777777" w:rsidR="007F07D8" w:rsidRDefault="00000000">
      <w:pPr>
        <w:pStyle w:val="Standard1"/>
      </w:pPr>
      <w:bookmarkStart w:id="238" w:name="f-13297-20_NCC_C2D10_00000_2022"/>
      <w:bookmarkEnd w:id="237"/>
      <w:r>
        <w:t>BCA C2D10</w:t>
      </w:r>
      <w:r>
        <w:tab/>
        <w:t>2022</w:t>
      </w:r>
      <w:r>
        <w:tab/>
        <w:t>Fire resistance - Fire resistance and stability - Non-combustible building elements</w:t>
      </w:r>
    </w:p>
    <w:p w14:paraId="15BC0C7F" w14:textId="77777777" w:rsidR="007F07D8" w:rsidRDefault="00000000">
      <w:pPr>
        <w:pStyle w:val="Standard1"/>
      </w:pPr>
      <w:bookmarkStart w:id="239" w:name="f-13297-25_CM_403330_00000_2022"/>
      <w:bookmarkEnd w:id="238"/>
      <w:r>
        <w:t>CM40333</w:t>
      </w:r>
      <w:r>
        <w:tab/>
        <w:t>2023</w:t>
      </w:r>
      <w:r>
        <w:tab/>
        <w:t>Volcore External Wall &amp; Facade System</w:t>
      </w:r>
    </w:p>
    <w:bookmarkEnd w:id="239"/>
    <w:p w14:paraId="6A38252C" w14:textId="77777777" w:rsidR="007F07D8" w:rsidRDefault="00000000">
      <w:pPr>
        <w:pStyle w:val="Instructions"/>
      </w:pPr>
      <w:r>
        <w:rPr>
          <w:b/>
        </w:rPr>
        <w:t xml:space="preserve">The following documents are mentioned only in the </w:t>
      </w:r>
      <w:r>
        <w:rPr>
          <w:b/>
          <w:i/>
        </w:rPr>
        <w:t>Guidance</w:t>
      </w:r>
      <w:r>
        <w:rPr>
          <w:b/>
        </w:rPr>
        <w:t xml:space="preserve"> text:</w:t>
      </w:r>
    </w:p>
    <w:p w14:paraId="06F6FC4E" w14:textId="77777777" w:rsidR="007F07D8" w:rsidRDefault="00000000">
      <w:pPr>
        <w:pStyle w:val="Standard1"/>
      </w:pPr>
      <w:bookmarkStart w:id="240" w:name="f-13297-10_02312_000-000"/>
      <w:r>
        <w:t>AS/NZS 2312</w:t>
      </w:r>
      <w:r>
        <w:tab/>
      </w:r>
      <w:r>
        <w:tab/>
        <w:t>Guide to the protection of structural steel against atmospheric corrosion by the use of protective coatings</w:t>
      </w:r>
    </w:p>
    <w:p w14:paraId="4C39DE5A" w14:textId="77777777" w:rsidR="007F07D8" w:rsidRDefault="00000000">
      <w:pPr>
        <w:pStyle w:val="Standard2"/>
      </w:pPr>
      <w:bookmarkStart w:id="241" w:name="f-13297-10_02312_001-000_2014"/>
      <w:bookmarkEnd w:id="240"/>
      <w:r>
        <w:t>AS 2312.1</w:t>
      </w:r>
      <w:r>
        <w:tab/>
        <w:t>2014</w:t>
      </w:r>
      <w:r>
        <w:tab/>
        <w:t>Paint coatings</w:t>
      </w:r>
    </w:p>
    <w:p w14:paraId="63140E5E" w14:textId="77777777" w:rsidR="007F07D8" w:rsidRDefault="00000000">
      <w:pPr>
        <w:pStyle w:val="Standard1"/>
      </w:pPr>
      <w:bookmarkStart w:id="242" w:name="f-13297-10_03666_000-000"/>
      <w:bookmarkEnd w:id="241"/>
      <w:r>
        <w:t>AS/NZS 3666</w:t>
      </w:r>
      <w:r>
        <w:tab/>
      </w:r>
      <w:r>
        <w:tab/>
        <w:t>Air-handling and water systems of buildings - Microbial control</w:t>
      </w:r>
    </w:p>
    <w:p w14:paraId="137806AA" w14:textId="77777777" w:rsidR="007F07D8" w:rsidRDefault="00000000">
      <w:pPr>
        <w:pStyle w:val="Standard2"/>
      </w:pPr>
      <w:bookmarkStart w:id="243" w:name="f-13297-10_03666_001-000_2011"/>
      <w:bookmarkEnd w:id="242"/>
      <w:r>
        <w:lastRenderedPageBreak/>
        <w:t>AS/NZS 3666.1</w:t>
      </w:r>
      <w:r>
        <w:tab/>
        <w:t>2011</w:t>
      </w:r>
      <w:r>
        <w:tab/>
        <w:t>Design, installation and commissioning</w:t>
      </w:r>
    </w:p>
    <w:p w14:paraId="7EA46B6A" w14:textId="77777777" w:rsidR="007F07D8" w:rsidRDefault="00000000">
      <w:pPr>
        <w:pStyle w:val="Standard1"/>
      </w:pPr>
      <w:bookmarkStart w:id="244" w:name="f-13297-10_03959_000-000_2018"/>
      <w:bookmarkEnd w:id="243"/>
      <w:r>
        <w:t>AS 3959</w:t>
      </w:r>
      <w:r>
        <w:tab/>
        <w:t>2018</w:t>
      </w:r>
      <w:r>
        <w:tab/>
        <w:t>Construction of buildings in bushfire-prone areas</w:t>
      </w:r>
    </w:p>
    <w:p w14:paraId="04B9C28A" w14:textId="77777777" w:rsidR="007F07D8" w:rsidRDefault="00000000">
      <w:pPr>
        <w:pStyle w:val="Standard1"/>
      </w:pPr>
      <w:bookmarkStart w:id="245" w:name="f-13297-10_04312_000-000_2019"/>
      <w:bookmarkEnd w:id="244"/>
      <w:r>
        <w:t>AS 4312</w:t>
      </w:r>
      <w:r>
        <w:tab/>
        <w:t>2019</w:t>
      </w:r>
      <w:r>
        <w:tab/>
        <w:t>Atmospheric corrosivity zones in Australia</w:t>
      </w:r>
    </w:p>
    <w:p w14:paraId="6568D384" w14:textId="77777777" w:rsidR="007F07D8" w:rsidRDefault="00000000">
      <w:pPr>
        <w:pStyle w:val="Standard1"/>
      </w:pPr>
      <w:bookmarkStart w:id="246" w:name="f-13297-10_05113_000-000_2016"/>
      <w:bookmarkEnd w:id="245"/>
      <w:r>
        <w:t>AS 5113</w:t>
      </w:r>
      <w:r>
        <w:tab/>
        <w:t>2016</w:t>
      </w:r>
      <w:r>
        <w:tab/>
        <w:t>Classification of external walls of buildings based on reaction-to-fire performance</w:t>
      </w:r>
    </w:p>
    <w:p w14:paraId="01874F51" w14:textId="77777777" w:rsidR="007F07D8" w:rsidRDefault="00000000">
      <w:pPr>
        <w:pStyle w:val="Standard1"/>
      </w:pPr>
      <w:bookmarkStart w:id="247" w:name="f-13297-10_09705_000-000_2003"/>
      <w:bookmarkEnd w:id="246"/>
      <w:r>
        <w:t>AS ISO 9705</w:t>
      </w:r>
      <w:r>
        <w:tab/>
        <w:t>2003</w:t>
      </w:r>
      <w:r>
        <w:tab/>
        <w:t>Fire tests - Full-scale room test for surface products</w:t>
      </w:r>
    </w:p>
    <w:p w14:paraId="3EFA7A2B" w14:textId="77777777" w:rsidR="007F07D8" w:rsidRDefault="00000000">
      <w:pPr>
        <w:pStyle w:val="Standard1"/>
      </w:pPr>
      <w:bookmarkStart w:id="248" w:name="f-13297-15_00039_000-000_2015"/>
      <w:bookmarkEnd w:id="247"/>
      <w:r>
        <w:t>SA HB 39</w:t>
      </w:r>
      <w:r>
        <w:tab/>
        <w:t>2015</w:t>
      </w:r>
      <w:r>
        <w:tab/>
        <w:t>Installation code for metal roof and wall cladding</w:t>
      </w:r>
    </w:p>
    <w:p w14:paraId="2A2D8FC0" w14:textId="77777777" w:rsidR="007F07D8" w:rsidRDefault="00000000">
      <w:pPr>
        <w:pStyle w:val="Standard1"/>
      </w:pPr>
      <w:bookmarkStart w:id="249" w:name="f-13297-20_NCC_C1P2_00000_2022"/>
      <w:bookmarkEnd w:id="248"/>
      <w:r>
        <w:t>BCA C1P2</w:t>
      </w:r>
      <w:r>
        <w:tab/>
        <w:t>2022</w:t>
      </w:r>
      <w:r>
        <w:tab/>
        <w:t>Fire resistance - Fire resistance - Spread of fire</w:t>
      </w:r>
    </w:p>
    <w:p w14:paraId="30F08CAC" w14:textId="77777777" w:rsidR="007F07D8" w:rsidRDefault="00000000">
      <w:pPr>
        <w:pStyle w:val="Standard1"/>
      </w:pPr>
      <w:bookmarkStart w:id="250" w:name="f-13297-20_NCC_C1V3_00000_2022"/>
      <w:bookmarkEnd w:id="249"/>
      <w:r>
        <w:t>BCA C1V3</w:t>
      </w:r>
      <w:r>
        <w:tab/>
        <w:t>2022</w:t>
      </w:r>
      <w:r>
        <w:tab/>
        <w:t>Fire resistance - Fire resistance - Fire spread via external walls</w:t>
      </w:r>
    </w:p>
    <w:p w14:paraId="175166BF" w14:textId="77777777" w:rsidR="007F07D8" w:rsidRDefault="00000000">
      <w:pPr>
        <w:pStyle w:val="Standard1"/>
      </w:pPr>
      <w:bookmarkStart w:id="251" w:name="f-13297-20_NCC_F3D5_00000_2022"/>
      <w:bookmarkEnd w:id="250"/>
      <w:r>
        <w:t>BCA F3D5</w:t>
      </w:r>
      <w:r>
        <w:tab/>
        <w:t>2022</w:t>
      </w:r>
      <w:r>
        <w:tab/>
        <w:t>Health and amenity - Roof and wall cladding - Wall cladding</w:t>
      </w:r>
    </w:p>
    <w:p w14:paraId="28DF7312" w14:textId="77777777" w:rsidR="007F07D8" w:rsidRDefault="00000000">
      <w:pPr>
        <w:pStyle w:val="Standard1"/>
      </w:pPr>
      <w:bookmarkStart w:id="252" w:name="f-13297-20_NCC_F3P1_00000_2022"/>
      <w:bookmarkEnd w:id="251"/>
      <w:r>
        <w:t>BCA F3P1</w:t>
      </w:r>
      <w:r>
        <w:tab/>
        <w:t>2022</w:t>
      </w:r>
      <w:r>
        <w:tab/>
        <w:t>Health and amenity - Roof and wall cladding - Weatherproofing</w:t>
      </w:r>
    </w:p>
    <w:p w14:paraId="1F4E5088" w14:textId="77777777" w:rsidR="007F07D8" w:rsidRDefault="00000000">
      <w:pPr>
        <w:pStyle w:val="Standard1"/>
      </w:pPr>
      <w:bookmarkStart w:id="253" w:name="f-13297-20_NCC_H1D07_00000_2022"/>
      <w:bookmarkEnd w:id="252"/>
      <w:r>
        <w:t>BCA H1D7</w:t>
      </w:r>
      <w:r>
        <w:tab/>
        <w:t>2022</w:t>
      </w:r>
      <w:r>
        <w:tab/>
        <w:t>Class 1 and 10 buildings - Structure - Roof and wall cladding</w:t>
      </w:r>
    </w:p>
    <w:p w14:paraId="1A7446D4" w14:textId="77777777" w:rsidR="007F07D8" w:rsidRDefault="00000000">
      <w:pPr>
        <w:pStyle w:val="Standard1"/>
      </w:pPr>
      <w:bookmarkStart w:id="254" w:name="f-13297-20_NCC_J3D8_00000_2022"/>
      <w:bookmarkEnd w:id="253"/>
      <w:r>
        <w:t>BCA J3D8</w:t>
      </w:r>
      <w:r>
        <w:tab/>
        <w:t>2022</w:t>
      </w:r>
      <w:r>
        <w:tab/>
        <w:t>Energy efficiency - Elemental provisions for a sole-occupancy unit of a Class 2 building or a Class 4 part of a building - External walls of a sole-occupancy unit of a Class 2 building or a Class 4 part of a building</w:t>
      </w:r>
    </w:p>
    <w:p w14:paraId="79CDE930" w14:textId="77777777" w:rsidR="007F07D8" w:rsidRDefault="00000000">
      <w:pPr>
        <w:pStyle w:val="Standard1"/>
      </w:pPr>
      <w:bookmarkStart w:id="255" w:name="f-13297-20_NCC_Section_C_00000_2022"/>
      <w:bookmarkEnd w:id="254"/>
      <w:r>
        <w:t>BCA Section C</w:t>
      </w:r>
      <w:r>
        <w:tab/>
        <w:t>2022</w:t>
      </w:r>
      <w:r>
        <w:tab/>
        <w:t>Fire resistance</w:t>
      </w:r>
    </w:p>
    <w:p w14:paraId="6B77BCCA" w14:textId="77777777" w:rsidR="007F07D8" w:rsidRDefault="00000000">
      <w:pPr>
        <w:pStyle w:val="Standard1"/>
      </w:pPr>
      <w:bookmarkStart w:id="256" w:name="f-13297-20_NCC_Section_J_00000_2022"/>
      <w:bookmarkEnd w:id="255"/>
      <w:r>
        <w:t>BCA Section J</w:t>
      </w:r>
      <w:r>
        <w:tab/>
        <w:t>2022</w:t>
      </w:r>
      <w:r>
        <w:tab/>
        <w:t>Energy efficiency</w:t>
      </w:r>
    </w:p>
    <w:p w14:paraId="6B927004" w14:textId="77777777" w:rsidR="007F07D8" w:rsidRDefault="00000000">
      <w:pPr>
        <w:pStyle w:val="Standard1"/>
      </w:pPr>
      <w:bookmarkStart w:id="257" w:name="f-13297-20_NCC_Spec_07_00000_2022"/>
      <w:bookmarkEnd w:id="256"/>
      <w:r>
        <w:t>BCA Spec 7</w:t>
      </w:r>
      <w:r>
        <w:tab/>
        <w:t>2022</w:t>
      </w:r>
      <w:r>
        <w:tab/>
        <w:t>Fire resistance - Fire hazard properties</w:t>
      </w:r>
    </w:p>
    <w:p w14:paraId="6BE0332D" w14:textId="77777777" w:rsidR="007F07D8" w:rsidRDefault="00000000">
      <w:pPr>
        <w:pStyle w:val="Standard1"/>
      </w:pPr>
      <w:bookmarkStart w:id="258" w:name="f-13297-25_ABCB_Fire_performance_00000_2"/>
      <w:bookmarkEnd w:id="257"/>
      <w:r>
        <w:t>ABCB Fire performance</w:t>
      </w:r>
      <w:r>
        <w:tab/>
        <w:t>2020</w:t>
      </w:r>
      <w:r>
        <w:tab/>
        <w:t>Fire performance of external walls and cladding advisory note</w:t>
      </w:r>
    </w:p>
    <w:p w14:paraId="13182A94" w14:textId="77777777" w:rsidR="007F07D8" w:rsidRDefault="00000000">
      <w:pPr>
        <w:pStyle w:val="Standard1"/>
      </w:pPr>
      <w:bookmarkStart w:id="259" w:name="f-13297-25_BLUESCOPE_TB_01A_00000_2022"/>
      <w:bookmarkEnd w:id="258"/>
      <w:r>
        <w:t>BlueScope TB-01A</w:t>
      </w:r>
      <w:r>
        <w:tab/>
        <w:t>2023</w:t>
      </w:r>
      <w:r>
        <w:tab/>
        <w:t>Steel roofing products - Selection guide</w:t>
      </w:r>
    </w:p>
    <w:p w14:paraId="21263287" w14:textId="77777777" w:rsidR="007F07D8" w:rsidRDefault="00000000">
      <w:pPr>
        <w:pStyle w:val="Standard1"/>
      </w:pPr>
      <w:bookmarkStart w:id="260" w:name="f-13297-25_BLUESCOPE_TB_01B_00000_2022"/>
      <w:bookmarkEnd w:id="259"/>
      <w:r>
        <w:t>BlueScope TB-01B</w:t>
      </w:r>
      <w:r>
        <w:tab/>
        <w:t>2022</w:t>
      </w:r>
      <w:r>
        <w:tab/>
        <w:t>Steel walling products - Selection guide</w:t>
      </w:r>
    </w:p>
    <w:p w14:paraId="516D38D0" w14:textId="77777777" w:rsidR="007F07D8" w:rsidRDefault="00000000">
      <w:pPr>
        <w:pStyle w:val="Standard1"/>
      </w:pPr>
      <w:bookmarkStart w:id="261" w:name="f-13297-25_GBCA_Buildings_00000_2021"/>
      <w:bookmarkEnd w:id="260"/>
      <w:r>
        <w:t>GBCA Buildings</w:t>
      </w:r>
      <w:r>
        <w:tab/>
        <w:t>2021</w:t>
      </w:r>
      <w:r>
        <w:tab/>
        <w:t>Green Star Buildings</w:t>
      </w:r>
    </w:p>
    <w:p w14:paraId="6629603F" w14:textId="77777777" w:rsidR="007F07D8" w:rsidRDefault="00000000">
      <w:pPr>
        <w:pStyle w:val="Standard1"/>
      </w:pPr>
      <w:bookmarkStart w:id="262" w:name="f-13297-25_NATSPEC_DES_003_00000"/>
      <w:bookmarkEnd w:id="261"/>
      <w:r>
        <w:t>NATSPEC DES 003</w:t>
      </w:r>
      <w:r>
        <w:tab/>
      </w:r>
      <w:r>
        <w:tab/>
        <w:t>Fire hazard properties of insulation and pliable membranes</w:t>
      </w:r>
    </w:p>
    <w:p w14:paraId="5C5E452D" w14:textId="77777777" w:rsidR="007F07D8" w:rsidRDefault="00000000">
      <w:pPr>
        <w:pStyle w:val="Standard1"/>
      </w:pPr>
      <w:bookmarkStart w:id="263" w:name="f-13297-25_NATSPEC_DES_018_00000"/>
      <w:bookmarkEnd w:id="262"/>
      <w:r>
        <w:t>NATSPEC DES 018</w:t>
      </w:r>
      <w:r>
        <w:tab/>
      </w:r>
      <w:r>
        <w:tab/>
        <w:t>Bushfire protection</w:t>
      </w:r>
    </w:p>
    <w:p w14:paraId="2790A598" w14:textId="77777777" w:rsidR="007F07D8" w:rsidRDefault="00000000">
      <w:pPr>
        <w:pStyle w:val="Standard1"/>
      </w:pPr>
      <w:bookmarkStart w:id="264" w:name="f-13297-25_NATSPEC_DES_020_00000"/>
      <w:bookmarkEnd w:id="263"/>
      <w:r>
        <w:t>NATSPEC DES 020</w:t>
      </w:r>
      <w:r>
        <w:tab/>
      </w:r>
      <w:r>
        <w:tab/>
        <w:t>Fire behaviour of building materials and assemblies</w:t>
      </w:r>
    </w:p>
    <w:p w14:paraId="732D6E50" w14:textId="77777777" w:rsidR="007F07D8" w:rsidRDefault="00000000">
      <w:pPr>
        <w:pStyle w:val="Standard1"/>
      </w:pPr>
      <w:bookmarkStart w:id="265" w:name="f-13297-25_NATSPEC_DES_031_00000"/>
      <w:bookmarkEnd w:id="264"/>
      <w:r>
        <w:t>NATSPEC DES 031</w:t>
      </w:r>
      <w:r>
        <w:tab/>
      </w:r>
      <w:r>
        <w:tab/>
        <w:t>Specifying R-Values</w:t>
      </w:r>
    </w:p>
    <w:p w14:paraId="30EDF8D0" w14:textId="77777777" w:rsidR="007F07D8" w:rsidRDefault="00000000">
      <w:pPr>
        <w:pStyle w:val="Standard1"/>
      </w:pPr>
      <w:bookmarkStart w:id="266" w:name="f-13297-25_NATSPEC_DES_044_00000"/>
      <w:bookmarkEnd w:id="265"/>
      <w:r>
        <w:t>NATSPEC DES 044</w:t>
      </w:r>
      <w:r>
        <w:tab/>
      </w:r>
      <w:r>
        <w:tab/>
        <w:t>Weatherproofing of external walls</w:t>
      </w:r>
    </w:p>
    <w:p w14:paraId="346EFFE1" w14:textId="77777777" w:rsidR="007F07D8" w:rsidRDefault="00000000">
      <w:pPr>
        <w:pStyle w:val="Standard1"/>
      </w:pPr>
      <w:bookmarkStart w:id="267" w:name="f-13297-25_NATSPEC_GEN_006_00000"/>
      <w:bookmarkEnd w:id="266"/>
      <w:r>
        <w:t>NATSPEC GEN 006</w:t>
      </w:r>
      <w:r>
        <w:tab/>
      </w:r>
      <w:r>
        <w:tab/>
        <w:t>Product specifying and substitution</w:t>
      </w:r>
    </w:p>
    <w:p w14:paraId="215B3D0C" w14:textId="77777777" w:rsidR="007F07D8" w:rsidRDefault="00000000">
      <w:pPr>
        <w:pStyle w:val="Standard1"/>
      </w:pPr>
      <w:bookmarkStart w:id="268" w:name="f-13297-25_NATSPEC_GEN_024_00000"/>
      <w:bookmarkEnd w:id="267"/>
      <w:r>
        <w:t>NATSPEC GEN 024</w:t>
      </w:r>
      <w:r>
        <w:tab/>
      </w:r>
      <w:r>
        <w:tab/>
        <w:t>Using NATSPEC selections schedules</w:t>
      </w:r>
    </w:p>
    <w:p w14:paraId="4441B4D3" w14:textId="77777777" w:rsidR="007F07D8" w:rsidRDefault="00000000">
      <w:pPr>
        <w:pStyle w:val="Standard1"/>
      </w:pPr>
      <w:bookmarkStart w:id="269" w:name="f-13297-25_NATSPEC_TR_01_00000"/>
      <w:bookmarkEnd w:id="268"/>
      <w:r>
        <w:t>NATSPEC TR 01</w:t>
      </w:r>
      <w:r>
        <w:tab/>
      </w:r>
      <w:r>
        <w:tab/>
        <w:t>Specifying ESD</w:t>
      </w:r>
    </w:p>
    <w:p w14:paraId="27C2D6B9" w14:textId="77777777" w:rsidR="007F07D8" w:rsidRDefault="00000000">
      <w:pPr>
        <w:pStyle w:val="Standard1"/>
      </w:pPr>
      <w:bookmarkStart w:id="270" w:name="f-13297-50_FM_04880_000000_2017"/>
      <w:bookmarkEnd w:id="269"/>
      <w:r>
        <w:t>FM 4880</w:t>
      </w:r>
      <w:r>
        <w:tab/>
        <w:t>2017</w:t>
      </w:r>
      <w:r>
        <w:tab/>
        <w:t>Approval standard for Evaluating the Fire Performance of Building Panel Assemblies and Interior Finish Materials</w:t>
      </w:r>
    </w:p>
    <w:p w14:paraId="78B44966" w14:textId="77777777" w:rsidR="007F07D8" w:rsidRDefault="00000000">
      <w:pPr>
        <w:pStyle w:val="Standard1"/>
      </w:pPr>
      <w:bookmarkStart w:id="271" w:name="f-13297-50_FM_04881_000000_2017"/>
      <w:bookmarkEnd w:id="270"/>
      <w:r>
        <w:t>FM 4881</w:t>
      </w:r>
      <w:r>
        <w:tab/>
        <w:t>2017</w:t>
      </w:r>
      <w:r>
        <w:tab/>
        <w:t>Approval standard for Class 1 exterior wall systems</w:t>
      </w:r>
    </w:p>
    <w:p w14:paraId="3770D839" w14:textId="77777777" w:rsidR="007F07D8" w:rsidRDefault="00000000">
      <w:pPr>
        <w:pStyle w:val="Standard1"/>
      </w:pPr>
      <w:bookmarkStart w:id="272" w:name="f-13297-60_ISO_09001_000000_2015"/>
      <w:bookmarkEnd w:id="271"/>
      <w:r>
        <w:t>ISO 9001</w:t>
      </w:r>
      <w:r>
        <w:tab/>
        <w:t>2015</w:t>
      </w:r>
      <w:r>
        <w:tab/>
        <w:t>Quality management systems - Requirements</w:t>
      </w:r>
    </w:p>
    <w:p w14:paraId="7F23DA72" w14:textId="77777777" w:rsidR="007F07D8" w:rsidRDefault="00000000">
      <w:pPr>
        <w:pStyle w:val="Standard1"/>
      </w:pPr>
      <w:bookmarkStart w:id="273" w:name="f-13297-60_ISO_14001_000000_2015"/>
      <w:bookmarkEnd w:id="272"/>
      <w:r>
        <w:t>ISO 14001</w:t>
      </w:r>
      <w:r>
        <w:tab/>
        <w:t>2015</w:t>
      </w:r>
      <w:r>
        <w:tab/>
        <w:t>Environmental management systems - Requirements with guidance for use</w:t>
      </w:r>
      <w:bookmarkEnd w:id="219"/>
      <w:bookmarkEnd w:id="220"/>
      <w:bookmarkEnd w:id="273"/>
    </w:p>
    <w:sectPr w:rsidR="007F07D8" w:rsidSect="00EF16CA">
      <w:headerReference w:type="even" r:id="rId18"/>
      <w:headerReference w:type="default" r:id="rId19"/>
      <w:footerReference w:type="even" r:id="rId20"/>
      <w:footerReference w:type="default" r:id="rId21"/>
      <w:headerReference w:type="first" r:id="rId22"/>
      <w:footerReference w:type="first" r:id="rId23"/>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AD723" w14:textId="77777777" w:rsidR="00EF16CA" w:rsidRDefault="00EF16CA">
      <w:r>
        <w:separator/>
      </w:r>
    </w:p>
  </w:endnote>
  <w:endnote w:type="continuationSeparator" w:id="0">
    <w:p w14:paraId="0295EBF5" w14:textId="77777777" w:rsidR="00EF16CA" w:rsidRDefault="00EF1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19B612B4"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Content>
        <w:r w:rsidR="005D34F6">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8C4AB" w14:textId="77777777" w:rsidR="00EF16CA" w:rsidRDefault="00EF16CA">
      <w:r>
        <w:separator/>
      </w:r>
    </w:p>
  </w:footnote>
  <w:footnote w:type="continuationSeparator" w:id="0">
    <w:p w14:paraId="469145C5" w14:textId="77777777" w:rsidR="00EF16CA" w:rsidRDefault="00EF1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740D2632" w:rsidR="006567D2" w:rsidRPr="00BB3C2D" w:rsidRDefault="00000000">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Content>
        <w:r w:rsidR="005D34F6">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sidR="005D34F6">
      <w:rPr>
        <w:noProof/>
      </w:rPr>
      <w:t>0437p ASKIN® VOLCORE performance panel cladding</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4F6"/>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07D8"/>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16CA"/>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s://register.jasanz.org/codemark-register"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askin.net.au/downloads/#askin-spec-sheet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askin.net.au/" TargetMode="External"/><Relationship Id="rId23" Type="http://schemas.openxmlformats.org/officeDocument/2006/relationships/footer" Target="footer3.xml"/><Relationship Id="rId10" Type="http://schemas.openxmlformats.org/officeDocument/2006/relationships/hyperlink" Target="http://www.natspec.com.au/"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skin.net.au/contact"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B704DC"/>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35BE3C-25AA-43F2-BDF9-9E2B75E37BB0}">
  <ds:schemaRefs>
    <ds:schemaRef ds:uri="http://schemas.microsoft.com/sharepoint/v3/contenttype/forms"/>
  </ds:schemaRefs>
</ds:datastoreItem>
</file>

<file path=customXml/itemProps2.xml><?xml version="1.0" encoding="utf-8"?>
<ds:datastoreItem xmlns:ds="http://schemas.openxmlformats.org/officeDocument/2006/customXml" ds:itemID="{CC78A0A1-C68F-4DF3-B9E1-8EE9F52B80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897829-D144-4905-8FFE-C10EA95072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natspec.dotm</Template>
  <TotalTime>48</TotalTime>
  <Pages>17</Pages>
  <Words>7480</Words>
  <Characters>42640</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50020</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0437p ASKIN VOLCORE performance panel cladding.docx</dc:title>
  <dc:subject>Apr 24</dc:subject>
  <dc:description>Document generated by PageSeeder.</dc:description>
  <cp:lastModifiedBy>Jocelyn Holley</cp:lastModifiedBy>
  <cp:revision>2</cp:revision>
  <dcterms:created xsi:type="dcterms:W3CDTF">2024-03-25T02:35:00Z</dcterms:created>
  <dcterms:modified xsi:type="dcterms:W3CDTF">2024-03-25T02:37:00Z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